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B9" w:rsidRPr="00CB221C" w:rsidRDefault="00E76AB9" w:rsidP="00CB221C">
      <w:pPr>
        <w:pStyle w:val="Heading1"/>
        <w:spacing w:before="66"/>
        <w:ind w:left="1666" w:right="1528" w:hanging="896"/>
        <w:jc w:val="center"/>
        <w:rPr>
          <w:sz w:val="28"/>
          <w:szCs w:val="28"/>
        </w:rPr>
      </w:pPr>
      <w:r w:rsidRPr="00CB221C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5pt;height:757.5pt">
            <v:imagedata r:id="rId5" o:title=""/>
          </v:shape>
        </w:pict>
      </w:r>
    </w:p>
    <w:p w:rsidR="00E76AB9" w:rsidRDefault="00E76AB9">
      <w:pPr>
        <w:pStyle w:val="Heading1"/>
        <w:spacing w:before="66"/>
        <w:ind w:left="1666" w:right="1528"/>
        <w:jc w:val="center"/>
        <w:rPr>
          <w:sz w:val="28"/>
          <w:szCs w:val="28"/>
        </w:rPr>
      </w:pPr>
    </w:p>
    <w:p w:rsidR="00E76AB9" w:rsidRDefault="00E76AB9">
      <w:pPr>
        <w:pStyle w:val="Heading1"/>
        <w:spacing w:before="66"/>
        <w:ind w:left="1666" w:right="1528"/>
        <w:jc w:val="center"/>
        <w:rPr>
          <w:sz w:val="28"/>
          <w:szCs w:val="28"/>
        </w:rPr>
      </w:pPr>
    </w:p>
    <w:p w:rsidR="00E76AB9" w:rsidRPr="00297C90" w:rsidRDefault="00E76AB9">
      <w:pPr>
        <w:pStyle w:val="Heading1"/>
        <w:spacing w:before="66"/>
        <w:ind w:left="1666" w:right="1528"/>
        <w:jc w:val="center"/>
        <w:rPr>
          <w:sz w:val="28"/>
          <w:szCs w:val="28"/>
        </w:rPr>
      </w:pPr>
      <w:r w:rsidRPr="00297C90">
        <w:rPr>
          <w:sz w:val="28"/>
          <w:szCs w:val="28"/>
        </w:rPr>
        <w:t>МИНИСТЕРСТВО</w:t>
      </w:r>
      <w:r w:rsidRPr="00297C90">
        <w:rPr>
          <w:spacing w:val="-10"/>
          <w:sz w:val="28"/>
          <w:szCs w:val="28"/>
        </w:rPr>
        <w:t xml:space="preserve"> </w:t>
      </w:r>
      <w:r w:rsidRPr="00297C90">
        <w:rPr>
          <w:sz w:val="28"/>
          <w:szCs w:val="28"/>
        </w:rPr>
        <w:t>ПРОСВЕЩЕНИЯ</w:t>
      </w:r>
      <w:r w:rsidRPr="00297C90">
        <w:rPr>
          <w:spacing w:val="-10"/>
          <w:sz w:val="28"/>
          <w:szCs w:val="28"/>
        </w:rPr>
        <w:t xml:space="preserve"> </w:t>
      </w:r>
      <w:r w:rsidRPr="00297C90">
        <w:rPr>
          <w:sz w:val="28"/>
          <w:szCs w:val="28"/>
        </w:rPr>
        <w:t>РОССИЙСКОЙ</w:t>
      </w:r>
      <w:r w:rsidRPr="00297C90">
        <w:rPr>
          <w:spacing w:val="-10"/>
          <w:sz w:val="28"/>
          <w:szCs w:val="28"/>
        </w:rPr>
        <w:t xml:space="preserve"> </w:t>
      </w:r>
      <w:r w:rsidRPr="00297C90">
        <w:rPr>
          <w:sz w:val="28"/>
          <w:szCs w:val="28"/>
        </w:rPr>
        <w:t>ФЕДЕРАЦИИ</w:t>
      </w:r>
    </w:p>
    <w:p w:rsidR="00E76AB9" w:rsidRPr="00297C90" w:rsidRDefault="00E76AB9">
      <w:pPr>
        <w:pStyle w:val="BodyText"/>
        <w:ind w:left="0"/>
        <w:rPr>
          <w:b/>
          <w:sz w:val="28"/>
          <w:szCs w:val="28"/>
        </w:rPr>
      </w:pPr>
    </w:p>
    <w:p w:rsidR="00E76AB9" w:rsidRPr="00297C90" w:rsidRDefault="00E76AB9">
      <w:pPr>
        <w:pStyle w:val="BodyText"/>
        <w:spacing w:before="4"/>
        <w:ind w:left="0"/>
        <w:rPr>
          <w:b/>
          <w:sz w:val="28"/>
          <w:szCs w:val="28"/>
        </w:rPr>
      </w:pPr>
    </w:p>
    <w:p w:rsidR="00E76AB9" w:rsidRPr="00297C90" w:rsidRDefault="00E76AB9">
      <w:pPr>
        <w:pStyle w:val="BodyText"/>
        <w:spacing w:before="1"/>
        <w:ind w:left="1666" w:right="1528"/>
        <w:jc w:val="center"/>
        <w:rPr>
          <w:b/>
          <w:sz w:val="28"/>
          <w:szCs w:val="28"/>
        </w:rPr>
      </w:pPr>
      <w:r w:rsidRPr="00297C90">
        <w:rPr>
          <w:b/>
          <w:sz w:val="28"/>
          <w:szCs w:val="28"/>
        </w:rPr>
        <w:t>Министерство</w:t>
      </w:r>
      <w:r w:rsidRPr="00297C90">
        <w:rPr>
          <w:b/>
          <w:spacing w:val="-6"/>
          <w:sz w:val="28"/>
          <w:szCs w:val="28"/>
        </w:rPr>
        <w:t xml:space="preserve"> </w:t>
      </w:r>
      <w:r w:rsidRPr="00297C90">
        <w:rPr>
          <w:b/>
          <w:sz w:val="28"/>
          <w:szCs w:val="28"/>
        </w:rPr>
        <w:t>образования</w:t>
      </w:r>
      <w:r w:rsidRPr="00297C90">
        <w:rPr>
          <w:b/>
          <w:spacing w:val="-6"/>
          <w:sz w:val="28"/>
          <w:szCs w:val="28"/>
        </w:rPr>
        <w:t xml:space="preserve"> </w:t>
      </w:r>
      <w:r w:rsidRPr="00297C90">
        <w:rPr>
          <w:b/>
          <w:sz w:val="28"/>
          <w:szCs w:val="28"/>
        </w:rPr>
        <w:t>Оренбургской</w:t>
      </w:r>
      <w:r w:rsidRPr="00297C90">
        <w:rPr>
          <w:b/>
          <w:spacing w:val="-5"/>
          <w:sz w:val="28"/>
          <w:szCs w:val="28"/>
        </w:rPr>
        <w:t xml:space="preserve"> </w:t>
      </w:r>
      <w:r w:rsidRPr="00297C90">
        <w:rPr>
          <w:b/>
          <w:sz w:val="28"/>
          <w:szCs w:val="28"/>
        </w:rPr>
        <w:t>области</w:t>
      </w:r>
    </w:p>
    <w:p w:rsidR="00E76AB9" w:rsidRPr="00297C90" w:rsidRDefault="00E76AB9">
      <w:pPr>
        <w:pStyle w:val="BodyText"/>
        <w:spacing w:before="4"/>
        <w:ind w:left="0"/>
        <w:rPr>
          <w:b/>
          <w:sz w:val="28"/>
          <w:szCs w:val="28"/>
        </w:rPr>
      </w:pPr>
    </w:p>
    <w:p w:rsidR="00E76AB9" w:rsidRPr="00297C90" w:rsidRDefault="00E76AB9" w:rsidP="00CA69C0">
      <w:pPr>
        <w:pStyle w:val="BodyText"/>
        <w:spacing w:line="292" w:lineRule="auto"/>
        <w:ind w:left="2962" w:right="527" w:hanging="2281"/>
        <w:jc w:val="center"/>
        <w:rPr>
          <w:b/>
          <w:sz w:val="28"/>
          <w:szCs w:val="28"/>
        </w:rPr>
      </w:pPr>
      <w:r w:rsidRPr="00297C90">
        <w:rPr>
          <w:b/>
          <w:sz w:val="28"/>
          <w:szCs w:val="28"/>
        </w:rPr>
        <w:t>Отдел образования администрации Гайского городского округа.</w:t>
      </w:r>
    </w:p>
    <w:p w:rsidR="00E76AB9" w:rsidRPr="00297C90" w:rsidRDefault="00E76AB9" w:rsidP="00CA69C0">
      <w:pPr>
        <w:pStyle w:val="BodyText"/>
        <w:spacing w:line="292" w:lineRule="auto"/>
        <w:ind w:left="2962" w:right="527" w:hanging="2281"/>
        <w:jc w:val="center"/>
        <w:rPr>
          <w:b/>
          <w:sz w:val="28"/>
          <w:szCs w:val="28"/>
        </w:rPr>
      </w:pPr>
    </w:p>
    <w:p w:rsidR="00E76AB9" w:rsidRPr="00297C90" w:rsidRDefault="00E76AB9" w:rsidP="00CA69C0">
      <w:pPr>
        <w:pStyle w:val="BodyText"/>
        <w:spacing w:line="292" w:lineRule="auto"/>
        <w:ind w:left="2962" w:right="527" w:hanging="2281"/>
        <w:jc w:val="center"/>
        <w:rPr>
          <w:b/>
          <w:sz w:val="28"/>
          <w:szCs w:val="28"/>
        </w:rPr>
      </w:pPr>
      <w:r w:rsidRPr="00297C90">
        <w:rPr>
          <w:b/>
          <w:sz w:val="28"/>
          <w:szCs w:val="28"/>
        </w:rPr>
        <w:t>МАОУ «Гимназия»</w:t>
      </w:r>
    </w:p>
    <w:p w:rsidR="00E76AB9" w:rsidRPr="00297C90" w:rsidRDefault="00E76AB9">
      <w:pPr>
        <w:pStyle w:val="BodyText"/>
        <w:ind w:left="0"/>
        <w:rPr>
          <w:b/>
          <w:sz w:val="28"/>
          <w:szCs w:val="28"/>
        </w:rPr>
      </w:pPr>
    </w:p>
    <w:p w:rsidR="00E76AB9" w:rsidRPr="0072780C" w:rsidRDefault="00E76AB9">
      <w:pPr>
        <w:pStyle w:val="BodyText"/>
        <w:ind w:left="0"/>
      </w:pPr>
    </w:p>
    <w:p w:rsidR="00E76AB9" w:rsidRPr="009B44A9" w:rsidRDefault="00E76AB9">
      <w:pPr>
        <w:pStyle w:val="BodyText"/>
        <w:ind w:left="0"/>
      </w:pPr>
    </w:p>
    <w:p w:rsidR="00E76AB9" w:rsidRPr="009B44A9" w:rsidRDefault="00E76AB9">
      <w:pPr>
        <w:pStyle w:val="BodyText"/>
        <w:ind w:left="0"/>
      </w:pPr>
    </w:p>
    <w:p w:rsidR="00E76AB9" w:rsidRPr="009B44A9" w:rsidRDefault="00E76AB9">
      <w:pPr>
        <w:rPr>
          <w:sz w:val="24"/>
          <w:szCs w:val="24"/>
        </w:rPr>
        <w:sectPr w:rsidR="00E76AB9" w:rsidRPr="009B44A9">
          <w:type w:val="continuous"/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>
      <w:pPr>
        <w:pStyle w:val="BodyText"/>
        <w:spacing w:before="8"/>
        <w:ind w:left="0"/>
      </w:pPr>
    </w:p>
    <w:p w:rsidR="00E76AB9" w:rsidRPr="009B44A9" w:rsidRDefault="00E76AB9">
      <w:pPr>
        <w:spacing w:line="217" w:lineRule="exact"/>
        <w:ind w:left="178"/>
        <w:rPr>
          <w:sz w:val="24"/>
          <w:szCs w:val="24"/>
        </w:rPr>
      </w:pPr>
      <w:r w:rsidRPr="009B44A9">
        <w:rPr>
          <w:sz w:val="24"/>
          <w:szCs w:val="24"/>
        </w:rPr>
        <w:t>РАССМОТРЕНО</w:t>
      </w:r>
    </w:p>
    <w:p w:rsidR="00E76AB9" w:rsidRPr="009B44A9" w:rsidRDefault="00E76AB9">
      <w:pPr>
        <w:spacing w:before="4" w:line="213" w:lineRule="auto"/>
        <w:ind w:left="178"/>
        <w:rPr>
          <w:sz w:val="24"/>
          <w:szCs w:val="24"/>
        </w:rPr>
      </w:pPr>
      <w:r w:rsidRPr="009B44A9">
        <w:rPr>
          <w:sz w:val="24"/>
          <w:szCs w:val="24"/>
        </w:rPr>
        <w:t>Школьным</w:t>
      </w:r>
      <w:r w:rsidRPr="009B44A9">
        <w:rPr>
          <w:spacing w:val="6"/>
          <w:sz w:val="24"/>
          <w:szCs w:val="24"/>
        </w:rPr>
        <w:t xml:space="preserve"> </w:t>
      </w:r>
      <w:r w:rsidRPr="009B44A9">
        <w:rPr>
          <w:sz w:val="24"/>
          <w:szCs w:val="24"/>
        </w:rPr>
        <w:t>методическим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объединением</w:t>
      </w:r>
      <w:r w:rsidRPr="009B44A9">
        <w:rPr>
          <w:spacing w:val="12"/>
          <w:sz w:val="24"/>
          <w:szCs w:val="24"/>
        </w:rPr>
        <w:t xml:space="preserve"> </w:t>
      </w:r>
      <w:r w:rsidRPr="009B44A9">
        <w:rPr>
          <w:sz w:val="24"/>
          <w:szCs w:val="24"/>
        </w:rPr>
        <w:t>учителей</w:t>
      </w:r>
      <w:r w:rsidRPr="009B44A9">
        <w:rPr>
          <w:spacing w:val="12"/>
          <w:sz w:val="24"/>
          <w:szCs w:val="24"/>
        </w:rPr>
        <w:t xml:space="preserve"> </w:t>
      </w:r>
      <w:r w:rsidRPr="009B44A9">
        <w:rPr>
          <w:sz w:val="24"/>
          <w:szCs w:val="24"/>
        </w:rPr>
        <w:t>ИЯ</w:t>
      </w:r>
    </w:p>
    <w:p w:rsidR="00E76AB9" w:rsidRPr="009B44A9" w:rsidRDefault="00E76AB9">
      <w:pPr>
        <w:pStyle w:val="BodyText"/>
        <w:spacing w:before="8"/>
        <w:ind w:left="0"/>
      </w:pPr>
      <w:r w:rsidRPr="009B44A9">
        <w:br w:type="column"/>
      </w:r>
    </w:p>
    <w:p w:rsidR="00E76AB9" w:rsidRPr="009B44A9" w:rsidRDefault="00E76AB9">
      <w:pPr>
        <w:spacing w:line="217" w:lineRule="exact"/>
        <w:ind w:left="178"/>
        <w:rPr>
          <w:sz w:val="24"/>
          <w:szCs w:val="24"/>
        </w:rPr>
      </w:pPr>
      <w:r w:rsidRPr="009B44A9">
        <w:rPr>
          <w:sz w:val="24"/>
          <w:szCs w:val="24"/>
        </w:rPr>
        <w:t>СОГЛАСОВАНО</w:t>
      </w:r>
    </w:p>
    <w:p w:rsidR="00E76AB9" w:rsidRPr="009B44A9" w:rsidRDefault="00E76AB9">
      <w:pPr>
        <w:spacing w:line="217" w:lineRule="exact"/>
        <w:ind w:left="178"/>
        <w:rPr>
          <w:sz w:val="24"/>
          <w:szCs w:val="24"/>
        </w:rPr>
      </w:pPr>
      <w:r w:rsidRPr="009B44A9">
        <w:rPr>
          <w:sz w:val="24"/>
          <w:szCs w:val="24"/>
        </w:rPr>
        <w:t>Заместитель</w:t>
      </w:r>
      <w:r w:rsidRPr="009B44A9">
        <w:rPr>
          <w:spacing w:val="7"/>
          <w:sz w:val="24"/>
          <w:szCs w:val="24"/>
        </w:rPr>
        <w:t xml:space="preserve"> </w:t>
      </w:r>
      <w:r w:rsidRPr="009B44A9">
        <w:rPr>
          <w:sz w:val="24"/>
          <w:szCs w:val="24"/>
        </w:rPr>
        <w:t>директора</w:t>
      </w:r>
      <w:r w:rsidRPr="009B44A9">
        <w:rPr>
          <w:spacing w:val="8"/>
          <w:sz w:val="24"/>
          <w:szCs w:val="24"/>
        </w:rPr>
        <w:t xml:space="preserve"> </w:t>
      </w:r>
      <w:r w:rsidRPr="009B44A9">
        <w:rPr>
          <w:sz w:val="24"/>
          <w:szCs w:val="24"/>
        </w:rPr>
        <w:t>по</w:t>
      </w:r>
      <w:r w:rsidRPr="009B44A9">
        <w:rPr>
          <w:spacing w:val="9"/>
          <w:sz w:val="24"/>
          <w:szCs w:val="24"/>
        </w:rPr>
        <w:t xml:space="preserve"> </w:t>
      </w:r>
      <w:r w:rsidRPr="009B44A9">
        <w:rPr>
          <w:sz w:val="24"/>
          <w:szCs w:val="24"/>
        </w:rPr>
        <w:t>УВР</w:t>
      </w:r>
    </w:p>
    <w:p w:rsidR="00E76AB9" w:rsidRPr="009B44A9" w:rsidRDefault="00E76AB9">
      <w:pPr>
        <w:pStyle w:val="BodyText"/>
        <w:spacing w:before="8"/>
        <w:ind w:left="0"/>
      </w:pPr>
      <w:r w:rsidRPr="009B44A9">
        <w:br w:type="column"/>
      </w:r>
    </w:p>
    <w:p w:rsidR="00E76AB9" w:rsidRPr="009B44A9" w:rsidRDefault="00E76AB9">
      <w:pPr>
        <w:spacing w:line="217" w:lineRule="exact"/>
        <w:ind w:left="178"/>
        <w:rPr>
          <w:sz w:val="24"/>
          <w:szCs w:val="24"/>
        </w:rPr>
      </w:pPr>
      <w:r w:rsidRPr="009B44A9">
        <w:rPr>
          <w:sz w:val="24"/>
          <w:szCs w:val="24"/>
        </w:rPr>
        <w:t>УТВЕРЖДЕНО</w:t>
      </w:r>
    </w:p>
    <w:p w:rsidR="00E76AB9" w:rsidRPr="009B44A9" w:rsidRDefault="00E76AB9">
      <w:pPr>
        <w:spacing w:line="217" w:lineRule="exact"/>
        <w:ind w:left="178"/>
        <w:rPr>
          <w:sz w:val="24"/>
          <w:szCs w:val="24"/>
        </w:rPr>
      </w:pPr>
      <w:r w:rsidRPr="009B44A9">
        <w:rPr>
          <w:sz w:val="24"/>
          <w:szCs w:val="24"/>
        </w:rPr>
        <w:t>Директор</w:t>
      </w:r>
      <w:r w:rsidRPr="009B44A9">
        <w:rPr>
          <w:spacing w:val="11"/>
          <w:sz w:val="24"/>
          <w:szCs w:val="24"/>
        </w:rPr>
        <w:t xml:space="preserve"> </w:t>
      </w:r>
      <w:r w:rsidRPr="009B44A9">
        <w:rPr>
          <w:sz w:val="24"/>
          <w:szCs w:val="24"/>
        </w:rPr>
        <w:t>МАОУ</w:t>
      </w:r>
      <w:r w:rsidRPr="009B44A9">
        <w:rPr>
          <w:spacing w:val="9"/>
          <w:sz w:val="24"/>
          <w:szCs w:val="24"/>
        </w:rPr>
        <w:t xml:space="preserve"> </w:t>
      </w:r>
      <w:r w:rsidRPr="009B44A9">
        <w:rPr>
          <w:sz w:val="24"/>
          <w:szCs w:val="24"/>
        </w:rPr>
        <w:t>"Гимназия"</w:t>
      </w:r>
    </w:p>
    <w:p w:rsidR="00E76AB9" w:rsidRPr="009B44A9" w:rsidRDefault="00E76AB9">
      <w:pPr>
        <w:spacing w:line="217" w:lineRule="exact"/>
        <w:rPr>
          <w:sz w:val="24"/>
          <w:szCs w:val="24"/>
        </w:rPr>
        <w:sectPr w:rsidR="00E76AB9" w:rsidRPr="009B44A9">
          <w:type w:val="continuous"/>
          <w:pgSz w:w="11900" w:h="16840"/>
          <w:pgMar w:top="520" w:right="520" w:bottom="280" w:left="560" w:header="720" w:footer="720" w:gutter="0"/>
          <w:cols w:num="3" w:space="720" w:equalWidth="0">
            <w:col w:w="2650" w:space="867"/>
            <w:col w:w="2939" w:space="578"/>
            <w:col w:w="3786"/>
          </w:cols>
        </w:sectPr>
      </w:pPr>
    </w:p>
    <w:p w:rsidR="00E76AB9" w:rsidRPr="009B44A9" w:rsidRDefault="00E76AB9">
      <w:pPr>
        <w:tabs>
          <w:tab w:val="left" w:pos="1606"/>
        </w:tabs>
        <w:spacing w:before="186" w:line="209" w:lineRule="exact"/>
        <w:ind w:left="178"/>
        <w:rPr>
          <w:sz w:val="24"/>
          <w:szCs w:val="24"/>
        </w:rPr>
      </w:pPr>
      <w:r w:rsidRPr="009B44A9">
        <w:rPr>
          <w:w w:val="102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_______</w:t>
      </w:r>
      <w:r w:rsidRPr="009B44A9">
        <w:rPr>
          <w:sz w:val="24"/>
          <w:szCs w:val="24"/>
        </w:rPr>
        <w:t>Бычкова</w:t>
      </w:r>
      <w:r w:rsidRPr="009B44A9">
        <w:rPr>
          <w:spacing w:val="8"/>
          <w:sz w:val="24"/>
          <w:szCs w:val="24"/>
        </w:rPr>
        <w:t xml:space="preserve"> </w:t>
      </w:r>
      <w:r w:rsidRPr="009B44A9">
        <w:rPr>
          <w:sz w:val="24"/>
          <w:szCs w:val="24"/>
        </w:rPr>
        <w:t>Л.И.</w:t>
      </w:r>
    </w:p>
    <w:p w:rsidR="00E76AB9" w:rsidRPr="009B44A9" w:rsidRDefault="00E76AB9" w:rsidP="004E6DFC">
      <w:pPr>
        <w:tabs>
          <w:tab w:val="left" w:pos="1306"/>
          <w:tab w:val="left" w:pos="3694"/>
          <w:tab w:val="left" w:pos="4619"/>
        </w:tabs>
        <w:spacing w:line="212" w:lineRule="exact"/>
        <w:ind w:left="178"/>
        <w:rPr>
          <w:sz w:val="24"/>
          <w:szCs w:val="24"/>
        </w:rPr>
        <w:sectPr w:rsidR="00E76AB9" w:rsidRPr="009B44A9">
          <w:type w:val="continuous"/>
          <w:pgSz w:w="11900" w:h="16840"/>
          <w:pgMar w:top="520" w:right="520" w:bottom="280" w:left="560" w:header="720" w:footer="720" w:gutter="0"/>
          <w:cols w:num="2" w:space="720" w:equalWidth="0">
            <w:col w:w="2830" w:space="687"/>
            <w:col w:w="7303"/>
          </w:cols>
        </w:sectPr>
      </w:pPr>
      <w:r w:rsidRPr="009B44A9">
        <w:rPr>
          <w:sz w:val="24"/>
          <w:szCs w:val="24"/>
        </w:rPr>
        <w:br w:type="column"/>
      </w:r>
      <w:r w:rsidRPr="009B44A9">
        <w:rPr>
          <w:w w:val="102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_______</w:t>
      </w:r>
      <w:r>
        <w:rPr>
          <w:sz w:val="24"/>
          <w:szCs w:val="24"/>
        </w:rPr>
        <w:t>Беркимбаева Ж.А</w:t>
      </w:r>
      <w:r w:rsidRPr="009B44A9">
        <w:rPr>
          <w:sz w:val="24"/>
          <w:szCs w:val="24"/>
        </w:rPr>
        <w:t>.</w:t>
      </w:r>
      <w:r w:rsidRPr="009B44A9">
        <w:rPr>
          <w:sz w:val="24"/>
          <w:szCs w:val="24"/>
        </w:rPr>
        <w:tab/>
      </w:r>
      <w:r w:rsidRPr="009B44A9">
        <w:rPr>
          <w:w w:val="102"/>
          <w:sz w:val="24"/>
          <w:szCs w:val="24"/>
          <w:u w:val="single"/>
        </w:rPr>
        <w:t xml:space="preserve"> </w:t>
      </w:r>
      <w:r w:rsidRPr="009B44A9">
        <w:rPr>
          <w:sz w:val="24"/>
          <w:szCs w:val="24"/>
          <w:u w:val="single"/>
        </w:rPr>
        <w:tab/>
      </w:r>
      <w:r w:rsidRPr="009B44A9">
        <w:rPr>
          <w:sz w:val="24"/>
          <w:szCs w:val="24"/>
        </w:rPr>
        <w:t>Метальникова</w:t>
      </w:r>
      <w:r w:rsidRPr="009B44A9"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Л.М</w:t>
      </w:r>
    </w:p>
    <w:p w:rsidR="00E76AB9" w:rsidRPr="009B44A9" w:rsidRDefault="00E76AB9">
      <w:pPr>
        <w:pStyle w:val="BodyText"/>
        <w:spacing w:before="3"/>
        <w:ind w:left="0"/>
      </w:pPr>
    </w:p>
    <w:p w:rsidR="00E76AB9" w:rsidRPr="009B44A9" w:rsidRDefault="00E76AB9" w:rsidP="00BC0F4A">
      <w:pPr>
        <w:ind w:left="178"/>
        <w:rPr>
          <w:sz w:val="24"/>
          <w:szCs w:val="24"/>
        </w:rPr>
      </w:pPr>
      <w:r>
        <w:rPr>
          <w:sz w:val="24"/>
          <w:szCs w:val="24"/>
        </w:rPr>
        <w:t>п</w:t>
      </w:r>
      <w:r w:rsidRPr="009B44A9">
        <w:rPr>
          <w:sz w:val="24"/>
          <w:szCs w:val="24"/>
        </w:rPr>
        <w:t>ротоко</w:t>
      </w:r>
      <w:r>
        <w:rPr>
          <w:sz w:val="24"/>
          <w:szCs w:val="24"/>
        </w:rPr>
        <w:t xml:space="preserve">л </w:t>
      </w:r>
      <w:r w:rsidRPr="009B44A9">
        <w:rPr>
          <w:sz w:val="24"/>
          <w:szCs w:val="24"/>
        </w:rPr>
        <w:t>№</w:t>
      </w:r>
      <w:r>
        <w:rPr>
          <w:sz w:val="24"/>
          <w:szCs w:val="24"/>
        </w:rPr>
        <w:t xml:space="preserve"> 1 от 29.08.2023</w:t>
      </w:r>
      <w:r w:rsidRPr="009B44A9">
        <w:rPr>
          <w:sz w:val="24"/>
          <w:szCs w:val="24"/>
        </w:rPr>
        <w:t xml:space="preserve">          </w:t>
      </w:r>
    </w:p>
    <w:p w:rsidR="00E76AB9" w:rsidRPr="009B44A9" w:rsidRDefault="00E76AB9">
      <w:pPr>
        <w:spacing w:line="424" w:lineRule="auto"/>
        <w:ind w:left="178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76AB9" w:rsidRPr="009B44A9" w:rsidRDefault="00E76AB9" w:rsidP="004E6DFC">
      <w:pPr>
        <w:rPr>
          <w:spacing w:val="48"/>
          <w:sz w:val="24"/>
          <w:szCs w:val="24"/>
        </w:rPr>
      </w:pPr>
      <w:r w:rsidRPr="009B44A9">
        <w:rPr>
          <w:sz w:val="24"/>
          <w:szCs w:val="24"/>
        </w:rPr>
        <w:br w:type="column"/>
        <w:t xml:space="preserve"> </w:t>
      </w:r>
      <w:r>
        <w:rPr>
          <w:sz w:val="24"/>
          <w:szCs w:val="24"/>
        </w:rPr>
        <w:t>30.08.2023г.</w:t>
      </w:r>
      <w:r w:rsidRPr="009B44A9">
        <w:rPr>
          <w:spacing w:val="48"/>
          <w:sz w:val="24"/>
          <w:szCs w:val="24"/>
        </w:rPr>
        <w:t xml:space="preserve">  </w:t>
      </w:r>
    </w:p>
    <w:p w:rsidR="00E76AB9" w:rsidRDefault="00E76AB9" w:rsidP="00BC0F4A">
      <w:pPr>
        <w:ind w:left="178"/>
        <w:rPr>
          <w:sz w:val="24"/>
          <w:szCs w:val="24"/>
        </w:rPr>
      </w:pPr>
      <w:r w:rsidRPr="009B44A9">
        <w:rPr>
          <w:sz w:val="24"/>
          <w:szCs w:val="24"/>
        </w:rPr>
        <w:br w:type="column"/>
        <w:t>Приказ</w:t>
      </w:r>
      <w:r>
        <w:rPr>
          <w:sz w:val="24"/>
          <w:szCs w:val="24"/>
        </w:rPr>
        <w:t xml:space="preserve"> </w:t>
      </w:r>
    </w:p>
    <w:p w:rsidR="00E76AB9" w:rsidRDefault="00E76AB9" w:rsidP="00BC0F4A">
      <w:pPr>
        <w:ind w:left="178"/>
        <w:rPr>
          <w:sz w:val="24"/>
          <w:szCs w:val="24"/>
        </w:rPr>
      </w:pPr>
      <w:r>
        <w:rPr>
          <w:sz w:val="24"/>
          <w:szCs w:val="24"/>
        </w:rPr>
        <w:t>№ 425  от</w:t>
      </w:r>
    </w:p>
    <w:p w:rsidR="00E76AB9" w:rsidRPr="009B44A9" w:rsidRDefault="00E76AB9" w:rsidP="00BC0F4A">
      <w:pPr>
        <w:rPr>
          <w:spacing w:val="48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B44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31.08.2023г.</w:t>
      </w:r>
      <w:r w:rsidRPr="009B44A9">
        <w:rPr>
          <w:spacing w:val="48"/>
          <w:sz w:val="24"/>
          <w:szCs w:val="24"/>
        </w:rPr>
        <w:t xml:space="preserve">  </w:t>
      </w:r>
    </w:p>
    <w:p w:rsidR="00E76AB9" w:rsidRPr="009B44A9" w:rsidRDefault="00E76AB9" w:rsidP="00BC0F4A">
      <w:pPr>
        <w:ind w:left="178" w:right="2730"/>
        <w:rPr>
          <w:sz w:val="24"/>
          <w:szCs w:val="24"/>
        </w:rPr>
      </w:pPr>
    </w:p>
    <w:p w:rsidR="00E76AB9" w:rsidRPr="009B44A9" w:rsidRDefault="00E76AB9" w:rsidP="00BC0F4A">
      <w:pPr>
        <w:ind w:left="178" w:right="273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9B44A9">
        <w:rPr>
          <w:sz w:val="24"/>
          <w:szCs w:val="24"/>
        </w:rPr>
        <w:t xml:space="preserve">           </w:t>
      </w:r>
      <w:r w:rsidRPr="009B44A9">
        <w:rPr>
          <w:spacing w:val="2"/>
          <w:sz w:val="24"/>
          <w:szCs w:val="24"/>
        </w:rPr>
        <w:t xml:space="preserve"> </w:t>
      </w:r>
    </w:p>
    <w:p w:rsidR="00E76AB9" w:rsidRPr="009B44A9" w:rsidRDefault="00E76AB9">
      <w:pPr>
        <w:spacing w:line="424" w:lineRule="auto"/>
        <w:rPr>
          <w:sz w:val="24"/>
          <w:szCs w:val="24"/>
        </w:rPr>
        <w:sectPr w:rsidR="00E76AB9" w:rsidRPr="009B44A9">
          <w:type w:val="continuous"/>
          <w:pgSz w:w="11900" w:h="16840"/>
          <w:pgMar w:top="520" w:right="520" w:bottom="280" w:left="560" w:header="720" w:footer="720" w:gutter="0"/>
          <w:cols w:num="3" w:space="720" w:equalWidth="0">
            <w:col w:w="1309" w:space="2208"/>
            <w:col w:w="1309" w:space="2208"/>
            <w:col w:w="3786"/>
          </w:cols>
        </w:sectPr>
      </w:pPr>
    </w:p>
    <w:p w:rsidR="00E76AB9" w:rsidRPr="009B44A9" w:rsidRDefault="00E76AB9">
      <w:pPr>
        <w:pStyle w:val="BodyText"/>
        <w:ind w:left="0"/>
      </w:pPr>
    </w:p>
    <w:p w:rsidR="00E76AB9" w:rsidRPr="009B44A9" w:rsidRDefault="00E76AB9">
      <w:pPr>
        <w:pStyle w:val="BodyText"/>
        <w:ind w:left="0"/>
      </w:pPr>
    </w:p>
    <w:p w:rsidR="00E76AB9" w:rsidRPr="009B44A9" w:rsidRDefault="00E76AB9">
      <w:pPr>
        <w:pStyle w:val="BodyText"/>
        <w:spacing w:before="4"/>
        <w:ind w:left="0"/>
      </w:pPr>
    </w:p>
    <w:p w:rsidR="00E76AB9" w:rsidRPr="00297C90" w:rsidRDefault="00E76AB9" w:rsidP="00E01027">
      <w:pPr>
        <w:spacing w:line="275" w:lineRule="exact"/>
        <w:ind w:left="1480" w:right="1528"/>
        <w:jc w:val="center"/>
        <w:rPr>
          <w:b/>
          <w:sz w:val="28"/>
          <w:szCs w:val="28"/>
        </w:rPr>
      </w:pPr>
      <w:r w:rsidRPr="00297C90">
        <w:rPr>
          <w:b/>
          <w:sz w:val="28"/>
          <w:szCs w:val="28"/>
        </w:rPr>
        <w:t>РАБОЧАЯ ПРОГРАММА</w:t>
      </w:r>
    </w:p>
    <w:p w:rsidR="00E76AB9" w:rsidRDefault="00E76AB9" w:rsidP="00E01027">
      <w:pPr>
        <w:spacing w:line="275" w:lineRule="exact"/>
        <w:ind w:left="1480" w:right="1528"/>
        <w:jc w:val="center"/>
      </w:pPr>
    </w:p>
    <w:p w:rsidR="00E76AB9" w:rsidRPr="00E01027" w:rsidRDefault="00E76AB9" w:rsidP="00E01027">
      <w:pPr>
        <w:spacing w:line="275" w:lineRule="exact"/>
        <w:ind w:left="1480" w:right="1528"/>
        <w:jc w:val="center"/>
        <w:rPr>
          <w:b/>
          <w:sz w:val="24"/>
          <w:szCs w:val="24"/>
        </w:rPr>
      </w:pPr>
      <w:r w:rsidRPr="009B44A9">
        <w:rPr>
          <w:spacing w:val="1"/>
        </w:rPr>
        <w:t xml:space="preserve"> </w:t>
      </w:r>
      <w:r w:rsidRPr="009B44A9">
        <w:t>(ID</w:t>
      </w:r>
      <w:r w:rsidRPr="009B44A9">
        <w:rPr>
          <w:spacing w:val="-2"/>
        </w:rPr>
        <w:t xml:space="preserve"> </w:t>
      </w:r>
      <w:r w:rsidRPr="009B44A9">
        <w:t>3380036)</w:t>
      </w:r>
    </w:p>
    <w:p w:rsidR="00E76AB9" w:rsidRPr="00297C90" w:rsidRDefault="00E76AB9" w:rsidP="00297C90">
      <w:pPr>
        <w:pStyle w:val="BodyText"/>
        <w:spacing w:before="157"/>
        <w:ind w:left="1663" w:right="1528"/>
        <w:jc w:val="center"/>
        <w:rPr>
          <w:b/>
          <w:sz w:val="28"/>
          <w:szCs w:val="28"/>
        </w:rPr>
      </w:pPr>
      <w:r w:rsidRPr="00297C90">
        <w:rPr>
          <w:b/>
          <w:sz w:val="28"/>
          <w:szCs w:val="28"/>
        </w:rPr>
        <w:t>учебного</w:t>
      </w:r>
      <w:r w:rsidRPr="00297C90">
        <w:rPr>
          <w:b/>
          <w:spacing w:val="-4"/>
          <w:sz w:val="28"/>
          <w:szCs w:val="28"/>
        </w:rPr>
        <w:t xml:space="preserve"> </w:t>
      </w:r>
      <w:r w:rsidRPr="00297C90">
        <w:rPr>
          <w:b/>
          <w:sz w:val="28"/>
          <w:szCs w:val="28"/>
        </w:rPr>
        <w:t>предмета «Иностранный (французский, второй</w:t>
      </w:r>
      <w:r w:rsidRPr="00297C90">
        <w:rPr>
          <w:b/>
          <w:spacing w:val="-3"/>
          <w:sz w:val="28"/>
          <w:szCs w:val="28"/>
        </w:rPr>
        <w:t xml:space="preserve"> </w:t>
      </w:r>
      <w:r w:rsidRPr="00297C90">
        <w:rPr>
          <w:b/>
          <w:sz w:val="28"/>
          <w:szCs w:val="28"/>
        </w:rPr>
        <w:t>иностранный)</w:t>
      </w:r>
      <w:r w:rsidRPr="00297C90">
        <w:rPr>
          <w:spacing w:val="-2"/>
          <w:sz w:val="28"/>
          <w:szCs w:val="28"/>
        </w:rPr>
        <w:t xml:space="preserve"> </w:t>
      </w:r>
      <w:r w:rsidRPr="00297C90">
        <w:rPr>
          <w:b/>
          <w:sz w:val="28"/>
          <w:szCs w:val="28"/>
        </w:rPr>
        <w:t>язык»</w:t>
      </w:r>
    </w:p>
    <w:p w:rsidR="00E76AB9" w:rsidRPr="00297C90" w:rsidRDefault="00E76AB9">
      <w:pPr>
        <w:pStyle w:val="Heading1"/>
        <w:spacing w:before="60"/>
        <w:ind w:left="1663" w:right="1528"/>
        <w:jc w:val="center"/>
        <w:rPr>
          <w:b w:val="0"/>
          <w:sz w:val="28"/>
          <w:szCs w:val="28"/>
        </w:rPr>
      </w:pPr>
    </w:p>
    <w:p w:rsidR="00E76AB9" w:rsidRPr="00297C90" w:rsidRDefault="00E76AB9" w:rsidP="00297C90">
      <w:pPr>
        <w:pStyle w:val="BodyText"/>
        <w:ind w:left="0" w:right="15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297C90">
        <w:rPr>
          <w:sz w:val="28"/>
          <w:szCs w:val="28"/>
        </w:rPr>
        <w:t>для</w:t>
      </w:r>
      <w:r w:rsidRPr="00297C90">
        <w:rPr>
          <w:spacing w:val="-5"/>
          <w:sz w:val="28"/>
          <w:szCs w:val="28"/>
        </w:rPr>
        <w:t xml:space="preserve"> обучающихся </w:t>
      </w:r>
      <w:r w:rsidRPr="00297C90">
        <w:rPr>
          <w:sz w:val="28"/>
          <w:szCs w:val="28"/>
        </w:rPr>
        <w:t>5–9</w:t>
      </w:r>
      <w:r w:rsidRPr="00297C90">
        <w:rPr>
          <w:spacing w:val="-4"/>
          <w:sz w:val="28"/>
          <w:szCs w:val="28"/>
        </w:rPr>
        <w:t xml:space="preserve"> </w:t>
      </w:r>
      <w:r w:rsidRPr="00297C90">
        <w:rPr>
          <w:sz w:val="28"/>
          <w:szCs w:val="28"/>
        </w:rPr>
        <w:t>классов</w:t>
      </w:r>
    </w:p>
    <w:p w:rsidR="00E76AB9" w:rsidRPr="00297C90" w:rsidRDefault="00E76AB9" w:rsidP="00297C90">
      <w:pPr>
        <w:pStyle w:val="BodyText"/>
        <w:ind w:left="1660" w:right="1528"/>
        <w:jc w:val="center"/>
        <w:rPr>
          <w:sz w:val="28"/>
          <w:szCs w:val="28"/>
        </w:rPr>
      </w:pPr>
    </w:p>
    <w:p w:rsidR="00E76AB9" w:rsidRPr="009B44A9" w:rsidRDefault="00E76AB9" w:rsidP="00283D0B">
      <w:pPr>
        <w:pStyle w:val="BodyText"/>
        <w:ind w:left="1660" w:right="1528"/>
        <w:jc w:val="center"/>
      </w:pPr>
      <w:r>
        <w:t xml:space="preserve">                                   </w:t>
      </w:r>
    </w:p>
    <w:p w:rsidR="00E76AB9" w:rsidRPr="009B44A9" w:rsidRDefault="00E76AB9" w:rsidP="00283D0B">
      <w:pPr>
        <w:pStyle w:val="BodyText"/>
        <w:ind w:left="1660" w:right="1528"/>
        <w:jc w:val="center"/>
      </w:pPr>
    </w:p>
    <w:p w:rsidR="00E76AB9" w:rsidRPr="009B44A9" w:rsidRDefault="00E76AB9" w:rsidP="00283D0B">
      <w:pPr>
        <w:pStyle w:val="BodyText"/>
        <w:ind w:left="1660" w:right="1528"/>
        <w:jc w:val="center"/>
      </w:pPr>
    </w:p>
    <w:p w:rsidR="00E76AB9" w:rsidRPr="009B44A9" w:rsidRDefault="00E76AB9" w:rsidP="00283D0B">
      <w:pPr>
        <w:pStyle w:val="BodyText"/>
        <w:ind w:left="1660" w:right="1528"/>
        <w:jc w:val="center"/>
      </w:pPr>
    </w:p>
    <w:p w:rsidR="00E76AB9" w:rsidRPr="009B44A9" w:rsidRDefault="00E76AB9" w:rsidP="00283D0B">
      <w:pPr>
        <w:pStyle w:val="BodyText"/>
        <w:ind w:left="1660" w:right="1528"/>
        <w:jc w:val="center"/>
      </w:pPr>
    </w:p>
    <w:p w:rsidR="00E76AB9" w:rsidRDefault="00E76AB9" w:rsidP="00283D0B">
      <w:pPr>
        <w:pStyle w:val="BodyText"/>
        <w:ind w:left="1660" w:right="1528"/>
        <w:jc w:val="center"/>
      </w:pPr>
    </w:p>
    <w:p w:rsidR="00E76AB9" w:rsidRDefault="00E76AB9" w:rsidP="00283D0B">
      <w:pPr>
        <w:pStyle w:val="BodyText"/>
        <w:ind w:left="1660" w:right="1528"/>
        <w:jc w:val="center"/>
      </w:pPr>
    </w:p>
    <w:p w:rsidR="00E76AB9" w:rsidRDefault="00E76AB9" w:rsidP="00283D0B">
      <w:pPr>
        <w:pStyle w:val="BodyText"/>
        <w:ind w:left="1660" w:right="1528"/>
        <w:jc w:val="center"/>
      </w:pPr>
    </w:p>
    <w:p w:rsidR="00E76AB9" w:rsidRDefault="00E76AB9" w:rsidP="00283D0B">
      <w:pPr>
        <w:pStyle w:val="BodyText"/>
        <w:ind w:left="1660" w:right="1528"/>
        <w:jc w:val="center"/>
      </w:pPr>
    </w:p>
    <w:p w:rsidR="00E76AB9" w:rsidRDefault="00E76AB9" w:rsidP="00283D0B">
      <w:pPr>
        <w:pStyle w:val="BodyText"/>
        <w:ind w:left="1660" w:right="1528"/>
        <w:jc w:val="center"/>
      </w:pPr>
    </w:p>
    <w:p w:rsidR="00E76AB9" w:rsidRDefault="00E76AB9" w:rsidP="00283D0B">
      <w:pPr>
        <w:pStyle w:val="BodyText"/>
        <w:ind w:left="1660" w:right="1528"/>
        <w:jc w:val="center"/>
      </w:pPr>
    </w:p>
    <w:p w:rsidR="00E76AB9" w:rsidRDefault="00E76AB9" w:rsidP="00283D0B">
      <w:pPr>
        <w:pStyle w:val="BodyText"/>
        <w:ind w:left="1660" w:right="1528"/>
        <w:jc w:val="center"/>
      </w:pPr>
    </w:p>
    <w:p w:rsidR="00E76AB9" w:rsidRPr="009B44A9" w:rsidRDefault="00E76AB9" w:rsidP="00283D0B">
      <w:pPr>
        <w:pStyle w:val="BodyText"/>
        <w:ind w:left="1660" w:right="1528"/>
        <w:jc w:val="center"/>
      </w:pPr>
    </w:p>
    <w:p w:rsidR="00E76AB9" w:rsidRPr="002333B5" w:rsidRDefault="00E76AB9" w:rsidP="007719CA">
      <w:pPr>
        <w:pStyle w:val="BodyText"/>
        <w:spacing w:before="90"/>
        <w:ind w:left="1615" w:right="1528"/>
        <w:jc w:val="center"/>
        <w:rPr>
          <w:b/>
          <w:sz w:val="28"/>
          <w:szCs w:val="28"/>
        </w:rPr>
        <w:sectPr w:rsidR="00E76AB9" w:rsidRPr="002333B5">
          <w:type w:val="continuous"/>
          <w:pgSz w:w="11900" w:h="16840"/>
          <w:pgMar w:top="520" w:right="520" w:bottom="280" w:left="560" w:header="720" w:footer="720" w:gutter="0"/>
          <w:cols w:space="720"/>
        </w:sectPr>
      </w:pPr>
      <w:r w:rsidRPr="002333B5">
        <w:rPr>
          <w:b/>
          <w:sz w:val="28"/>
          <w:szCs w:val="28"/>
        </w:rPr>
        <w:t>Гай</w:t>
      </w:r>
      <w:r w:rsidRPr="002333B5">
        <w:rPr>
          <w:b/>
          <w:spacing w:val="-17"/>
          <w:sz w:val="28"/>
          <w:szCs w:val="28"/>
        </w:rPr>
        <w:t xml:space="preserve"> </w:t>
      </w:r>
      <w:r w:rsidRPr="002333B5">
        <w:rPr>
          <w:b/>
          <w:sz w:val="28"/>
          <w:szCs w:val="28"/>
        </w:rPr>
        <w:t>2023</w:t>
      </w:r>
    </w:p>
    <w:p w:rsidR="00E76AB9" w:rsidRPr="007940B1" w:rsidRDefault="00E76AB9" w:rsidP="00AF0C96">
      <w:pPr>
        <w:spacing w:line="264" w:lineRule="auto"/>
        <w:jc w:val="both"/>
        <w:rPr>
          <w:sz w:val="24"/>
          <w:szCs w:val="24"/>
        </w:rPr>
      </w:pPr>
      <w:r w:rsidRPr="007940B1">
        <w:rPr>
          <w:b/>
          <w:color w:val="000000"/>
          <w:sz w:val="24"/>
          <w:szCs w:val="24"/>
        </w:rPr>
        <w:t>ПОЯСНИТЕЛЬНАЯ ЗАПИСКА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color w:val="0000FF"/>
          <w:sz w:val="24"/>
          <w:szCs w:val="24"/>
        </w:rPr>
      </w:pP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Программа по иностранному (французскому, второму иностранному)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Программа по иностранному (французскому, второму иностранному) языку даёт представление о целях образования, развития и воспитания обучающихся на уровне основного общего образования средствами учебного предмета. Программа по иностранному языку устанавливает распределение  предметного содержания по годам обучения, последовательность их изучения с учётом особенностей структуры иностранного языка, межпредметных связей иностранного (французского)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(французскому)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(французскому) языку начального общего образования, что обеспечивает преемственность между уровнями общего образования.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 xml:space="preserve">Изучение иностранного (французского)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Построение программы по иностранному (французскому)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иностранному языку.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свою страну, её культуру в условиях межкультурного общения;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Наряду с иноязычной коммуникативной компетенцией средствами иностранного (французского)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E76AB9" w:rsidRPr="007940B1" w:rsidRDefault="00E76AB9" w:rsidP="00AF0C96">
      <w:pPr>
        <w:spacing w:line="264" w:lineRule="auto"/>
        <w:ind w:firstLine="600"/>
        <w:jc w:val="both"/>
        <w:rPr>
          <w:sz w:val="24"/>
          <w:szCs w:val="24"/>
        </w:rPr>
      </w:pPr>
      <w:r w:rsidRPr="007940B1">
        <w:rPr>
          <w:sz w:val="24"/>
          <w:szCs w:val="24"/>
        </w:rPr>
        <w:t>Основными подходами к обучению иностранному (французскому)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E76AB9" w:rsidRPr="007940B1" w:rsidRDefault="00E76AB9" w:rsidP="007940B1">
      <w:pPr>
        <w:spacing w:line="264" w:lineRule="auto"/>
        <w:ind w:firstLine="600"/>
        <w:jc w:val="both"/>
        <w:rPr>
          <w:sz w:val="24"/>
          <w:szCs w:val="24"/>
        </w:rPr>
        <w:sectPr w:rsidR="00E76AB9" w:rsidRPr="007940B1">
          <w:pgSz w:w="11906" w:h="16383"/>
          <w:pgMar w:top="1134" w:right="850" w:bottom="1134" w:left="1701" w:header="720" w:footer="720" w:gutter="0"/>
          <w:cols w:space="720"/>
        </w:sectPr>
      </w:pPr>
      <w:r w:rsidRPr="007940B1">
        <w:rPr>
          <w:sz w:val="24"/>
          <w:szCs w:val="24"/>
        </w:rPr>
        <w:t>‌</w:t>
      </w:r>
      <w:bookmarkStart w:id="0" w:name="6aa83e48-2cda-48be-be58-b7f32ebffe8c"/>
      <w:bookmarkEnd w:id="0"/>
      <w:r w:rsidRPr="007940B1">
        <w:rPr>
          <w:sz w:val="24"/>
          <w:szCs w:val="24"/>
        </w:rPr>
        <w:t>Общее число часов, рекомендованных для изучения иностранного (французского) языка – 340 часов: в 5 классе – 68 часов (2 часа в неделю), в 6 классе – 68 часов (2 часа в неделю), в 7 классе – 68 часов (2 часа в неделю), в 8 классе –68 часов (2 часа в неделю), в 9 классе – 66 часов (2</w:t>
      </w:r>
      <w:r>
        <w:rPr>
          <w:sz w:val="24"/>
          <w:szCs w:val="24"/>
        </w:rPr>
        <w:t xml:space="preserve"> часа в неделю)</w:t>
      </w:r>
    </w:p>
    <w:p w:rsidR="00E76AB9" w:rsidRPr="009B44A9" w:rsidRDefault="00E76AB9" w:rsidP="007940B1">
      <w:pPr>
        <w:pStyle w:val="Heading1"/>
        <w:spacing w:before="66"/>
        <w:ind w:left="0"/>
      </w:pPr>
      <w:r>
        <w:rPr>
          <w:noProof/>
          <w:lang w:eastAsia="ru-RU"/>
        </w:rPr>
        <w:pict>
          <v:rect id="_x0000_s1026" style="position:absolute;margin-left:33.3pt;margin-top:22.9pt;width:528.15pt;height:.6pt;z-index:-251657728;mso-wrap-distance-left:0;mso-wrap-distance-right:0;mso-position-horizontal-relative:page" fillcolor="black" stroked="f">
            <w10:wrap type="topAndBottom" anchorx="page"/>
          </v:rect>
        </w:pict>
      </w:r>
      <w:r w:rsidRPr="009B44A9">
        <w:t>СОДЕРЖАНИЕ</w:t>
      </w:r>
      <w:r w:rsidRPr="009B44A9">
        <w:rPr>
          <w:spacing w:val="-8"/>
        </w:rPr>
        <w:t xml:space="preserve"> </w:t>
      </w:r>
      <w:r>
        <w:t>ОБУЧЕНИЯ</w:t>
      </w:r>
    </w:p>
    <w:p w:rsidR="00E76AB9" w:rsidRPr="009B44A9" w:rsidRDefault="00E76AB9" w:rsidP="007940B1">
      <w:pPr>
        <w:pStyle w:val="ListParagraph"/>
        <w:numPr>
          <w:ilvl w:val="0"/>
          <w:numId w:val="21"/>
        </w:numPr>
        <w:tabs>
          <w:tab w:val="left" w:pos="287"/>
        </w:tabs>
        <w:spacing w:before="179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КЛАСС</w:t>
      </w:r>
    </w:p>
    <w:p w:rsidR="00E76AB9" w:rsidRPr="009B44A9" w:rsidRDefault="00E76AB9" w:rsidP="007940B1">
      <w:pPr>
        <w:pStyle w:val="Heading1"/>
        <w:spacing w:before="156"/>
      </w:pPr>
      <w:r w:rsidRPr="009B44A9">
        <w:t>КОММУНИКАТИВНЫЕ</w:t>
      </w:r>
      <w:r w:rsidRPr="009B44A9">
        <w:rPr>
          <w:spacing w:val="-10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1270" w:firstLine="180"/>
        <w:jc w:val="both"/>
      </w:pPr>
      <w:r w:rsidRPr="009B44A9">
        <w:t>Формирование умения общаться в устной и письменной форме, используя рецептивные и</w:t>
      </w:r>
      <w:r w:rsidRPr="009B44A9">
        <w:rPr>
          <w:spacing w:val="-58"/>
        </w:rPr>
        <w:t xml:space="preserve"> </w:t>
      </w:r>
      <w:r w:rsidRPr="009B44A9">
        <w:t>продуктивные</w:t>
      </w:r>
      <w:r w:rsidRPr="009B44A9">
        <w:rPr>
          <w:spacing w:val="-2"/>
        </w:rPr>
        <w:t xml:space="preserve"> </w:t>
      </w:r>
      <w:r w:rsidRPr="009B44A9">
        <w:t>виды</w:t>
      </w:r>
      <w:r w:rsidRPr="009B44A9">
        <w:rPr>
          <w:spacing w:val="-2"/>
        </w:rPr>
        <w:t xml:space="preserve"> </w:t>
      </w:r>
      <w:r w:rsidRPr="009B44A9">
        <w:t>речевой</w:t>
      </w:r>
      <w:r w:rsidRPr="009B44A9">
        <w:rPr>
          <w:spacing w:val="-2"/>
        </w:rPr>
        <w:t xml:space="preserve"> </w:t>
      </w:r>
      <w:r w:rsidRPr="009B44A9">
        <w:t>деятельности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рамках</w:t>
      </w:r>
      <w:r w:rsidRPr="009B44A9">
        <w:rPr>
          <w:spacing w:val="-1"/>
        </w:rPr>
        <w:t xml:space="preserve"> </w:t>
      </w:r>
      <w:r w:rsidRPr="009B44A9">
        <w:t>тематического</w:t>
      </w:r>
      <w:r w:rsidRPr="009B44A9">
        <w:rPr>
          <w:spacing w:val="-2"/>
        </w:rPr>
        <w:t xml:space="preserve"> </w:t>
      </w:r>
      <w:r w:rsidRPr="009B44A9">
        <w:t>содержания</w:t>
      </w:r>
      <w:r w:rsidRPr="009B44A9">
        <w:rPr>
          <w:spacing w:val="-3"/>
        </w:rPr>
        <w:t xml:space="preserve"> </w:t>
      </w:r>
      <w:r w:rsidRPr="009B44A9">
        <w:t>речи.</w:t>
      </w:r>
    </w:p>
    <w:p w:rsidR="00E76AB9" w:rsidRPr="009B44A9" w:rsidRDefault="00E76AB9" w:rsidP="007940B1">
      <w:pPr>
        <w:pStyle w:val="BodyText"/>
        <w:spacing w:line="292" w:lineRule="auto"/>
        <w:ind w:left="286" w:right="850"/>
        <w:jc w:val="both"/>
      </w:pPr>
      <w:r w:rsidRPr="009B44A9">
        <w:t>Моя</w:t>
      </w:r>
      <w:r w:rsidRPr="009B44A9">
        <w:rPr>
          <w:spacing w:val="-5"/>
        </w:rPr>
        <w:t xml:space="preserve"> </w:t>
      </w:r>
      <w:r w:rsidRPr="009B44A9">
        <w:t>семья.</w:t>
      </w:r>
      <w:r w:rsidRPr="009B44A9">
        <w:rPr>
          <w:spacing w:val="-3"/>
        </w:rPr>
        <w:t xml:space="preserve"> </w:t>
      </w:r>
      <w:r w:rsidRPr="009B44A9">
        <w:t>Мои</w:t>
      </w:r>
      <w:r w:rsidRPr="009B44A9">
        <w:rPr>
          <w:spacing w:val="-3"/>
        </w:rPr>
        <w:t xml:space="preserve"> </w:t>
      </w:r>
      <w:r w:rsidRPr="009B44A9">
        <w:t>друзья.</w:t>
      </w:r>
      <w:r w:rsidRPr="009B44A9">
        <w:rPr>
          <w:spacing w:val="-3"/>
        </w:rPr>
        <w:t xml:space="preserve"> </w:t>
      </w:r>
      <w:r w:rsidRPr="009B44A9">
        <w:t>Семейные</w:t>
      </w:r>
      <w:r w:rsidRPr="009B44A9">
        <w:rPr>
          <w:spacing w:val="-3"/>
        </w:rPr>
        <w:t xml:space="preserve"> </w:t>
      </w:r>
      <w:r w:rsidRPr="009B44A9">
        <w:t>праздники:</w:t>
      </w:r>
      <w:r w:rsidRPr="009B44A9">
        <w:rPr>
          <w:spacing w:val="-4"/>
        </w:rPr>
        <w:t xml:space="preserve"> </w:t>
      </w:r>
      <w:r w:rsidRPr="009B44A9">
        <w:t>день</w:t>
      </w:r>
      <w:r w:rsidRPr="009B44A9">
        <w:rPr>
          <w:spacing w:val="-4"/>
        </w:rPr>
        <w:t xml:space="preserve"> </w:t>
      </w:r>
      <w:r w:rsidRPr="009B44A9">
        <w:t>рождения,</w:t>
      </w:r>
      <w:r w:rsidRPr="009B44A9">
        <w:rPr>
          <w:spacing w:val="-3"/>
        </w:rPr>
        <w:t xml:space="preserve"> </w:t>
      </w:r>
      <w:r w:rsidRPr="009B44A9">
        <w:t>Новый</w:t>
      </w:r>
      <w:r w:rsidRPr="009B44A9">
        <w:rPr>
          <w:spacing w:val="-3"/>
        </w:rPr>
        <w:t xml:space="preserve"> </w:t>
      </w:r>
      <w:r w:rsidRPr="009B44A9">
        <w:t>год,</w:t>
      </w:r>
      <w:r w:rsidRPr="009B44A9">
        <w:rPr>
          <w:spacing w:val="-4"/>
        </w:rPr>
        <w:t xml:space="preserve"> </w:t>
      </w:r>
      <w:r w:rsidRPr="009B44A9">
        <w:t>Рождество.</w:t>
      </w:r>
      <w:r w:rsidRPr="009B44A9">
        <w:rPr>
          <w:spacing w:val="-57"/>
        </w:rPr>
        <w:t xml:space="preserve"> </w:t>
      </w:r>
      <w:r w:rsidRPr="009B44A9">
        <w:t>Внешность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характер человека/литературного</w:t>
      </w:r>
      <w:r w:rsidRPr="009B44A9">
        <w:rPr>
          <w:spacing w:val="-1"/>
        </w:rPr>
        <w:t xml:space="preserve"> </w:t>
      </w:r>
      <w:r w:rsidRPr="009B44A9">
        <w:t>персонажа.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Досуг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увлечения/хобби</w:t>
      </w:r>
      <w:r w:rsidRPr="009B44A9">
        <w:rPr>
          <w:spacing w:val="-4"/>
        </w:rPr>
        <w:t xml:space="preserve"> </w:t>
      </w:r>
      <w:r w:rsidRPr="009B44A9">
        <w:t>современного</w:t>
      </w:r>
      <w:r w:rsidRPr="009B44A9">
        <w:rPr>
          <w:spacing w:val="-3"/>
        </w:rPr>
        <w:t xml:space="preserve"> </w:t>
      </w:r>
      <w:r w:rsidRPr="009B44A9">
        <w:t>подростка</w:t>
      </w:r>
      <w:r w:rsidRPr="009B44A9">
        <w:rPr>
          <w:spacing w:val="-3"/>
        </w:rPr>
        <w:t xml:space="preserve"> </w:t>
      </w:r>
      <w:r w:rsidRPr="009B44A9">
        <w:t>(чтение,</w:t>
      </w:r>
      <w:r w:rsidRPr="009B44A9">
        <w:rPr>
          <w:spacing w:val="-4"/>
        </w:rPr>
        <w:t xml:space="preserve"> </w:t>
      </w:r>
      <w:r w:rsidRPr="009B44A9">
        <w:t>кино,</w:t>
      </w:r>
      <w:r w:rsidRPr="009B44A9">
        <w:rPr>
          <w:spacing w:val="-3"/>
        </w:rPr>
        <w:t xml:space="preserve"> </w:t>
      </w:r>
      <w:r w:rsidRPr="009B44A9">
        <w:t>спорт).</w:t>
      </w:r>
    </w:p>
    <w:p w:rsidR="00E76AB9" w:rsidRPr="009B44A9" w:rsidRDefault="00E76AB9" w:rsidP="007940B1">
      <w:pPr>
        <w:pStyle w:val="BodyText"/>
        <w:spacing w:before="59" w:line="292" w:lineRule="auto"/>
        <w:ind w:left="286" w:right="1866"/>
        <w:jc w:val="both"/>
      </w:pPr>
      <w:r w:rsidRPr="009B44A9">
        <w:t>Здоровый образ жизни: режим труда и отдыха, здоровое питание. Посещение врача.</w:t>
      </w:r>
      <w:r w:rsidRPr="009B44A9">
        <w:rPr>
          <w:spacing w:val="-58"/>
        </w:rPr>
        <w:t xml:space="preserve"> </w:t>
      </w:r>
      <w:r w:rsidRPr="009B44A9">
        <w:t>Покупки:</w:t>
      </w:r>
      <w:r w:rsidRPr="009B44A9">
        <w:rPr>
          <w:spacing w:val="-2"/>
        </w:rPr>
        <w:t xml:space="preserve"> </w:t>
      </w:r>
      <w:r w:rsidRPr="009B44A9">
        <w:t>одежда, обувь</w:t>
      </w:r>
      <w:r w:rsidRPr="009B44A9">
        <w:rPr>
          <w:spacing w:val="-1"/>
        </w:rPr>
        <w:t xml:space="preserve"> </w:t>
      </w:r>
      <w:r w:rsidRPr="009B44A9">
        <w:t>и продукты</w:t>
      </w:r>
      <w:r w:rsidRPr="009B44A9">
        <w:rPr>
          <w:spacing w:val="-1"/>
        </w:rPr>
        <w:t xml:space="preserve"> </w:t>
      </w:r>
      <w:r w:rsidRPr="009B44A9">
        <w:t>питания.</w:t>
      </w:r>
    </w:p>
    <w:p w:rsidR="00E76AB9" w:rsidRPr="009B44A9" w:rsidRDefault="00E76AB9" w:rsidP="007940B1">
      <w:pPr>
        <w:pStyle w:val="BodyText"/>
        <w:spacing w:line="292" w:lineRule="auto"/>
        <w:ind w:right="1407" w:firstLine="180"/>
        <w:jc w:val="both"/>
      </w:pPr>
      <w:r w:rsidRPr="009B44A9">
        <w:t>Школа, школьная жизнь, школьные принадлежности, изучаемые предметы. Переписка с</w:t>
      </w:r>
      <w:r w:rsidRPr="009B44A9">
        <w:rPr>
          <w:spacing w:val="-58"/>
        </w:rPr>
        <w:t xml:space="preserve"> </w:t>
      </w:r>
      <w:r w:rsidRPr="009B44A9">
        <w:t>зарубежными</w:t>
      </w:r>
      <w:r w:rsidRPr="009B44A9">
        <w:rPr>
          <w:spacing w:val="-1"/>
        </w:rPr>
        <w:t xml:space="preserve"> </w:t>
      </w:r>
      <w:r w:rsidRPr="009B44A9">
        <w:t>сверстниками.</w:t>
      </w:r>
    </w:p>
    <w:p w:rsidR="00E76AB9" w:rsidRPr="009B44A9" w:rsidRDefault="00E76AB9" w:rsidP="007940B1">
      <w:pPr>
        <w:pStyle w:val="BodyText"/>
        <w:spacing w:line="292" w:lineRule="auto"/>
        <w:ind w:left="286" w:right="5478"/>
        <w:jc w:val="both"/>
      </w:pPr>
      <w:r w:rsidRPr="009B44A9">
        <w:t>Каникулы в различное время года. Виды отдыха.</w:t>
      </w:r>
      <w:r w:rsidRPr="009B44A9">
        <w:rPr>
          <w:spacing w:val="-58"/>
        </w:rPr>
        <w:t xml:space="preserve"> </w:t>
      </w:r>
      <w:r w:rsidRPr="009B44A9">
        <w:t>Природа: дикие и домашние животные. Погода.</w:t>
      </w:r>
      <w:r w:rsidRPr="009B44A9">
        <w:rPr>
          <w:spacing w:val="1"/>
        </w:rPr>
        <w:t xml:space="preserve"> </w:t>
      </w:r>
      <w:r w:rsidRPr="009B44A9">
        <w:t>Родной</w:t>
      </w:r>
      <w:r w:rsidRPr="009B44A9">
        <w:rPr>
          <w:spacing w:val="-1"/>
        </w:rPr>
        <w:t xml:space="preserve"> </w:t>
      </w:r>
      <w:r w:rsidRPr="009B44A9">
        <w:t>город/село. Транспорт.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Родная страна и страна/страны изучаемого языка. Их географическое положение, столицы;</w:t>
      </w:r>
      <w:r w:rsidRPr="009B44A9">
        <w:rPr>
          <w:spacing w:val="1"/>
        </w:rPr>
        <w:t xml:space="preserve"> </w:t>
      </w:r>
      <w:r w:rsidRPr="009B44A9">
        <w:t>достопримечательности,</w:t>
      </w:r>
      <w:r w:rsidRPr="009B44A9">
        <w:rPr>
          <w:spacing w:val="-5"/>
        </w:rPr>
        <w:t xml:space="preserve"> </w:t>
      </w:r>
      <w:r w:rsidRPr="009B44A9">
        <w:t>культурные</w:t>
      </w:r>
      <w:r w:rsidRPr="009B44A9">
        <w:rPr>
          <w:spacing w:val="-4"/>
        </w:rPr>
        <w:t xml:space="preserve"> </w:t>
      </w:r>
      <w:r w:rsidRPr="009B44A9">
        <w:t>особенности</w:t>
      </w:r>
      <w:r w:rsidRPr="009B44A9">
        <w:rPr>
          <w:spacing w:val="-4"/>
        </w:rPr>
        <w:t xml:space="preserve"> </w:t>
      </w:r>
      <w:r w:rsidRPr="009B44A9">
        <w:t>(национальные</w:t>
      </w:r>
      <w:r w:rsidRPr="009B44A9">
        <w:rPr>
          <w:spacing w:val="51"/>
        </w:rPr>
        <w:t xml:space="preserve"> </w:t>
      </w:r>
      <w:r w:rsidRPr="009B44A9">
        <w:t>праздники,</w:t>
      </w:r>
      <w:r w:rsidRPr="009B44A9">
        <w:rPr>
          <w:spacing w:val="52"/>
        </w:rPr>
        <w:t xml:space="preserve"> </w:t>
      </w:r>
      <w:r w:rsidRPr="009B44A9">
        <w:t>традиции,</w:t>
      </w:r>
      <w:r w:rsidRPr="009B44A9">
        <w:rPr>
          <w:spacing w:val="-5"/>
        </w:rPr>
        <w:t xml:space="preserve"> </w:t>
      </w:r>
      <w:r w:rsidRPr="009B44A9">
        <w:t>обычаи).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Выдающиеся</w:t>
      </w:r>
      <w:r w:rsidRPr="009B44A9">
        <w:rPr>
          <w:spacing w:val="-5"/>
        </w:rPr>
        <w:t xml:space="preserve"> </w:t>
      </w:r>
      <w:r w:rsidRPr="009B44A9">
        <w:t>люди</w:t>
      </w:r>
      <w:r w:rsidRPr="009B44A9">
        <w:rPr>
          <w:spacing w:val="-3"/>
        </w:rPr>
        <w:t xml:space="preserve"> </w:t>
      </w:r>
      <w:r w:rsidRPr="009B44A9">
        <w:t>родной</w:t>
      </w:r>
      <w:r w:rsidRPr="009B44A9">
        <w:rPr>
          <w:spacing w:val="-4"/>
        </w:rPr>
        <w:t xml:space="preserve"> </w:t>
      </w:r>
      <w:r w:rsidRPr="009B44A9">
        <w:t>страны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страны/стран</w:t>
      </w:r>
      <w:r w:rsidRPr="009B44A9">
        <w:rPr>
          <w:spacing w:val="-3"/>
        </w:rPr>
        <w:t xml:space="preserve"> </w:t>
      </w:r>
      <w:r w:rsidRPr="009B44A9">
        <w:t>изучаемого</w:t>
      </w:r>
      <w:r w:rsidRPr="009B44A9">
        <w:rPr>
          <w:spacing w:val="-4"/>
        </w:rPr>
        <w:t xml:space="preserve"> </w:t>
      </w:r>
      <w:r w:rsidRPr="009B44A9">
        <w:t>языка:</w:t>
      </w:r>
      <w:r w:rsidRPr="009B44A9">
        <w:rPr>
          <w:spacing w:val="-4"/>
        </w:rPr>
        <w:t xml:space="preserve"> </w:t>
      </w:r>
      <w:r w:rsidRPr="009B44A9">
        <w:t>писатели,</w:t>
      </w:r>
      <w:r w:rsidRPr="009B44A9">
        <w:rPr>
          <w:spacing w:val="-4"/>
        </w:rPr>
        <w:t xml:space="preserve"> </w:t>
      </w:r>
      <w:r w:rsidRPr="009B44A9">
        <w:t>поэты.</w:t>
      </w:r>
    </w:p>
    <w:p w:rsidR="00E76AB9" w:rsidRPr="009B44A9" w:rsidRDefault="00E76AB9" w:rsidP="007940B1">
      <w:pPr>
        <w:pStyle w:val="Heading1"/>
        <w:spacing w:before="176"/>
        <w:jc w:val="both"/>
      </w:pPr>
      <w:r w:rsidRPr="009B44A9">
        <w:t>ВИДЫ</w:t>
      </w:r>
      <w:r w:rsidRPr="009B44A9">
        <w:rPr>
          <w:spacing w:val="-7"/>
        </w:rPr>
        <w:t xml:space="preserve"> </w:t>
      </w:r>
      <w:r w:rsidRPr="009B44A9">
        <w:t>РЕЧЕВОЙ</w:t>
      </w:r>
      <w:r w:rsidRPr="009B44A9">
        <w:rPr>
          <w:spacing w:val="-7"/>
        </w:rPr>
        <w:t xml:space="preserve"> </w:t>
      </w:r>
      <w:r w:rsidRPr="009B44A9">
        <w:t>ДЕЯТЕЛЬНОСТИ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Говорение</w:t>
      </w:r>
    </w:p>
    <w:p w:rsidR="00E76AB9" w:rsidRPr="009B44A9" w:rsidRDefault="00E76AB9" w:rsidP="007940B1">
      <w:pPr>
        <w:spacing w:before="60"/>
        <w:ind w:left="2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Формирование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развитие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умений</w:t>
      </w:r>
      <w:r w:rsidRPr="009B44A9">
        <w:rPr>
          <w:spacing w:val="3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диалогической</w:t>
      </w:r>
      <w:r w:rsidRPr="009B44A9">
        <w:rPr>
          <w:b/>
          <w:i/>
          <w:spacing w:val="-5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речи</w:t>
      </w:r>
      <w:r w:rsidRPr="009B44A9">
        <w:rPr>
          <w:sz w:val="24"/>
          <w:szCs w:val="24"/>
        </w:rPr>
        <w:t>: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rPr>
          <w:i/>
        </w:rPr>
        <w:t>диалог этикетного характера</w:t>
      </w:r>
      <w:r w:rsidRPr="009B44A9">
        <w:t>: начинать, поддерживать и заканчивать разговор (в том числе</w:t>
      </w:r>
      <w:r w:rsidRPr="009B44A9">
        <w:rPr>
          <w:spacing w:val="1"/>
        </w:rPr>
        <w:t xml:space="preserve"> </w:t>
      </w:r>
      <w:r w:rsidRPr="009B44A9">
        <w:t>разговор</w:t>
      </w:r>
      <w:r w:rsidRPr="009B44A9">
        <w:rPr>
          <w:spacing w:val="-4"/>
        </w:rPr>
        <w:t xml:space="preserve"> </w:t>
      </w:r>
      <w:r w:rsidRPr="009B44A9">
        <w:t>по</w:t>
      </w:r>
      <w:r w:rsidRPr="009B44A9">
        <w:rPr>
          <w:spacing w:val="-4"/>
        </w:rPr>
        <w:t xml:space="preserve"> </w:t>
      </w:r>
      <w:r w:rsidRPr="009B44A9">
        <w:t>телефону);</w:t>
      </w:r>
      <w:r w:rsidRPr="009B44A9">
        <w:rPr>
          <w:spacing w:val="-4"/>
        </w:rPr>
        <w:t xml:space="preserve"> </w:t>
      </w:r>
      <w:r w:rsidRPr="009B44A9">
        <w:t>поздравлять</w:t>
      </w:r>
      <w:r w:rsidRPr="009B44A9">
        <w:rPr>
          <w:spacing w:val="-5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праздником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вежливо</w:t>
      </w:r>
      <w:r w:rsidRPr="009B44A9">
        <w:rPr>
          <w:spacing w:val="-4"/>
        </w:rPr>
        <w:t xml:space="preserve"> </w:t>
      </w:r>
      <w:r w:rsidRPr="009B44A9">
        <w:t>реагировать</w:t>
      </w:r>
      <w:r w:rsidRPr="009B44A9">
        <w:rPr>
          <w:spacing w:val="-5"/>
        </w:rPr>
        <w:t xml:space="preserve"> </w:t>
      </w:r>
      <w:r w:rsidRPr="009B44A9">
        <w:t>на</w:t>
      </w:r>
      <w:r w:rsidRPr="009B44A9">
        <w:rPr>
          <w:spacing w:val="-3"/>
        </w:rPr>
        <w:t xml:space="preserve"> </w:t>
      </w:r>
      <w:r w:rsidRPr="009B44A9">
        <w:t>поздравление;</w:t>
      </w:r>
      <w:r w:rsidRPr="009B44A9">
        <w:rPr>
          <w:spacing w:val="-5"/>
        </w:rPr>
        <w:t xml:space="preserve"> </w:t>
      </w:r>
      <w:r w:rsidRPr="009B44A9">
        <w:t>выражать</w:t>
      </w:r>
      <w:r w:rsidRPr="009B44A9">
        <w:rPr>
          <w:spacing w:val="-57"/>
        </w:rPr>
        <w:t xml:space="preserve"> </w:t>
      </w:r>
      <w:r w:rsidRPr="009B44A9">
        <w:t>благодарность;</w:t>
      </w:r>
      <w:r w:rsidRPr="009B44A9">
        <w:rPr>
          <w:spacing w:val="-5"/>
        </w:rPr>
        <w:t xml:space="preserve"> </w:t>
      </w:r>
      <w:r w:rsidRPr="009B44A9">
        <w:t>вежливо</w:t>
      </w:r>
      <w:r w:rsidRPr="009B44A9">
        <w:rPr>
          <w:spacing w:val="-4"/>
        </w:rPr>
        <w:t xml:space="preserve"> </w:t>
      </w:r>
      <w:r w:rsidRPr="009B44A9">
        <w:t>соглашаться</w:t>
      </w:r>
      <w:r w:rsidRPr="009B44A9">
        <w:rPr>
          <w:spacing w:val="-4"/>
        </w:rPr>
        <w:t xml:space="preserve"> </w:t>
      </w:r>
      <w:r w:rsidRPr="009B44A9">
        <w:t>на</w:t>
      </w:r>
      <w:r w:rsidRPr="009B44A9">
        <w:rPr>
          <w:spacing w:val="-4"/>
        </w:rPr>
        <w:t xml:space="preserve"> </w:t>
      </w:r>
      <w:r w:rsidRPr="009B44A9">
        <w:t>предложение/отказываться</w:t>
      </w:r>
      <w:r w:rsidRPr="009B44A9">
        <w:rPr>
          <w:spacing w:val="-4"/>
        </w:rPr>
        <w:t xml:space="preserve"> </w:t>
      </w:r>
      <w:r w:rsidRPr="009B44A9">
        <w:t>от</w:t>
      </w:r>
      <w:r w:rsidRPr="009B44A9">
        <w:rPr>
          <w:spacing w:val="-5"/>
        </w:rPr>
        <w:t xml:space="preserve"> </w:t>
      </w:r>
      <w:r w:rsidRPr="009B44A9">
        <w:t>предложения</w:t>
      </w:r>
      <w:r w:rsidRPr="009B44A9">
        <w:rPr>
          <w:spacing w:val="-5"/>
        </w:rPr>
        <w:t xml:space="preserve"> </w:t>
      </w:r>
      <w:r w:rsidRPr="009B44A9">
        <w:t>собеседника;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диалог-побуждение к действию</w:t>
      </w:r>
      <w:r w:rsidRPr="009B44A9">
        <w:t>: обращаться с просьбой, вежливо соглашаться/не соглашаться</w:t>
      </w:r>
      <w:r w:rsidRPr="009B44A9">
        <w:rPr>
          <w:spacing w:val="1"/>
        </w:rPr>
        <w:t xml:space="preserve"> </w:t>
      </w:r>
      <w:r w:rsidRPr="009B44A9">
        <w:t>выполнить</w:t>
      </w:r>
      <w:r w:rsidRPr="009B44A9">
        <w:rPr>
          <w:spacing w:val="-7"/>
        </w:rPr>
        <w:t xml:space="preserve"> </w:t>
      </w:r>
      <w:r w:rsidRPr="009B44A9">
        <w:t>просьбу;</w:t>
      </w:r>
      <w:r w:rsidRPr="009B44A9">
        <w:rPr>
          <w:spacing w:val="-6"/>
        </w:rPr>
        <w:t xml:space="preserve"> </w:t>
      </w:r>
      <w:r w:rsidRPr="009B44A9">
        <w:t>приглашать</w:t>
      </w:r>
      <w:r w:rsidRPr="009B44A9">
        <w:rPr>
          <w:spacing w:val="-6"/>
        </w:rPr>
        <w:t xml:space="preserve"> </w:t>
      </w:r>
      <w:r w:rsidRPr="009B44A9">
        <w:t>собеседника</w:t>
      </w:r>
      <w:r w:rsidRPr="009B44A9">
        <w:rPr>
          <w:spacing w:val="-6"/>
        </w:rPr>
        <w:t xml:space="preserve"> </w:t>
      </w:r>
      <w:r w:rsidRPr="009B44A9">
        <w:t>к</w:t>
      </w:r>
      <w:r w:rsidRPr="009B44A9">
        <w:rPr>
          <w:spacing w:val="-6"/>
        </w:rPr>
        <w:t xml:space="preserve"> </w:t>
      </w:r>
      <w:r w:rsidRPr="009B44A9">
        <w:t>совместной</w:t>
      </w:r>
      <w:r w:rsidRPr="009B44A9">
        <w:rPr>
          <w:spacing w:val="-5"/>
        </w:rPr>
        <w:t xml:space="preserve"> </w:t>
      </w:r>
      <w:r w:rsidRPr="009B44A9">
        <w:t>деятельности,</w:t>
      </w:r>
      <w:r w:rsidRPr="009B44A9">
        <w:rPr>
          <w:spacing w:val="-5"/>
        </w:rPr>
        <w:t xml:space="preserve"> </w:t>
      </w:r>
      <w:r w:rsidRPr="009B44A9">
        <w:t>вежливо</w:t>
      </w:r>
      <w:r w:rsidRPr="009B44A9">
        <w:rPr>
          <w:spacing w:val="-6"/>
        </w:rPr>
        <w:t xml:space="preserve"> </w:t>
      </w:r>
      <w:r w:rsidRPr="009B44A9">
        <w:t>соглашаться/не</w:t>
      </w:r>
      <w:r w:rsidRPr="009B44A9">
        <w:rPr>
          <w:spacing w:val="-57"/>
        </w:rPr>
        <w:t xml:space="preserve"> </w:t>
      </w:r>
      <w:r w:rsidRPr="009B44A9">
        <w:t>соглашаться</w:t>
      </w:r>
      <w:r w:rsidRPr="009B44A9">
        <w:rPr>
          <w:spacing w:val="-2"/>
        </w:rPr>
        <w:t xml:space="preserve"> </w:t>
      </w:r>
      <w:r w:rsidRPr="009B44A9">
        <w:t>на предложение собеседника;</w:t>
      </w:r>
    </w:p>
    <w:p w:rsidR="00E76AB9" w:rsidRPr="009B44A9" w:rsidRDefault="00E76AB9" w:rsidP="007940B1">
      <w:pPr>
        <w:pStyle w:val="BodyText"/>
        <w:spacing w:line="292" w:lineRule="auto"/>
        <w:ind w:right="1263" w:firstLine="180"/>
        <w:jc w:val="both"/>
      </w:pPr>
      <w:r w:rsidRPr="009B44A9">
        <w:rPr>
          <w:i/>
        </w:rPr>
        <w:t>диалог-расспрос</w:t>
      </w:r>
      <w:r w:rsidRPr="009B44A9">
        <w:t>: сообщать фактическую информацию, отвечая на вопросы разных видов;</w:t>
      </w:r>
      <w:r w:rsidRPr="009B44A9">
        <w:rPr>
          <w:spacing w:val="-57"/>
        </w:rPr>
        <w:t xml:space="preserve"> </w:t>
      </w:r>
      <w:r w:rsidRPr="009B44A9">
        <w:t>запрашивать</w:t>
      </w:r>
      <w:r w:rsidRPr="009B44A9">
        <w:rPr>
          <w:spacing w:val="-2"/>
        </w:rPr>
        <w:t xml:space="preserve"> </w:t>
      </w:r>
      <w:r w:rsidRPr="009B44A9">
        <w:t>интересующую</w:t>
      </w:r>
      <w:r w:rsidRPr="009B44A9">
        <w:rPr>
          <w:spacing w:val="-1"/>
        </w:rPr>
        <w:t xml:space="preserve"> </w:t>
      </w:r>
      <w:r w:rsidRPr="009B44A9">
        <w:t>информацию.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t>Вышеперечисленные умения диалогической речи развиваются в стандартных ситуациях</w:t>
      </w:r>
      <w:r w:rsidRPr="009B44A9">
        <w:rPr>
          <w:spacing w:val="1"/>
        </w:rPr>
        <w:t xml:space="preserve"> </w:t>
      </w:r>
      <w:r w:rsidRPr="009B44A9">
        <w:t>неофициального общения в рамках тематического содержания речи, с опорой на речевые ситуации,</w:t>
      </w:r>
      <w:r w:rsidRPr="009B44A9">
        <w:rPr>
          <w:spacing w:val="1"/>
        </w:rPr>
        <w:t xml:space="preserve"> </w:t>
      </w:r>
      <w:r w:rsidRPr="009B44A9">
        <w:t>ключевые</w:t>
      </w:r>
      <w:r w:rsidRPr="009B44A9">
        <w:rPr>
          <w:spacing w:val="-4"/>
        </w:rPr>
        <w:t xml:space="preserve"> </w:t>
      </w:r>
      <w:r w:rsidRPr="009B44A9">
        <w:t>слова</w:t>
      </w:r>
      <w:r w:rsidRPr="009B44A9">
        <w:rPr>
          <w:spacing w:val="-3"/>
        </w:rPr>
        <w:t xml:space="preserve"> </w:t>
      </w:r>
      <w:r w:rsidRPr="009B44A9">
        <w:t>и/или</w:t>
      </w:r>
      <w:r w:rsidRPr="009B44A9">
        <w:rPr>
          <w:spacing w:val="-4"/>
        </w:rPr>
        <w:t xml:space="preserve"> </w:t>
      </w:r>
      <w:r w:rsidRPr="009B44A9">
        <w:t>иллюстрации,</w:t>
      </w:r>
      <w:r w:rsidRPr="009B44A9">
        <w:rPr>
          <w:spacing w:val="-3"/>
        </w:rPr>
        <w:t xml:space="preserve"> </w:t>
      </w:r>
      <w:r w:rsidRPr="009B44A9">
        <w:t>фотографии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соблюдением</w:t>
      </w:r>
      <w:r w:rsidRPr="009B44A9">
        <w:rPr>
          <w:spacing w:val="-3"/>
        </w:rPr>
        <w:t xml:space="preserve"> </w:t>
      </w:r>
      <w:r w:rsidRPr="009B44A9">
        <w:t>норм</w:t>
      </w:r>
      <w:r w:rsidRPr="009B44A9">
        <w:rPr>
          <w:spacing w:val="-4"/>
        </w:rPr>
        <w:t xml:space="preserve"> </w:t>
      </w:r>
      <w:r w:rsidRPr="009B44A9">
        <w:t>речевого</w:t>
      </w:r>
      <w:r w:rsidRPr="009B44A9">
        <w:rPr>
          <w:spacing w:val="-3"/>
        </w:rPr>
        <w:t xml:space="preserve"> </w:t>
      </w:r>
      <w:r w:rsidRPr="009B44A9">
        <w:t>этикета,</w:t>
      </w:r>
      <w:r w:rsidRPr="009B44A9">
        <w:rPr>
          <w:spacing w:val="-4"/>
        </w:rPr>
        <w:t xml:space="preserve"> </w:t>
      </w:r>
      <w:r w:rsidRPr="009B44A9">
        <w:t>принятых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57"/>
        </w:rPr>
        <w:t xml:space="preserve"> </w:t>
      </w:r>
      <w:r w:rsidRPr="009B44A9">
        <w:t>стране/странах</w:t>
      </w:r>
      <w:r w:rsidRPr="009B44A9">
        <w:rPr>
          <w:spacing w:val="-1"/>
        </w:rPr>
        <w:t xml:space="preserve"> </w:t>
      </w:r>
      <w:r w:rsidRPr="009B44A9">
        <w:t>изучаемого языка.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диалога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трех</w:t>
      </w:r>
      <w:r w:rsidRPr="009B44A9">
        <w:rPr>
          <w:b/>
          <w:i/>
          <w:spacing w:val="-8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реплик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стороны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каждого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собеседника.</w:t>
      </w:r>
    </w:p>
    <w:p w:rsidR="00E76AB9" w:rsidRPr="009B44A9" w:rsidRDefault="00E76AB9" w:rsidP="007940B1">
      <w:pPr>
        <w:spacing w:before="56" w:line="292" w:lineRule="auto"/>
        <w:ind w:left="286" w:right="17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Формирование и развитие коммуникативных умений </w:t>
      </w:r>
      <w:r w:rsidRPr="009B44A9">
        <w:rPr>
          <w:b/>
          <w:i/>
          <w:sz w:val="24"/>
          <w:szCs w:val="24"/>
        </w:rPr>
        <w:t>монологической речи</w:t>
      </w:r>
      <w:r w:rsidRPr="009B44A9">
        <w:rPr>
          <w:sz w:val="24"/>
          <w:szCs w:val="24"/>
        </w:rPr>
        <w:t>: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создание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устных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связных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монологических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высказываний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использованием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основных</w:t>
      </w:r>
    </w:p>
    <w:p w:rsidR="00E76AB9" w:rsidRPr="009B44A9" w:rsidRDefault="00E76AB9" w:rsidP="007940B1">
      <w:pPr>
        <w:pStyle w:val="BodyText"/>
        <w:spacing w:line="275" w:lineRule="exact"/>
        <w:jc w:val="both"/>
      </w:pPr>
      <w:r w:rsidRPr="009B44A9">
        <w:t>коммуникативных</w:t>
      </w:r>
      <w:r w:rsidRPr="009B44A9">
        <w:rPr>
          <w:spacing w:val="-3"/>
        </w:rPr>
        <w:t xml:space="preserve"> </w:t>
      </w:r>
      <w:r w:rsidRPr="009B44A9">
        <w:t>типов</w:t>
      </w:r>
      <w:r w:rsidRPr="009B44A9">
        <w:rPr>
          <w:spacing w:val="-3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20"/>
        </w:numPr>
        <w:tabs>
          <w:tab w:val="left" w:pos="887"/>
        </w:tabs>
        <w:spacing w:before="168" w:line="292" w:lineRule="auto"/>
        <w:ind w:right="836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описание (предмета, внешности и одежды человека), в том числе характеристика (черты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характера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реального человека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или литературного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персонажа);</w:t>
      </w:r>
    </w:p>
    <w:p w:rsidR="00E76AB9" w:rsidRPr="009B44A9" w:rsidRDefault="00E76AB9" w:rsidP="007940B1">
      <w:pPr>
        <w:pStyle w:val="ListParagraph"/>
        <w:numPr>
          <w:ilvl w:val="0"/>
          <w:numId w:val="20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повествование/сообщение;</w:t>
      </w:r>
    </w:p>
    <w:p w:rsidR="00E76AB9" w:rsidRPr="009B44A9" w:rsidRDefault="00E76AB9" w:rsidP="007940B1">
      <w:pPr>
        <w:pStyle w:val="ListParagraph"/>
        <w:numPr>
          <w:ilvl w:val="0"/>
          <w:numId w:val="20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изложение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(пересказ)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прочитанного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текста;</w:t>
      </w:r>
    </w:p>
    <w:p w:rsidR="00E76AB9" w:rsidRPr="009B44A9" w:rsidRDefault="00E76AB9" w:rsidP="007940B1">
      <w:pPr>
        <w:pStyle w:val="ListParagraph"/>
        <w:numPr>
          <w:ilvl w:val="0"/>
          <w:numId w:val="20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краткое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изложение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результатов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выполненной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проектной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работы.</w:t>
      </w:r>
    </w:p>
    <w:p w:rsidR="00E76AB9" w:rsidRPr="009B44A9" w:rsidRDefault="00E76AB9" w:rsidP="007940B1">
      <w:pPr>
        <w:pStyle w:val="BodyText"/>
        <w:spacing w:before="168"/>
        <w:ind w:left="286"/>
        <w:jc w:val="both"/>
      </w:pPr>
      <w:r w:rsidRPr="009B44A9">
        <w:t>Данные</w:t>
      </w:r>
      <w:r w:rsidRPr="009B44A9">
        <w:rPr>
          <w:spacing w:val="-4"/>
        </w:rPr>
        <w:t xml:space="preserve"> </w:t>
      </w:r>
      <w:r w:rsidRPr="009B44A9">
        <w:t>умения</w:t>
      </w:r>
      <w:r w:rsidRPr="009B44A9">
        <w:rPr>
          <w:spacing w:val="-5"/>
        </w:rPr>
        <w:t xml:space="preserve"> </w:t>
      </w:r>
      <w:r w:rsidRPr="009B44A9">
        <w:t>монологической</w:t>
      </w:r>
      <w:r w:rsidRPr="009B44A9">
        <w:rPr>
          <w:spacing w:val="-3"/>
        </w:rPr>
        <w:t xml:space="preserve"> </w:t>
      </w:r>
      <w:r w:rsidRPr="009B44A9">
        <w:t>речи</w:t>
      </w:r>
      <w:r w:rsidRPr="009B44A9">
        <w:rPr>
          <w:spacing w:val="-4"/>
        </w:rPr>
        <w:t xml:space="preserve"> </w:t>
      </w:r>
      <w:r w:rsidRPr="009B44A9">
        <w:t>развиваются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стандартных</w:t>
      </w:r>
      <w:r w:rsidRPr="009B44A9">
        <w:rPr>
          <w:spacing w:val="-3"/>
        </w:rPr>
        <w:t xml:space="preserve"> </w:t>
      </w:r>
      <w:r w:rsidRPr="009B44A9">
        <w:t>ситуациях</w:t>
      </w:r>
      <w:r w:rsidRPr="009B44A9">
        <w:rPr>
          <w:spacing w:val="-4"/>
        </w:rPr>
        <w:t xml:space="preserve"> </w:t>
      </w:r>
      <w:r w:rsidRPr="009B44A9">
        <w:t>неофициального</w:t>
      </w:r>
    </w:p>
    <w:p w:rsidR="00E76AB9" w:rsidRPr="009B44A9" w:rsidRDefault="00E76AB9" w:rsidP="007940B1">
      <w:pPr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 w:line="292" w:lineRule="auto"/>
        <w:ind w:right="283"/>
        <w:jc w:val="both"/>
      </w:pPr>
      <w:r w:rsidRPr="009B44A9">
        <w:t>общения в рамках тематического содержания речи с опорой на ключевые слова, вопросы, план и/или</w:t>
      </w:r>
      <w:r w:rsidRPr="009B44A9">
        <w:rPr>
          <w:spacing w:val="-58"/>
        </w:rPr>
        <w:t xml:space="preserve"> </w:t>
      </w:r>
      <w:r w:rsidRPr="009B44A9">
        <w:t>иллюстрации,</w:t>
      </w:r>
      <w:r w:rsidRPr="009B44A9">
        <w:rPr>
          <w:spacing w:val="-1"/>
        </w:rPr>
        <w:t xml:space="preserve"> </w:t>
      </w:r>
      <w:r w:rsidRPr="009B44A9">
        <w:t>фотографии.</w:t>
      </w:r>
    </w:p>
    <w:p w:rsidR="00E76AB9" w:rsidRPr="009B44A9" w:rsidRDefault="00E76AB9" w:rsidP="007940B1">
      <w:pPr>
        <w:spacing w:line="292" w:lineRule="auto"/>
        <w:ind w:left="286" w:right="5309"/>
        <w:jc w:val="both"/>
        <w:rPr>
          <w:b/>
          <w:i/>
          <w:sz w:val="24"/>
          <w:szCs w:val="24"/>
        </w:rPr>
      </w:pPr>
      <w:r w:rsidRPr="009B44A9">
        <w:rPr>
          <w:i/>
          <w:sz w:val="24"/>
          <w:szCs w:val="24"/>
        </w:rPr>
        <w:t xml:space="preserve">Объём монологического высказывания — </w:t>
      </w:r>
      <w:r w:rsidRPr="009B44A9">
        <w:rPr>
          <w:b/>
          <w:i/>
          <w:sz w:val="24"/>
          <w:szCs w:val="24"/>
        </w:rPr>
        <w:t>4 фразы</w:t>
      </w:r>
      <w:r w:rsidRPr="009B44A9">
        <w:rPr>
          <w:i/>
          <w:sz w:val="24"/>
          <w:szCs w:val="24"/>
        </w:rPr>
        <w:t>.</w:t>
      </w:r>
      <w:r w:rsidRPr="009B44A9">
        <w:rPr>
          <w:i/>
          <w:spacing w:val="-57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Аудирование</w:t>
      </w:r>
    </w:p>
    <w:p w:rsidR="00E76AB9" w:rsidRPr="009B44A9" w:rsidRDefault="00E76AB9" w:rsidP="007940B1">
      <w:pPr>
        <w:pStyle w:val="BodyText"/>
        <w:spacing w:line="292" w:lineRule="auto"/>
        <w:ind w:right="1408" w:firstLine="180"/>
        <w:jc w:val="both"/>
      </w:pPr>
      <w:r w:rsidRPr="009B44A9">
        <w:t>Способы предъявления учащимся материала, предназначенного для восприятия на слух,</w:t>
      </w:r>
      <w:r w:rsidRPr="009B44A9">
        <w:rPr>
          <w:spacing w:val="-58"/>
        </w:rPr>
        <w:t xml:space="preserve"> </w:t>
      </w:r>
      <w:r w:rsidRPr="009B44A9">
        <w:t>варьируются.</w:t>
      </w:r>
      <w:r w:rsidRPr="009B44A9">
        <w:rPr>
          <w:spacing w:val="-1"/>
        </w:rPr>
        <w:t xml:space="preserve"> </w:t>
      </w:r>
      <w:r w:rsidRPr="009B44A9">
        <w:t>Восприятие</w:t>
      </w:r>
      <w:r w:rsidRPr="009B44A9">
        <w:rPr>
          <w:spacing w:val="-1"/>
        </w:rPr>
        <w:t xml:space="preserve"> </w:t>
      </w:r>
      <w:r w:rsidRPr="009B44A9">
        <w:t>на</w:t>
      </w:r>
      <w:r w:rsidRPr="009B44A9">
        <w:rPr>
          <w:spacing w:val="-1"/>
        </w:rPr>
        <w:t xml:space="preserve"> </w:t>
      </w:r>
      <w:r w:rsidRPr="009B44A9">
        <w:t>слух</w:t>
      </w:r>
      <w:r w:rsidRPr="009B44A9">
        <w:rPr>
          <w:spacing w:val="-1"/>
        </w:rPr>
        <w:t xml:space="preserve"> </w:t>
      </w:r>
      <w:r w:rsidRPr="009B44A9">
        <w:t>звучащего</w:t>
      </w:r>
      <w:r w:rsidRPr="009B44A9">
        <w:rPr>
          <w:spacing w:val="-1"/>
        </w:rPr>
        <w:t xml:space="preserve"> </w:t>
      </w:r>
      <w:r w:rsidRPr="009B44A9">
        <w:t>текста осуществляется:</w:t>
      </w:r>
    </w:p>
    <w:p w:rsidR="00E76AB9" w:rsidRPr="009B44A9" w:rsidRDefault="00E76AB9" w:rsidP="007940B1">
      <w:pPr>
        <w:pStyle w:val="ListParagraph"/>
        <w:numPr>
          <w:ilvl w:val="0"/>
          <w:numId w:val="20"/>
        </w:numPr>
        <w:tabs>
          <w:tab w:val="left" w:pos="887"/>
        </w:tabs>
        <w:spacing w:before="104" w:line="292" w:lineRule="auto"/>
        <w:ind w:right="102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при</w:t>
      </w:r>
      <w:r w:rsidRPr="009B44A9">
        <w:rPr>
          <w:spacing w:val="-8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непосредственном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общении: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слух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учителя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одноклассников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вербальная/невербальная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реакция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услышанное;</w:t>
      </w:r>
    </w:p>
    <w:p w:rsidR="00E76AB9" w:rsidRPr="009B44A9" w:rsidRDefault="00E76AB9" w:rsidP="007940B1">
      <w:pPr>
        <w:pStyle w:val="ListParagraph"/>
        <w:numPr>
          <w:ilvl w:val="0"/>
          <w:numId w:val="20"/>
        </w:numPr>
        <w:tabs>
          <w:tab w:val="left" w:pos="887"/>
        </w:tabs>
        <w:spacing w:before="167" w:line="292" w:lineRule="auto"/>
        <w:ind w:right="28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при</w:t>
      </w:r>
      <w:r w:rsidRPr="009B44A9">
        <w:rPr>
          <w:spacing w:val="-8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опосредованном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общении: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дальнейшее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развитие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восприятия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слух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несложных адаптированных аутентичных текстов, содержащих отдельные незнакомые слова, с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разной глубиной проникновения в их содержание в зависимости от поставленной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коммуникативной задачи: с пониманием основного содержания, с пониманием запрашиваемой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 опорой и без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опоры на иллюстрации.</w:t>
      </w:r>
    </w:p>
    <w:p w:rsidR="00E76AB9" w:rsidRPr="009B44A9" w:rsidRDefault="00E76AB9" w:rsidP="007940B1">
      <w:pPr>
        <w:pStyle w:val="BodyText"/>
        <w:spacing w:before="105" w:line="292" w:lineRule="auto"/>
        <w:ind w:right="987" w:firstLine="180"/>
        <w:jc w:val="both"/>
      </w:pPr>
      <w:r w:rsidRPr="009B44A9">
        <w:t xml:space="preserve">Аудирование с пониманием </w:t>
      </w:r>
      <w:r w:rsidRPr="009B44A9">
        <w:rPr>
          <w:b/>
        </w:rPr>
        <w:t xml:space="preserve">основного содержания </w:t>
      </w:r>
      <w:r w:rsidRPr="009B44A9">
        <w:t>текста предполагает умение определять</w:t>
      </w:r>
      <w:r w:rsidRPr="009B44A9">
        <w:rPr>
          <w:spacing w:val="-57"/>
        </w:rPr>
        <w:t xml:space="preserve"> </w:t>
      </w:r>
      <w:r w:rsidRPr="009B44A9">
        <w:t>основную тему и главные факты/события в воспринимаемом на слух тексте; игнорировать</w:t>
      </w:r>
      <w:r w:rsidRPr="009B44A9">
        <w:rPr>
          <w:spacing w:val="1"/>
        </w:rPr>
        <w:t xml:space="preserve"> </w:t>
      </w:r>
      <w:r w:rsidRPr="009B44A9">
        <w:t>незнакомые</w:t>
      </w:r>
      <w:r w:rsidRPr="009B44A9">
        <w:rPr>
          <w:spacing w:val="-1"/>
        </w:rPr>
        <w:t xml:space="preserve"> </w:t>
      </w:r>
      <w:r w:rsidRPr="009B44A9">
        <w:t>слова,</w:t>
      </w:r>
      <w:r w:rsidRPr="009B44A9">
        <w:rPr>
          <w:spacing w:val="-1"/>
        </w:rPr>
        <w:t xml:space="preserve"> </w:t>
      </w:r>
      <w:r w:rsidRPr="009B44A9">
        <w:t>несущественные</w:t>
      </w:r>
      <w:r w:rsidRPr="009B44A9">
        <w:rPr>
          <w:spacing w:val="-1"/>
        </w:rPr>
        <w:t xml:space="preserve"> </w:t>
      </w:r>
      <w:r w:rsidRPr="009B44A9">
        <w:t>для</w:t>
      </w:r>
      <w:r w:rsidRPr="009B44A9">
        <w:rPr>
          <w:spacing w:val="-1"/>
        </w:rPr>
        <w:t xml:space="preserve"> </w:t>
      </w:r>
      <w:r w:rsidRPr="009B44A9">
        <w:t>понимания</w:t>
      </w:r>
      <w:r w:rsidRPr="009B44A9">
        <w:rPr>
          <w:spacing w:val="-2"/>
        </w:rPr>
        <w:t xml:space="preserve"> </w:t>
      </w:r>
      <w:r w:rsidRPr="009B44A9">
        <w:t>основного</w:t>
      </w:r>
      <w:r w:rsidRPr="009B44A9">
        <w:rPr>
          <w:spacing w:val="-1"/>
        </w:rPr>
        <w:t xml:space="preserve"> </w:t>
      </w:r>
      <w:r w:rsidRPr="009B44A9">
        <w:t>содержания.</w:t>
      </w:r>
    </w:p>
    <w:p w:rsidR="00E76AB9" w:rsidRPr="009B44A9" w:rsidRDefault="00E76AB9" w:rsidP="007940B1">
      <w:pPr>
        <w:pStyle w:val="BodyText"/>
        <w:spacing w:line="292" w:lineRule="auto"/>
        <w:ind w:right="269" w:firstLine="180"/>
        <w:jc w:val="both"/>
      </w:pPr>
      <w:r w:rsidRPr="009B44A9">
        <w:t xml:space="preserve">Аудирование с пониманием </w:t>
      </w:r>
      <w:r w:rsidRPr="009B44A9">
        <w:rPr>
          <w:b/>
        </w:rPr>
        <w:t xml:space="preserve">запрашиваемой информации </w:t>
      </w:r>
      <w:r w:rsidRPr="009B44A9">
        <w:t>предполагает умение выделять</w:t>
      </w:r>
      <w:r w:rsidRPr="009B44A9">
        <w:rPr>
          <w:spacing w:val="1"/>
        </w:rPr>
        <w:t xml:space="preserve"> </w:t>
      </w:r>
      <w:r w:rsidRPr="009B44A9">
        <w:t>запрашиваемую информацию, представленную в эксплицитной (явной) форме, в воспринимаемом на</w:t>
      </w:r>
      <w:r w:rsidRPr="009B44A9">
        <w:rPr>
          <w:spacing w:val="-57"/>
        </w:rPr>
        <w:t xml:space="preserve"> </w:t>
      </w:r>
      <w:r w:rsidRPr="009B44A9">
        <w:t>слух</w:t>
      </w:r>
      <w:r w:rsidRPr="009B44A9">
        <w:rPr>
          <w:spacing w:val="-1"/>
        </w:rPr>
        <w:t xml:space="preserve"> </w:t>
      </w:r>
      <w:r w:rsidRPr="009B44A9">
        <w:t>тексте.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6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аудирования</w:t>
      </w:r>
      <w:r w:rsidRPr="009B44A9">
        <w:t>:</w:t>
      </w:r>
      <w:r w:rsidRPr="009B44A9">
        <w:rPr>
          <w:spacing w:val="-6"/>
        </w:rPr>
        <w:t xml:space="preserve"> </w:t>
      </w:r>
      <w:r w:rsidRPr="009B44A9">
        <w:t>диалог</w:t>
      </w:r>
      <w:r w:rsidRPr="009B44A9">
        <w:rPr>
          <w:spacing w:val="-5"/>
        </w:rPr>
        <w:t xml:space="preserve"> </w:t>
      </w:r>
      <w:r w:rsidRPr="009B44A9">
        <w:t>(беседа),</w:t>
      </w:r>
      <w:r w:rsidRPr="009B44A9">
        <w:rPr>
          <w:spacing w:val="-5"/>
        </w:rPr>
        <w:t xml:space="preserve"> </w:t>
      </w:r>
      <w:r w:rsidRPr="009B44A9">
        <w:t>высказывания</w:t>
      </w:r>
      <w:r w:rsidRPr="009B44A9">
        <w:rPr>
          <w:spacing w:val="-6"/>
        </w:rPr>
        <w:t xml:space="preserve"> </w:t>
      </w:r>
      <w:r w:rsidRPr="009B44A9">
        <w:t>собеседников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6"/>
        </w:rPr>
        <w:t xml:space="preserve"> </w:t>
      </w:r>
      <w:r w:rsidRPr="009B44A9">
        <w:t>ситуациях</w:t>
      </w:r>
      <w:r w:rsidRPr="009B44A9">
        <w:rPr>
          <w:spacing w:val="-5"/>
        </w:rPr>
        <w:t xml:space="preserve"> </w:t>
      </w:r>
      <w:r w:rsidRPr="009B44A9">
        <w:t>повседневного</w:t>
      </w:r>
      <w:r w:rsidRPr="009B44A9">
        <w:rPr>
          <w:spacing w:val="-57"/>
        </w:rPr>
        <w:t xml:space="preserve"> </w:t>
      </w:r>
      <w:r w:rsidRPr="009B44A9">
        <w:t>общения,</w:t>
      </w:r>
      <w:r w:rsidRPr="009B44A9">
        <w:rPr>
          <w:spacing w:val="-1"/>
        </w:rPr>
        <w:t xml:space="preserve"> </w:t>
      </w:r>
      <w:r w:rsidRPr="009B44A9">
        <w:t>рассказ, сообщение информационного</w:t>
      </w:r>
      <w:r w:rsidRPr="009B44A9">
        <w:rPr>
          <w:spacing w:val="-1"/>
        </w:rPr>
        <w:t xml:space="preserve"> </w:t>
      </w:r>
      <w:r w:rsidRPr="009B44A9">
        <w:t>характера.</w:t>
      </w:r>
    </w:p>
    <w:p w:rsidR="00E76AB9" w:rsidRPr="009B44A9" w:rsidRDefault="00E76AB9" w:rsidP="007940B1">
      <w:pPr>
        <w:spacing w:line="292" w:lineRule="auto"/>
        <w:ind w:left="286" w:right="2447"/>
        <w:jc w:val="both"/>
        <w:rPr>
          <w:b/>
          <w:i/>
          <w:sz w:val="24"/>
          <w:szCs w:val="24"/>
        </w:rPr>
      </w:pPr>
      <w:r w:rsidRPr="009B44A9">
        <w:rPr>
          <w:i/>
          <w:sz w:val="24"/>
          <w:szCs w:val="24"/>
        </w:rPr>
        <w:t>Время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звучания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5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аудирования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53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до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1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минуты</w:t>
      </w:r>
      <w:r w:rsidRPr="009B44A9">
        <w:rPr>
          <w:i/>
          <w:sz w:val="24"/>
          <w:szCs w:val="24"/>
        </w:rPr>
        <w:t>.</w:t>
      </w:r>
      <w:r w:rsidRPr="009B44A9">
        <w:rPr>
          <w:i/>
          <w:spacing w:val="-57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Смысловое</w:t>
      </w:r>
      <w:r w:rsidRPr="009B44A9">
        <w:rPr>
          <w:b/>
          <w:i/>
          <w:spacing w:val="-1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чтение</w:t>
      </w:r>
    </w:p>
    <w:p w:rsidR="00E76AB9" w:rsidRPr="009B44A9" w:rsidRDefault="00E76AB9" w:rsidP="007940B1">
      <w:pPr>
        <w:pStyle w:val="BodyText"/>
        <w:spacing w:line="292" w:lineRule="auto"/>
        <w:ind w:right="135" w:firstLine="180"/>
        <w:jc w:val="both"/>
      </w:pPr>
      <w:r w:rsidRPr="009B44A9">
        <w:t>На начальном этапе обучения французскому как второму иностранному языку учащиеся овладевают</w:t>
      </w:r>
      <w:r w:rsidRPr="009B44A9">
        <w:rPr>
          <w:spacing w:val="-58"/>
        </w:rPr>
        <w:t xml:space="preserve"> </w:t>
      </w:r>
      <w:r w:rsidRPr="009B44A9">
        <w:t>следующими</w:t>
      </w:r>
      <w:r w:rsidRPr="009B44A9">
        <w:rPr>
          <w:spacing w:val="-1"/>
        </w:rPr>
        <w:t xml:space="preserve"> </w:t>
      </w:r>
      <w:r w:rsidRPr="009B44A9">
        <w:t>умениями чтения:</w:t>
      </w:r>
    </w:p>
    <w:p w:rsidR="00E76AB9" w:rsidRPr="009B44A9" w:rsidRDefault="00E76AB9" w:rsidP="007940B1">
      <w:pPr>
        <w:pStyle w:val="ListParagraph"/>
        <w:numPr>
          <w:ilvl w:val="0"/>
          <w:numId w:val="19"/>
        </w:numPr>
        <w:tabs>
          <w:tab w:val="left" w:pos="587"/>
        </w:tabs>
        <w:spacing w:line="292" w:lineRule="auto"/>
        <w:ind w:right="247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чтение про себя и вслух при </w:t>
      </w:r>
      <w:r w:rsidRPr="009B44A9">
        <w:rPr>
          <w:b/>
          <w:sz w:val="24"/>
          <w:szCs w:val="24"/>
        </w:rPr>
        <w:t xml:space="preserve">полном и детальном понимании </w:t>
      </w:r>
      <w:r w:rsidRPr="009B44A9">
        <w:rPr>
          <w:sz w:val="24"/>
          <w:szCs w:val="24"/>
        </w:rPr>
        <w:t>содержания текста, построенного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полностью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на изученном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материале;</w:t>
      </w:r>
    </w:p>
    <w:p w:rsidR="00E76AB9" w:rsidRPr="009B44A9" w:rsidRDefault="00E76AB9" w:rsidP="007940B1">
      <w:pPr>
        <w:pStyle w:val="ListParagraph"/>
        <w:numPr>
          <w:ilvl w:val="0"/>
          <w:numId w:val="19"/>
        </w:numPr>
        <w:tabs>
          <w:tab w:val="left" w:pos="587"/>
        </w:tabs>
        <w:spacing w:before="53" w:line="292" w:lineRule="auto"/>
        <w:ind w:right="1158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чтение и понимание </w:t>
      </w:r>
      <w:r w:rsidRPr="009B44A9">
        <w:rPr>
          <w:b/>
          <w:sz w:val="24"/>
          <w:szCs w:val="24"/>
        </w:rPr>
        <w:t xml:space="preserve">общего содержания </w:t>
      </w:r>
      <w:r w:rsidRPr="009B44A9">
        <w:rPr>
          <w:sz w:val="24"/>
          <w:szCs w:val="24"/>
        </w:rPr>
        <w:t>текста, содержащего незначительный процент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незнакомых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лексических единиц.</w:t>
      </w:r>
    </w:p>
    <w:p w:rsidR="00E76AB9" w:rsidRPr="009B44A9" w:rsidRDefault="00E76AB9" w:rsidP="007940B1">
      <w:pPr>
        <w:pStyle w:val="BodyText"/>
        <w:spacing w:line="292" w:lineRule="auto"/>
        <w:ind w:right="856" w:firstLine="180"/>
        <w:jc w:val="both"/>
      </w:pPr>
      <w:r w:rsidRPr="009B44A9">
        <w:rPr>
          <w:i/>
        </w:rPr>
        <w:t>Тексты для чтения</w:t>
      </w:r>
      <w:r w:rsidRPr="009B44A9">
        <w:t>: беседа/диалог, рассказ, сказка, сообщение личного характера, отрывок из</w:t>
      </w:r>
      <w:r w:rsidRPr="009B44A9">
        <w:rPr>
          <w:spacing w:val="-57"/>
        </w:rPr>
        <w:t xml:space="preserve"> </w:t>
      </w:r>
      <w:r w:rsidRPr="009B44A9">
        <w:t>статьи научно-популярного характера, сообщение информационного характера, стихотворение;</w:t>
      </w:r>
      <w:r w:rsidRPr="009B44A9">
        <w:rPr>
          <w:spacing w:val="-57"/>
        </w:rPr>
        <w:t xml:space="preserve"> </w:t>
      </w:r>
      <w:r w:rsidRPr="009B44A9">
        <w:t>несплошной</w:t>
      </w:r>
      <w:r w:rsidRPr="009B44A9">
        <w:rPr>
          <w:spacing w:val="-1"/>
        </w:rPr>
        <w:t xml:space="preserve"> </w:t>
      </w:r>
      <w:r w:rsidRPr="009B44A9">
        <w:t>текст</w:t>
      </w:r>
      <w:r w:rsidRPr="009B44A9">
        <w:rPr>
          <w:spacing w:val="-1"/>
        </w:rPr>
        <w:t xml:space="preserve"> </w:t>
      </w:r>
      <w:r w:rsidRPr="009B44A9">
        <w:t>(таблица).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11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150</w:t>
      </w:r>
      <w:r w:rsidRPr="009B44A9">
        <w:rPr>
          <w:b/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2"/>
        <w:spacing w:before="59"/>
        <w:jc w:val="both"/>
      </w:pPr>
      <w:r w:rsidRPr="009B44A9">
        <w:t>Письменная</w:t>
      </w:r>
      <w:r w:rsidRPr="009B44A9">
        <w:rPr>
          <w:spacing w:val="-5"/>
        </w:rPr>
        <w:t xml:space="preserve"> </w:t>
      </w:r>
      <w:r w:rsidRPr="009B44A9">
        <w:t>речь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Формируются</w:t>
      </w:r>
      <w:r w:rsidRPr="009B44A9">
        <w:rPr>
          <w:spacing w:val="-5"/>
        </w:rPr>
        <w:t xml:space="preserve"> </w:t>
      </w:r>
      <w:r w:rsidRPr="009B44A9">
        <w:t>следующие</w:t>
      </w:r>
      <w:r w:rsidRPr="009B44A9">
        <w:rPr>
          <w:spacing w:val="-4"/>
        </w:rPr>
        <w:t xml:space="preserve"> </w:t>
      </w:r>
      <w:r w:rsidRPr="009B44A9">
        <w:t>умения: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8" w:line="292" w:lineRule="auto"/>
        <w:ind w:right="112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написание коротких поздравлений с праздниками (с Новым годом, Рождеством, днём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рождения);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7" w:line="292" w:lineRule="auto"/>
        <w:ind w:right="55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заполнение анкет и формуляров, сообщение о себе основных сведений (имя, фамилия, пол,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возраст,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адрес)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соответствии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нормами,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принятыми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стране/странах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написание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электронного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сообщения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личного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характера: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сообщение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кратких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сведений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себе;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228" w:line="292" w:lineRule="auto"/>
        <w:ind w:right="1401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оформление обращения, завершающей фразы и подписи в соответствии с нормами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неофициального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общения,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принятыми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стране/странах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языка.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6" w:line="292" w:lineRule="auto"/>
        <w:ind w:right="288" w:firstLine="180"/>
        <w:jc w:val="both"/>
      </w:pPr>
      <w:r w:rsidRPr="009B44A9">
        <w:t>На этапе формирования элементарной коммуникативной компетенции все письменные тексты</w:t>
      </w:r>
      <w:r w:rsidRPr="009B44A9">
        <w:rPr>
          <w:spacing w:val="1"/>
        </w:rPr>
        <w:t xml:space="preserve"> </w:t>
      </w:r>
      <w:r w:rsidRPr="009B44A9">
        <w:t>создаются по предлагаемому учителем образцу, имеют простую структуру. Содержание письменных</w:t>
      </w:r>
      <w:r w:rsidRPr="009B44A9">
        <w:rPr>
          <w:spacing w:val="-58"/>
        </w:rPr>
        <w:t xml:space="preserve"> </w:t>
      </w:r>
      <w:r w:rsidRPr="009B44A9">
        <w:t>текстов, в основном, передаёт фактическую информацию о происходящих в жизни подростка</w:t>
      </w:r>
      <w:r w:rsidRPr="009B44A9">
        <w:rPr>
          <w:spacing w:val="1"/>
        </w:rPr>
        <w:t xml:space="preserve"> </w:t>
      </w:r>
      <w:r w:rsidRPr="009B44A9">
        <w:t>событиях.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Цельность</w:t>
      </w:r>
      <w:r w:rsidRPr="009B44A9">
        <w:rPr>
          <w:spacing w:val="-5"/>
        </w:rPr>
        <w:t xml:space="preserve"> </w:t>
      </w:r>
      <w:r w:rsidRPr="009B44A9">
        <w:t>текста</w:t>
      </w:r>
      <w:r w:rsidRPr="009B44A9">
        <w:rPr>
          <w:spacing w:val="-5"/>
        </w:rPr>
        <w:t xml:space="preserve"> </w:t>
      </w:r>
      <w:r w:rsidRPr="009B44A9">
        <w:t>обеспечивается</w:t>
      </w:r>
      <w:r w:rsidRPr="009B44A9">
        <w:rPr>
          <w:spacing w:val="-5"/>
        </w:rPr>
        <w:t xml:space="preserve"> </w:t>
      </w:r>
      <w:r w:rsidRPr="009B44A9">
        <w:t>простыми</w:t>
      </w:r>
      <w:r w:rsidRPr="009B44A9">
        <w:rPr>
          <w:spacing w:val="-4"/>
        </w:rPr>
        <w:t xml:space="preserve"> </w:t>
      </w:r>
      <w:r w:rsidRPr="009B44A9">
        <w:t>связующими</w:t>
      </w:r>
      <w:r w:rsidRPr="009B44A9">
        <w:rPr>
          <w:spacing w:val="-4"/>
        </w:rPr>
        <w:t xml:space="preserve"> </w:t>
      </w:r>
      <w:r w:rsidRPr="009B44A9">
        <w:t>элементами</w:t>
      </w:r>
      <w:r w:rsidRPr="009B44A9">
        <w:rPr>
          <w:spacing w:val="-4"/>
        </w:rPr>
        <w:t xml:space="preserve"> </w:t>
      </w:r>
      <w:r w:rsidRPr="009B44A9">
        <w:t>(et,</w:t>
      </w:r>
      <w:r w:rsidRPr="009B44A9">
        <w:rPr>
          <w:spacing w:val="-4"/>
        </w:rPr>
        <w:t xml:space="preserve"> </w:t>
      </w:r>
      <w:r w:rsidRPr="009B44A9">
        <w:t>mais,</w:t>
      </w:r>
      <w:r w:rsidRPr="009B44A9">
        <w:rPr>
          <w:spacing w:val="-4"/>
        </w:rPr>
        <w:t xml:space="preserve"> </w:t>
      </w:r>
      <w:r w:rsidRPr="009B44A9">
        <w:t>parce</w:t>
      </w:r>
      <w:r w:rsidRPr="009B44A9">
        <w:rPr>
          <w:spacing w:val="-4"/>
        </w:rPr>
        <w:t xml:space="preserve"> </w:t>
      </w:r>
      <w:r w:rsidRPr="009B44A9">
        <w:t>que</w:t>
      </w:r>
      <w:r w:rsidRPr="009B44A9">
        <w:rPr>
          <w:spacing w:val="-4"/>
        </w:rPr>
        <w:t xml:space="preserve"> </w:t>
      </w:r>
      <w:r w:rsidRPr="009B44A9">
        <w:t>...).</w:t>
      </w:r>
    </w:p>
    <w:p w:rsidR="00E76AB9" w:rsidRPr="009B44A9" w:rsidRDefault="00E76AB9" w:rsidP="007940B1">
      <w:pPr>
        <w:spacing w:before="60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сообщения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8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30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1"/>
        <w:spacing w:before="180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Фонетическая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 w:line="292" w:lineRule="auto"/>
        <w:ind w:right="666" w:firstLine="180"/>
        <w:jc w:val="both"/>
      </w:pPr>
      <w:r w:rsidRPr="009B44A9">
        <w:t>Формирование основ фонологической компетенции: овладение основными правилами чтения и</w:t>
      </w:r>
      <w:r w:rsidRPr="009B44A9">
        <w:rPr>
          <w:spacing w:val="-58"/>
        </w:rPr>
        <w:t xml:space="preserve"> </w:t>
      </w:r>
      <w:r w:rsidRPr="009B44A9">
        <w:t>произношения:</w:t>
      </w:r>
    </w:p>
    <w:p w:rsidR="00E76AB9" w:rsidRPr="009B44A9" w:rsidRDefault="00E76AB9" w:rsidP="007940B1">
      <w:pPr>
        <w:pStyle w:val="Heading1"/>
        <w:spacing w:line="275" w:lineRule="exact"/>
        <w:jc w:val="both"/>
      </w:pPr>
      <w:r w:rsidRPr="009B44A9">
        <w:rPr>
          <w:b w:val="0"/>
        </w:rPr>
        <w:t>а)</w:t>
      </w:r>
      <w:r w:rsidRPr="009B44A9">
        <w:rPr>
          <w:b w:val="0"/>
          <w:spacing w:val="2"/>
        </w:rPr>
        <w:t xml:space="preserve"> </w:t>
      </w:r>
      <w:r w:rsidRPr="009B44A9">
        <w:t>правила</w:t>
      </w:r>
      <w:r w:rsidRPr="009B44A9">
        <w:rPr>
          <w:spacing w:val="-2"/>
        </w:rPr>
        <w:t xml:space="preserve"> </w:t>
      </w:r>
      <w:r w:rsidRPr="009B44A9">
        <w:t>чтения</w:t>
      </w:r>
      <w:r w:rsidRPr="009B44A9">
        <w:rPr>
          <w:spacing w:val="-4"/>
        </w:rPr>
        <w:t xml:space="preserve"> </w:t>
      </w:r>
      <w:r w:rsidRPr="009B44A9">
        <w:t>букв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словах:</w:t>
      </w:r>
    </w:p>
    <w:p w:rsidR="00E76AB9" w:rsidRPr="009B44A9" w:rsidRDefault="00E76AB9" w:rsidP="007940B1">
      <w:pPr>
        <w:pStyle w:val="BodyText"/>
        <w:spacing w:before="60" w:line="292" w:lineRule="auto"/>
        <w:ind w:left="286" w:right="3218"/>
        <w:jc w:val="both"/>
      </w:pPr>
      <w:r w:rsidRPr="009B44A9">
        <w:t xml:space="preserve">правило чтения буквы </w:t>
      </w:r>
      <w:r w:rsidRPr="009B44A9">
        <w:rPr>
          <w:b/>
        </w:rPr>
        <w:t xml:space="preserve">c </w:t>
      </w:r>
      <w:r w:rsidRPr="009B44A9">
        <w:t>перед гласными a, o, u, i, e, y и на конце слова;</w:t>
      </w:r>
      <w:r w:rsidRPr="009B44A9">
        <w:rPr>
          <w:spacing w:val="-57"/>
        </w:rPr>
        <w:t xml:space="preserve"> </w:t>
      </w:r>
      <w:r w:rsidRPr="009B44A9">
        <w:t xml:space="preserve">правило чтения буквы </w:t>
      </w:r>
      <w:r w:rsidRPr="009B44A9">
        <w:rPr>
          <w:b/>
        </w:rPr>
        <w:t xml:space="preserve">g </w:t>
      </w:r>
      <w:r w:rsidRPr="009B44A9">
        <w:t>перед гласными a, o, u, i, e, y и на конце слова;</w:t>
      </w:r>
      <w:r w:rsidRPr="009B44A9">
        <w:rPr>
          <w:spacing w:val="-57"/>
        </w:rPr>
        <w:t xml:space="preserve"> </w:t>
      </w:r>
      <w:r w:rsidRPr="009B44A9">
        <w:t>правило</w:t>
      </w:r>
      <w:r w:rsidRPr="009B44A9">
        <w:rPr>
          <w:spacing w:val="-1"/>
        </w:rPr>
        <w:t xml:space="preserve"> </w:t>
      </w:r>
      <w:r w:rsidRPr="009B44A9">
        <w:t>чтения</w:t>
      </w:r>
      <w:r w:rsidRPr="009B44A9">
        <w:rPr>
          <w:spacing w:val="-2"/>
        </w:rPr>
        <w:t xml:space="preserve"> </w:t>
      </w:r>
      <w:r w:rsidRPr="009B44A9">
        <w:t>буквы</w:t>
      </w:r>
      <w:r w:rsidRPr="009B44A9">
        <w:rPr>
          <w:spacing w:val="2"/>
        </w:rPr>
        <w:t xml:space="preserve"> </w:t>
      </w:r>
      <w:r w:rsidRPr="009B44A9">
        <w:rPr>
          <w:b/>
        </w:rPr>
        <w:t>d</w:t>
      </w:r>
      <w:r w:rsidRPr="009B44A9">
        <w:rPr>
          <w:b/>
          <w:spacing w:val="-3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начале,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середине</w:t>
      </w:r>
      <w:r w:rsidRPr="009B44A9">
        <w:rPr>
          <w:spacing w:val="-1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на конце</w:t>
      </w:r>
      <w:r w:rsidRPr="009B44A9">
        <w:rPr>
          <w:spacing w:val="-1"/>
        </w:rPr>
        <w:t xml:space="preserve"> </w:t>
      </w:r>
      <w:r w:rsidRPr="009B44A9">
        <w:t>слова;</w:t>
      </w:r>
    </w:p>
    <w:p w:rsidR="00E76AB9" w:rsidRPr="009B44A9" w:rsidRDefault="00E76AB9" w:rsidP="007940B1">
      <w:pPr>
        <w:pStyle w:val="BodyText"/>
        <w:spacing w:line="292" w:lineRule="auto"/>
        <w:ind w:left="286" w:right="2465"/>
        <w:jc w:val="both"/>
      </w:pPr>
      <w:r w:rsidRPr="009B44A9">
        <w:t xml:space="preserve">правило чтения буквы </w:t>
      </w:r>
      <w:r w:rsidRPr="009B44A9">
        <w:rPr>
          <w:b/>
        </w:rPr>
        <w:t>e</w:t>
      </w:r>
      <w:r w:rsidRPr="009B44A9">
        <w:t>, в зависимости от своего окружения и на конце слова;</w:t>
      </w:r>
      <w:r w:rsidRPr="009B44A9">
        <w:rPr>
          <w:spacing w:val="-57"/>
        </w:rPr>
        <w:t xml:space="preserve"> </w:t>
      </w:r>
      <w:r w:rsidRPr="009B44A9">
        <w:t>правило</w:t>
      </w:r>
      <w:r w:rsidRPr="009B44A9">
        <w:rPr>
          <w:spacing w:val="-1"/>
        </w:rPr>
        <w:t xml:space="preserve"> </w:t>
      </w:r>
      <w:r w:rsidRPr="009B44A9">
        <w:t>чтения</w:t>
      </w:r>
      <w:r w:rsidRPr="009B44A9">
        <w:rPr>
          <w:spacing w:val="-2"/>
        </w:rPr>
        <w:t xml:space="preserve"> </w:t>
      </w:r>
      <w:r w:rsidRPr="009B44A9">
        <w:t>буквы</w:t>
      </w:r>
      <w:r w:rsidRPr="009B44A9">
        <w:rPr>
          <w:spacing w:val="3"/>
        </w:rPr>
        <w:t xml:space="preserve"> </w:t>
      </w:r>
      <w:r w:rsidRPr="009B44A9">
        <w:rPr>
          <w:b/>
        </w:rPr>
        <w:t>p</w:t>
      </w:r>
      <w:r w:rsidRPr="009B44A9">
        <w:rPr>
          <w:b/>
          <w:spacing w:val="-3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начале,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середине и</w:t>
      </w:r>
      <w:r w:rsidRPr="009B44A9">
        <w:rPr>
          <w:spacing w:val="-1"/>
        </w:rPr>
        <w:t xml:space="preserve"> </w:t>
      </w:r>
      <w:r w:rsidRPr="009B44A9">
        <w:t>на конце</w:t>
      </w:r>
      <w:r w:rsidRPr="009B44A9">
        <w:rPr>
          <w:spacing w:val="-1"/>
        </w:rPr>
        <w:t xml:space="preserve"> </w:t>
      </w:r>
      <w:r w:rsidRPr="009B44A9">
        <w:t>слова;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правило</w:t>
      </w:r>
      <w:r w:rsidRPr="009B44A9">
        <w:rPr>
          <w:spacing w:val="-3"/>
        </w:rPr>
        <w:t xml:space="preserve"> </w:t>
      </w:r>
      <w:r w:rsidRPr="009B44A9">
        <w:t>чтения</w:t>
      </w:r>
      <w:r w:rsidRPr="009B44A9">
        <w:rPr>
          <w:spacing w:val="-3"/>
        </w:rPr>
        <w:t xml:space="preserve"> </w:t>
      </w:r>
      <w:r w:rsidRPr="009B44A9">
        <w:t>буквы</w:t>
      </w:r>
      <w:r w:rsidRPr="009B44A9">
        <w:rPr>
          <w:spacing w:val="1"/>
        </w:rPr>
        <w:t xml:space="preserve"> </w:t>
      </w:r>
      <w:r w:rsidRPr="009B44A9">
        <w:rPr>
          <w:b/>
        </w:rPr>
        <w:t>q</w:t>
      </w:r>
      <w:r w:rsidRPr="009B44A9">
        <w:rPr>
          <w:b/>
          <w:spacing w:val="-4"/>
        </w:rPr>
        <w:t xml:space="preserve"> </w:t>
      </w:r>
      <w:r w:rsidRPr="009B44A9">
        <w:t>во</w:t>
      </w:r>
      <w:r w:rsidRPr="009B44A9">
        <w:rPr>
          <w:spacing w:val="-2"/>
        </w:rPr>
        <w:t xml:space="preserve"> </w:t>
      </w:r>
      <w:r w:rsidRPr="009B44A9">
        <w:t>всех</w:t>
      </w:r>
      <w:r w:rsidRPr="009B44A9">
        <w:rPr>
          <w:spacing w:val="-2"/>
        </w:rPr>
        <w:t xml:space="preserve"> </w:t>
      </w:r>
      <w:r w:rsidRPr="009B44A9">
        <w:t>позициях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слове;</w:t>
      </w:r>
    </w:p>
    <w:p w:rsidR="00E76AB9" w:rsidRPr="009B44A9" w:rsidRDefault="00E76AB9" w:rsidP="007940B1">
      <w:pPr>
        <w:pStyle w:val="BodyText"/>
        <w:spacing w:before="59" w:line="292" w:lineRule="auto"/>
        <w:ind w:right="934" w:firstLine="180"/>
        <w:jc w:val="both"/>
      </w:pPr>
      <w:r w:rsidRPr="009B44A9">
        <w:t xml:space="preserve">правило чтения буквы </w:t>
      </w:r>
      <w:r w:rsidRPr="009B44A9">
        <w:rPr>
          <w:b/>
        </w:rPr>
        <w:t xml:space="preserve">r </w:t>
      </w:r>
      <w:r w:rsidRPr="009B44A9">
        <w:t>в начале, в середине и на конце слова, а также в окончаниях -er и -ier</w:t>
      </w:r>
      <w:r w:rsidRPr="009B44A9">
        <w:rPr>
          <w:spacing w:val="-57"/>
        </w:rPr>
        <w:t xml:space="preserve"> </w:t>
      </w:r>
      <w:r w:rsidRPr="009B44A9">
        <w:t>многосложных</w:t>
      </w:r>
      <w:r w:rsidRPr="009B44A9">
        <w:rPr>
          <w:spacing w:val="-1"/>
        </w:rPr>
        <w:t xml:space="preserve"> </w:t>
      </w:r>
      <w:r w:rsidRPr="009B44A9">
        <w:t>слов;</w:t>
      </w:r>
    </w:p>
    <w:p w:rsidR="00E76AB9" w:rsidRPr="009B44A9" w:rsidRDefault="00E76AB9" w:rsidP="007940B1">
      <w:pPr>
        <w:pStyle w:val="BodyText"/>
        <w:spacing w:line="292" w:lineRule="auto"/>
        <w:ind w:left="286" w:right="1200"/>
        <w:jc w:val="both"/>
      </w:pPr>
      <w:r w:rsidRPr="009B44A9">
        <w:t xml:space="preserve">правило чтения буквы </w:t>
      </w:r>
      <w:r w:rsidRPr="009B44A9">
        <w:rPr>
          <w:b/>
        </w:rPr>
        <w:t xml:space="preserve">s </w:t>
      </w:r>
      <w:r w:rsidRPr="009B44A9">
        <w:t>в начале слова, в позиции между двумя гласными, на конце слова;</w:t>
      </w:r>
      <w:r w:rsidRPr="009B44A9">
        <w:rPr>
          <w:spacing w:val="-57"/>
        </w:rPr>
        <w:t xml:space="preserve"> </w:t>
      </w:r>
      <w:r w:rsidRPr="009B44A9">
        <w:t>правило</w:t>
      </w:r>
      <w:r w:rsidRPr="009B44A9">
        <w:rPr>
          <w:spacing w:val="-1"/>
        </w:rPr>
        <w:t xml:space="preserve"> </w:t>
      </w:r>
      <w:r w:rsidRPr="009B44A9">
        <w:t>чтения</w:t>
      </w:r>
      <w:r w:rsidRPr="009B44A9">
        <w:rPr>
          <w:spacing w:val="-1"/>
        </w:rPr>
        <w:t xml:space="preserve"> </w:t>
      </w:r>
      <w:r w:rsidRPr="009B44A9">
        <w:t>буквы</w:t>
      </w:r>
      <w:r w:rsidRPr="009B44A9">
        <w:rPr>
          <w:spacing w:val="2"/>
        </w:rPr>
        <w:t xml:space="preserve"> </w:t>
      </w:r>
      <w:r w:rsidRPr="009B44A9">
        <w:rPr>
          <w:b/>
        </w:rPr>
        <w:t>t</w:t>
      </w:r>
      <w:r w:rsidRPr="009B44A9">
        <w:rPr>
          <w:b/>
          <w:spacing w:val="4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начале,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середине</w:t>
      </w:r>
      <w:r w:rsidRPr="009B44A9">
        <w:rPr>
          <w:spacing w:val="-1"/>
        </w:rPr>
        <w:t xml:space="preserve"> </w:t>
      </w:r>
      <w:r w:rsidRPr="009B44A9">
        <w:t>и на конце</w:t>
      </w:r>
      <w:r w:rsidRPr="009B44A9">
        <w:rPr>
          <w:spacing w:val="-1"/>
        </w:rPr>
        <w:t xml:space="preserve"> </w:t>
      </w:r>
      <w:r w:rsidRPr="009B44A9">
        <w:t>слова;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буква</w:t>
      </w:r>
      <w:r w:rsidRPr="009B44A9">
        <w:rPr>
          <w:spacing w:val="-7"/>
        </w:rPr>
        <w:t xml:space="preserve"> </w:t>
      </w:r>
      <w:r w:rsidRPr="009B44A9">
        <w:rPr>
          <w:b/>
        </w:rPr>
        <w:t>ç</w:t>
      </w:r>
      <w:r w:rsidRPr="009B44A9">
        <w:rPr>
          <w:b/>
          <w:spacing w:val="-3"/>
        </w:rPr>
        <w:t xml:space="preserve"> </w:t>
      </w:r>
      <w:r w:rsidRPr="009B44A9">
        <w:t>(с</w:t>
      </w:r>
      <w:r w:rsidRPr="009B44A9">
        <w:rPr>
          <w:spacing w:val="-3"/>
        </w:rPr>
        <w:t xml:space="preserve"> </w:t>
      </w:r>
      <w:r w:rsidRPr="009B44A9">
        <w:t>диакритическим</w:t>
      </w:r>
      <w:r w:rsidRPr="009B44A9">
        <w:rPr>
          <w:spacing w:val="-4"/>
        </w:rPr>
        <w:t xml:space="preserve"> </w:t>
      </w:r>
      <w:r w:rsidRPr="009B44A9">
        <w:t>значком</w:t>
      </w:r>
      <w:r w:rsidRPr="009B44A9">
        <w:rPr>
          <w:spacing w:val="-4"/>
        </w:rPr>
        <w:t xml:space="preserve"> </w:t>
      </w:r>
      <w:r w:rsidRPr="009B44A9">
        <w:t>cédille);</w:t>
      </w:r>
    </w:p>
    <w:p w:rsidR="00E76AB9" w:rsidRPr="009B44A9" w:rsidRDefault="00E76AB9" w:rsidP="007940B1">
      <w:pPr>
        <w:spacing w:before="59" w:line="292" w:lineRule="auto"/>
        <w:ind w:left="286" w:right="4666"/>
        <w:jc w:val="both"/>
        <w:rPr>
          <w:b/>
          <w:sz w:val="24"/>
          <w:szCs w:val="24"/>
        </w:rPr>
      </w:pPr>
      <w:r w:rsidRPr="009B44A9">
        <w:rPr>
          <w:sz w:val="24"/>
          <w:szCs w:val="24"/>
        </w:rPr>
        <w:t>буква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e</w:t>
      </w:r>
      <w:r w:rsidRPr="009B44A9">
        <w:rPr>
          <w:b/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различными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диакритическими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значками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: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é,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è,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ê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буква </w:t>
      </w:r>
      <w:r w:rsidRPr="009B44A9">
        <w:rPr>
          <w:b/>
          <w:sz w:val="24"/>
          <w:szCs w:val="24"/>
        </w:rPr>
        <w:t xml:space="preserve">a </w:t>
      </w:r>
      <w:r w:rsidRPr="009B44A9">
        <w:rPr>
          <w:sz w:val="24"/>
          <w:szCs w:val="24"/>
        </w:rPr>
        <w:t>с различными диакритическими значками: à, â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буква</w:t>
      </w:r>
      <w:r w:rsidRPr="009B44A9">
        <w:rPr>
          <w:spacing w:val="2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u</w:t>
      </w:r>
      <w:r w:rsidRPr="009B44A9">
        <w:rPr>
          <w:b/>
          <w:spacing w:val="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6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различными</w:t>
      </w:r>
      <w:r w:rsidRPr="009B44A9">
        <w:rPr>
          <w:spacing w:val="6"/>
          <w:sz w:val="24"/>
          <w:szCs w:val="24"/>
        </w:rPr>
        <w:t xml:space="preserve"> </w:t>
      </w:r>
      <w:r w:rsidRPr="009B44A9">
        <w:rPr>
          <w:sz w:val="24"/>
          <w:szCs w:val="24"/>
        </w:rPr>
        <w:t>диакритическими</w:t>
      </w:r>
      <w:r w:rsidRPr="009B44A9">
        <w:rPr>
          <w:spacing w:val="5"/>
          <w:sz w:val="24"/>
          <w:szCs w:val="24"/>
        </w:rPr>
        <w:t xml:space="preserve"> </w:t>
      </w:r>
      <w:r w:rsidRPr="009B44A9">
        <w:rPr>
          <w:sz w:val="24"/>
          <w:szCs w:val="24"/>
        </w:rPr>
        <w:t>значками:</w:t>
      </w:r>
      <w:r w:rsidRPr="009B44A9">
        <w:rPr>
          <w:spacing w:val="5"/>
          <w:sz w:val="24"/>
          <w:szCs w:val="24"/>
        </w:rPr>
        <w:t xml:space="preserve"> </w:t>
      </w:r>
      <w:r w:rsidRPr="009B44A9">
        <w:rPr>
          <w:sz w:val="24"/>
          <w:szCs w:val="24"/>
        </w:rPr>
        <w:t>ù,</w:t>
      </w:r>
      <w:r w:rsidRPr="009B44A9">
        <w:rPr>
          <w:spacing w:val="6"/>
          <w:sz w:val="24"/>
          <w:szCs w:val="24"/>
        </w:rPr>
        <w:t xml:space="preserve"> </w:t>
      </w:r>
      <w:r w:rsidRPr="009B44A9">
        <w:rPr>
          <w:sz w:val="24"/>
          <w:szCs w:val="24"/>
        </w:rPr>
        <w:t>û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б)</w:t>
      </w:r>
      <w:r w:rsidRPr="009B44A9">
        <w:rPr>
          <w:b/>
          <w:spacing w:val="-2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правила</w:t>
      </w:r>
      <w:r w:rsidRPr="009B44A9">
        <w:rPr>
          <w:b/>
          <w:spacing w:val="-1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чтения</w:t>
      </w:r>
      <w:r w:rsidRPr="009B44A9">
        <w:rPr>
          <w:b/>
          <w:spacing w:val="-2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буквосочетаний</w:t>
      </w:r>
      <w:r w:rsidRPr="009B44A9">
        <w:rPr>
          <w:b/>
          <w:spacing w:val="-2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в</w:t>
      </w:r>
      <w:r w:rsidRPr="009B44A9">
        <w:rPr>
          <w:b/>
          <w:spacing w:val="-2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словах:</w:t>
      </w:r>
    </w:p>
    <w:p w:rsidR="00E76AB9" w:rsidRPr="009B44A9" w:rsidRDefault="00E76AB9" w:rsidP="007940B1">
      <w:pPr>
        <w:pStyle w:val="BodyText"/>
        <w:spacing w:line="292" w:lineRule="auto"/>
        <w:ind w:left="286" w:right="7250"/>
        <w:jc w:val="both"/>
      </w:pPr>
      <w:r w:rsidRPr="009B44A9">
        <w:t>буквосочетания ou, oi, au, eau;</w:t>
      </w:r>
      <w:r w:rsidRPr="009B44A9">
        <w:rPr>
          <w:spacing w:val="1"/>
        </w:rPr>
        <w:t xml:space="preserve"> </w:t>
      </w:r>
      <w:r w:rsidRPr="009B44A9">
        <w:t>буквосочетания ai, aî, ei, eu, œu.</w:t>
      </w:r>
      <w:r w:rsidRPr="009B44A9">
        <w:rPr>
          <w:spacing w:val="-58"/>
        </w:rPr>
        <w:t xml:space="preserve"> </w:t>
      </w:r>
      <w:r w:rsidRPr="009B44A9">
        <w:t>буквосочетание</w:t>
      </w:r>
      <w:r w:rsidRPr="009B44A9">
        <w:rPr>
          <w:spacing w:val="-1"/>
        </w:rPr>
        <w:t xml:space="preserve"> </w:t>
      </w:r>
      <w:r w:rsidRPr="009B44A9">
        <w:t>gn</w:t>
      </w:r>
    </w:p>
    <w:p w:rsidR="00E76AB9" w:rsidRPr="009B44A9" w:rsidRDefault="00E76AB9" w:rsidP="007940B1">
      <w:pPr>
        <w:pStyle w:val="BodyText"/>
        <w:spacing w:line="292" w:lineRule="auto"/>
        <w:ind w:left="286" w:right="5309"/>
        <w:jc w:val="both"/>
      </w:pPr>
      <w:r w:rsidRPr="009B44A9">
        <w:t>буквосочетания an, am, em, en, on, om</w:t>
      </w:r>
      <w:r w:rsidRPr="009B44A9">
        <w:rPr>
          <w:spacing w:val="1"/>
        </w:rPr>
        <w:t xml:space="preserve"> </w:t>
      </w:r>
      <w:r w:rsidRPr="009B44A9">
        <w:t>буквосочетания</w:t>
      </w:r>
      <w:r w:rsidRPr="009B44A9">
        <w:rPr>
          <w:spacing w:val="-4"/>
        </w:rPr>
        <w:t xml:space="preserve"> </w:t>
      </w:r>
      <w:r w:rsidRPr="009B44A9">
        <w:t>in,</w:t>
      </w:r>
      <w:r w:rsidRPr="009B44A9">
        <w:rPr>
          <w:spacing w:val="-2"/>
        </w:rPr>
        <w:t xml:space="preserve"> </w:t>
      </w:r>
      <w:r w:rsidRPr="009B44A9">
        <w:t>im,</w:t>
      </w:r>
      <w:r w:rsidRPr="009B44A9">
        <w:rPr>
          <w:spacing w:val="-2"/>
        </w:rPr>
        <w:t xml:space="preserve"> </w:t>
      </w:r>
      <w:r w:rsidRPr="009B44A9">
        <w:t>yn,</w:t>
      </w:r>
      <w:r w:rsidRPr="009B44A9">
        <w:rPr>
          <w:spacing w:val="-2"/>
        </w:rPr>
        <w:t xml:space="preserve"> </w:t>
      </w:r>
      <w:r w:rsidRPr="009B44A9">
        <w:t>ym,</w:t>
      </w:r>
      <w:r w:rsidRPr="009B44A9">
        <w:rPr>
          <w:spacing w:val="-2"/>
        </w:rPr>
        <w:t xml:space="preserve"> </w:t>
      </w:r>
      <w:r w:rsidRPr="009B44A9">
        <w:t>ain,</w:t>
      </w:r>
      <w:r w:rsidRPr="009B44A9">
        <w:rPr>
          <w:spacing w:val="-2"/>
        </w:rPr>
        <w:t xml:space="preserve"> </w:t>
      </w:r>
      <w:r w:rsidRPr="009B44A9">
        <w:t>aim,</w:t>
      </w:r>
      <w:r w:rsidRPr="009B44A9">
        <w:rPr>
          <w:spacing w:val="-2"/>
        </w:rPr>
        <w:t xml:space="preserve"> </w:t>
      </w:r>
      <w:r w:rsidRPr="009B44A9">
        <w:t>um,</w:t>
      </w:r>
      <w:r w:rsidRPr="009B44A9">
        <w:rPr>
          <w:spacing w:val="-3"/>
        </w:rPr>
        <w:t xml:space="preserve"> </w:t>
      </w:r>
      <w:r w:rsidRPr="009B44A9">
        <w:t>un,</w:t>
      </w:r>
      <w:r w:rsidRPr="009B44A9">
        <w:rPr>
          <w:spacing w:val="-2"/>
        </w:rPr>
        <w:t xml:space="preserve"> </w:t>
      </w:r>
      <w:r w:rsidRPr="009B44A9">
        <w:t>ien</w:t>
      </w:r>
      <w:r w:rsidRPr="009B44A9">
        <w:rPr>
          <w:spacing w:val="-57"/>
        </w:rPr>
        <w:t xml:space="preserve"> </w:t>
      </w:r>
      <w:r w:rsidRPr="009B44A9">
        <w:t>буквосочетания il, ill, ail, aille, eil, eille</w:t>
      </w:r>
      <w:r w:rsidRPr="009B44A9">
        <w:rPr>
          <w:spacing w:val="1"/>
        </w:rPr>
        <w:t xml:space="preserve"> </w:t>
      </w:r>
      <w:r w:rsidRPr="009B44A9">
        <w:t>буквосочетания</w:t>
      </w:r>
      <w:r w:rsidRPr="009B44A9">
        <w:rPr>
          <w:spacing w:val="-2"/>
        </w:rPr>
        <w:t xml:space="preserve"> </w:t>
      </w:r>
      <w:r w:rsidRPr="009B44A9">
        <w:t>ch, ph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буквосочетание</w:t>
      </w:r>
      <w:r w:rsidRPr="009B44A9">
        <w:rPr>
          <w:spacing w:val="-4"/>
        </w:rPr>
        <w:t xml:space="preserve"> </w:t>
      </w:r>
      <w:r w:rsidRPr="009B44A9">
        <w:t>ui</w:t>
      </w:r>
    </w:p>
    <w:p w:rsidR="00E76AB9" w:rsidRPr="009B44A9" w:rsidRDefault="00E76AB9" w:rsidP="007940B1">
      <w:pPr>
        <w:pStyle w:val="Heading1"/>
        <w:spacing w:before="56"/>
        <w:jc w:val="both"/>
      </w:pPr>
      <w:r w:rsidRPr="009B44A9">
        <w:t>Формирование</w:t>
      </w:r>
      <w:r w:rsidRPr="009B44A9">
        <w:rPr>
          <w:spacing w:val="-7"/>
        </w:rPr>
        <w:t xml:space="preserve"> </w:t>
      </w:r>
      <w:r w:rsidRPr="009B44A9">
        <w:t>и</w:t>
      </w:r>
      <w:r w:rsidRPr="009B44A9">
        <w:rPr>
          <w:spacing w:val="-8"/>
        </w:rPr>
        <w:t xml:space="preserve"> </w:t>
      </w:r>
      <w:r w:rsidRPr="009B44A9">
        <w:t>коррекция</w:t>
      </w:r>
      <w:r w:rsidRPr="009B44A9">
        <w:rPr>
          <w:spacing w:val="-7"/>
        </w:rPr>
        <w:t xml:space="preserve"> </w:t>
      </w:r>
      <w:r w:rsidRPr="009B44A9">
        <w:t>слухо-произносительных</w:t>
      </w:r>
      <w:r w:rsidRPr="009B44A9">
        <w:rPr>
          <w:spacing w:val="-7"/>
        </w:rPr>
        <w:t xml:space="preserve"> </w:t>
      </w:r>
      <w:r w:rsidRPr="009B44A9">
        <w:t>навыков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а)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помощью</w:t>
      </w:r>
      <w:r w:rsidRPr="009B44A9">
        <w:rPr>
          <w:spacing w:val="-4"/>
        </w:rPr>
        <w:t xml:space="preserve"> </w:t>
      </w:r>
      <w:r w:rsidRPr="009B44A9">
        <w:t>фонетической</w:t>
      </w:r>
      <w:r w:rsidRPr="009B44A9">
        <w:rPr>
          <w:spacing w:val="-3"/>
        </w:rPr>
        <w:t xml:space="preserve"> </w:t>
      </w:r>
      <w:r w:rsidRPr="009B44A9">
        <w:t>зарядки;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б)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помощью</w:t>
      </w:r>
      <w:r w:rsidRPr="009B44A9">
        <w:rPr>
          <w:spacing w:val="-4"/>
        </w:rPr>
        <w:t xml:space="preserve"> </w:t>
      </w:r>
      <w:r w:rsidRPr="009B44A9">
        <w:t>заучивания</w:t>
      </w:r>
      <w:r w:rsidRPr="009B44A9">
        <w:rPr>
          <w:spacing w:val="-4"/>
        </w:rPr>
        <w:t xml:space="preserve"> </w:t>
      </w:r>
      <w:r w:rsidRPr="009B44A9">
        <w:t>скороговорок,</w:t>
      </w:r>
      <w:r w:rsidRPr="009B44A9">
        <w:rPr>
          <w:spacing w:val="-3"/>
        </w:rPr>
        <w:t xml:space="preserve"> </w:t>
      </w:r>
      <w:r w:rsidRPr="009B44A9">
        <w:t>коротких</w:t>
      </w:r>
      <w:r w:rsidRPr="009B44A9">
        <w:rPr>
          <w:spacing w:val="-3"/>
        </w:rPr>
        <w:t xml:space="preserve"> </w:t>
      </w:r>
      <w:r w:rsidRPr="009B44A9">
        <w:t>стихотворений,</w:t>
      </w:r>
      <w:r w:rsidRPr="009B44A9">
        <w:rPr>
          <w:spacing w:val="-3"/>
        </w:rPr>
        <w:t xml:space="preserve"> </w:t>
      </w:r>
      <w:r w:rsidRPr="009B44A9">
        <w:t>песенок;</w:t>
      </w:r>
    </w:p>
    <w:p w:rsidR="00E76AB9" w:rsidRPr="009B44A9" w:rsidRDefault="00E76AB9" w:rsidP="007940B1">
      <w:pPr>
        <w:pStyle w:val="BodyText"/>
        <w:spacing w:before="60" w:line="292" w:lineRule="auto"/>
        <w:ind w:right="596" w:firstLine="180"/>
        <w:jc w:val="both"/>
      </w:pPr>
      <w:r w:rsidRPr="009B44A9">
        <w:t>в) с помощью разнообразия способов предъявления учащимся материала, предназначенного для</w:t>
      </w:r>
      <w:r w:rsidRPr="009B44A9">
        <w:rPr>
          <w:spacing w:val="-58"/>
        </w:rPr>
        <w:t xml:space="preserve"> </w:t>
      </w:r>
      <w:r w:rsidRPr="009B44A9">
        <w:t>восприятия</w:t>
      </w:r>
      <w:r w:rsidRPr="009B44A9">
        <w:rPr>
          <w:spacing w:val="-2"/>
        </w:rPr>
        <w:t xml:space="preserve"> </w:t>
      </w:r>
      <w:r w:rsidRPr="009B44A9">
        <w:t>на</w:t>
      </w:r>
      <w:r w:rsidRPr="009B44A9">
        <w:rPr>
          <w:spacing w:val="-1"/>
        </w:rPr>
        <w:t xml:space="preserve"> </w:t>
      </w:r>
      <w:r w:rsidRPr="009B44A9">
        <w:t>слух (голос</w:t>
      </w:r>
      <w:r w:rsidRPr="009B44A9">
        <w:rPr>
          <w:spacing w:val="-1"/>
        </w:rPr>
        <w:t xml:space="preserve"> </w:t>
      </w:r>
      <w:r w:rsidRPr="009B44A9">
        <w:t>учителя, прослушивание</w:t>
      </w:r>
      <w:r w:rsidRPr="009B44A9">
        <w:rPr>
          <w:spacing w:val="-1"/>
        </w:rPr>
        <w:t xml:space="preserve"> </w:t>
      </w:r>
      <w:r w:rsidRPr="009B44A9">
        <w:t>аудиозаписей и</w:t>
      </w:r>
      <w:r w:rsidRPr="009B44A9">
        <w:rPr>
          <w:spacing w:val="-1"/>
        </w:rPr>
        <w:t xml:space="preserve"> </w:t>
      </w:r>
      <w:r w:rsidRPr="009B44A9">
        <w:t>т.д.).</w:t>
      </w:r>
    </w:p>
    <w:p w:rsidR="00E76AB9" w:rsidRPr="009B44A9" w:rsidRDefault="00E76AB9" w:rsidP="007940B1">
      <w:pPr>
        <w:pStyle w:val="BodyText"/>
        <w:spacing w:line="292" w:lineRule="auto"/>
        <w:ind w:right="245" w:firstLine="180"/>
        <w:jc w:val="both"/>
      </w:pPr>
      <w:r w:rsidRPr="009B44A9">
        <w:t>Фонологическая компетенция — один из аспектов лингвистической компетенции учащихся,</w:t>
      </w:r>
      <w:r w:rsidRPr="009B44A9">
        <w:rPr>
          <w:spacing w:val="1"/>
        </w:rPr>
        <w:t xml:space="preserve"> </w:t>
      </w:r>
      <w:r w:rsidRPr="009B44A9">
        <w:t>требующих особого внимания на начальном этапе обучения. Учащиеся уясняют, что французская</w:t>
      </w:r>
      <w:r w:rsidRPr="009B44A9">
        <w:rPr>
          <w:spacing w:val="1"/>
        </w:rPr>
        <w:t xml:space="preserve"> </w:t>
      </w:r>
      <w:r w:rsidRPr="009B44A9">
        <w:t>речь отличается особой мелодикой, своим ритмом, большей интенсивностью артикуляционно-</w:t>
      </w:r>
      <w:r w:rsidRPr="009B44A9">
        <w:rPr>
          <w:spacing w:val="1"/>
        </w:rPr>
        <w:t xml:space="preserve"> </w:t>
      </w:r>
      <w:r w:rsidRPr="009B44A9">
        <w:t>акустических характеристик по сравнению с русским языком. Но достижение абсолютной</w:t>
      </w:r>
      <w:r w:rsidRPr="009B44A9">
        <w:rPr>
          <w:spacing w:val="1"/>
        </w:rPr>
        <w:t xml:space="preserve"> </w:t>
      </w:r>
      <w:r w:rsidRPr="009B44A9">
        <w:t>фонетической правильности речи не является главной целью начального этапа обучения</w:t>
      </w:r>
      <w:r w:rsidRPr="009B44A9">
        <w:rPr>
          <w:spacing w:val="1"/>
        </w:rPr>
        <w:t xml:space="preserve"> </w:t>
      </w:r>
      <w:r w:rsidRPr="009B44A9">
        <w:t>французскому языку как второму иностранному. Это долгосрочная перспектива, требующая</w:t>
      </w:r>
      <w:r w:rsidRPr="009B44A9">
        <w:rPr>
          <w:spacing w:val="1"/>
        </w:rPr>
        <w:t xml:space="preserve"> </w:t>
      </w:r>
      <w:r w:rsidRPr="009B44A9">
        <w:t>пристального</w:t>
      </w:r>
      <w:r w:rsidRPr="009B44A9">
        <w:rPr>
          <w:spacing w:val="-4"/>
        </w:rPr>
        <w:t xml:space="preserve"> </w:t>
      </w:r>
      <w:r w:rsidRPr="009B44A9">
        <w:t>внимания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участия</w:t>
      </w:r>
      <w:r w:rsidRPr="009B44A9">
        <w:rPr>
          <w:spacing w:val="-4"/>
        </w:rPr>
        <w:t xml:space="preserve"> </w:t>
      </w:r>
      <w:r w:rsidRPr="009B44A9">
        <w:t>учителя</w:t>
      </w:r>
      <w:r w:rsidRPr="009B44A9">
        <w:rPr>
          <w:spacing w:val="-4"/>
        </w:rPr>
        <w:t xml:space="preserve"> </w:t>
      </w:r>
      <w:r w:rsidRPr="009B44A9">
        <w:t>на</w:t>
      </w:r>
      <w:r w:rsidRPr="009B44A9">
        <w:rPr>
          <w:spacing w:val="-3"/>
        </w:rPr>
        <w:t xml:space="preserve"> </w:t>
      </w:r>
      <w:r w:rsidRPr="009B44A9">
        <w:t>протяжении</w:t>
      </w:r>
      <w:r w:rsidRPr="009B44A9">
        <w:rPr>
          <w:spacing w:val="-3"/>
        </w:rPr>
        <w:t xml:space="preserve"> </w:t>
      </w:r>
      <w:r w:rsidRPr="009B44A9">
        <w:t>всего</w:t>
      </w:r>
      <w:r w:rsidRPr="009B44A9">
        <w:rPr>
          <w:spacing w:val="-3"/>
        </w:rPr>
        <w:t xml:space="preserve"> </w:t>
      </w:r>
      <w:r w:rsidRPr="009B44A9">
        <w:t>учебного</w:t>
      </w:r>
      <w:r w:rsidRPr="009B44A9">
        <w:rPr>
          <w:spacing w:val="-3"/>
        </w:rPr>
        <w:t xml:space="preserve"> </w:t>
      </w:r>
      <w:r w:rsidRPr="009B44A9">
        <w:t>процесса.</w:t>
      </w:r>
      <w:r w:rsidRPr="009B44A9">
        <w:rPr>
          <w:spacing w:val="-3"/>
        </w:rPr>
        <w:t xml:space="preserve"> </w:t>
      </w:r>
      <w:r w:rsidRPr="009B44A9">
        <w:t>Исправлению</w:t>
      </w:r>
      <w:r w:rsidRPr="009B44A9">
        <w:rPr>
          <w:spacing w:val="-4"/>
        </w:rPr>
        <w:t xml:space="preserve"> </w:t>
      </w:r>
      <w:r w:rsidRPr="009B44A9">
        <w:t>и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/>
        <w:jc w:val="both"/>
      </w:pPr>
      <w:r w:rsidRPr="009B44A9">
        <w:t>коррекции</w:t>
      </w:r>
      <w:r w:rsidRPr="009B44A9">
        <w:rPr>
          <w:spacing w:val="-4"/>
        </w:rPr>
        <w:t xml:space="preserve"> </w:t>
      </w:r>
      <w:r w:rsidRPr="009B44A9">
        <w:t>подлежат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первую</w:t>
      </w:r>
      <w:r w:rsidRPr="009B44A9">
        <w:rPr>
          <w:spacing w:val="-5"/>
        </w:rPr>
        <w:t xml:space="preserve"> </w:t>
      </w:r>
      <w:r w:rsidRPr="009B44A9">
        <w:t>очередь</w:t>
      </w:r>
      <w:r w:rsidRPr="009B44A9">
        <w:rPr>
          <w:spacing w:val="-5"/>
        </w:rPr>
        <w:t xml:space="preserve"> </w:t>
      </w:r>
      <w:r w:rsidRPr="009B44A9">
        <w:t>фонетические</w:t>
      </w:r>
      <w:r w:rsidRPr="009B44A9">
        <w:rPr>
          <w:spacing w:val="-4"/>
        </w:rPr>
        <w:t xml:space="preserve"> </w:t>
      </w:r>
      <w:r w:rsidRPr="009B44A9">
        <w:t>ошибки,</w:t>
      </w:r>
      <w:r w:rsidRPr="009B44A9">
        <w:rPr>
          <w:spacing w:val="-4"/>
        </w:rPr>
        <w:t xml:space="preserve"> </w:t>
      </w:r>
      <w:r w:rsidRPr="009B44A9">
        <w:t>искажающие</w:t>
      </w:r>
      <w:r w:rsidRPr="009B44A9">
        <w:rPr>
          <w:spacing w:val="-4"/>
        </w:rPr>
        <w:t xml:space="preserve"> </w:t>
      </w:r>
      <w:r w:rsidRPr="009B44A9">
        <w:t>смысл</w:t>
      </w:r>
      <w:r w:rsidRPr="009B44A9">
        <w:rPr>
          <w:spacing w:val="-5"/>
        </w:rPr>
        <w:t xml:space="preserve"> </w:t>
      </w:r>
      <w:r w:rsidRPr="009B44A9">
        <w:t>высказывания.</w:t>
      </w:r>
    </w:p>
    <w:p w:rsidR="00E76AB9" w:rsidRPr="009B44A9" w:rsidRDefault="00E76AB9" w:rsidP="007940B1">
      <w:pPr>
        <w:spacing w:before="60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Тексты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вслух: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беседа/диалог,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рассказ,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сообщение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информационного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характера.</w:t>
      </w:r>
    </w:p>
    <w:p w:rsidR="00E76AB9" w:rsidRPr="009B44A9" w:rsidRDefault="00E76AB9" w:rsidP="007940B1">
      <w:pPr>
        <w:spacing w:before="60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вслух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9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70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Орфография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пунктуация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Правильное</w:t>
      </w:r>
      <w:r w:rsidRPr="009B44A9">
        <w:rPr>
          <w:spacing w:val="-4"/>
        </w:rPr>
        <w:t xml:space="preserve"> </w:t>
      </w:r>
      <w:r w:rsidRPr="009B44A9">
        <w:t>написание</w:t>
      </w:r>
      <w:r w:rsidRPr="009B44A9">
        <w:rPr>
          <w:spacing w:val="-3"/>
        </w:rPr>
        <w:t xml:space="preserve"> </w:t>
      </w:r>
      <w:r w:rsidRPr="009B44A9">
        <w:t>изученных</w:t>
      </w:r>
      <w:r w:rsidRPr="009B44A9">
        <w:rPr>
          <w:spacing w:val="-3"/>
        </w:rPr>
        <w:t xml:space="preserve"> </w:t>
      </w:r>
      <w:r w:rsidRPr="009B44A9">
        <w:t>слов.</w:t>
      </w:r>
    </w:p>
    <w:p w:rsidR="00E76AB9" w:rsidRPr="009B44A9" w:rsidRDefault="00E76AB9" w:rsidP="007940B1">
      <w:pPr>
        <w:pStyle w:val="BodyText"/>
        <w:spacing w:before="60" w:line="292" w:lineRule="auto"/>
        <w:ind w:right="287" w:firstLine="180"/>
        <w:jc w:val="both"/>
      </w:pPr>
      <w:r w:rsidRPr="009B44A9">
        <w:t>Правильное использование знаков препинания: точки, вопросительного и восклицательного знаков</w:t>
      </w:r>
      <w:r w:rsidRPr="009B44A9">
        <w:rPr>
          <w:spacing w:val="-58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конце предложения;</w:t>
      </w:r>
      <w:r w:rsidRPr="009B44A9">
        <w:rPr>
          <w:spacing w:val="-1"/>
        </w:rPr>
        <w:t xml:space="preserve"> </w:t>
      </w:r>
      <w:r w:rsidRPr="009B44A9">
        <w:t>запятой при перечислении.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Пунктуационно правильное, в соответствии с нормами речевого этикета, принятыми в</w:t>
      </w:r>
      <w:r w:rsidRPr="009B44A9">
        <w:rPr>
          <w:spacing w:val="1"/>
        </w:rPr>
        <w:t xml:space="preserve"> </w:t>
      </w:r>
      <w:r w:rsidRPr="009B44A9">
        <w:t>стране/странах</w:t>
      </w:r>
      <w:r w:rsidRPr="009B44A9">
        <w:rPr>
          <w:spacing w:val="-5"/>
        </w:rPr>
        <w:t xml:space="preserve"> </w:t>
      </w:r>
      <w:r w:rsidRPr="009B44A9">
        <w:t>изучаемого</w:t>
      </w:r>
      <w:r w:rsidRPr="009B44A9">
        <w:rPr>
          <w:spacing w:val="-5"/>
        </w:rPr>
        <w:t xml:space="preserve"> </w:t>
      </w:r>
      <w:r w:rsidRPr="009B44A9">
        <w:t>языка,</w:t>
      </w:r>
      <w:r w:rsidRPr="009B44A9">
        <w:rPr>
          <w:spacing w:val="-5"/>
        </w:rPr>
        <w:t xml:space="preserve"> </w:t>
      </w:r>
      <w:r w:rsidRPr="009B44A9">
        <w:t>оформление</w:t>
      </w:r>
      <w:r w:rsidRPr="009B44A9">
        <w:rPr>
          <w:spacing w:val="-5"/>
        </w:rPr>
        <w:t xml:space="preserve"> </w:t>
      </w:r>
      <w:r w:rsidRPr="009B44A9">
        <w:t>электронного</w:t>
      </w:r>
      <w:r w:rsidRPr="009B44A9">
        <w:rPr>
          <w:spacing w:val="-5"/>
        </w:rPr>
        <w:t xml:space="preserve"> </w:t>
      </w:r>
      <w:r w:rsidRPr="009B44A9">
        <w:t>сообщения</w:t>
      </w:r>
      <w:r w:rsidRPr="009B44A9">
        <w:rPr>
          <w:spacing w:val="-5"/>
        </w:rPr>
        <w:t xml:space="preserve"> </w:t>
      </w:r>
      <w:r w:rsidRPr="009B44A9">
        <w:t>личного</w:t>
      </w:r>
      <w:r w:rsidRPr="009B44A9">
        <w:rPr>
          <w:spacing w:val="-5"/>
        </w:rPr>
        <w:t xml:space="preserve"> </w:t>
      </w:r>
      <w:r w:rsidRPr="009B44A9">
        <w:t>характера.</w:t>
      </w:r>
    </w:p>
    <w:p w:rsidR="00E76AB9" w:rsidRPr="009B44A9" w:rsidRDefault="00E76AB9" w:rsidP="007940B1">
      <w:pPr>
        <w:pStyle w:val="Heading2"/>
        <w:spacing w:line="275" w:lineRule="exact"/>
        <w:jc w:val="both"/>
      </w:pPr>
      <w:r w:rsidRPr="009B44A9">
        <w:t>Лексическая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59" w:line="292" w:lineRule="auto"/>
        <w:ind w:right="621" w:firstLine="180"/>
        <w:jc w:val="both"/>
      </w:pPr>
      <w:r w:rsidRPr="009B44A9">
        <w:t>Распознавание в звучащем и письменном тексте 400 лексических единиц и правильное</w:t>
      </w:r>
      <w:r w:rsidRPr="009B44A9">
        <w:rPr>
          <w:spacing w:val="1"/>
        </w:rPr>
        <w:t xml:space="preserve"> </w:t>
      </w:r>
      <w:r w:rsidRPr="009B44A9">
        <w:t>употребление в устной и письменной речи 300 лексических единиц, обслуживающих ситуации</w:t>
      </w:r>
      <w:r w:rsidRPr="009B44A9">
        <w:rPr>
          <w:spacing w:val="1"/>
        </w:rPr>
        <w:t xml:space="preserve"> </w:t>
      </w:r>
      <w:r w:rsidRPr="009B44A9">
        <w:t>общения в рамках отобранного тематического содержания, с соблюдением существующей нормы</w:t>
      </w:r>
      <w:r w:rsidRPr="009B44A9">
        <w:rPr>
          <w:spacing w:val="-58"/>
        </w:rPr>
        <w:t xml:space="preserve"> </w:t>
      </w:r>
      <w:r w:rsidRPr="009B44A9">
        <w:t>лексической</w:t>
      </w:r>
      <w:r w:rsidRPr="009B44A9">
        <w:rPr>
          <w:spacing w:val="-1"/>
        </w:rPr>
        <w:t xml:space="preserve"> </w:t>
      </w:r>
      <w:r w:rsidRPr="009B44A9">
        <w:t>сочетаемости.</w:t>
      </w:r>
    </w:p>
    <w:p w:rsidR="00E76AB9" w:rsidRPr="009B44A9" w:rsidRDefault="00E76AB9" w:rsidP="007940B1">
      <w:pPr>
        <w:pStyle w:val="BodyText"/>
        <w:spacing w:line="292" w:lineRule="auto"/>
        <w:ind w:right="937" w:firstLine="180"/>
        <w:jc w:val="both"/>
      </w:pPr>
      <w:r w:rsidRPr="009B44A9">
        <w:t>Распознавание в звучащем и письменном тексте и употребление в устной и письменной речи</w:t>
      </w:r>
      <w:r w:rsidRPr="009B44A9">
        <w:rPr>
          <w:spacing w:val="-58"/>
        </w:rPr>
        <w:t xml:space="preserve"> </w:t>
      </w:r>
      <w:r w:rsidRPr="009B44A9">
        <w:t>изученных</w:t>
      </w:r>
      <w:r w:rsidRPr="009B44A9">
        <w:rPr>
          <w:spacing w:val="-1"/>
        </w:rPr>
        <w:t xml:space="preserve"> </w:t>
      </w:r>
      <w:r w:rsidRPr="009B44A9">
        <w:t>синонимов</w:t>
      </w:r>
      <w:r w:rsidRPr="009B44A9">
        <w:rPr>
          <w:spacing w:val="-1"/>
        </w:rPr>
        <w:t xml:space="preserve"> </w:t>
      </w:r>
      <w:r w:rsidRPr="009B44A9">
        <w:t>и интернациональных слов.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Распознавание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образование</w:t>
      </w:r>
      <w:r w:rsidRPr="009B44A9">
        <w:rPr>
          <w:spacing w:val="-4"/>
        </w:rPr>
        <w:t xml:space="preserve"> </w:t>
      </w:r>
      <w:r w:rsidRPr="009B44A9">
        <w:t>родственных</w:t>
      </w:r>
      <w:r w:rsidRPr="009B44A9">
        <w:rPr>
          <w:spacing w:val="-4"/>
        </w:rPr>
        <w:t xml:space="preserve"> </w:t>
      </w:r>
      <w:r w:rsidRPr="009B44A9">
        <w:t>слов</w:t>
      </w:r>
      <w:r w:rsidRPr="009B44A9">
        <w:rPr>
          <w:spacing w:val="-5"/>
        </w:rPr>
        <w:t xml:space="preserve"> </w:t>
      </w:r>
      <w:r w:rsidRPr="009B44A9">
        <w:t>с</w:t>
      </w:r>
      <w:r w:rsidRPr="009B44A9">
        <w:rPr>
          <w:spacing w:val="-4"/>
        </w:rPr>
        <w:t xml:space="preserve"> </w:t>
      </w:r>
      <w:r w:rsidRPr="009B44A9">
        <w:t>использованием</w:t>
      </w:r>
      <w:r w:rsidRPr="009B44A9">
        <w:rPr>
          <w:spacing w:val="-3"/>
        </w:rPr>
        <w:t xml:space="preserve"> </w:t>
      </w:r>
      <w:r w:rsidRPr="009B44A9">
        <w:t>аффиксации: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6" w:line="292" w:lineRule="auto"/>
        <w:ind w:right="622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имён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-in/-ine,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-er/-ère,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-eur/-euse,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-ien/-ienne,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-ais/-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aise,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-ois/-oise, -teur/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-trice;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7" w:line="292" w:lineRule="auto"/>
        <w:ind w:right="47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имён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прилагательных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-on/-onne,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-eux/-euse,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-el/-elle,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-ien/-ienne,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-ais/-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aise,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-ois/-oise;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числительных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-ier/-ière,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-ième.</w:t>
      </w:r>
    </w:p>
    <w:p w:rsidR="00E76AB9" w:rsidRPr="009B44A9" w:rsidRDefault="00E76AB9" w:rsidP="007940B1">
      <w:pPr>
        <w:pStyle w:val="Heading2"/>
        <w:spacing w:before="168"/>
        <w:jc w:val="both"/>
      </w:pPr>
      <w:r w:rsidRPr="009B44A9">
        <w:t>Грамматическая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Распознавание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звучащем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письменном</w:t>
      </w:r>
      <w:r w:rsidRPr="009B44A9">
        <w:rPr>
          <w:spacing w:val="-3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употребление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устной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8" w:line="292" w:lineRule="auto"/>
        <w:ind w:right="524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определённого и неопределённого артикля с существительными мужского и женского рода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единственного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 множественного числа;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употребление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сокращённой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слитной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форм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определённого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артикля;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228" w:line="292" w:lineRule="auto"/>
        <w:ind w:right="1772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основные случаи неупотребления артикля перед существительными и именами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собственными;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7" w:line="292" w:lineRule="auto"/>
        <w:ind w:right="1067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основные случаи употребления предлогов à и de с определённым артиклем и именами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собственными;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неупотребление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неопределённого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артикля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после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отрицания.</w:t>
      </w:r>
    </w:p>
    <w:p w:rsidR="00E76AB9" w:rsidRPr="009B44A9" w:rsidRDefault="00E76AB9" w:rsidP="007940B1">
      <w:pPr>
        <w:pStyle w:val="BodyText"/>
        <w:spacing w:before="168"/>
        <w:ind w:left="286"/>
        <w:jc w:val="both"/>
      </w:pPr>
      <w:r w:rsidRPr="009B44A9">
        <w:t>Употребление</w:t>
      </w:r>
      <w:r w:rsidRPr="009B44A9">
        <w:rPr>
          <w:spacing w:val="-3"/>
        </w:rPr>
        <w:t xml:space="preserve"> </w:t>
      </w:r>
      <w:r w:rsidRPr="009B44A9">
        <w:t>предлога</w:t>
      </w:r>
      <w:r w:rsidRPr="009B44A9">
        <w:rPr>
          <w:spacing w:val="-3"/>
        </w:rPr>
        <w:t xml:space="preserve"> </w:t>
      </w:r>
      <w:r w:rsidRPr="009B44A9">
        <w:t>de;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—женский</w:t>
      </w:r>
      <w:r w:rsidRPr="009B44A9">
        <w:rPr>
          <w:spacing w:val="-4"/>
        </w:rPr>
        <w:t xml:space="preserve"> </w:t>
      </w:r>
      <w:r w:rsidRPr="009B44A9">
        <w:t>род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множественное</w:t>
      </w:r>
      <w:r w:rsidRPr="009B44A9">
        <w:rPr>
          <w:spacing w:val="-3"/>
        </w:rPr>
        <w:t xml:space="preserve"> </w:t>
      </w:r>
      <w:r w:rsidRPr="009B44A9">
        <w:t>число</w:t>
      </w:r>
      <w:r w:rsidRPr="009B44A9">
        <w:rPr>
          <w:spacing w:val="-3"/>
        </w:rPr>
        <w:t xml:space="preserve"> </w:t>
      </w:r>
      <w:r w:rsidRPr="009B44A9">
        <w:t>некоторых</w:t>
      </w:r>
      <w:r w:rsidRPr="009B44A9">
        <w:rPr>
          <w:spacing w:val="-3"/>
        </w:rPr>
        <w:t xml:space="preserve"> </w:t>
      </w:r>
      <w:r w:rsidRPr="009B44A9">
        <w:t>прилагательных;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—согласование</w:t>
      </w:r>
      <w:r w:rsidRPr="009B44A9">
        <w:rPr>
          <w:spacing w:val="-3"/>
        </w:rPr>
        <w:t xml:space="preserve"> </w:t>
      </w:r>
      <w:r w:rsidRPr="009B44A9">
        <w:t>прилагательных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роде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числе</w:t>
      </w:r>
      <w:r w:rsidRPr="009B44A9">
        <w:rPr>
          <w:spacing w:val="-3"/>
        </w:rPr>
        <w:t xml:space="preserve"> </w:t>
      </w:r>
      <w:r w:rsidRPr="009B44A9">
        <w:t>с</w:t>
      </w:r>
      <w:r w:rsidRPr="009B44A9">
        <w:rPr>
          <w:spacing w:val="-2"/>
        </w:rPr>
        <w:t xml:space="preserve"> </w:t>
      </w:r>
      <w:r w:rsidRPr="009B44A9">
        <w:t>существительными,</w:t>
      </w:r>
      <w:r w:rsidRPr="009B44A9">
        <w:rPr>
          <w:spacing w:val="-3"/>
        </w:rPr>
        <w:t xml:space="preserve"> </w:t>
      </w:r>
      <w:r w:rsidRPr="009B44A9">
        <w:t>к</w:t>
      </w:r>
      <w:r w:rsidRPr="009B44A9">
        <w:rPr>
          <w:spacing w:val="-4"/>
        </w:rPr>
        <w:t xml:space="preserve"> </w:t>
      </w:r>
      <w:r w:rsidRPr="009B44A9">
        <w:t>которым</w:t>
      </w:r>
      <w:r w:rsidRPr="009B44A9">
        <w:rPr>
          <w:spacing w:val="-3"/>
        </w:rPr>
        <w:t xml:space="preserve"> </w:t>
      </w:r>
      <w:r w:rsidRPr="009B44A9">
        <w:t>они</w:t>
      </w:r>
      <w:r w:rsidRPr="009B44A9">
        <w:rPr>
          <w:spacing w:val="-3"/>
        </w:rPr>
        <w:t xml:space="preserve"> </w:t>
      </w:r>
      <w:r w:rsidRPr="009B44A9">
        <w:t>относятся;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—место</w:t>
      </w:r>
      <w:r w:rsidRPr="009B44A9">
        <w:rPr>
          <w:spacing w:val="-4"/>
        </w:rPr>
        <w:t xml:space="preserve"> </w:t>
      </w:r>
      <w:r w:rsidRPr="009B44A9">
        <w:t>прилагательного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предложении;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—употребление</w:t>
      </w:r>
      <w:r w:rsidRPr="009B44A9">
        <w:rPr>
          <w:spacing w:val="-6"/>
        </w:rPr>
        <w:t xml:space="preserve"> </w:t>
      </w:r>
      <w:r w:rsidRPr="009B44A9">
        <w:t>указательных,</w:t>
      </w:r>
      <w:r w:rsidRPr="009B44A9">
        <w:rPr>
          <w:spacing w:val="-5"/>
        </w:rPr>
        <w:t xml:space="preserve"> </w:t>
      </w:r>
      <w:r w:rsidRPr="009B44A9">
        <w:t>притяжательных</w:t>
      </w:r>
      <w:r w:rsidRPr="009B44A9">
        <w:rPr>
          <w:spacing w:val="-6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вопросительных</w:t>
      </w:r>
      <w:r w:rsidRPr="009B44A9">
        <w:rPr>
          <w:spacing w:val="-5"/>
        </w:rPr>
        <w:t xml:space="preserve"> </w:t>
      </w:r>
      <w:r w:rsidRPr="009B44A9">
        <w:t>прилагательных;</w:t>
      </w:r>
    </w:p>
    <w:p w:rsidR="00E76AB9" w:rsidRPr="009B44A9" w:rsidRDefault="00E76AB9" w:rsidP="007940B1">
      <w:pPr>
        <w:pStyle w:val="BodyText"/>
        <w:spacing w:before="61"/>
        <w:ind w:left="286"/>
        <w:jc w:val="both"/>
      </w:pPr>
      <w:r w:rsidRPr="009B44A9">
        <w:t>—некоторые</w:t>
      </w:r>
      <w:r w:rsidRPr="009B44A9">
        <w:rPr>
          <w:spacing w:val="-5"/>
        </w:rPr>
        <w:t xml:space="preserve"> </w:t>
      </w:r>
      <w:r w:rsidRPr="009B44A9">
        <w:t>случаи</w:t>
      </w:r>
      <w:r w:rsidRPr="009B44A9">
        <w:rPr>
          <w:spacing w:val="-4"/>
        </w:rPr>
        <w:t xml:space="preserve"> </w:t>
      </w:r>
      <w:r w:rsidRPr="009B44A9">
        <w:t>употребления</w:t>
      </w:r>
      <w:r w:rsidRPr="009B44A9">
        <w:rPr>
          <w:spacing w:val="-5"/>
        </w:rPr>
        <w:t xml:space="preserve"> </w:t>
      </w:r>
      <w:r w:rsidRPr="009B44A9">
        <w:t>количественных</w:t>
      </w:r>
      <w:r w:rsidRPr="009B44A9">
        <w:rPr>
          <w:spacing w:val="-4"/>
        </w:rPr>
        <w:t xml:space="preserve"> </w:t>
      </w:r>
      <w:r w:rsidRPr="009B44A9">
        <w:t>(до</w:t>
      </w:r>
      <w:r w:rsidRPr="009B44A9">
        <w:rPr>
          <w:spacing w:val="-4"/>
        </w:rPr>
        <w:t xml:space="preserve"> </w:t>
      </w:r>
      <w:r w:rsidRPr="009B44A9">
        <w:t>100)и</w:t>
      </w:r>
      <w:r w:rsidRPr="009B44A9">
        <w:rPr>
          <w:spacing w:val="-4"/>
        </w:rPr>
        <w:t xml:space="preserve"> </w:t>
      </w:r>
      <w:r w:rsidRPr="009B44A9">
        <w:t>порядковых</w:t>
      </w:r>
      <w:r w:rsidRPr="009B44A9">
        <w:rPr>
          <w:spacing w:val="-4"/>
        </w:rPr>
        <w:t xml:space="preserve"> </w:t>
      </w:r>
      <w:r w:rsidRPr="009B44A9">
        <w:t>числительных;</w:t>
      </w:r>
    </w:p>
    <w:p w:rsidR="00E76AB9" w:rsidRPr="009B44A9" w:rsidRDefault="00E76AB9" w:rsidP="007940B1">
      <w:pPr>
        <w:pStyle w:val="BodyText"/>
        <w:spacing w:before="60" w:line="292" w:lineRule="auto"/>
        <w:ind w:right="208" w:firstLine="180"/>
        <w:jc w:val="both"/>
      </w:pPr>
      <w:r w:rsidRPr="009B44A9">
        <w:t>—личные местоимения самостоятельные (ударные) и приглагольные (безударные). Неопределённо-</w:t>
      </w:r>
      <w:r w:rsidRPr="009B44A9">
        <w:rPr>
          <w:spacing w:val="-57"/>
        </w:rPr>
        <w:t xml:space="preserve"> </w:t>
      </w:r>
      <w:r w:rsidRPr="009B44A9">
        <w:t>личное</w:t>
      </w:r>
      <w:r w:rsidRPr="009B44A9">
        <w:rPr>
          <w:spacing w:val="-1"/>
        </w:rPr>
        <w:t xml:space="preserve"> </w:t>
      </w:r>
      <w:r w:rsidRPr="009B44A9">
        <w:t>местоимение on;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—местоимение</w:t>
      </w:r>
      <w:r w:rsidRPr="009B44A9">
        <w:rPr>
          <w:spacing w:val="-3"/>
        </w:rPr>
        <w:t xml:space="preserve"> </w:t>
      </w:r>
      <w:r w:rsidRPr="009B44A9">
        <w:t>il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безличных</w:t>
      </w:r>
      <w:r w:rsidRPr="009B44A9">
        <w:rPr>
          <w:spacing w:val="-3"/>
        </w:rPr>
        <w:t xml:space="preserve"> </w:t>
      </w:r>
      <w:r w:rsidRPr="009B44A9">
        <w:t>конструкциях;</w:t>
      </w:r>
      <w:r w:rsidRPr="009B44A9">
        <w:rPr>
          <w:spacing w:val="-3"/>
        </w:rPr>
        <w:t xml:space="preserve"> </w:t>
      </w:r>
      <w:r w:rsidRPr="009B44A9">
        <w:t>употребление</w:t>
      </w:r>
      <w:r w:rsidRPr="009B44A9">
        <w:rPr>
          <w:spacing w:val="-3"/>
        </w:rPr>
        <w:t xml:space="preserve"> </w:t>
      </w:r>
      <w:r w:rsidRPr="009B44A9">
        <w:t>безличного</w:t>
      </w:r>
      <w:r w:rsidRPr="009B44A9">
        <w:rPr>
          <w:spacing w:val="-2"/>
        </w:rPr>
        <w:t xml:space="preserve"> </w:t>
      </w:r>
      <w:r w:rsidRPr="009B44A9">
        <w:t>оборота</w:t>
      </w:r>
      <w:r w:rsidRPr="009B44A9">
        <w:rPr>
          <w:spacing w:val="-3"/>
        </w:rPr>
        <w:t xml:space="preserve"> </w:t>
      </w:r>
      <w:r w:rsidRPr="009B44A9">
        <w:t>il</w:t>
      </w:r>
      <w:r w:rsidRPr="009B44A9">
        <w:rPr>
          <w:spacing w:val="-3"/>
        </w:rPr>
        <w:t xml:space="preserve"> </w:t>
      </w:r>
      <w:r w:rsidRPr="009B44A9">
        <w:t>y</w:t>
      </w:r>
      <w:r w:rsidRPr="009B44A9">
        <w:rPr>
          <w:spacing w:val="-3"/>
        </w:rPr>
        <w:t xml:space="preserve"> </w:t>
      </w:r>
      <w:r w:rsidRPr="009B44A9">
        <w:t>a;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—наиболее</w:t>
      </w:r>
      <w:r w:rsidRPr="009B44A9">
        <w:rPr>
          <w:spacing w:val="-3"/>
        </w:rPr>
        <w:t xml:space="preserve"> </w:t>
      </w:r>
      <w:r w:rsidRPr="009B44A9">
        <w:t>частотные</w:t>
      </w:r>
      <w:r w:rsidRPr="009B44A9">
        <w:rPr>
          <w:spacing w:val="-2"/>
        </w:rPr>
        <w:t xml:space="preserve"> </w:t>
      </w:r>
      <w:r w:rsidRPr="009B44A9">
        <w:t>глаголы</w:t>
      </w:r>
      <w:r w:rsidRPr="009B44A9">
        <w:rPr>
          <w:spacing w:val="-2"/>
        </w:rPr>
        <w:t xml:space="preserve"> </w:t>
      </w:r>
      <w:r w:rsidRPr="009B44A9">
        <w:t>первой,</w:t>
      </w:r>
      <w:r w:rsidRPr="009B44A9">
        <w:rPr>
          <w:spacing w:val="-2"/>
        </w:rPr>
        <w:t xml:space="preserve"> </w:t>
      </w:r>
      <w:r w:rsidRPr="009B44A9">
        <w:t>второй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третьей</w:t>
      </w:r>
      <w:r w:rsidRPr="009B44A9">
        <w:rPr>
          <w:spacing w:val="-2"/>
        </w:rPr>
        <w:t xml:space="preserve"> </w:t>
      </w:r>
      <w:r w:rsidRPr="009B44A9">
        <w:t>группы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их</w:t>
      </w:r>
      <w:r w:rsidRPr="009B44A9">
        <w:rPr>
          <w:spacing w:val="-2"/>
        </w:rPr>
        <w:t xml:space="preserve"> </w:t>
      </w:r>
      <w:r w:rsidRPr="009B44A9">
        <w:t>спряжение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présent</w:t>
      </w:r>
      <w:r w:rsidRPr="009B44A9">
        <w:rPr>
          <w:spacing w:val="-3"/>
        </w:rPr>
        <w:t xml:space="preserve"> </w:t>
      </w:r>
      <w:r w:rsidRPr="009B44A9">
        <w:t>de</w:t>
      </w:r>
    </w:p>
    <w:p w:rsidR="00E76AB9" w:rsidRPr="009B44A9" w:rsidRDefault="00E76AB9" w:rsidP="007940B1">
      <w:pPr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/>
        <w:jc w:val="both"/>
        <w:rPr>
          <w:lang w:val="fr-FR"/>
        </w:rPr>
      </w:pPr>
      <w:r w:rsidRPr="009B44A9">
        <w:rPr>
          <w:lang w:val="fr-FR"/>
        </w:rPr>
        <w:t>l’indicatif,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futur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proche</w:t>
      </w:r>
      <w:r w:rsidRPr="009B44A9">
        <w:rPr>
          <w:spacing w:val="-3"/>
          <w:lang w:val="fr-FR"/>
        </w:rPr>
        <w:t xml:space="preserve"> </w:t>
      </w:r>
      <w:r w:rsidRPr="009B44A9">
        <w:t>и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passé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composé;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—повелительное</w:t>
      </w:r>
      <w:r w:rsidRPr="009B44A9">
        <w:rPr>
          <w:spacing w:val="-7"/>
        </w:rPr>
        <w:t xml:space="preserve"> </w:t>
      </w:r>
      <w:r w:rsidRPr="009B44A9">
        <w:t>наклонение</w:t>
      </w:r>
      <w:r w:rsidRPr="009B44A9">
        <w:rPr>
          <w:spacing w:val="-6"/>
        </w:rPr>
        <w:t xml:space="preserve"> </w:t>
      </w:r>
      <w:r w:rsidRPr="009B44A9">
        <w:t>(impératif);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—основные</w:t>
      </w:r>
      <w:r w:rsidRPr="009B44A9">
        <w:rPr>
          <w:spacing w:val="-4"/>
        </w:rPr>
        <w:t xml:space="preserve"> </w:t>
      </w:r>
      <w:r w:rsidRPr="009B44A9">
        <w:t>виды</w:t>
      </w:r>
      <w:r w:rsidRPr="009B44A9">
        <w:rPr>
          <w:spacing w:val="-4"/>
        </w:rPr>
        <w:t xml:space="preserve"> </w:t>
      </w:r>
      <w:r w:rsidRPr="009B44A9">
        <w:t>предложения.</w:t>
      </w:r>
      <w:r w:rsidRPr="009B44A9">
        <w:rPr>
          <w:spacing w:val="-3"/>
        </w:rPr>
        <w:t xml:space="preserve"> </w:t>
      </w:r>
      <w:r w:rsidRPr="009B44A9">
        <w:t>Порядок</w:t>
      </w:r>
      <w:r w:rsidRPr="009B44A9">
        <w:rPr>
          <w:spacing w:val="-5"/>
        </w:rPr>
        <w:t xml:space="preserve"> </w:t>
      </w:r>
      <w:r w:rsidRPr="009B44A9">
        <w:t>слов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простом</w:t>
      </w:r>
      <w:r w:rsidRPr="009B44A9">
        <w:rPr>
          <w:spacing w:val="-3"/>
        </w:rPr>
        <w:t xml:space="preserve"> </w:t>
      </w:r>
      <w:r w:rsidRPr="009B44A9">
        <w:t>повествовательном</w:t>
      </w:r>
      <w:r w:rsidRPr="009B44A9">
        <w:rPr>
          <w:spacing w:val="-4"/>
        </w:rPr>
        <w:t xml:space="preserve"> </w:t>
      </w:r>
      <w:r w:rsidRPr="009B44A9">
        <w:t>предложении.</w:t>
      </w:r>
    </w:p>
    <w:p w:rsidR="00E76AB9" w:rsidRPr="009B44A9" w:rsidRDefault="00E76AB9" w:rsidP="007940B1">
      <w:pPr>
        <w:pStyle w:val="BodyText"/>
        <w:spacing w:before="60" w:line="292" w:lineRule="auto"/>
        <w:ind w:left="286" w:right="4226"/>
        <w:jc w:val="both"/>
      </w:pPr>
      <w:r w:rsidRPr="009B44A9">
        <w:t>—особенности французского вопросительного предложения.</w:t>
      </w:r>
      <w:r w:rsidRPr="009B44A9">
        <w:rPr>
          <w:spacing w:val="-57"/>
        </w:rPr>
        <w:t xml:space="preserve"> </w:t>
      </w:r>
      <w:r w:rsidRPr="009B44A9">
        <w:t>Понятие</w:t>
      </w:r>
      <w:r w:rsidRPr="009B44A9">
        <w:rPr>
          <w:spacing w:val="-1"/>
        </w:rPr>
        <w:t xml:space="preserve"> </w:t>
      </w:r>
      <w:r w:rsidRPr="009B44A9">
        <w:t>инверсии.</w:t>
      </w:r>
    </w:p>
    <w:p w:rsidR="00E76AB9" w:rsidRPr="009B44A9" w:rsidRDefault="00E76AB9" w:rsidP="007940B1">
      <w:pPr>
        <w:pStyle w:val="Heading1"/>
        <w:spacing w:before="119"/>
        <w:jc w:val="both"/>
      </w:pPr>
      <w:r w:rsidRPr="009B44A9">
        <w:t>СОЦИОКУЛЬТУРНЫЕ</w:t>
      </w:r>
      <w:r w:rsidRPr="009B44A9">
        <w:rPr>
          <w:spacing w:val="-7"/>
        </w:rPr>
        <w:t xml:space="preserve"> </w:t>
      </w:r>
      <w:r w:rsidRPr="009B44A9">
        <w:t>ЗНАНИЯ</w:t>
      </w:r>
      <w:r w:rsidRPr="009B44A9">
        <w:rPr>
          <w:spacing w:val="-7"/>
        </w:rPr>
        <w:t xml:space="preserve"> </w:t>
      </w:r>
      <w:r w:rsidRPr="009B44A9">
        <w:t>И</w:t>
      </w:r>
      <w:r w:rsidRPr="009B44A9">
        <w:rPr>
          <w:spacing w:val="-6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505" w:firstLine="180"/>
        <w:jc w:val="both"/>
      </w:pPr>
      <w:r w:rsidRPr="009B44A9">
        <w:t>Знание и использование социокультурных элементов речевого поведенческого этикета в</w:t>
      </w:r>
      <w:r w:rsidRPr="009B44A9">
        <w:rPr>
          <w:spacing w:val="1"/>
        </w:rPr>
        <w:t xml:space="preserve"> </w:t>
      </w:r>
      <w:r w:rsidRPr="009B44A9">
        <w:t>стране/странах изучаемого языка в рамках тематического содержания (в ситуациях общения, в том</w:t>
      </w:r>
      <w:r w:rsidRPr="009B44A9">
        <w:rPr>
          <w:spacing w:val="-58"/>
        </w:rPr>
        <w:t xml:space="preserve"> </w:t>
      </w:r>
      <w:r w:rsidRPr="009B44A9">
        <w:t>числе</w:t>
      </w:r>
      <w:r w:rsidRPr="009B44A9">
        <w:rPr>
          <w:spacing w:val="-1"/>
        </w:rPr>
        <w:t xml:space="preserve"> </w:t>
      </w:r>
      <w:r w:rsidRPr="009B44A9">
        <w:t>«В</w:t>
      </w:r>
      <w:r w:rsidRPr="009B44A9">
        <w:rPr>
          <w:spacing w:val="-1"/>
        </w:rPr>
        <w:t xml:space="preserve"> </w:t>
      </w:r>
      <w:r w:rsidRPr="009B44A9">
        <w:t>семье», «В</w:t>
      </w:r>
      <w:r w:rsidRPr="009B44A9">
        <w:rPr>
          <w:spacing w:val="-1"/>
        </w:rPr>
        <w:t xml:space="preserve"> </w:t>
      </w:r>
      <w:r w:rsidRPr="009B44A9">
        <w:t>школе», «На улице»).</w:t>
      </w:r>
    </w:p>
    <w:p w:rsidR="00E76AB9" w:rsidRPr="009B44A9" w:rsidRDefault="00E76AB9" w:rsidP="007940B1">
      <w:pPr>
        <w:pStyle w:val="BodyText"/>
        <w:spacing w:line="292" w:lineRule="auto"/>
        <w:ind w:right="785" w:firstLine="180"/>
        <w:jc w:val="both"/>
      </w:pPr>
      <w:r w:rsidRPr="009B44A9">
        <w:t>Знание и использование в устной и письменной речи наиболее употребительной тематической</w:t>
      </w:r>
      <w:r w:rsidRPr="009B44A9">
        <w:rPr>
          <w:spacing w:val="-58"/>
        </w:rPr>
        <w:t xml:space="preserve"> </w:t>
      </w:r>
      <w:r w:rsidRPr="009B44A9">
        <w:t>фоновой лексики и реалий в рамках отобранного тематического содержания (некоторые</w:t>
      </w:r>
      <w:r w:rsidRPr="009B44A9">
        <w:rPr>
          <w:spacing w:val="1"/>
        </w:rPr>
        <w:t xml:space="preserve"> </w:t>
      </w:r>
      <w:r w:rsidRPr="009B44A9">
        <w:t>национальные</w:t>
      </w:r>
      <w:r w:rsidRPr="009B44A9">
        <w:rPr>
          <w:spacing w:val="-1"/>
        </w:rPr>
        <w:t xml:space="preserve"> </w:t>
      </w:r>
      <w:r w:rsidRPr="009B44A9">
        <w:t>праздники, традиции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проведении досуга</w:t>
      </w:r>
      <w:r w:rsidRPr="009B44A9">
        <w:rPr>
          <w:spacing w:val="-1"/>
        </w:rPr>
        <w:t xml:space="preserve"> </w:t>
      </w:r>
      <w:r w:rsidRPr="009B44A9">
        <w:t>и питании).</w:t>
      </w:r>
    </w:p>
    <w:p w:rsidR="00E76AB9" w:rsidRPr="009B44A9" w:rsidRDefault="00E76AB9" w:rsidP="007940B1">
      <w:pPr>
        <w:pStyle w:val="BodyText"/>
        <w:spacing w:line="292" w:lineRule="auto"/>
        <w:ind w:right="354" w:firstLine="180"/>
        <w:jc w:val="both"/>
      </w:pPr>
      <w:r w:rsidRPr="009B44A9">
        <w:t>Знание социокультурного портрета родной страны и страны/стран изучаемого языка: знакомство с</w:t>
      </w:r>
      <w:r w:rsidRPr="009B44A9">
        <w:rPr>
          <w:spacing w:val="-58"/>
        </w:rPr>
        <w:t xml:space="preserve"> </w:t>
      </w:r>
      <w:r w:rsidRPr="009B44A9">
        <w:t>традициями проведения основных национальных праздников (Рождества, Нового года и т.д.); с</w:t>
      </w:r>
      <w:r w:rsidRPr="009B44A9">
        <w:rPr>
          <w:spacing w:val="1"/>
        </w:rPr>
        <w:t xml:space="preserve"> </w:t>
      </w:r>
      <w:r w:rsidRPr="009B44A9">
        <w:t>особенностями образа жизни и культуры страны/стран изучаемого языка (известных</w:t>
      </w:r>
      <w:r w:rsidRPr="009B44A9">
        <w:rPr>
          <w:spacing w:val="1"/>
        </w:rPr>
        <w:t xml:space="preserve"> </w:t>
      </w:r>
      <w:r w:rsidRPr="009B44A9">
        <w:t>достопримечательностях, выдающихся людях); с доступными в языковом отношении образцами</w:t>
      </w:r>
      <w:r w:rsidRPr="009B44A9">
        <w:rPr>
          <w:spacing w:val="1"/>
        </w:rPr>
        <w:t xml:space="preserve"> </w:t>
      </w:r>
      <w:r w:rsidRPr="009B44A9">
        <w:t>детской</w:t>
      </w:r>
      <w:r w:rsidRPr="009B44A9">
        <w:rPr>
          <w:spacing w:val="-1"/>
        </w:rPr>
        <w:t xml:space="preserve"> </w:t>
      </w:r>
      <w:r w:rsidRPr="009B44A9">
        <w:t>поэзии и прозы на французском</w:t>
      </w:r>
      <w:r w:rsidRPr="009B44A9">
        <w:rPr>
          <w:spacing w:val="-1"/>
        </w:rPr>
        <w:t xml:space="preserve"> </w:t>
      </w:r>
      <w:r w:rsidRPr="009B44A9">
        <w:t>языке.</w:t>
      </w:r>
    </w:p>
    <w:p w:rsidR="00E76AB9" w:rsidRPr="009B44A9" w:rsidRDefault="00E76AB9" w:rsidP="007940B1">
      <w:pPr>
        <w:pStyle w:val="Heading2"/>
        <w:spacing w:line="273" w:lineRule="exact"/>
        <w:jc w:val="both"/>
      </w:pPr>
      <w:r w:rsidRPr="009B44A9">
        <w:t>Формирование</w:t>
      </w:r>
      <w:r w:rsidRPr="009B44A9">
        <w:rPr>
          <w:spacing w:val="-6"/>
        </w:rPr>
        <w:t xml:space="preserve"> </w:t>
      </w:r>
      <w:r w:rsidRPr="009B44A9">
        <w:t>умений: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5" w:line="292" w:lineRule="auto"/>
        <w:ind w:right="863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писать своё имя и фамилию, а также имена и фамилии своих родственников и друзей на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166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правильно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оформлять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свой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адрес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(в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анкете,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формуляре);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229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кратко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представлять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Россию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страну/страны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ListParagraph"/>
        <w:numPr>
          <w:ilvl w:val="1"/>
          <w:numId w:val="19"/>
        </w:numPr>
        <w:tabs>
          <w:tab w:val="left" w:pos="887"/>
        </w:tabs>
        <w:spacing w:before="228" w:line="292" w:lineRule="auto"/>
        <w:ind w:right="1239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кратко представлять некоторые культурные явления родной страны и страны/стран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 языка (основные национальные праздники, традиции в проведении досуга и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питании).</w:t>
      </w:r>
    </w:p>
    <w:p w:rsidR="00E76AB9" w:rsidRPr="009B44A9" w:rsidRDefault="00E76AB9" w:rsidP="007940B1">
      <w:pPr>
        <w:pStyle w:val="Heading1"/>
        <w:spacing w:before="226"/>
        <w:jc w:val="both"/>
      </w:pPr>
      <w:r w:rsidRPr="009B44A9">
        <w:t>КОМПЕНСАТОРНЫЕ</w:t>
      </w:r>
      <w:r w:rsidRPr="009B44A9">
        <w:rPr>
          <w:spacing w:val="-9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left="286" w:right="527"/>
        <w:jc w:val="both"/>
      </w:pPr>
      <w:r w:rsidRPr="009B44A9">
        <w:t>Использование при чтении и аудировании языковой, в том числе контекстуальной, догадки.</w:t>
      </w:r>
      <w:r w:rsidRPr="009B44A9">
        <w:rPr>
          <w:spacing w:val="1"/>
        </w:rPr>
        <w:t xml:space="preserve"> </w:t>
      </w:r>
      <w:r w:rsidRPr="009B44A9">
        <w:t>Использование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качестве</w:t>
      </w:r>
      <w:r w:rsidRPr="009B44A9">
        <w:rPr>
          <w:spacing w:val="-5"/>
        </w:rPr>
        <w:t xml:space="preserve"> </w:t>
      </w:r>
      <w:r w:rsidRPr="009B44A9">
        <w:t>опоры</w:t>
      </w:r>
      <w:r w:rsidRPr="009B44A9">
        <w:rPr>
          <w:spacing w:val="-4"/>
        </w:rPr>
        <w:t xml:space="preserve"> </w:t>
      </w:r>
      <w:r w:rsidRPr="009B44A9">
        <w:t>при</w:t>
      </w:r>
      <w:r w:rsidRPr="009B44A9">
        <w:rPr>
          <w:spacing w:val="-4"/>
        </w:rPr>
        <w:t xml:space="preserve"> </w:t>
      </w:r>
      <w:r w:rsidRPr="009B44A9">
        <w:t>составлении</w:t>
      </w:r>
      <w:r w:rsidRPr="009B44A9">
        <w:rPr>
          <w:spacing w:val="-5"/>
        </w:rPr>
        <w:t xml:space="preserve"> </w:t>
      </w:r>
      <w:r w:rsidRPr="009B44A9">
        <w:t>собственных</w:t>
      </w:r>
      <w:r w:rsidRPr="009B44A9">
        <w:rPr>
          <w:spacing w:val="-4"/>
        </w:rPr>
        <w:t xml:space="preserve"> </w:t>
      </w:r>
      <w:r w:rsidRPr="009B44A9">
        <w:t>высказываний</w:t>
      </w:r>
      <w:r w:rsidRPr="009B44A9">
        <w:rPr>
          <w:spacing w:val="-5"/>
        </w:rPr>
        <w:t xml:space="preserve"> </w:t>
      </w:r>
      <w:r w:rsidRPr="009B44A9">
        <w:t>ключевых</w:t>
      </w:r>
      <w:r w:rsidRPr="009B44A9">
        <w:rPr>
          <w:spacing w:val="-4"/>
        </w:rPr>
        <w:t xml:space="preserve"> </w:t>
      </w:r>
      <w:r w:rsidRPr="009B44A9">
        <w:t>слов,</w:t>
      </w:r>
    </w:p>
    <w:p w:rsidR="00E76AB9" w:rsidRPr="009B44A9" w:rsidRDefault="00E76AB9" w:rsidP="007940B1">
      <w:pPr>
        <w:pStyle w:val="BodyText"/>
        <w:spacing w:line="275" w:lineRule="exact"/>
        <w:jc w:val="both"/>
      </w:pPr>
      <w:r w:rsidRPr="009B44A9">
        <w:t>плана.</w:t>
      </w:r>
    </w:p>
    <w:p w:rsidR="00E76AB9" w:rsidRPr="009B44A9" w:rsidRDefault="00E76AB9" w:rsidP="007940B1">
      <w:pPr>
        <w:pStyle w:val="BodyText"/>
        <w:spacing w:before="60" w:line="292" w:lineRule="auto"/>
        <w:ind w:right="460" w:firstLine="180"/>
        <w:jc w:val="both"/>
      </w:pPr>
      <w:r w:rsidRPr="009B44A9">
        <w:t>Игнорирование информации, не являющейся необходимой для понимания основного содержания</w:t>
      </w:r>
      <w:r w:rsidRPr="009B44A9">
        <w:rPr>
          <w:spacing w:val="-57"/>
        </w:rPr>
        <w:t xml:space="preserve"> </w:t>
      </w:r>
      <w:r w:rsidRPr="009B44A9">
        <w:t>прочитанного/прослушанного</w:t>
      </w:r>
      <w:r w:rsidRPr="009B44A9">
        <w:rPr>
          <w:spacing w:val="-3"/>
        </w:rPr>
        <w:t xml:space="preserve"> </w:t>
      </w:r>
      <w:r w:rsidRPr="009B44A9">
        <w:t>текста</w:t>
      </w:r>
      <w:r w:rsidRPr="009B44A9">
        <w:rPr>
          <w:spacing w:val="-2"/>
        </w:rPr>
        <w:t xml:space="preserve"> </w:t>
      </w:r>
      <w:r w:rsidRPr="009B44A9">
        <w:t>или</w:t>
      </w:r>
      <w:r w:rsidRPr="009B44A9">
        <w:rPr>
          <w:spacing w:val="-3"/>
        </w:rPr>
        <w:t xml:space="preserve"> </w:t>
      </w:r>
      <w:r w:rsidRPr="009B44A9">
        <w:t>для</w:t>
      </w:r>
      <w:r w:rsidRPr="009B44A9">
        <w:rPr>
          <w:spacing w:val="-3"/>
        </w:rPr>
        <w:t xml:space="preserve"> </w:t>
      </w:r>
      <w:r w:rsidRPr="009B44A9">
        <w:t>нахождения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запрашиваемой</w:t>
      </w:r>
      <w:r w:rsidRPr="009B44A9">
        <w:rPr>
          <w:spacing w:val="-2"/>
        </w:rPr>
        <w:t xml:space="preserve"> </w:t>
      </w:r>
      <w:r w:rsidRPr="009B44A9"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430" w:firstLine="180"/>
        <w:jc w:val="both"/>
      </w:pPr>
      <w:r w:rsidRPr="009B44A9">
        <w:t>Сравнение (в том числе установление основания для сравнения) объектов, явлений, процессов, их</w:t>
      </w:r>
      <w:r w:rsidRPr="009B44A9">
        <w:rPr>
          <w:spacing w:val="-58"/>
        </w:rPr>
        <w:t xml:space="preserve"> </w:t>
      </w:r>
      <w:r w:rsidRPr="009B44A9">
        <w:t>элементов</w:t>
      </w:r>
      <w:r w:rsidRPr="009B44A9">
        <w:rPr>
          <w:spacing w:val="-2"/>
        </w:rPr>
        <w:t xml:space="preserve"> </w:t>
      </w:r>
      <w:r w:rsidRPr="009B44A9">
        <w:t>и основных функций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рамках изученной тематики.</w:t>
      </w:r>
    </w:p>
    <w:p w:rsidR="00E76AB9" w:rsidRPr="009B44A9" w:rsidRDefault="00E76AB9" w:rsidP="007940B1">
      <w:pPr>
        <w:pStyle w:val="Heading1"/>
        <w:numPr>
          <w:ilvl w:val="0"/>
          <w:numId w:val="21"/>
        </w:numPr>
        <w:tabs>
          <w:tab w:val="left" w:pos="287"/>
        </w:tabs>
        <w:spacing w:before="190"/>
        <w:jc w:val="both"/>
      </w:pPr>
      <w:r w:rsidRPr="009B44A9">
        <w:t>КЛАСС</w:t>
      </w:r>
    </w:p>
    <w:p w:rsidR="00E76AB9" w:rsidRPr="009B44A9" w:rsidRDefault="00E76AB9" w:rsidP="007940B1">
      <w:pPr>
        <w:spacing w:before="156"/>
        <w:ind w:left="286"/>
        <w:jc w:val="both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КОММУНИКАТИВНЫЕ</w:t>
      </w:r>
      <w:r w:rsidRPr="009B44A9">
        <w:rPr>
          <w:b/>
          <w:spacing w:val="-10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1270" w:firstLine="180"/>
        <w:jc w:val="both"/>
      </w:pPr>
      <w:r w:rsidRPr="009B44A9">
        <w:t>Формирование умения общаться в устной и письменной форме, используя рецептивные и</w:t>
      </w:r>
      <w:r w:rsidRPr="009B44A9">
        <w:rPr>
          <w:spacing w:val="-58"/>
        </w:rPr>
        <w:t xml:space="preserve"> </w:t>
      </w:r>
      <w:r w:rsidRPr="009B44A9">
        <w:t>продуктивные</w:t>
      </w:r>
      <w:r w:rsidRPr="009B44A9">
        <w:rPr>
          <w:spacing w:val="-2"/>
        </w:rPr>
        <w:t xml:space="preserve"> </w:t>
      </w:r>
      <w:r w:rsidRPr="009B44A9">
        <w:t>виды</w:t>
      </w:r>
      <w:r w:rsidRPr="009B44A9">
        <w:rPr>
          <w:spacing w:val="-2"/>
        </w:rPr>
        <w:t xml:space="preserve"> </w:t>
      </w:r>
      <w:r w:rsidRPr="009B44A9">
        <w:t>речевой</w:t>
      </w:r>
      <w:r w:rsidRPr="009B44A9">
        <w:rPr>
          <w:spacing w:val="-2"/>
        </w:rPr>
        <w:t xml:space="preserve"> </w:t>
      </w:r>
      <w:r w:rsidRPr="009B44A9">
        <w:t>деятельности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рамках</w:t>
      </w:r>
      <w:r w:rsidRPr="009B44A9">
        <w:rPr>
          <w:spacing w:val="-1"/>
        </w:rPr>
        <w:t xml:space="preserve"> </w:t>
      </w:r>
      <w:r w:rsidRPr="009B44A9">
        <w:t>тематического</w:t>
      </w:r>
      <w:r w:rsidRPr="009B44A9">
        <w:rPr>
          <w:spacing w:val="-2"/>
        </w:rPr>
        <w:t xml:space="preserve"> </w:t>
      </w:r>
      <w:r w:rsidRPr="009B44A9">
        <w:t>содержания</w:t>
      </w:r>
      <w:r w:rsidRPr="009B44A9">
        <w:rPr>
          <w:spacing w:val="-3"/>
        </w:rPr>
        <w:t xml:space="preserve"> </w:t>
      </w:r>
      <w:r w:rsidRPr="009B44A9">
        <w:t>речи.</w:t>
      </w:r>
    </w:p>
    <w:p w:rsidR="00E76AB9" w:rsidRPr="009B44A9" w:rsidRDefault="00E76AB9" w:rsidP="007940B1">
      <w:pPr>
        <w:pStyle w:val="BodyText"/>
        <w:spacing w:line="292" w:lineRule="auto"/>
        <w:ind w:left="286" w:right="4070"/>
        <w:jc w:val="both"/>
      </w:pPr>
      <w:r w:rsidRPr="009B44A9">
        <w:t>Взаимоотношения в семье и с друзьями. Семейные праздники.</w:t>
      </w:r>
      <w:r w:rsidRPr="009B44A9">
        <w:rPr>
          <w:spacing w:val="-58"/>
        </w:rPr>
        <w:t xml:space="preserve"> </w:t>
      </w:r>
      <w:r w:rsidRPr="009B44A9">
        <w:t>Внешность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характер</w:t>
      </w:r>
      <w:r w:rsidRPr="009B44A9">
        <w:rPr>
          <w:spacing w:val="-3"/>
        </w:rPr>
        <w:t xml:space="preserve"> </w:t>
      </w:r>
      <w:r w:rsidRPr="009B44A9">
        <w:t>человека/литературного</w:t>
      </w:r>
      <w:r w:rsidRPr="009B44A9">
        <w:rPr>
          <w:spacing w:val="-2"/>
        </w:rPr>
        <w:t xml:space="preserve"> </w:t>
      </w:r>
      <w:r w:rsidRPr="009B44A9">
        <w:t>персонажа.</w:t>
      </w:r>
    </w:p>
    <w:p w:rsidR="00E76AB9" w:rsidRPr="009B44A9" w:rsidRDefault="00E76AB9" w:rsidP="007940B1">
      <w:pPr>
        <w:pStyle w:val="BodyText"/>
        <w:spacing w:line="292" w:lineRule="auto"/>
        <w:ind w:left="286" w:right="995"/>
        <w:jc w:val="both"/>
      </w:pPr>
      <w:r w:rsidRPr="009B44A9">
        <w:t>Досуг и увлечения/хобби современного подростка (чтение, кино, театр, телевидение, спорт).</w:t>
      </w:r>
      <w:r w:rsidRPr="009B44A9">
        <w:rPr>
          <w:spacing w:val="-58"/>
        </w:rPr>
        <w:t xml:space="preserve"> </w:t>
      </w:r>
      <w:r w:rsidRPr="009B44A9">
        <w:t>Здоровый</w:t>
      </w:r>
      <w:r w:rsidRPr="009B44A9">
        <w:rPr>
          <w:spacing w:val="-1"/>
        </w:rPr>
        <w:t xml:space="preserve"> </w:t>
      </w:r>
      <w:r w:rsidRPr="009B44A9">
        <w:t>образ</w:t>
      </w:r>
      <w:r w:rsidRPr="009B44A9">
        <w:rPr>
          <w:spacing w:val="-2"/>
        </w:rPr>
        <w:t xml:space="preserve"> </w:t>
      </w:r>
      <w:r w:rsidRPr="009B44A9">
        <w:t>жизни:</w:t>
      </w:r>
      <w:r w:rsidRPr="009B44A9">
        <w:rPr>
          <w:spacing w:val="-1"/>
        </w:rPr>
        <w:t xml:space="preserve"> </w:t>
      </w:r>
      <w:r w:rsidRPr="009B44A9">
        <w:t>режим</w:t>
      </w:r>
      <w:r w:rsidRPr="009B44A9">
        <w:rPr>
          <w:spacing w:val="-1"/>
        </w:rPr>
        <w:t xml:space="preserve"> </w:t>
      </w:r>
      <w:r w:rsidRPr="009B44A9">
        <w:t>труда</w:t>
      </w:r>
      <w:r w:rsidRPr="009B44A9">
        <w:rPr>
          <w:spacing w:val="-1"/>
        </w:rPr>
        <w:t xml:space="preserve"> </w:t>
      </w:r>
      <w:r w:rsidRPr="009B44A9">
        <w:t>и отдыха,</w:t>
      </w:r>
      <w:r w:rsidRPr="009B44A9">
        <w:rPr>
          <w:spacing w:val="-1"/>
        </w:rPr>
        <w:t xml:space="preserve"> </w:t>
      </w:r>
      <w:r w:rsidRPr="009B44A9">
        <w:t>сбалансированное</w:t>
      </w:r>
      <w:r w:rsidRPr="009B44A9">
        <w:rPr>
          <w:spacing w:val="-1"/>
        </w:rPr>
        <w:t xml:space="preserve"> </w:t>
      </w:r>
      <w:r w:rsidRPr="009B44A9">
        <w:t>питание.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Покупки:</w:t>
      </w:r>
      <w:r w:rsidRPr="009B44A9">
        <w:rPr>
          <w:spacing w:val="-5"/>
        </w:rPr>
        <w:t xml:space="preserve"> </w:t>
      </w:r>
      <w:r w:rsidRPr="009B44A9">
        <w:t>продукты</w:t>
      </w:r>
      <w:r w:rsidRPr="009B44A9">
        <w:rPr>
          <w:spacing w:val="-3"/>
        </w:rPr>
        <w:t xml:space="preserve"> </w:t>
      </w:r>
      <w:r w:rsidRPr="009B44A9">
        <w:t>питания,</w:t>
      </w:r>
      <w:r w:rsidRPr="009B44A9">
        <w:rPr>
          <w:spacing w:val="-3"/>
        </w:rPr>
        <w:t xml:space="preserve"> </w:t>
      </w:r>
      <w:r w:rsidRPr="009B44A9">
        <w:t>одежда,</w:t>
      </w:r>
      <w:r w:rsidRPr="009B44A9">
        <w:rPr>
          <w:spacing w:val="-3"/>
        </w:rPr>
        <w:t xml:space="preserve"> </w:t>
      </w:r>
      <w:r w:rsidRPr="009B44A9">
        <w:t>обувь.</w:t>
      </w:r>
    </w:p>
    <w:p w:rsidR="00E76AB9" w:rsidRPr="009B44A9" w:rsidRDefault="00E76AB9" w:rsidP="007940B1">
      <w:pPr>
        <w:pStyle w:val="BodyText"/>
        <w:spacing w:before="58"/>
        <w:ind w:left="286"/>
        <w:jc w:val="both"/>
      </w:pPr>
      <w:r w:rsidRPr="009B44A9">
        <w:t>Школа,</w:t>
      </w:r>
      <w:r w:rsidRPr="009B44A9">
        <w:rPr>
          <w:spacing w:val="-4"/>
        </w:rPr>
        <w:t xml:space="preserve"> </w:t>
      </w:r>
      <w:r w:rsidRPr="009B44A9">
        <w:t>школьная</w:t>
      </w:r>
      <w:r w:rsidRPr="009B44A9">
        <w:rPr>
          <w:spacing w:val="-5"/>
        </w:rPr>
        <w:t xml:space="preserve"> </w:t>
      </w:r>
      <w:r w:rsidRPr="009B44A9">
        <w:t>жизнь,</w:t>
      </w:r>
      <w:r w:rsidRPr="009B44A9">
        <w:rPr>
          <w:spacing w:val="-3"/>
        </w:rPr>
        <w:t xml:space="preserve"> </w:t>
      </w:r>
      <w:r w:rsidRPr="009B44A9">
        <w:t>изучаемые</w:t>
      </w:r>
      <w:r w:rsidRPr="009B44A9">
        <w:rPr>
          <w:spacing w:val="-4"/>
        </w:rPr>
        <w:t xml:space="preserve"> </w:t>
      </w:r>
      <w:r w:rsidRPr="009B44A9">
        <w:t>предметы,</w:t>
      </w:r>
      <w:r w:rsidRPr="009B44A9">
        <w:rPr>
          <w:spacing w:val="-3"/>
        </w:rPr>
        <w:t xml:space="preserve"> </w:t>
      </w:r>
      <w:r w:rsidRPr="009B44A9">
        <w:t>любимый</w:t>
      </w:r>
      <w:r w:rsidRPr="009B44A9">
        <w:rPr>
          <w:spacing w:val="-4"/>
        </w:rPr>
        <w:t xml:space="preserve"> </w:t>
      </w:r>
      <w:r w:rsidRPr="009B44A9">
        <w:t>предмет.</w:t>
      </w:r>
      <w:r w:rsidRPr="009B44A9">
        <w:rPr>
          <w:spacing w:val="-4"/>
        </w:rPr>
        <w:t xml:space="preserve"> </w:t>
      </w:r>
      <w:r w:rsidRPr="009B44A9">
        <w:t>Переписка</w:t>
      </w:r>
      <w:r w:rsidRPr="009B44A9">
        <w:rPr>
          <w:spacing w:val="-3"/>
        </w:rPr>
        <w:t xml:space="preserve"> </w:t>
      </w:r>
      <w:r w:rsidRPr="009B44A9">
        <w:t>с</w:t>
      </w:r>
      <w:r w:rsidRPr="009B44A9">
        <w:rPr>
          <w:spacing w:val="-4"/>
        </w:rPr>
        <w:t xml:space="preserve"> </w:t>
      </w:r>
      <w:r w:rsidRPr="009B44A9">
        <w:t>зарубежными</w:t>
      </w:r>
    </w:p>
    <w:p w:rsidR="00E76AB9" w:rsidRPr="009B44A9" w:rsidRDefault="00E76AB9" w:rsidP="007940B1">
      <w:pPr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/>
        <w:jc w:val="both"/>
      </w:pPr>
      <w:r w:rsidRPr="009B44A9">
        <w:t>сверстниками.</w:t>
      </w:r>
    </w:p>
    <w:p w:rsidR="00E76AB9" w:rsidRPr="009B44A9" w:rsidRDefault="00E76AB9" w:rsidP="007940B1">
      <w:pPr>
        <w:pStyle w:val="BodyText"/>
        <w:spacing w:before="60" w:line="292" w:lineRule="auto"/>
        <w:ind w:left="286" w:right="496"/>
        <w:jc w:val="both"/>
      </w:pPr>
      <w:r w:rsidRPr="009B44A9">
        <w:t>Каникулы в различное время года. Виды отдыха. Путешествия по России и зарубежным странам.</w:t>
      </w:r>
      <w:r w:rsidRPr="009B44A9">
        <w:rPr>
          <w:spacing w:val="-58"/>
        </w:rPr>
        <w:t xml:space="preserve"> </w:t>
      </w:r>
      <w:r w:rsidRPr="009B44A9">
        <w:t>Родной</w:t>
      </w:r>
      <w:r w:rsidRPr="009B44A9">
        <w:rPr>
          <w:spacing w:val="-1"/>
        </w:rPr>
        <w:t xml:space="preserve"> </w:t>
      </w:r>
      <w:r w:rsidRPr="009B44A9">
        <w:t>город/село. Транспорт.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Природа:</w:t>
      </w:r>
      <w:r w:rsidRPr="009B44A9">
        <w:rPr>
          <w:spacing w:val="-4"/>
        </w:rPr>
        <w:t xml:space="preserve"> </w:t>
      </w:r>
      <w:r w:rsidRPr="009B44A9">
        <w:t>дикие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домашние</w:t>
      </w:r>
      <w:r w:rsidRPr="009B44A9">
        <w:rPr>
          <w:spacing w:val="-2"/>
        </w:rPr>
        <w:t xml:space="preserve"> </w:t>
      </w:r>
      <w:r w:rsidRPr="009B44A9">
        <w:t>животные.</w:t>
      </w:r>
      <w:r w:rsidRPr="009B44A9">
        <w:rPr>
          <w:spacing w:val="-3"/>
        </w:rPr>
        <w:t xml:space="preserve"> </w:t>
      </w:r>
      <w:r w:rsidRPr="009B44A9">
        <w:t>Климат,</w:t>
      </w:r>
      <w:r w:rsidRPr="009B44A9">
        <w:rPr>
          <w:spacing w:val="-2"/>
        </w:rPr>
        <w:t xml:space="preserve"> </w:t>
      </w:r>
      <w:r w:rsidRPr="009B44A9">
        <w:t>погода.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Родная страна и страна/страны изучаемого языка. Их географическое положение, столицы;</w:t>
      </w:r>
      <w:r w:rsidRPr="009B44A9">
        <w:rPr>
          <w:spacing w:val="1"/>
        </w:rPr>
        <w:t xml:space="preserve"> </w:t>
      </w:r>
      <w:r w:rsidRPr="009B44A9">
        <w:t>население;</w:t>
      </w:r>
      <w:r w:rsidRPr="009B44A9">
        <w:rPr>
          <w:spacing w:val="-7"/>
        </w:rPr>
        <w:t xml:space="preserve"> </w:t>
      </w:r>
      <w:r w:rsidRPr="009B44A9">
        <w:t>официальные</w:t>
      </w:r>
      <w:r w:rsidRPr="009B44A9">
        <w:rPr>
          <w:spacing w:val="-6"/>
        </w:rPr>
        <w:t xml:space="preserve"> </w:t>
      </w:r>
      <w:r w:rsidRPr="009B44A9">
        <w:t>языки;</w:t>
      </w:r>
      <w:r w:rsidRPr="009B44A9">
        <w:rPr>
          <w:spacing w:val="-7"/>
        </w:rPr>
        <w:t xml:space="preserve"> </w:t>
      </w:r>
      <w:r w:rsidRPr="009B44A9">
        <w:t>достопримечательности,</w:t>
      </w:r>
      <w:r w:rsidRPr="009B44A9">
        <w:rPr>
          <w:spacing w:val="-6"/>
        </w:rPr>
        <w:t xml:space="preserve"> </w:t>
      </w:r>
      <w:r w:rsidRPr="009B44A9">
        <w:t>культурные</w:t>
      </w:r>
      <w:r w:rsidRPr="009B44A9">
        <w:rPr>
          <w:spacing w:val="-5"/>
        </w:rPr>
        <w:t xml:space="preserve"> </w:t>
      </w:r>
      <w:r w:rsidRPr="009B44A9">
        <w:t>особенности</w:t>
      </w:r>
      <w:r w:rsidRPr="009B44A9">
        <w:rPr>
          <w:spacing w:val="-6"/>
        </w:rPr>
        <w:t xml:space="preserve"> </w:t>
      </w:r>
      <w:r w:rsidRPr="009B44A9">
        <w:t>(национальные</w:t>
      </w:r>
      <w:r w:rsidRPr="009B44A9">
        <w:rPr>
          <w:spacing w:val="-57"/>
        </w:rPr>
        <w:t xml:space="preserve"> </w:t>
      </w:r>
      <w:r w:rsidRPr="009B44A9">
        <w:t>праздники,</w:t>
      </w:r>
      <w:r w:rsidRPr="009B44A9">
        <w:rPr>
          <w:spacing w:val="-1"/>
        </w:rPr>
        <w:t xml:space="preserve"> </w:t>
      </w:r>
      <w:r w:rsidRPr="009B44A9">
        <w:t>традиции, обычаи). Франкофония.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Выдающиеся</w:t>
      </w:r>
      <w:r w:rsidRPr="009B44A9">
        <w:rPr>
          <w:spacing w:val="-5"/>
        </w:rPr>
        <w:t xml:space="preserve"> </w:t>
      </w:r>
      <w:r w:rsidRPr="009B44A9">
        <w:t>люди</w:t>
      </w:r>
      <w:r w:rsidRPr="009B44A9">
        <w:rPr>
          <w:spacing w:val="-3"/>
        </w:rPr>
        <w:t xml:space="preserve"> </w:t>
      </w:r>
      <w:r w:rsidRPr="009B44A9">
        <w:t>родной</w:t>
      </w:r>
      <w:r w:rsidRPr="009B44A9">
        <w:rPr>
          <w:spacing w:val="-4"/>
        </w:rPr>
        <w:t xml:space="preserve"> </w:t>
      </w:r>
      <w:r w:rsidRPr="009B44A9">
        <w:t>страны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страны/стран</w:t>
      </w:r>
      <w:r w:rsidRPr="009B44A9">
        <w:rPr>
          <w:spacing w:val="-3"/>
        </w:rPr>
        <w:t xml:space="preserve"> </w:t>
      </w:r>
      <w:r w:rsidRPr="009B44A9">
        <w:t>изучаемого</w:t>
      </w:r>
      <w:r w:rsidRPr="009B44A9">
        <w:rPr>
          <w:spacing w:val="-4"/>
        </w:rPr>
        <w:t xml:space="preserve"> </w:t>
      </w:r>
      <w:r w:rsidRPr="009B44A9">
        <w:t>языка:</w:t>
      </w:r>
      <w:r w:rsidRPr="009B44A9">
        <w:rPr>
          <w:spacing w:val="-4"/>
        </w:rPr>
        <w:t xml:space="preserve"> </w:t>
      </w:r>
      <w:r w:rsidRPr="009B44A9">
        <w:t>писатели,</w:t>
      </w:r>
      <w:r w:rsidRPr="009B44A9">
        <w:rPr>
          <w:spacing w:val="-3"/>
        </w:rPr>
        <w:t xml:space="preserve"> </w:t>
      </w:r>
      <w:r w:rsidRPr="009B44A9">
        <w:t>поэты,</w:t>
      </w:r>
      <w:r w:rsidRPr="009B44A9">
        <w:rPr>
          <w:spacing w:val="-4"/>
        </w:rPr>
        <w:t xml:space="preserve"> </w:t>
      </w:r>
      <w:r w:rsidRPr="009B44A9">
        <w:t>учёные.</w:t>
      </w:r>
    </w:p>
    <w:p w:rsidR="00E76AB9" w:rsidRPr="009B44A9" w:rsidRDefault="00E76AB9" w:rsidP="007940B1">
      <w:pPr>
        <w:pStyle w:val="Heading1"/>
        <w:spacing w:before="180"/>
        <w:jc w:val="both"/>
      </w:pPr>
      <w:r w:rsidRPr="009B44A9">
        <w:t>ВИДЫ</w:t>
      </w:r>
      <w:r w:rsidRPr="009B44A9">
        <w:rPr>
          <w:spacing w:val="-7"/>
        </w:rPr>
        <w:t xml:space="preserve"> </w:t>
      </w:r>
      <w:r w:rsidRPr="009B44A9">
        <w:t>РЕЧЕВОЙ</w:t>
      </w:r>
      <w:r w:rsidRPr="009B44A9">
        <w:rPr>
          <w:spacing w:val="-7"/>
        </w:rPr>
        <w:t xml:space="preserve"> </w:t>
      </w:r>
      <w:r w:rsidRPr="009B44A9">
        <w:t>ДЕЯТЕЛЬНОСТИ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Говорение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Коммуникативные</w:t>
      </w:r>
      <w:r w:rsidRPr="009B44A9">
        <w:rPr>
          <w:spacing w:val="-5"/>
        </w:rPr>
        <w:t xml:space="preserve"> </w:t>
      </w:r>
      <w:r w:rsidRPr="009B44A9">
        <w:t>умения</w:t>
      </w:r>
      <w:r w:rsidRPr="009B44A9">
        <w:rPr>
          <w:spacing w:val="-5"/>
        </w:rPr>
        <w:t xml:space="preserve"> </w:t>
      </w:r>
      <w:r w:rsidRPr="009B44A9">
        <w:t>диалогической</w:t>
      </w:r>
      <w:r w:rsidRPr="009B44A9">
        <w:rPr>
          <w:spacing w:val="-4"/>
        </w:rPr>
        <w:t xml:space="preserve"> </w:t>
      </w:r>
      <w:r w:rsidRPr="009B44A9">
        <w:t>речи</w:t>
      </w:r>
      <w:r w:rsidRPr="009B44A9">
        <w:rPr>
          <w:spacing w:val="-4"/>
        </w:rPr>
        <w:t xml:space="preserve"> </w:t>
      </w:r>
      <w:r w:rsidRPr="009B44A9">
        <w:t>осуществляются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следующих</w:t>
      </w:r>
      <w:r w:rsidRPr="009B44A9">
        <w:rPr>
          <w:spacing w:val="-4"/>
        </w:rPr>
        <w:t xml:space="preserve"> </w:t>
      </w:r>
      <w:r w:rsidRPr="009B44A9">
        <w:t>формах: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rPr>
          <w:i/>
        </w:rPr>
        <w:t>диалог этикетного характера</w:t>
      </w:r>
      <w:r w:rsidRPr="009B44A9">
        <w:t>: начинать, поддерживать и заканчивать разговор, вежливо</w:t>
      </w:r>
      <w:r w:rsidRPr="009B44A9">
        <w:rPr>
          <w:spacing w:val="1"/>
        </w:rPr>
        <w:t xml:space="preserve"> </w:t>
      </w:r>
      <w:r w:rsidRPr="009B44A9">
        <w:t>переспрашивать; поздравлять с праздником, выражать пожелания и вежливо реагировать на</w:t>
      </w:r>
      <w:r w:rsidRPr="009B44A9">
        <w:rPr>
          <w:spacing w:val="1"/>
        </w:rPr>
        <w:t xml:space="preserve"> </w:t>
      </w:r>
      <w:r w:rsidRPr="009B44A9">
        <w:t>поздравление;</w:t>
      </w:r>
      <w:r w:rsidRPr="009B44A9">
        <w:rPr>
          <w:spacing w:val="-8"/>
        </w:rPr>
        <w:t xml:space="preserve"> </w:t>
      </w:r>
      <w:r w:rsidRPr="009B44A9">
        <w:t>выражать</w:t>
      </w:r>
      <w:r w:rsidRPr="009B44A9">
        <w:rPr>
          <w:spacing w:val="-7"/>
        </w:rPr>
        <w:t xml:space="preserve"> </w:t>
      </w:r>
      <w:r w:rsidRPr="009B44A9">
        <w:t>благодарность;</w:t>
      </w:r>
      <w:r w:rsidRPr="009B44A9">
        <w:rPr>
          <w:spacing w:val="-7"/>
        </w:rPr>
        <w:t xml:space="preserve"> </w:t>
      </w:r>
      <w:r w:rsidRPr="009B44A9">
        <w:t>вежливо</w:t>
      </w:r>
      <w:r w:rsidRPr="009B44A9">
        <w:rPr>
          <w:spacing w:val="-6"/>
        </w:rPr>
        <w:t xml:space="preserve"> </w:t>
      </w:r>
      <w:r w:rsidRPr="009B44A9">
        <w:t>соглашаться</w:t>
      </w:r>
      <w:r w:rsidRPr="009B44A9">
        <w:rPr>
          <w:spacing w:val="-7"/>
        </w:rPr>
        <w:t xml:space="preserve"> </w:t>
      </w:r>
      <w:r w:rsidRPr="009B44A9">
        <w:t>на</w:t>
      </w:r>
      <w:r w:rsidRPr="009B44A9">
        <w:rPr>
          <w:spacing w:val="-7"/>
        </w:rPr>
        <w:t xml:space="preserve"> </w:t>
      </w:r>
      <w:r w:rsidRPr="009B44A9">
        <w:t>предложение/отказываться</w:t>
      </w:r>
      <w:r w:rsidRPr="009B44A9">
        <w:rPr>
          <w:spacing w:val="-7"/>
        </w:rPr>
        <w:t xml:space="preserve"> </w:t>
      </w:r>
      <w:r w:rsidRPr="009B44A9">
        <w:t>от</w:t>
      </w:r>
      <w:r w:rsidRPr="009B44A9">
        <w:rPr>
          <w:spacing w:val="-57"/>
        </w:rPr>
        <w:t xml:space="preserve"> </w:t>
      </w:r>
      <w:r w:rsidRPr="009B44A9">
        <w:t>предложения</w:t>
      </w:r>
      <w:r w:rsidRPr="009B44A9">
        <w:rPr>
          <w:spacing w:val="-2"/>
        </w:rPr>
        <w:t xml:space="preserve"> </w:t>
      </w:r>
      <w:r w:rsidRPr="009B44A9">
        <w:t>собеседника;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диалог-побуждение к действию</w:t>
      </w:r>
      <w:r w:rsidRPr="009B44A9">
        <w:t>: обращаться с просьбой, вежливо соглашаться/не соглашаться</w:t>
      </w:r>
      <w:r w:rsidRPr="009B44A9">
        <w:rPr>
          <w:spacing w:val="1"/>
        </w:rPr>
        <w:t xml:space="preserve"> </w:t>
      </w:r>
      <w:r w:rsidRPr="009B44A9">
        <w:t>выполнить</w:t>
      </w:r>
      <w:r w:rsidRPr="009B44A9">
        <w:rPr>
          <w:spacing w:val="-7"/>
        </w:rPr>
        <w:t xml:space="preserve"> </w:t>
      </w:r>
      <w:r w:rsidRPr="009B44A9">
        <w:t>просьбу;</w:t>
      </w:r>
      <w:r w:rsidRPr="009B44A9">
        <w:rPr>
          <w:spacing w:val="-6"/>
        </w:rPr>
        <w:t xml:space="preserve"> </w:t>
      </w:r>
      <w:r w:rsidRPr="009B44A9">
        <w:t>приглашать</w:t>
      </w:r>
      <w:r w:rsidRPr="009B44A9">
        <w:rPr>
          <w:spacing w:val="-6"/>
        </w:rPr>
        <w:t xml:space="preserve"> </w:t>
      </w:r>
      <w:r w:rsidRPr="009B44A9">
        <w:t>собеседника</w:t>
      </w:r>
      <w:r w:rsidRPr="009B44A9">
        <w:rPr>
          <w:spacing w:val="-6"/>
        </w:rPr>
        <w:t xml:space="preserve"> </w:t>
      </w:r>
      <w:r w:rsidRPr="009B44A9">
        <w:t>к</w:t>
      </w:r>
      <w:r w:rsidRPr="009B44A9">
        <w:rPr>
          <w:spacing w:val="-6"/>
        </w:rPr>
        <w:t xml:space="preserve"> </w:t>
      </w:r>
      <w:r w:rsidRPr="009B44A9">
        <w:t>совместной</w:t>
      </w:r>
      <w:r w:rsidRPr="009B44A9">
        <w:rPr>
          <w:spacing w:val="-5"/>
        </w:rPr>
        <w:t xml:space="preserve"> </w:t>
      </w:r>
      <w:r w:rsidRPr="009B44A9">
        <w:t>деятельности,</w:t>
      </w:r>
      <w:r w:rsidRPr="009B44A9">
        <w:rPr>
          <w:spacing w:val="-5"/>
        </w:rPr>
        <w:t xml:space="preserve"> </w:t>
      </w:r>
      <w:r w:rsidRPr="009B44A9">
        <w:t>вежливо</w:t>
      </w:r>
      <w:r w:rsidRPr="009B44A9">
        <w:rPr>
          <w:spacing w:val="-6"/>
        </w:rPr>
        <w:t xml:space="preserve"> </w:t>
      </w:r>
      <w:r w:rsidRPr="009B44A9">
        <w:t>соглашаться/не</w:t>
      </w:r>
      <w:r w:rsidRPr="009B44A9">
        <w:rPr>
          <w:spacing w:val="-57"/>
        </w:rPr>
        <w:t xml:space="preserve"> </w:t>
      </w:r>
      <w:r w:rsidRPr="009B44A9">
        <w:t>соглашаться</w:t>
      </w:r>
      <w:r w:rsidRPr="009B44A9">
        <w:rPr>
          <w:spacing w:val="-2"/>
        </w:rPr>
        <w:t xml:space="preserve"> </w:t>
      </w:r>
      <w:r w:rsidRPr="009B44A9">
        <w:t>на</w:t>
      </w:r>
      <w:r w:rsidRPr="009B44A9">
        <w:rPr>
          <w:spacing w:val="-1"/>
        </w:rPr>
        <w:t xml:space="preserve"> </w:t>
      </w:r>
      <w:r w:rsidRPr="009B44A9">
        <w:t>предложение</w:t>
      </w:r>
      <w:r w:rsidRPr="009B44A9">
        <w:rPr>
          <w:spacing w:val="-1"/>
        </w:rPr>
        <w:t xml:space="preserve"> </w:t>
      </w:r>
      <w:r w:rsidRPr="009B44A9">
        <w:t>собеседника,</w:t>
      </w:r>
      <w:r w:rsidRPr="009B44A9">
        <w:rPr>
          <w:spacing w:val="-1"/>
        </w:rPr>
        <w:t xml:space="preserve"> </w:t>
      </w:r>
      <w:r w:rsidRPr="009B44A9">
        <w:t>объясняя</w:t>
      </w:r>
      <w:r w:rsidRPr="009B44A9">
        <w:rPr>
          <w:spacing w:val="-1"/>
        </w:rPr>
        <w:t xml:space="preserve"> </w:t>
      </w:r>
      <w:r w:rsidRPr="009B44A9">
        <w:t>причину</w:t>
      </w:r>
      <w:r w:rsidRPr="009B44A9">
        <w:rPr>
          <w:spacing w:val="-1"/>
        </w:rPr>
        <w:t xml:space="preserve"> </w:t>
      </w:r>
      <w:r w:rsidRPr="009B44A9">
        <w:t>своего</w:t>
      </w:r>
      <w:r w:rsidRPr="009B44A9">
        <w:rPr>
          <w:spacing w:val="-1"/>
        </w:rPr>
        <w:t xml:space="preserve"> </w:t>
      </w:r>
      <w:r w:rsidRPr="009B44A9">
        <w:t>решения;</w:t>
      </w:r>
    </w:p>
    <w:p w:rsidR="00E76AB9" w:rsidRPr="009B44A9" w:rsidRDefault="00E76AB9" w:rsidP="007940B1">
      <w:pPr>
        <w:pStyle w:val="BodyText"/>
        <w:spacing w:line="292" w:lineRule="auto"/>
        <w:ind w:right="215" w:firstLine="180"/>
        <w:jc w:val="both"/>
      </w:pPr>
      <w:r w:rsidRPr="009B44A9">
        <w:rPr>
          <w:i/>
        </w:rPr>
        <w:t>диалог-расспрос</w:t>
      </w:r>
      <w:r w:rsidRPr="009B44A9">
        <w:t>: сообщать фактическую информацию, отвечая на вопросы разных видов; выражать</w:t>
      </w:r>
      <w:r w:rsidRPr="009B44A9">
        <w:rPr>
          <w:spacing w:val="-57"/>
        </w:rPr>
        <w:t xml:space="preserve"> </w:t>
      </w:r>
      <w:r w:rsidRPr="009B44A9">
        <w:t>своё отношение к обсуждаемым фактам и событиям; запрашивать интересующую информацию;</w:t>
      </w:r>
      <w:r w:rsidRPr="009B44A9">
        <w:rPr>
          <w:spacing w:val="1"/>
        </w:rPr>
        <w:t xml:space="preserve"> </w:t>
      </w:r>
      <w:r w:rsidRPr="009B44A9">
        <w:t>переходить</w:t>
      </w:r>
      <w:r w:rsidRPr="009B44A9">
        <w:rPr>
          <w:spacing w:val="-2"/>
        </w:rPr>
        <w:t xml:space="preserve"> </w:t>
      </w:r>
      <w:r w:rsidRPr="009B44A9">
        <w:t>с позиции</w:t>
      </w:r>
      <w:r w:rsidRPr="009B44A9">
        <w:rPr>
          <w:spacing w:val="-1"/>
        </w:rPr>
        <w:t xml:space="preserve"> </w:t>
      </w:r>
      <w:r w:rsidRPr="009B44A9">
        <w:t>спрашивающего на</w:t>
      </w:r>
      <w:r w:rsidRPr="009B44A9">
        <w:rPr>
          <w:spacing w:val="-1"/>
        </w:rPr>
        <w:t xml:space="preserve"> </w:t>
      </w:r>
      <w:r w:rsidRPr="009B44A9">
        <w:t>позицию</w:t>
      </w:r>
      <w:r w:rsidRPr="009B44A9">
        <w:rPr>
          <w:spacing w:val="-1"/>
        </w:rPr>
        <w:t xml:space="preserve"> </w:t>
      </w:r>
      <w:r w:rsidRPr="009B44A9">
        <w:t>отвечающего</w:t>
      </w:r>
      <w:r w:rsidRPr="009B44A9">
        <w:rPr>
          <w:spacing w:val="-1"/>
        </w:rPr>
        <w:t xml:space="preserve"> </w:t>
      </w:r>
      <w:r w:rsidRPr="009B44A9">
        <w:t>и наоборот.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t>Вышеперечисленные умения диалогической речи развиваются в стандартных ситуациях</w:t>
      </w:r>
      <w:r w:rsidRPr="009B44A9">
        <w:rPr>
          <w:spacing w:val="1"/>
        </w:rPr>
        <w:t xml:space="preserve"> </w:t>
      </w:r>
      <w:r w:rsidRPr="009B44A9">
        <w:t>неофициального общения в рамках тематического содержания речи с опорой на речевые ситуации,</w:t>
      </w:r>
      <w:r w:rsidRPr="009B44A9">
        <w:rPr>
          <w:spacing w:val="1"/>
        </w:rPr>
        <w:t xml:space="preserve"> </w:t>
      </w:r>
      <w:r w:rsidRPr="009B44A9">
        <w:t>ключевые</w:t>
      </w:r>
      <w:r w:rsidRPr="009B44A9">
        <w:rPr>
          <w:spacing w:val="-4"/>
        </w:rPr>
        <w:t xml:space="preserve"> </w:t>
      </w:r>
      <w:r w:rsidRPr="009B44A9">
        <w:t>слова,</w:t>
      </w:r>
      <w:r w:rsidRPr="009B44A9">
        <w:rPr>
          <w:spacing w:val="-3"/>
        </w:rPr>
        <w:t xml:space="preserve"> </w:t>
      </w:r>
      <w:r w:rsidRPr="009B44A9">
        <w:t>и/или</w:t>
      </w:r>
      <w:r w:rsidRPr="009B44A9">
        <w:rPr>
          <w:spacing w:val="-4"/>
        </w:rPr>
        <w:t xml:space="preserve"> </w:t>
      </w:r>
      <w:r w:rsidRPr="009B44A9">
        <w:t>иллюстрации,</w:t>
      </w:r>
      <w:r w:rsidRPr="009B44A9">
        <w:rPr>
          <w:spacing w:val="-3"/>
        </w:rPr>
        <w:t xml:space="preserve"> </w:t>
      </w:r>
      <w:r w:rsidRPr="009B44A9">
        <w:t>фотографии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соблюдением</w:t>
      </w:r>
      <w:r w:rsidRPr="009B44A9">
        <w:rPr>
          <w:spacing w:val="-4"/>
        </w:rPr>
        <w:t xml:space="preserve"> </w:t>
      </w:r>
      <w:r w:rsidRPr="009B44A9">
        <w:t>норм</w:t>
      </w:r>
      <w:r w:rsidRPr="009B44A9">
        <w:rPr>
          <w:spacing w:val="-3"/>
        </w:rPr>
        <w:t xml:space="preserve"> </w:t>
      </w:r>
      <w:r w:rsidRPr="009B44A9">
        <w:t>речевого</w:t>
      </w:r>
      <w:r w:rsidRPr="009B44A9">
        <w:rPr>
          <w:spacing w:val="-4"/>
        </w:rPr>
        <w:t xml:space="preserve"> </w:t>
      </w:r>
      <w:r w:rsidRPr="009B44A9">
        <w:t>этикета,</w:t>
      </w:r>
      <w:r w:rsidRPr="009B44A9">
        <w:rPr>
          <w:spacing w:val="-3"/>
        </w:rPr>
        <w:t xml:space="preserve"> </w:t>
      </w:r>
      <w:r w:rsidRPr="009B44A9">
        <w:t>принятых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7"/>
        </w:rPr>
        <w:t xml:space="preserve"> </w:t>
      </w:r>
      <w:r w:rsidRPr="009B44A9">
        <w:t>стране/странах</w:t>
      </w:r>
      <w:r w:rsidRPr="009B44A9">
        <w:rPr>
          <w:spacing w:val="-1"/>
        </w:rPr>
        <w:t xml:space="preserve"> </w:t>
      </w:r>
      <w:r w:rsidRPr="009B44A9">
        <w:t>изучаемого языка.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диалога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трех</w:t>
      </w:r>
      <w:r w:rsidRPr="009B44A9">
        <w:rPr>
          <w:b/>
          <w:i/>
          <w:spacing w:val="-8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реплик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стороны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каждого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собеседника.</w:t>
      </w:r>
    </w:p>
    <w:p w:rsidR="00E76AB9" w:rsidRPr="009B44A9" w:rsidRDefault="00E76AB9" w:rsidP="007940B1">
      <w:pPr>
        <w:spacing w:before="55"/>
        <w:ind w:left="2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Развитие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монологической</w:t>
      </w:r>
      <w:r w:rsidRPr="009B44A9">
        <w:rPr>
          <w:b/>
          <w:i/>
          <w:spacing w:val="-6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речи</w:t>
      </w:r>
      <w:r w:rsidRPr="009B44A9">
        <w:rPr>
          <w:sz w:val="24"/>
          <w:szCs w:val="24"/>
        </w:rPr>
        <w:t>:</w:t>
      </w:r>
    </w:p>
    <w:p w:rsidR="00E76AB9" w:rsidRPr="009B44A9" w:rsidRDefault="00E76AB9" w:rsidP="007940B1">
      <w:pPr>
        <w:spacing w:before="60" w:line="292" w:lineRule="auto"/>
        <w:ind w:left="106" w:right="1773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создание </w:t>
      </w:r>
      <w:r w:rsidRPr="009B44A9">
        <w:rPr>
          <w:i/>
          <w:sz w:val="24"/>
          <w:szCs w:val="24"/>
        </w:rPr>
        <w:t xml:space="preserve">устных связных монологических высказываний </w:t>
      </w:r>
      <w:r w:rsidRPr="009B44A9">
        <w:rPr>
          <w:sz w:val="24"/>
          <w:szCs w:val="24"/>
        </w:rPr>
        <w:t>с использованием основных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типов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8"/>
        </w:numPr>
        <w:tabs>
          <w:tab w:val="left" w:pos="887"/>
        </w:tabs>
        <w:spacing w:before="107" w:line="292" w:lineRule="auto"/>
        <w:ind w:right="836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описание (предмета, внешности и одежды человека), в том числе характеристика (черты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характера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реального человека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или литературного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персонажа);</w:t>
      </w:r>
    </w:p>
    <w:p w:rsidR="00E76AB9" w:rsidRPr="009B44A9" w:rsidRDefault="00E76AB9" w:rsidP="007940B1">
      <w:pPr>
        <w:pStyle w:val="ListParagraph"/>
        <w:numPr>
          <w:ilvl w:val="0"/>
          <w:numId w:val="18"/>
        </w:numPr>
        <w:tabs>
          <w:tab w:val="left" w:pos="887"/>
        </w:tabs>
        <w:spacing w:before="166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повествование/сообщение;</w:t>
      </w:r>
    </w:p>
    <w:p w:rsidR="00E76AB9" w:rsidRPr="009B44A9" w:rsidRDefault="00E76AB9" w:rsidP="007940B1">
      <w:pPr>
        <w:pStyle w:val="ListParagraph"/>
        <w:numPr>
          <w:ilvl w:val="0"/>
          <w:numId w:val="18"/>
        </w:numPr>
        <w:tabs>
          <w:tab w:val="left" w:pos="887"/>
        </w:tabs>
        <w:spacing w:before="229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изложение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(пересказ)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прочитанного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текста;</w:t>
      </w:r>
    </w:p>
    <w:p w:rsidR="00E76AB9" w:rsidRPr="009B44A9" w:rsidRDefault="00E76AB9" w:rsidP="007940B1">
      <w:pPr>
        <w:pStyle w:val="ListParagraph"/>
        <w:numPr>
          <w:ilvl w:val="0"/>
          <w:numId w:val="18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краткое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изложение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результатов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выполненной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проектной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работы.</w:t>
      </w:r>
    </w:p>
    <w:p w:rsidR="00E76AB9" w:rsidRPr="009B44A9" w:rsidRDefault="00E76AB9" w:rsidP="007940B1">
      <w:pPr>
        <w:pStyle w:val="BodyText"/>
        <w:spacing w:before="168" w:line="292" w:lineRule="auto"/>
        <w:ind w:right="872" w:firstLine="180"/>
        <w:jc w:val="both"/>
      </w:pPr>
      <w:r w:rsidRPr="009B44A9">
        <w:t>Данные умения монологической речи развиваются в стандартных ситуациях неофициального</w:t>
      </w:r>
      <w:r w:rsidRPr="009B44A9">
        <w:rPr>
          <w:spacing w:val="-57"/>
        </w:rPr>
        <w:t xml:space="preserve"> </w:t>
      </w:r>
      <w:r w:rsidRPr="009B44A9">
        <w:t>общения в рамках тематического содержания речи с опорой на ключевые слова, план, вопросы,</w:t>
      </w:r>
      <w:r w:rsidRPr="009B44A9">
        <w:rPr>
          <w:spacing w:val="-58"/>
        </w:rPr>
        <w:t xml:space="preserve"> </w:t>
      </w:r>
      <w:r w:rsidRPr="009B44A9">
        <w:t>таблицы</w:t>
      </w:r>
      <w:r w:rsidRPr="009B44A9">
        <w:rPr>
          <w:spacing w:val="-1"/>
        </w:rPr>
        <w:t xml:space="preserve"> </w:t>
      </w:r>
      <w:r w:rsidRPr="009B44A9">
        <w:t>и/или с иллюстрации, фотографии.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монологического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5-6</w:t>
      </w:r>
      <w:r w:rsidRPr="009B44A9">
        <w:rPr>
          <w:b/>
          <w:i/>
          <w:spacing w:val="5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фраз.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Аудирование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Предъявление</w:t>
      </w:r>
      <w:r w:rsidRPr="009B44A9">
        <w:rPr>
          <w:spacing w:val="-5"/>
        </w:rPr>
        <w:t xml:space="preserve"> </w:t>
      </w:r>
      <w:r w:rsidRPr="009B44A9">
        <w:t>учащимся</w:t>
      </w:r>
      <w:r w:rsidRPr="009B44A9">
        <w:rPr>
          <w:spacing w:val="-6"/>
        </w:rPr>
        <w:t xml:space="preserve"> </w:t>
      </w:r>
      <w:r w:rsidRPr="009B44A9">
        <w:t>материала,</w:t>
      </w:r>
      <w:r w:rsidRPr="009B44A9">
        <w:rPr>
          <w:spacing w:val="-5"/>
        </w:rPr>
        <w:t xml:space="preserve"> </w:t>
      </w:r>
      <w:r w:rsidRPr="009B44A9">
        <w:t>предназначенного</w:t>
      </w:r>
      <w:r w:rsidRPr="009B44A9">
        <w:rPr>
          <w:spacing w:val="-5"/>
        </w:rPr>
        <w:t xml:space="preserve"> </w:t>
      </w:r>
      <w:r w:rsidRPr="009B44A9">
        <w:t>для</w:t>
      </w:r>
      <w:r w:rsidRPr="009B44A9">
        <w:rPr>
          <w:spacing w:val="-6"/>
        </w:rPr>
        <w:t xml:space="preserve"> </w:t>
      </w:r>
      <w:r w:rsidRPr="009B44A9">
        <w:t>восприятия</w:t>
      </w:r>
      <w:r w:rsidRPr="009B44A9">
        <w:rPr>
          <w:spacing w:val="-5"/>
        </w:rPr>
        <w:t xml:space="preserve"> </w:t>
      </w:r>
      <w:r w:rsidRPr="009B44A9">
        <w:t>на</w:t>
      </w:r>
      <w:r w:rsidRPr="009B44A9">
        <w:rPr>
          <w:spacing w:val="-5"/>
        </w:rPr>
        <w:t xml:space="preserve"> </w:t>
      </w:r>
      <w:r w:rsidRPr="009B44A9">
        <w:t>слух,</w:t>
      </w:r>
      <w:r w:rsidRPr="009B44A9">
        <w:rPr>
          <w:spacing w:val="-5"/>
        </w:rPr>
        <w:t xml:space="preserve"> </w:t>
      </w:r>
      <w:r w:rsidRPr="009B44A9">
        <w:t>осуществляется: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При</w:t>
      </w:r>
      <w:r w:rsidRPr="009B44A9">
        <w:rPr>
          <w:spacing w:val="-5"/>
        </w:rPr>
        <w:t xml:space="preserve"> </w:t>
      </w:r>
      <w:r w:rsidRPr="009B44A9">
        <w:rPr>
          <w:i/>
        </w:rPr>
        <w:t>непосредственном</w:t>
      </w:r>
      <w:r w:rsidRPr="009B44A9">
        <w:rPr>
          <w:i/>
          <w:spacing w:val="-5"/>
        </w:rPr>
        <w:t xml:space="preserve"> </w:t>
      </w:r>
      <w:r w:rsidRPr="009B44A9">
        <w:t>общении:</w:t>
      </w:r>
      <w:r w:rsidRPr="009B44A9">
        <w:rPr>
          <w:spacing w:val="-3"/>
        </w:rPr>
        <w:t xml:space="preserve"> </w:t>
      </w:r>
      <w:r w:rsidRPr="009B44A9">
        <w:t>понимание</w:t>
      </w:r>
      <w:r w:rsidRPr="009B44A9">
        <w:rPr>
          <w:spacing w:val="-3"/>
        </w:rPr>
        <w:t xml:space="preserve"> </w:t>
      </w:r>
      <w:r w:rsidRPr="009B44A9">
        <w:t>на</w:t>
      </w:r>
      <w:r w:rsidRPr="009B44A9">
        <w:rPr>
          <w:spacing w:val="-3"/>
        </w:rPr>
        <w:t xml:space="preserve"> </w:t>
      </w:r>
      <w:r w:rsidRPr="009B44A9">
        <w:t>слух</w:t>
      </w:r>
      <w:r w:rsidRPr="009B44A9">
        <w:rPr>
          <w:spacing w:val="-2"/>
        </w:rPr>
        <w:t xml:space="preserve"> </w:t>
      </w:r>
      <w:r w:rsidRPr="009B44A9">
        <w:t>речи</w:t>
      </w:r>
      <w:r w:rsidRPr="009B44A9">
        <w:rPr>
          <w:spacing w:val="-3"/>
        </w:rPr>
        <w:t xml:space="preserve"> </w:t>
      </w:r>
      <w:r w:rsidRPr="009B44A9">
        <w:t>учителя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одноклассников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57"/>
        </w:rPr>
        <w:t xml:space="preserve"> </w:t>
      </w:r>
      <w:r w:rsidRPr="009B44A9">
        <w:t>вербальная/невербальная</w:t>
      </w:r>
      <w:r w:rsidRPr="009B44A9">
        <w:rPr>
          <w:spacing w:val="-2"/>
        </w:rPr>
        <w:t xml:space="preserve"> </w:t>
      </w:r>
      <w:r w:rsidRPr="009B44A9">
        <w:t>реакция</w:t>
      </w:r>
      <w:r w:rsidRPr="009B44A9">
        <w:rPr>
          <w:spacing w:val="-1"/>
        </w:rPr>
        <w:t xml:space="preserve"> </w:t>
      </w:r>
      <w:r w:rsidRPr="009B44A9">
        <w:t>на</w:t>
      </w:r>
      <w:r w:rsidRPr="009B44A9">
        <w:rPr>
          <w:spacing w:val="-1"/>
        </w:rPr>
        <w:t xml:space="preserve"> </w:t>
      </w:r>
      <w:r w:rsidRPr="009B44A9">
        <w:t>услышанное.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t>При</w:t>
      </w:r>
      <w:r w:rsidRPr="009B44A9">
        <w:rPr>
          <w:spacing w:val="-5"/>
        </w:rPr>
        <w:t xml:space="preserve"> </w:t>
      </w:r>
      <w:r w:rsidRPr="009B44A9">
        <w:rPr>
          <w:i/>
        </w:rPr>
        <w:t>опосредованном</w:t>
      </w:r>
      <w:r w:rsidRPr="009B44A9">
        <w:rPr>
          <w:i/>
          <w:spacing w:val="-5"/>
        </w:rPr>
        <w:t xml:space="preserve"> </w:t>
      </w:r>
      <w:r w:rsidRPr="009B44A9">
        <w:t>общении:</w:t>
      </w:r>
      <w:r w:rsidRPr="009B44A9">
        <w:rPr>
          <w:spacing w:val="-4"/>
        </w:rPr>
        <w:t xml:space="preserve"> </w:t>
      </w:r>
      <w:r w:rsidRPr="009B44A9">
        <w:t>дальнейшее</w:t>
      </w:r>
      <w:r w:rsidRPr="009B44A9">
        <w:rPr>
          <w:spacing w:val="-3"/>
        </w:rPr>
        <w:t xml:space="preserve"> </w:t>
      </w:r>
      <w:r w:rsidRPr="009B44A9">
        <w:t>развитие</w:t>
      </w:r>
      <w:r w:rsidRPr="009B44A9">
        <w:rPr>
          <w:spacing w:val="-3"/>
        </w:rPr>
        <w:t xml:space="preserve"> </w:t>
      </w:r>
      <w:r w:rsidRPr="009B44A9">
        <w:t>восприятия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понимания</w:t>
      </w:r>
      <w:r w:rsidRPr="009B44A9">
        <w:rPr>
          <w:spacing w:val="-4"/>
        </w:rPr>
        <w:t xml:space="preserve"> </w:t>
      </w:r>
      <w:r w:rsidRPr="009B44A9">
        <w:t>на</w:t>
      </w:r>
      <w:r w:rsidRPr="009B44A9">
        <w:rPr>
          <w:spacing w:val="-3"/>
        </w:rPr>
        <w:t xml:space="preserve"> </w:t>
      </w:r>
      <w:r w:rsidRPr="009B44A9">
        <w:t>слух</w:t>
      </w:r>
      <w:r w:rsidRPr="009B44A9">
        <w:rPr>
          <w:spacing w:val="-3"/>
        </w:rPr>
        <w:t xml:space="preserve"> </w:t>
      </w:r>
      <w:r w:rsidRPr="009B44A9">
        <w:t>несложных</w:t>
      </w:r>
      <w:r w:rsidRPr="009B44A9">
        <w:rPr>
          <w:spacing w:val="-57"/>
        </w:rPr>
        <w:t xml:space="preserve"> </w:t>
      </w:r>
      <w:r w:rsidRPr="009B44A9">
        <w:t>адаптированных</w:t>
      </w:r>
      <w:r w:rsidRPr="009B44A9">
        <w:rPr>
          <w:spacing w:val="-3"/>
        </w:rPr>
        <w:t xml:space="preserve"> </w:t>
      </w:r>
      <w:r w:rsidRPr="009B44A9">
        <w:t>аутентичных</w:t>
      </w:r>
      <w:r w:rsidRPr="009B44A9">
        <w:rPr>
          <w:spacing w:val="-3"/>
        </w:rPr>
        <w:t xml:space="preserve"> </w:t>
      </w:r>
      <w:r w:rsidRPr="009B44A9">
        <w:t>аудиотекстов,</w:t>
      </w:r>
      <w:r w:rsidRPr="009B44A9">
        <w:rPr>
          <w:spacing w:val="-3"/>
        </w:rPr>
        <w:t xml:space="preserve"> </w:t>
      </w:r>
      <w:r w:rsidRPr="009B44A9">
        <w:t>содержащих</w:t>
      </w:r>
      <w:r w:rsidRPr="009B44A9">
        <w:rPr>
          <w:spacing w:val="-3"/>
        </w:rPr>
        <w:t xml:space="preserve"> </w:t>
      </w:r>
      <w:r w:rsidRPr="009B44A9">
        <w:t>отдельные</w:t>
      </w:r>
      <w:r w:rsidRPr="009B44A9">
        <w:rPr>
          <w:spacing w:val="-3"/>
        </w:rPr>
        <w:t xml:space="preserve"> </w:t>
      </w:r>
      <w:r w:rsidRPr="009B44A9">
        <w:t>незнакомые</w:t>
      </w:r>
      <w:r w:rsidRPr="009B44A9">
        <w:rPr>
          <w:spacing w:val="-3"/>
        </w:rPr>
        <w:t xml:space="preserve"> </w:t>
      </w:r>
      <w:r w:rsidRPr="009B44A9">
        <w:t>слова,</w:t>
      </w:r>
      <w:r w:rsidRPr="009B44A9">
        <w:rPr>
          <w:spacing w:val="-2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разной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 w:line="292" w:lineRule="auto"/>
        <w:ind w:right="162"/>
        <w:jc w:val="both"/>
      </w:pPr>
      <w:r w:rsidRPr="009B44A9">
        <w:t>глубиной проникновения в их содержание в зависимости от поставленной коммуникативной задачи: с</w:t>
      </w:r>
      <w:r w:rsidRPr="009B44A9">
        <w:rPr>
          <w:spacing w:val="-58"/>
        </w:rPr>
        <w:t xml:space="preserve"> </w:t>
      </w:r>
      <w:r w:rsidRPr="009B44A9">
        <w:t>пониманием</w:t>
      </w:r>
      <w:r w:rsidRPr="009B44A9">
        <w:rPr>
          <w:spacing w:val="-1"/>
        </w:rPr>
        <w:t xml:space="preserve"> </w:t>
      </w:r>
      <w:r w:rsidRPr="009B44A9">
        <w:t>основного содержания,</w:t>
      </w:r>
      <w:r w:rsidRPr="009B44A9">
        <w:rPr>
          <w:spacing w:val="-1"/>
        </w:rPr>
        <w:t xml:space="preserve"> </w:t>
      </w:r>
      <w:r w:rsidRPr="009B44A9">
        <w:t>с пониманием</w:t>
      </w:r>
      <w:r w:rsidRPr="009B44A9">
        <w:rPr>
          <w:spacing w:val="-1"/>
        </w:rPr>
        <w:t xml:space="preserve"> </w:t>
      </w:r>
      <w:r w:rsidRPr="009B44A9">
        <w:t>запрашиваемой информации.</w:t>
      </w:r>
    </w:p>
    <w:p w:rsidR="00E76AB9" w:rsidRPr="009B44A9" w:rsidRDefault="00E76AB9" w:rsidP="007940B1">
      <w:pPr>
        <w:pStyle w:val="BodyText"/>
        <w:spacing w:line="292" w:lineRule="auto"/>
        <w:ind w:right="987" w:firstLine="180"/>
        <w:jc w:val="both"/>
      </w:pPr>
      <w:r w:rsidRPr="009B44A9">
        <w:t xml:space="preserve">Аудирование с пониманием </w:t>
      </w:r>
      <w:r w:rsidRPr="009B44A9">
        <w:rPr>
          <w:b/>
        </w:rPr>
        <w:t xml:space="preserve">основного содержания </w:t>
      </w:r>
      <w:r w:rsidRPr="009B44A9">
        <w:t>текста предполагает умение определять</w:t>
      </w:r>
      <w:r w:rsidRPr="009B44A9">
        <w:rPr>
          <w:spacing w:val="-57"/>
        </w:rPr>
        <w:t xml:space="preserve"> </w:t>
      </w:r>
      <w:r w:rsidRPr="009B44A9">
        <w:t>основную тему и главные факты/события в воспринимаемом на слух тексте; игнорировать</w:t>
      </w:r>
      <w:r w:rsidRPr="009B44A9">
        <w:rPr>
          <w:spacing w:val="1"/>
        </w:rPr>
        <w:t xml:space="preserve"> </w:t>
      </w:r>
      <w:r w:rsidRPr="009B44A9">
        <w:t>незнакомые</w:t>
      </w:r>
      <w:r w:rsidRPr="009B44A9">
        <w:rPr>
          <w:spacing w:val="-1"/>
        </w:rPr>
        <w:t xml:space="preserve"> </w:t>
      </w:r>
      <w:r w:rsidRPr="009B44A9">
        <w:t>слова,</w:t>
      </w:r>
      <w:r w:rsidRPr="009B44A9">
        <w:rPr>
          <w:spacing w:val="-1"/>
        </w:rPr>
        <w:t xml:space="preserve"> </w:t>
      </w:r>
      <w:r w:rsidRPr="009B44A9">
        <w:t>несущественные</w:t>
      </w:r>
      <w:r w:rsidRPr="009B44A9">
        <w:rPr>
          <w:spacing w:val="-1"/>
        </w:rPr>
        <w:t xml:space="preserve"> </w:t>
      </w:r>
      <w:r w:rsidRPr="009B44A9">
        <w:t>для</w:t>
      </w:r>
      <w:r w:rsidRPr="009B44A9">
        <w:rPr>
          <w:spacing w:val="-1"/>
        </w:rPr>
        <w:t xml:space="preserve"> </w:t>
      </w:r>
      <w:r w:rsidRPr="009B44A9">
        <w:t>понимания</w:t>
      </w:r>
      <w:r w:rsidRPr="009B44A9">
        <w:rPr>
          <w:spacing w:val="-2"/>
        </w:rPr>
        <w:t xml:space="preserve"> </w:t>
      </w:r>
      <w:r w:rsidRPr="009B44A9">
        <w:t>основного</w:t>
      </w:r>
      <w:r w:rsidRPr="009B44A9">
        <w:rPr>
          <w:spacing w:val="-1"/>
        </w:rPr>
        <w:t xml:space="preserve"> </w:t>
      </w:r>
      <w:r w:rsidRPr="009B44A9">
        <w:t>содержания.</w:t>
      </w:r>
    </w:p>
    <w:p w:rsidR="00E76AB9" w:rsidRPr="009B44A9" w:rsidRDefault="00E76AB9" w:rsidP="007940B1">
      <w:pPr>
        <w:pStyle w:val="BodyText"/>
        <w:spacing w:line="292" w:lineRule="auto"/>
        <w:ind w:right="269" w:firstLine="180"/>
        <w:jc w:val="both"/>
      </w:pPr>
      <w:r w:rsidRPr="009B44A9">
        <w:t xml:space="preserve">Аудирование с пониманием </w:t>
      </w:r>
      <w:r w:rsidRPr="009B44A9">
        <w:rPr>
          <w:b/>
        </w:rPr>
        <w:t xml:space="preserve">запрашиваемой информации </w:t>
      </w:r>
      <w:r w:rsidRPr="009B44A9">
        <w:t>предполагает умение выделять</w:t>
      </w:r>
      <w:r w:rsidRPr="009B44A9">
        <w:rPr>
          <w:spacing w:val="1"/>
        </w:rPr>
        <w:t xml:space="preserve"> </w:t>
      </w:r>
      <w:r w:rsidRPr="009B44A9">
        <w:t>запрашиваемую информацию, представленную в эксплицитной (явной) форме, в воспринимаемом на</w:t>
      </w:r>
      <w:r w:rsidRPr="009B44A9">
        <w:rPr>
          <w:spacing w:val="-57"/>
        </w:rPr>
        <w:t xml:space="preserve"> </w:t>
      </w:r>
      <w:r w:rsidRPr="009B44A9">
        <w:t>слух</w:t>
      </w:r>
      <w:r w:rsidRPr="009B44A9">
        <w:rPr>
          <w:spacing w:val="-1"/>
        </w:rPr>
        <w:t xml:space="preserve"> </w:t>
      </w:r>
      <w:r w:rsidRPr="009B44A9">
        <w:t>тексте.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6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аудирования</w:t>
      </w:r>
      <w:r w:rsidRPr="009B44A9">
        <w:t>:</w:t>
      </w:r>
      <w:r w:rsidRPr="009B44A9">
        <w:rPr>
          <w:spacing w:val="-6"/>
        </w:rPr>
        <w:t xml:space="preserve"> </w:t>
      </w:r>
      <w:r w:rsidRPr="009B44A9">
        <w:t>высказывания</w:t>
      </w:r>
      <w:r w:rsidRPr="009B44A9">
        <w:rPr>
          <w:spacing w:val="-5"/>
        </w:rPr>
        <w:t xml:space="preserve"> </w:t>
      </w:r>
      <w:r w:rsidRPr="009B44A9">
        <w:t>собеседников</w:t>
      </w:r>
      <w:r w:rsidRPr="009B44A9">
        <w:rPr>
          <w:spacing w:val="-6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ситуациях</w:t>
      </w:r>
      <w:r w:rsidRPr="009B44A9">
        <w:rPr>
          <w:spacing w:val="-5"/>
        </w:rPr>
        <w:t xml:space="preserve"> </w:t>
      </w:r>
      <w:r w:rsidRPr="009B44A9">
        <w:t>повседневного</w:t>
      </w:r>
      <w:r w:rsidRPr="009B44A9">
        <w:rPr>
          <w:spacing w:val="-4"/>
        </w:rPr>
        <w:t xml:space="preserve"> </w:t>
      </w:r>
      <w:r w:rsidRPr="009B44A9">
        <w:t>общения,</w:t>
      </w:r>
      <w:r w:rsidRPr="009B44A9">
        <w:rPr>
          <w:spacing w:val="-5"/>
        </w:rPr>
        <w:t xml:space="preserve"> </w:t>
      </w:r>
      <w:r w:rsidRPr="009B44A9">
        <w:t>диалог</w:t>
      </w:r>
      <w:r w:rsidRPr="009B44A9">
        <w:rPr>
          <w:spacing w:val="-57"/>
        </w:rPr>
        <w:t xml:space="preserve"> </w:t>
      </w:r>
      <w:r w:rsidRPr="009B44A9">
        <w:t>(беседа),</w:t>
      </w:r>
      <w:r w:rsidRPr="009B44A9">
        <w:rPr>
          <w:spacing w:val="-1"/>
        </w:rPr>
        <w:t xml:space="preserve"> </w:t>
      </w:r>
      <w:r w:rsidRPr="009B44A9">
        <w:t>рассказ, сообщение</w:t>
      </w:r>
      <w:r w:rsidRPr="009B44A9">
        <w:rPr>
          <w:spacing w:val="-1"/>
        </w:rPr>
        <w:t xml:space="preserve"> </w:t>
      </w:r>
      <w:r w:rsidRPr="009B44A9">
        <w:t>информационного характера.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Время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звучания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аудирования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1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минуты.</w:t>
      </w:r>
    </w:p>
    <w:p w:rsidR="00E76AB9" w:rsidRPr="009B44A9" w:rsidRDefault="00E76AB9" w:rsidP="007940B1">
      <w:pPr>
        <w:pStyle w:val="Heading2"/>
        <w:spacing w:before="55"/>
        <w:jc w:val="both"/>
      </w:pPr>
      <w:r w:rsidRPr="009B44A9">
        <w:t>Смысловое</w:t>
      </w:r>
      <w:r w:rsidRPr="009B44A9">
        <w:rPr>
          <w:spacing w:val="-5"/>
        </w:rPr>
        <w:t xml:space="preserve"> </w:t>
      </w:r>
      <w:r w:rsidRPr="009B44A9">
        <w:t>чтение</w:t>
      </w:r>
    </w:p>
    <w:p w:rsidR="00E76AB9" w:rsidRPr="009B44A9" w:rsidRDefault="00E76AB9" w:rsidP="007940B1">
      <w:pPr>
        <w:pStyle w:val="BodyText"/>
        <w:spacing w:before="60" w:line="292" w:lineRule="auto"/>
        <w:ind w:right="523" w:firstLine="180"/>
        <w:jc w:val="both"/>
      </w:pPr>
      <w:r w:rsidRPr="009B44A9">
        <w:t>В области чтения учащиеся продолжают развивать свои умения восприятия, понимания и</w:t>
      </w:r>
      <w:r w:rsidRPr="009B44A9">
        <w:rPr>
          <w:spacing w:val="1"/>
        </w:rPr>
        <w:t xml:space="preserve"> </w:t>
      </w:r>
      <w:r w:rsidRPr="009B44A9">
        <w:t>интерпретации адаптированных аутентичных текстов разных жанров и стилей. Понимание смысла</w:t>
      </w:r>
      <w:r w:rsidRPr="009B44A9">
        <w:rPr>
          <w:spacing w:val="-57"/>
        </w:rPr>
        <w:t xml:space="preserve"> </w:t>
      </w:r>
      <w:r w:rsidRPr="009B44A9">
        <w:t>письменного источника информации отличается различной глубиной проникновения в его</w:t>
      </w:r>
      <w:r w:rsidRPr="009B44A9">
        <w:rPr>
          <w:spacing w:val="1"/>
        </w:rPr>
        <w:t xml:space="preserve"> </w:t>
      </w:r>
      <w:r w:rsidRPr="009B44A9">
        <w:t>содержание,</w:t>
      </w:r>
      <w:r w:rsidRPr="009B44A9">
        <w:rPr>
          <w:spacing w:val="-1"/>
        </w:rPr>
        <w:t xml:space="preserve"> </w:t>
      </w:r>
      <w:r w:rsidRPr="009B44A9">
        <w:t>зависимости от</w:t>
      </w:r>
      <w:r w:rsidRPr="009B44A9">
        <w:rPr>
          <w:spacing w:val="-2"/>
        </w:rPr>
        <w:t xml:space="preserve"> </w:t>
      </w:r>
      <w:r w:rsidRPr="009B44A9">
        <w:t>поставленной коммуникативной</w:t>
      </w:r>
      <w:r w:rsidRPr="009B44A9">
        <w:rPr>
          <w:spacing w:val="-1"/>
        </w:rPr>
        <w:t xml:space="preserve"> </w:t>
      </w:r>
      <w:r w:rsidRPr="009B44A9">
        <w:t>задачи.</w:t>
      </w:r>
    </w:p>
    <w:p w:rsidR="00E76AB9" w:rsidRPr="009B44A9" w:rsidRDefault="00E76AB9" w:rsidP="007940B1">
      <w:pPr>
        <w:pStyle w:val="BodyText"/>
        <w:spacing w:line="292" w:lineRule="auto"/>
        <w:ind w:right="340" w:firstLine="180"/>
        <w:jc w:val="both"/>
      </w:pPr>
      <w:r w:rsidRPr="009B44A9">
        <w:t xml:space="preserve">Чтение с </w:t>
      </w:r>
      <w:r w:rsidRPr="009B44A9">
        <w:rPr>
          <w:i/>
        </w:rPr>
        <w:t xml:space="preserve">полным пониманием </w:t>
      </w:r>
      <w:r w:rsidRPr="009B44A9">
        <w:t>письменного источника информации предполагает умение глубоко</w:t>
      </w:r>
      <w:r w:rsidRPr="009B44A9">
        <w:rPr>
          <w:spacing w:val="1"/>
        </w:rPr>
        <w:t xml:space="preserve"> </w:t>
      </w:r>
      <w:r w:rsidRPr="009B44A9">
        <w:t>вникнуть в текст, вовсе его подробности и детали. Понимание на уровне смысла (смысловое чтение)</w:t>
      </w:r>
      <w:r w:rsidRPr="009B44A9">
        <w:rPr>
          <w:spacing w:val="-58"/>
        </w:rPr>
        <w:t xml:space="preserve"> </w:t>
      </w:r>
      <w:r w:rsidRPr="009B44A9">
        <w:t>предполагает как видение конкретных действий и поступков персонажей, конкретных фактов и</w:t>
      </w:r>
      <w:r w:rsidRPr="009B44A9">
        <w:rPr>
          <w:spacing w:val="1"/>
        </w:rPr>
        <w:t xml:space="preserve"> </w:t>
      </w:r>
      <w:r w:rsidRPr="009B44A9">
        <w:t>событий,</w:t>
      </w:r>
      <w:r w:rsidRPr="009B44A9">
        <w:rPr>
          <w:spacing w:val="-3"/>
        </w:rPr>
        <w:t xml:space="preserve"> </w:t>
      </w:r>
      <w:r w:rsidRPr="009B44A9">
        <w:t>так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осознание</w:t>
      </w:r>
      <w:r w:rsidRPr="009B44A9">
        <w:rPr>
          <w:spacing w:val="-3"/>
        </w:rPr>
        <w:t xml:space="preserve"> </w:t>
      </w:r>
      <w:r w:rsidRPr="009B44A9">
        <w:t>мотивов,</w:t>
      </w:r>
      <w:r w:rsidRPr="009B44A9">
        <w:rPr>
          <w:spacing w:val="-2"/>
        </w:rPr>
        <w:t xml:space="preserve"> </w:t>
      </w:r>
      <w:r w:rsidRPr="009B44A9">
        <w:t>причинно-следственных</w:t>
      </w:r>
      <w:r w:rsidRPr="009B44A9">
        <w:rPr>
          <w:spacing w:val="-3"/>
        </w:rPr>
        <w:t xml:space="preserve"> </w:t>
      </w:r>
      <w:r w:rsidRPr="009B44A9">
        <w:t>связей,</w:t>
      </w:r>
      <w:r w:rsidRPr="009B44A9">
        <w:rPr>
          <w:spacing w:val="-3"/>
        </w:rPr>
        <w:t xml:space="preserve"> </w:t>
      </w:r>
      <w:r w:rsidRPr="009B44A9">
        <w:t>т.е.</w:t>
      </w:r>
      <w:r w:rsidRPr="009B44A9">
        <w:rPr>
          <w:spacing w:val="-2"/>
        </w:rPr>
        <w:t xml:space="preserve"> </w:t>
      </w:r>
      <w:r w:rsidRPr="009B44A9">
        <w:t>имплицитной</w:t>
      </w:r>
      <w:r w:rsidRPr="009B44A9">
        <w:rPr>
          <w:spacing w:val="-3"/>
        </w:rPr>
        <w:t xml:space="preserve"> </w:t>
      </w:r>
      <w:r w:rsidRPr="009B44A9"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141" w:firstLine="180"/>
        <w:jc w:val="both"/>
      </w:pPr>
      <w:r w:rsidRPr="009B44A9">
        <w:rPr>
          <w:i/>
        </w:rPr>
        <w:t xml:space="preserve">Ознакомительное чтение </w:t>
      </w:r>
      <w:r w:rsidRPr="009B44A9">
        <w:t>имеет целью понимание общего содержания прочитанного материала,</w:t>
      </w:r>
      <w:r w:rsidRPr="009B44A9">
        <w:rPr>
          <w:spacing w:val="1"/>
        </w:rPr>
        <w:t xml:space="preserve"> </w:t>
      </w:r>
      <w:r w:rsidRPr="009B44A9">
        <w:t>владение умением определять тему (или темы) письменного источника информации, его сюжетную</w:t>
      </w:r>
      <w:r w:rsidRPr="009B44A9">
        <w:rPr>
          <w:spacing w:val="1"/>
        </w:rPr>
        <w:t xml:space="preserve"> </w:t>
      </w:r>
      <w:r w:rsidRPr="009B44A9">
        <w:t>или смысловую канву. Понимание</w:t>
      </w:r>
      <w:r w:rsidRPr="009B44A9">
        <w:rPr>
          <w:spacing w:val="1"/>
        </w:rPr>
        <w:t xml:space="preserve"> </w:t>
      </w:r>
      <w:r w:rsidRPr="009B44A9">
        <w:t>общего содержания прочитанного текстового</w:t>
      </w:r>
      <w:r w:rsidRPr="009B44A9">
        <w:rPr>
          <w:spacing w:val="1"/>
        </w:rPr>
        <w:t xml:space="preserve"> </w:t>
      </w:r>
      <w:r w:rsidRPr="009B44A9">
        <w:t>фрагмента проходит</w:t>
      </w:r>
      <w:r w:rsidRPr="009B44A9">
        <w:rPr>
          <w:spacing w:val="1"/>
        </w:rPr>
        <w:t xml:space="preserve"> </w:t>
      </w:r>
      <w:r w:rsidRPr="009B44A9">
        <w:t>в обход несущественных деталей и некоторых незнакомых слов при активном применении языковой и</w:t>
      </w:r>
      <w:r w:rsidRPr="009B44A9">
        <w:rPr>
          <w:spacing w:val="-58"/>
        </w:rPr>
        <w:t xml:space="preserve"> </w:t>
      </w:r>
      <w:r w:rsidRPr="009B44A9">
        <w:t>контекстуальной</w:t>
      </w:r>
      <w:r w:rsidRPr="009B44A9">
        <w:rPr>
          <w:spacing w:val="-1"/>
        </w:rPr>
        <w:t xml:space="preserve"> </w:t>
      </w:r>
      <w:r w:rsidRPr="009B44A9">
        <w:t>догадки.</w:t>
      </w:r>
    </w:p>
    <w:p w:rsidR="00E76AB9" w:rsidRPr="009B44A9" w:rsidRDefault="00E76AB9" w:rsidP="007940B1">
      <w:pPr>
        <w:pStyle w:val="BodyText"/>
        <w:spacing w:line="292" w:lineRule="auto"/>
        <w:ind w:right="317" w:firstLine="180"/>
        <w:jc w:val="both"/>
      </w:pPr>
      <w:r w:rsidRPr="009B44A9">
        <w:rPr>
          <w:i/>
        </w:rPr>
        <w:t xml:space="preserve">Поисковое чтение </w:t>
      </w:r>
      <w:r w:rsidRPr="009B44A9">
        <w:t>— это чтение с извлечением конкретной необходимой информации,</w:t>
      </w:r>
      <w:r w:rsidRPr="009B44A9">
        <w:rPr>
          <w:spacing w:val="1"/>
        </w:rPr>
        <w:t xml:space="preserve"> </w:t>
      </w:r>
      <w:r w:rsidRPr="009B44A9">
        <w:t>интересующей читателя. Этот вид чтения требует развития умения находить в прочитанном тексте и</w:t>
      </w:r>
      <w:r w:rsidRPr="009B44A9">
        <w:rPr>
          <w:spacing w:val="-58"/>
        </w:rPr>
        <w:t xml:space="preserve"> </w:t>
      </w:r>
      <w:r w:rsidRPr="009B44A9">
        <w:t>понимать</w:t>
      </w:r>
      <w:r w:rsidRPr="009B44A9">
        <w:rPr>
          <w:spacing w:val="-2"/>
        </w:rPr>
        <w:t xml:space="preserve"> </w:t>
      </w:r>
      <w:r w:rsidRPr="009B44A9">
        <w:t>запрашиваемую</w:t>
      </w:r>
      <w:r w:rsidRPr="009B44A9">
        <w:rPr>
          <w:spacing w:val="-1"/>
        </w:rPr>
        <w:t xml:space="preserve"> </w:t>
      </w:r>
      <w:r w:rsidRPr="009B44A9">
        <w:t>информацию.</w:t>
      </w:r>
    </w:p>
    <w:p w:rsidR="00E76AB9" w:rsidRPr="009B44A9" w:rsidRDefault="00E76AB9" w:rsidP="007940B1">
      <w:pPr>
        <w:pStyle w:val="BodyText"/>
        <w:spacing w:line="292" w:lineRule="auto"/>
        <w:ind w:right="224" w:firstLine="180"/>
        <w:jc w:val="both"/>
      </w:pPr>
      <w:r w:rsidRPr="009B44A9">
        <w:t>Развитие умения читать про себя и понимать адаптированные аутентичные тексты разных жанров и</w:t>
      </w:r>
      <w:r w:rsidRPr="009B44A9">
        <w:rPr>
          <w:spacing w:val="-58"/>
        </w:rPr>
        <w:t xml:space="preserve"> </w:t>
      </w:r>
      <w:r w:rsidRPr="009B44A9">
        <w:t>стилей, содержащие отдельные незнакомые слова, с различной глубиной проникновения в их</w:t>
      </w:r>
      <w:r w:rsidRPr="009B44A9">
        <w:rPr>
          <w:spacing w:val="1"/>
        </w:rPr>
        <w:t xml:space="preserve"> </w:t>
      </w:r>
      <w:r w:rsidRPr="009B44A9">
        <w:t>содержание в зависимости от поставленной коммуникативной задачи: с пониманием основного</w:t>
      </w:r>
      <w:r w:rsidRPr="009B44A9">
        <w:rPr>
          <w:spacing w:val="1"/>
        </w:rPr>
        <w:t xml:space="preserve"> </w:t>
      </w:r>
      <w:r w:rsidRPr="009B44A9">
        <w:t>содержания,</w:t>
      </w:r>
      <w:r w:rsidRPr="009B44A9">
        <w:rPr>
          <w:spacing w:val="-1"/>
        </w:rPr>
        <w:t xml:space="preserve"> </w:t>
      </w:r>
      <w:r w:rsidRPr="009B44A9">
        <w:t>с пониманием запрашиваемой информации.</w:t>
      </w:r>
    </w:p>
    <w:p w:rsidR="00E76AB9" w:rsidRPr="009B44A9" w:rsidRDefault="00E76AB9" w:rsidP="007940B1">
      <w:pPr>
        <w:pStyle w:val="BodyText"/>
        <w:spacing w:line="292" w:lineRule="auto"/>
        <w:ind w:right="805" w:firstLine="180"/>
        <w:jc w:val="both"/>
      </w:pPr>
      <w:r w:rsidRPr="009B44A9">
        <w:t xml:space="preserve">Чтение с </w:t>
      </w:r>
      <w:r w:rsidRPr="009B44A9">
        <w:rPr>
          <w:b/>
          <w:i/>
        </w:rPr>
        <w:t xml:space="preserve">полным пониманием </w:t>
      </w:r>
      <w:r w:rsidRPr="009B44A9">
        <w:t>— полное и точное понимание информации, представленной в</w:t>
      </w:r>
      <w:r w:rsidRPr="009B44A9">
        <w:rPr>
          <w:spacing w:val="-57"/>
        </w:rPr>
        <w:t xml:space="preserve"> </w:t>
      </w:r>
      <w:r w:rsidRPr="009B44A9">
        <w:t>эксплицитной</w:t>
      </w:r>
      <w:r w:rsidRPr="009B44A9">
        <w:rPr>
          <w:spacing w:val="-1"/>
        </w:rPr>
        <w:t xml:space="preserve"> </w:t>
      </w:r>
      <w:r w:rsidRPr="009B44A9">
        <w:t>(явной)</w:t>
      </w:r>
      <w:r w:rsidRPr="009B44A9">
        <w:rPr>
          <w:spacing w:val="-1"/>
        </w:rPr>
        <w:t xml:space="preserve"> </w:t>
      </w:r>
      <w:r w:rsidRPr="009B44A9">
        <w:t>форме.</w:t>
      </w:r>
    </w:p>
    <w:p w:rsidR="00E76AB9" w:rsidRPr="009B44A9" w:rsidRDefault="00E76AB9" w:rsidP="007940B1">
      <w:pPr>
        <w:pStyle w:val="BodyText"/>
        <w:spacing w:line="292" w:lineRule="auto"/>
        <w:ind w:right="258" w:firstLine="180"/>
        <w:jc w:val="both"/>
      </w:pPr>
      <w:r w:rsidRPr="009B44A9">
        <w:t xml:space="preserve">Чтение с </w:t>
      </w:r>
      <w:r w:rsidRPr="009B44A9">
        <w:rPr>
          <w:b/>
          <w:i/>
        </w:rPr>
        <w:t xml:space="preserve">пониманием общего содержания </w:t>
      </w:r>
      <w:r w:rsidRPr="009B44A9">
        <w:t>текста предполагает умение определять тему/основную</w:t>
      </w:r>
      <w:r w:rsidRPr="009B44A9">
        <w:rPr>
          <w:spacing w:val="-57"/>
        </w:rPr>
        <w:t xml:space="preserve"> </w:t>
      </w:r>
      <w:r w:rsidRPr="009B44A9">
        <w:t>мысль, главные факты/события; прогнозировать содержание текста по заголовку/началу текста;</w:t>
      </w:r>
      <w:r w:rsidRPr="009B44A9">
        <w:rPr>
          <w:spacing w:val="1"/>
        </w:rPr>
        <w:t xml:space="preserve"> </w:t>
      </w:r>
      <w:r w:rsidRPr="009B44A9">
        <w:t>игнорировать незнакомые слова, несущественные для понимания основного содержания; понимать</w:t>
      </w:r>
      <w:r w:rsidRPr="009B44A9">
        <w:rPr>
          <w:spacing w:val="1"/>
        </w:rPr>
        <w:t xml:space="preserve"> </w:t>
      </w:r>
      <w:r w:rsidRPr="009B44A9">
        <w:t>интернациональные</w:t>
      </w:r>
      <w:r w:rsidRPr="009B44A9">
        <w:rPr>
          <w:spacing w:val="-1"/>
        </w:rPr>
        <w:t xml:space="preserve"> </w:t>
      </w:r>
      <w:r w:rsidRPr="009B44A9">
        <w:t>слова в</w:t>
      </w:r>
      <w:r w:rsidRPr="009B44A9">
        <w:rPr>
          <w:spacing w:val="-1"/>
        </w:rPr>
        <w:t xml:space="preserve"> </w:t>
      </w:r>
      <w:r w:rsidRPr="009B44A9">
        <w:t>контексте.</w:t>
      </w:r>
    </w:p>
    <w:p w:rsidR="00E76AB9" w:rsidRPr="009B44A9" w:rsidRDefault="00E76AB9" w:rsidP="007940B1">
      <w:pPr>
        <w:spacing w:line="292" w:lineRule="auto"/>
        <w:ind w:left="106" w:right="238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Чтение с </w:t>
      </w:r>
      <w:r w:rsidRPr="009B44A9">
        <w:rPr>
          <w:b/>
          <w:i/>
          <w:sz w:val="24"/>
          <w:szCs w:val="24"/>
        </w:rPr>
        <w:t xml:space="preserve">пониманием запрашиваемой информации </w:t>
      </w:r>
      <w:r w:rsidRPr="009B44A9">
        <w:rPr>
          <w:sz w:val="24"/>
          <w:szCs w:val="24"/>
        </w:rPr>
        <w:t>предполагает умение находить в прочитанном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 понимать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запрашиваемую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информацию.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Чтение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несплошных</w:t>
      </w:r>
      <w:r w:rsidRPr="009B44A9">
        <w:rPr>
          <w:b/>
          <w:i/>
          <w:spacing w:val="-3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текстов</w:t>
      </w:r>
      <w:r w:rsidRPr="009B44A9">
        <w:rPr>
          <w:b/>
          <w:i/>
          <w:spacing w:val="-4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(таблиц)</w:t>
      </w:r>
      <w:r w:rsidRPr="009B44A9">
        <w:rPr>
          <w:b/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представленной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них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информации.</w:t>
      </w:r>
    </w:p>
    <w:p w:rsidR="00E76AB9" w:rsidRPr="009B44A9" w:rsidRDefault="00E76AB9" w:rsidP="007940B1">
      <w:pPr>
        <w:pStyle w:val="BodyText"/>
        <w:spacing w:before="45" w:line="292" w:lineRule="auto"/>
        <w:ind w:right="189"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чтения:</w:t>
      </w:r>
      <w:r w:rsidRPr="009B44A9">
        <w:rPr>
          <w:i/>
          <w:spacing w:val="-4"/>
        </w:rPr>
        <w:t xml:space="preserve"> </w:t>
      </w:r>
      <w:r w:rsidRPr="009B44A9">
        <w:t>беседа;</w:t>
      </w:r>
      <w:r w:rsidRPr="009B44A9">
        <w:rPr>
          <w:spacing w:val="-5"/>
        </w:rPr>
        <w:t xml:space="preserve"> </w:t>
      </w:r>
      <w:r w:rsidRPr="009B44A9">
        <w:t>отрывок</w:t>
      </w:r>
      <w:r w:rsidRPr="009B44A9">
        <w:rPr>
          <w:spacing w:val="-5"/>
        </w:rPr>
        <w:t xml:space="preserve"> </w:t>
      </w:r>
      <w:r w:rsidRPr="009B44A9">
        <w:t>из</w:t>
      </w:r>
      <w:r w:rsidRPr="009B44A9">
        <w:rPr>
          <w:spacing w:val="-4"/>
        </w:rPr>
        <w:t xml:space="preserve"> </w:t>
      </w:r>
      <w:r w:rsidRPr="009B44A9">
        <w:t>художественного</w:t>
      </w:r>
      <w:r w:rsidRPr="009B44A9">
        <w:rPr>
          <w:spacing w:val="-4"/>
        </w:rPr>
        <w:t xml:space="preserve"> </w:t>
      </w:r>
      <w:r w:rsidRPr="009B44A9">
        <w:t>произведения,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том</w:t>
      </w:r>
      <w:r w:rsidRPr="009B44A9">
        <w:rPr>
          <w:spacing w:val="-4"/>
        </w:rPr>
        <w:t xml:space="preserve"> </w:t>
      </w:r>
      <w:r w:rsidRPr="009B44A9">
        <w:t>числе</w:t>
      </w:r>
      <w:r w:rsidRPr="009B44A9">
        <w:rPr>
          <w:spacing w:val="-3"/>
        </w:rPr>
        <w:t xml:space="preserve"> </w:t>
      </w:r>
      <w:r w:rsidRPr="009B44A9">
        <w:t>рассказ,</w:t>
      </w:r>
      <w:r w:rsidRPr="009B44A9">
        <w:rPr>
          <w:spacing w:val="-4"/>
        </w:rPr>
        <w:t xml:space="preserve"> </w:t>
      </w:r>
      <w:r w:rsidRPr="009B44A9">
        <w:t>сказка;</w:t>
      </w:r>
      <w:r w:rsidRPr="009B44A9">
        <w:rPr>
          <w:spacing w:val="-57"/>
        </w:rPr>
        <w:t xml:space="preserve"> </w:t>
      </w:r>
      <w:r w:rsidRPr="009B44A9">
        <w:t>отрывок из статьи научно-популярного характера; сообщение информационного характера;</w:t>
      </w:r>
      <w:r w:rsidRPr="009B44A9">
        <w:rPr>
          <w:spacing w:val="1"/>
        </w:rPr>
        <w:t xml:space="preserve"> </w:t>
      </w:r>
      <w:r w:rsidRPr="009B44A9">
        <w:t>сообщение личного характера; объявление; кулинарный рецепт; стихотворение; несплошной текст</w:t>
      </w:r>
      <w:r w:rsidRPr="009B44A9">
        <w:rPr>
          <w:spacing w:val="1"/>
        </w:rPr>
        <w:t xml:space="preserve"> </w:t>
      </w:r>
      <w:r w:rsidRPr="009B44A9">
        <w:t>(таблица).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11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160-180</w:t>
      </w:r>
      <w:r w:rsidRPr="009B44A9">
        <w:rPr>
          <w:b/>
          <w:i/>
          <w:spacing w:val="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spacing w:line="274" w:lineRule="exact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Heading2"/>
        <w:spacing w:before="66"/>
        <w:jc w:val="both"/>
      </w:pPr>
      <w:r w:rsidRPr="009B44A9">
        <w:t>Письменная</w:t>
      </w:r>
      <w:r w:rsidRPr="009B44A9">
        <w:rPr>
          <w:spacing w:val="-5"/>
        </w:rPr>
        <w:t xml:space="preserve"> </w:t>
      </w:r>
      <w:r w:rsidRPr="009B44A9">
        <w:t>речь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Развитие</w:t>
      </w:r>
      <w:r w:rsidRPr="009B44A9">
        <w:rPr>
          <w:spacing w:val="-3"/>
        </w:rPr>
        <w:t xml:space="preserve"> </w:t>
      </w:r>
      <w:r w:rsidRPr="009B44A9">
        <w:t>умений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8"/>
        </w:numPr>
        <w:tabs>
          <w:tab w:val="left" w:pos="887"/>
        </w:tabs>
        <w:spacing w:before="168" w:line="292" w:lineRule="auto"/>
        <w:ind w:right="22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списывание текста и выписывание из него слов, словосочетаний, предложений в соответствии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решаемой коммуникативной задачей;</w:t>
      </w:r>
    </w:p>
    <w:p w:rsidR="00E76AB9" w:rsidRPr="009B44A9" w:rsidRDefault="00E76AB9" w:rsidP="007940B1">
      <w:pPr>
        <w:pStyle w:val="ListParagraph"/>
        <w:numPr>
          <w:ilvl w:val="0"/>
          <w:numId w:val="18"/>
        </w:numPr>
        <w:tabs>
          <w:tab w:val="left" w:pos="887"/>
        </w:tabs>
        <w:spacing w:before="167" w:line="292" w:lineRule="auto"/>
        <w:ind w:right="32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заполнение анкет и формуляров, сообщать о себе основные сведения (имя, фамилия, пол,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возраст,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гражданство,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адрес)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соответствии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нормами,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принятыми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франкоговорящих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странах;</w:t>
      </w:r>
    </w:p>
    <w:p w:rsidR="00E76AB9" w:rsidRPr="009B44A9" w:rsidRDefault="00E76AB9" w:rsidP="007940B1">
      <w:pPr>
        <w:pStyle w:val="ListParagraph"/>
        <w:numPr>
          <w:ilvl w:val="0"/>
          <w:numId w:val="18"/>
        </w:numPr>
        <w:tabs>
          <w:tab w:val="left" w:pos="887"/>
        </w:tabs>
        <w:spacing w:before="167" w:line="292" w:lineRule="auto"/>
        <w:ind w:right="245" w:firstLine="0"/>
        <w:jc w:val="both"/>
        <w:rPr>
          <w:i/>
          <w:sz w:val="24"/>
          <w:szCs w:val="24"/>
        </w:rPr>
      </w:pPr>
      <w:r w:rsidRPr="009B44A9">
        <w:rPr>
          <w:sz w:val="24"/>
          <w:szCs w:val="24"/>
        </w:rPr>
        <w:t>написание электронного сообщения личного характера: сообщать краткие сведения о себе;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расспрашивать друга/подругу по переписке о его/её увлечениях; выражать благодарность,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извинение; оформлять обращение, завершающую фразу и подпись в соответствии с нормами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неофициального общения, принятыми в стране/странах изучаемого языка. </w:t>
      </w:r>
      <w:r w:rsidRPr="009B44A9">
        <w:rPr>
          <w:i/>
          <w:sz w:val="24"/>
          <w:szCs w:val="24"/>
        </w:rPr>
        <w:t xml:space="preserve">Объём письма — до </w:t>
      </w:r>
      <w:r w:rsidRPr="009B44A9">
        <w:rPr>
          <w:b/>
          <w:i/>
          <w:sz w:val="24"/>
          <w:szCs w:val="24"/>
        </w:rPr>
        <w:t>50</w:t>
      </w:r>
      <w:r w:rsidRPr="009B44A9">
        <w:rPr>
          <w:b/>
          <w:i/>
          <w:spacing w:val="-5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слов;</w:t>
      </w:r>
    </w:p>
    <w:p w:rsidR="00E76AB9" w:rsidRPr="009B44A9" w:rsidRDefault="00E76AB9" w:rsidP="007940B1">
      <w:pPr>
        <w:pStyle w:val="ListParagraph"/>
        <w:numPr>
          <w:ilvl w:val="0"/>
          <w:numId w:val="18"/>
        </w:numPr>
        <w:tabs>
          <w:tab w:val="left" w:pos="887"/>
        </w:tabs>
        <w:spacing w:before="165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создание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небольшого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высказывания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опорой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образец,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план,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иллюстрацию.</w:t>
      </w:r>
    </w:p>
    <w:p w:rsidR="00E76AB9" w:rsidRPr="009B44A9" w:rsidRDefault="00E76AB9" w:rsidP="007940B1">
      <w:pPr>
        <w:spacing w:before="60"/>
        <w:ind w:left="52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письменного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50</w:t>
      </w:r>
      <w:r w:rsidRPr="009B44A9">
        <w:rPr>
          <w:b/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BodyText"/>
        <w:ind w:left="0"/>
        <w:jc w:val="both"/>
        <w:rPr>
          <w:i/>
        </w:rPr>
      </w:pPr>
    </w:p>
    <w:p w:rsidR="00E76AB9" w:rsidRPr="009B44A9" w:rsidRDefault="00E76AB9" w:rsidP="007940B1">
      <w:pPr>
        <w:pStyle w:val="Heading1"/>
        <w:spacing w:before="1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Фонетическая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 w:line="292" w:lineRule="auto"/>
        <w:ind w:right="484" w:firstLine="180"/>
        <w:jc w:val="both"/>
      </w:pPr>
      <w:r w:rsidRPr="009B44A9">
        <w:t>Различение на слух и адекватное, без фонематических ошибок, ведущих к сбою в коммуникации,</w:t>
      </w:r>
      <w:r w:rsidRPr="009B44A9">
        <w:rPr>
          <w:spacing w:val="-58"/>
        </w:rPr>
        <w:t xml:space="preserve"> </w:t>
      </w:r>
      <w:r w:rsidRPr="009B44A9">
        <w:t>произнесение слов с соблюдением правильного ударения и фраз с соблюдением их ритмико-</w:t>
      </w:r>
      <w:r w:rsidRPr="009B44A9">
        <w:rPr>
          <w:spacing w:val="1"/>
        </w:rPr>
        <w:t xml:space="preserve"> </w:t>
      </w:r>
      <w:r w:rsidRPr="009B44A9">
        <w:t>интонационных особенностей, в том числе отсутствия фразового ударения на служебных словах;</w:t>
      </w:r>
      <w:r w:rsidRPr="009B44A9">
        <w:rPr>
          <w:spacing w:val="1"/>
        </w:rPr>
        <w:t xml:space="preserve"> </w:t>
      </w:r>
      <w:r w:rsidRPr="009B44A9">
        <w:t>чтение</w:t>
      </w:r>
      <w:r w:rsidRPr="009B44A9">
        <w:rPr>
          <w:spacing w:val="-1"/>
        </w:rPr>
        <w:t xml:space="preserve"> </w:t>
      </w:r>
      <w:r w:rsidRPr="009B44A9">
        <w:t>новых слов</w:t>
      </w:r>
      <w:r w:rsidRPr="009B44A9">
        <w:rPr>
          <w:spacing w:val="-1"/>
        </w:rPr>
        <w:t xml:space="preserve"> </w:t>
      </w:r>
      <w:r w:rsidRPr="009B44A9">
        <w:t>согласно основным</w:t>
      </w:r>
      <w:r w:rsidRPr="009B44A9">
        <w:rPr>
          <w:spacing w:val="-1"/>
        </w:rPr>
        <w:t xml:space="preserve"> </w:t>
      </w:r>
      <w:r w:rsidRPr="009B44A9">
        <w:t>правилам чтения.</w:t>
      </w:r>
    </w:p>
    <w:p w:rsidR="00E76AB9" w:rsidRPr="009B44A9" w:rsidRDefault="00E76AB9" w:rsidP="007940B1">
      <w:pPr>
        <w:pStyle w:val="BodyText"/>
        <w:spacing w:line="292" w:lineRule="auto"/>
        <w:ind w:right="1047" w:firstLine="180"/>
        <w:jc w:val="both"/>
      </w:pPr>
      <w:r w:rsidRPr="009B44A9">
        <w:t>Чтение вслух небольших адаптированных аутентичных текстов, построенных на изученном</w:t>
      </w:r>
      <w:r w:rsidRPr="009B44A9">
        <w:rPr>
          <w:spacing w:val="-58"/>
        </w:rPr>
        <w:t xml:space="preserve"> </w:t>
      </w:r>
      <w:r w:rsidRPr="009B44A9">
        <w:t>языковом материале, с соблюдением правил чтения и соответствующей интонации,</w:t>
      </w:r>
      <w:r w:rsidRPr="009B44A9">
        <w:rPr>
          <w:spacing w:val="1"/>
        </w:rPr>
        <w:t xml:space="preserve"> </w:t>
      </w:r>
      <w:r w:rsidRPr="009B44A9">
        <w:t>демонстрирующих</w:t>
      </w:r>
      <w:r w:rsidRPr="009B44A9">
        <w:rPr>
          <w:spacing w:val="-1"/>
        </w:rPr>
        <w:t xml:space="preserve"> </w:t>
      </w:r>
      <w:r w:rsidRPr="009B44A9">
        <w:t>понимание текста.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чтения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вслух</w:t>
      </w:r>
      <w:r w:rsidRPr="009B44A9">
        <w:t>:</w:t>
      </w:r>
      <w:r w:rsidRPr="009B44A9">
        <w:rPr>
          <w:spacing w:val="-4"/>
        </w:rPr>
        <w:t xml:space="preserve"> </w:t>
      </w:r>
      <w:r w:rsidRPr="009B44A9">
        <w:t>сообщение</w:t>
      </w:r>
      <w:r w:rsidRPr="009B44A9">
        <w:rPr>
          <w:spacing w:val="-4"/>
        </w:rPr>
        <w:t xml:space="preserve"> </w:t>
      </w:r>
      <w:r w:rsidRPr="009B44A9">
        <w:t>информационного</w:t>
      </w:r>
      <w:r w:rsidRPr="009B44A9">
        <w:rPr>
          <w:spacing w:val="-4"/>
        </w:rPr>
        <w:t xml:space="preserve"> </w:t>
      </w:r>
      <w:r w:rsidRPr="009B44A9">
        <w:t>характера,</w:t>
      </w:r>
      <w:r w:rsidRPr="009B44A9">
        <w:rPr>
          <w:spacing w:val="-4"/>
        </w:rPr>
        <w:t xml:space="preserve"> </w:t>
      </w:r>
      <w:r w:rsidRPr="009B44A9">
        <w:t>отрывок</w:t>
      </w:r>
      <w:r w:rsidRPr="009B44A9">
        <w:rPr>
          <w:spacing w:val="-4"/>
        </w:rPr>
        <w:t xml:space="preserve"> </w:t>
      </w:r>
      <w:r w:rsidRPr="009B44A9">
        <w:t>из</w:t>
      </w:r>
      <w:r w:rsidRPr="009B44A9">
        <w:rPr>
          <w:spacing w:val="-5"/>
        </w:rPr>
        <w:t xml:space="preserve"> </w:t>
      </w:r>
      <w:r w:rsidRPr="009B44A9">
        <w:t>статьи</w:t>
      </w:r>
      <w:r w:rsidRPr="009B44A9">
        <w:rPr>
          <w:spacing w:val="-4"/>
        </w:rPr>
        <w:t xml:space="preserve"> </w:t>
      </w:r>
      <w:r w:rsidRPr="009B44A9">
        <w:t>научно-</w:t>
      </w:r>
      <w:r w:rsidRPr="009B44A9">
        <w:rPr>
          <w:spacing w:val="-57"/>
        </w:rPr>
        <w:t xml:space="preserve"> </w:t>
      </w:r>
      <w:r w:rsidRPr="009B44A9">
        <w:t>популярного</w:t>
      </w:r>
      <w:r w:rsidRPr="009B44A9">
        <w:rPr>
          <w:spacing w:val="-1"/>
        </w:rPr>
        <w:t xml:space="preserve"> </w:t>
      </w:r>
      <w:r w:rsidRPr="009B44A9">
        <w:t>характера, рассказ, диалог</w:t>
      </w:r>
      <w:r w:rsidRPr="009B44A9">
        <w:rPr>
          <w:spacing w:val="-1"/>
        </w:rPr>
        <w:t xml:space="preserve"> </w:t>
      </w:r>
      <w:r w:rsidRPr="009B44A9">
        <w:t>(беседа).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вслух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9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70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2"/>
        <w:spacing w:before="56"/>
        <w:jc w:val="both"/>
      </w:pPr>
      <w:r w:rsidRPr="009B44A9">
        <w:t>Орфография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пунктуация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Правильное</w:t>
      </w:r>
      <w:r w:rsidRPr="009B44A9">
        <w:rPr>
          <w:spacing w:val="-4"/>
        </w:rPr>
        <w:t xml:space="preserve"> </w:t>
      </w:r>
      <w:r w:rsidRPr="009B44A9">
        <w:t>написание</w:t>
      </w:r>
      <w:r w:rsidRPr="009B44A9">
        <w:rPr>
          <w:spacing w:val="-3"/>
        </w:rPr>
        <w:t xml:space="preserve"> </w:t>
      </w:r>
      <w:r w:rsidRPr="009B44A9">
        <w:t>изученных</w:t>
      </w:r>
      <w:r w:rsidRPr="009B44A9">
        <w:rPr>
          <w:spacing w:val="-3"/>
        </w:rPr>
        <w:t xml:space="preserve"> </w:t>
      </w:r>
      <w:r w:rsidRPr="009B44A9">
        <w:t>слов.</w:t>
      </w:r>
    </w:p>
    <w:p w:rsidR="00E76AB9" w:rsidRPr="009B44A9" w:rsidRDefault="00E76AB9" w:rsidP="007940B1">
      <w:pPr>
        <w:pStyle w:val="BodyText"/>
        <w:spacing w:before="60" w:line="292" w:lineRule="auto"/>
        <w:ind w:right="287" w:firstLine="180"/>
        <w:jc w:val="both"/>
      </w:pPr>
      <w:r w:rsidRPr="009B44A9">
        <w:t>Правильное использование знаков препинания: точки, вопросительного и восклицательного знаков</w:t>
      </w:r>
      <w:r w:rsidRPr="009B44A9">
        <w:rPr>
          <w:spacing w:val="-58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конце предложения;</w:t>
      </w:r>
      <w:r w:rsidRPr="009B44A9">
        <w:rPr>
          <w:spacing w:val="-1"/>
        </w:rPr>
        <w:t xml:space="preserve"> </w:t>
      </w:r>
      <w:r w:rsidRPr="009B44A9">
        <w:t>запятой при перечислении.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Пунктуационно правильное, в соответствии с нормами речевого этикета, принятыми в</w:t>
      </w:r>
      <w:r w:rsidRPr="009B44A9">
        <w:rPr>
          <w:spacing w:val="1"/>
        </w:rPr>
        <w:t xml:space="preserve"> </w:t>
      </w:r>
      <w:r w:rsidRPr="009B44A9">
        <w:t>стране/странах</w:t>
      </w:r>
      <w:r w:rsidRPr="009B44A9">
        <w:rPr>
          <w:spacing w:val="-5"/>
        </w:rPr>
        <w:t xml:space="preserve"> </w:t>
      </w:r>
      <w:r w:rsidRPr="009B44A9">
        <w:t>изучаемого</w:t>
      </w:r>
      <w:r w:rsidRPr="009B44A9">
        <w:rPr>
          <w:spacing w:val="-5"/>
        </w:rPr>
        <w:t xml:space="preserve"> </w:t>
      </w:r>
      <w:r w:rsidRPr="009B44A9">
        <w:t>языка,</w:t>
      </w:r>
      <w:r w:rsidRPr="009B44A9">
        <w:rPr>
          <w:spacing w:val="-5"/>
        </w:rPr>
        <w:t xml:space="preserve"> </w:t>
      </w:r>
      <w:r w:rsidRPr="009B44A9">
        <w:t>оформление</w:t>
      </w:r>
      <w:r w:rsidRPr="009B44A9">
        <w:rPr>
          <w:spacing w:val="-5"/>
        </w:rPr>
        <w:t xml:space="preserve"> </w:t>
      </w:r>
      <w:r w:rsidRPr="009B44A9">
        <w:t>электронного</w:t>
      </w:r>
      <w:r w:rsidRPr="009B44A9">
        <w:rPr>
          <w:spacing w:val="-5"/>
        </w:rPr>
        <w:t xml:space="preserve"> </w:t>
      </w:r>
      <w:r w:rsidRPr="009B44A9">
        <w:t>сообщения</w:t>
      </w:r>
      <w:r w:rsidRPr="009B44A9">
        <w:rPr>
          <w:spacing w:val="-5"/>
        </w:rPr>
        <w:t xml:space="preserve"> </w:t>
      </w:r>
      <w:r w:rsidRPr="009B44A9">
        <w:t>личного</w:t>
      </w:r>
      <w:r w:rsidRPr="009B44A9">
        <w:rPr>
          <w:spacing w:val="-5"/>
        </w:rPr>
        <w:t xml:space="preserve"> </w:t>
      </w:r>
      <w:r w:rsidRPr="009B44A9">
        <w:t>характера.</w:t>
      </w:r>
    </w:p>
    <w:p w:rsidR="00E76AB9" w:rsidRPr="009B44A9" w:rsidRDefault="00E76AB9" w:rsidP="007940B1">
      <w:pPr>
        <w:pStyle w:val="Heading2"/>
        <w:spacing w:line="275" w:lineRule="exact"/>
        <w:jc w:val="both"/>
      </w:pPr>
      <w:r w:rsidRPr="009B44A9">
        <w:t>Лексическая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59" w:line="292" w:lineRule="auto"/>
        <w:ind w:right="195" w:firstLine="180"/>
        <w:jc w:val="both"/>
      </w:pPr>
      <w:r w:rsidRPr="009B44A9">
        <w:t xml:space="preserve">Распознавание в звучащем и письменном тексте </w:t>
      </w:r>
      <w:r w:rsidRPr="009B44A9">
        <w:rPr>
          <w:i/>
        </w:rPr>
        <w:t xml:space="preserve">550 лексических единиц </w:t>
      </w:r>
      <w:r w:rsidRPr="009B44A9">
        <w:t>и правильное употребление</w:t>
      </w:r>
      <w:r w:rsidRPr="009B44A9">
        <w:rPr>
          <w:spacing w:val="-57"/>
        </w:rPr>
        <w:t xml:space="preserve"> </w:t>
      </w:r>
      <w:r w:rsidRPr="009B44A9">
        <w:t xml:space="preserve">в устной и письменной речи </w:t>
      </w:r>
      <w:r w:rsidRPr="009B44A9">
        <w:rPr>
          <w:i/>
        </w:rPr>
        <w:t>450 лексических единиц</w:t>
      </w:r>
      <w:r w:rsidRPr="009B44A9">
        <w:t>, обслуживающих ситуации общения в рамках</w:t>
      </w:r>
      <w:r w:rsidRPr="009B44A9">
        <w:rPr>
          <w:spacing w:val="1"/>
        </w:rPr>
        <w:t xml:space="preserve"> </w:t>
      </w:r>
      <w:r w:rsidRPr="009B44A9">
        <w:t>отобранного тематического содержания, с соблюдением существующей нормы лексической</w:t>
      </w:r>
      <w:r w:rsidRPr="009B44A9">
        <w:rPr>
          <w:spacing w:val="1"/>
        </w:rPr>
        <w:t xml:space="preserve"> </w:t>
      </w:r>
      <w:r w:rsidRPr="009B44A9">
        <w:t>сочетаемости.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Распознавание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звучащем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письменном</w:t>
      </w:r>
      <w:r w:rsidRPr="009B44A9">
        <w:rPr>
          <w:spacing w:val="-3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употребление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устной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7"/>
        </w:numPr>
        <w:tabs>
          <w:tab w:val="left" w:pos="767"/>
        </w:tabs>
        <w:spacing w:before="60"/>
        <w:ind w:left="76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изученных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синонимов,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антонимов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интернациональных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слов;</w:t>
      </w:r>
    </w:p>
    <w:p w:rsidR="00E76AB9" w:rsidRPr="009B44A9" w:rsidRDefault="00E76AB9" w:rsidP="007940B1">
      <w:pPr>
        <w:pStyle w:val="ListParagraph"/>
        <w:numPr>
          <w:ilvl w:val="0"/>
          <w:numId w:val="17"/>
        </w:numPr>
        <w:tabs>
          <w:tab w:val="left" w:pos="767"/>
        </w:tabs>
        <w:spacing w:before="60"/>
        <w:ind w:left="76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различных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средств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связи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обеспечения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логичности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целостности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высказывания.</w:t>
      </w:r>
    </w:p>
    <w:p w:rsidR="00E76AB9" w:rsidRPr="009B44A9" w:rsidRDefault="00E76AB9" w:rsidP="007940B1">
      <w:pPr>
        <w:pStyle w:val="BodyText"/>
        <w:spacing w:before="60" w:line="292" w:lineRule="auto"/>
        <w:ind w:right="244" w:firstLine="180"/>
        <w:jc w:val="both"/>
      </w:pPr>
      <w:r w:rsidRPr="009B44A9">
        <w:t>Распознавание в звучащем и письменном тексте и образование родственных слов с использованием</w:t>
      </w:r>
      <w:r w:rsidRPr="009B44A9">
        <w:rPr>
          <w:spacing w:val="-58"/>
        </w:rPr>
        <w:t xml:space="preserve"> </w:t>
      </w:r>
      <w:r w:rsidRPr="009B44A9">
        <w:t>аффиксации:</w:t>
      </w:r>
    </w:p>
    <w:p w:rsidR="00E76AB9" w:rsidRPr="00BC0F4A" w:rsidRDefault="00E76AB9" w:rsidP="007940B1">
      <w:pPr>
        <w:pStyle w:val="ListParagraph"/>
        <w:numPr>
          <w:ilvl w:val="0"/>
          <w:numId w:val="17"/>
        </w:numPr>
        <w:tabs>
          <w:tab w:val="left" w:pos="767"/>
        </w:tabs>
        <w:spacing w:line="292" w:lineRule="auto"/>
        <w:ind w:right="515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имён</w:t>
      </w:r>
      <w:r w:rsidRPr="00BC0F4A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существительных</w:t>
      </w:r>
      <w:r w:rsidRPr="00BC0F4A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BC0F4A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BC0F4A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</w:t>
      </w:r>
      <w:r w:rsidRPr="00BC0F4A">
        <w:rPr>
          <w:sz w:val="24"/>
          <w:szCs w:val="24"/>
        </w:rPr>
        <w:t>:</w:t>
      </w:r>
      <w:r w:rsidRPr="00BC0F4A">
        <w:rPr>
          <w:spacing w:val="-6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teur</w:t>
      </w:r>
      <w:r w:rsidRPr="00BC0F4A">
        <w:rPr>
          <w:sz w:val="24"/>
          <w:szCs w:val="24"/>
        </w:rPr>
        <w:t>/-</w:t>
      </w:r>
      <w:r w:rsidRPr="009B44A9">
        <w:rPr>
          <w:sz w:val="24"/>
          <w:szCs w:val="24"/>
          <w:lang w:val="en-US"/>
        </w:rPr>
        <w:t>trice</w:t>
      </w:r>
      <w:r w:rsidRPr="00BC0F4A">
        <w:rPr>
          <w:sz w:val="24"/>
          <w:szCs w:val="24"/>
        </w:rPr>
        <w:t>,</w:t>
      </w:r>
      <w:r w:rsidRPr="00BC0F4A">
        <w:rPr>
          <w:spacing w:val="-4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ain</w:t>
      </w:r>
      <w:r w:rsidRPr="00BC0F4A">
        <w:rPr>
          <w:sz w:val="24"/>
          <w:szCs w:val="24"/>
        </w:rPr>
        <w:t>/-</w:t>
      </w:r>
      <w:r w:rsidRPr="009B44A9">
        <w:rPr>
          <w:sz w:val="24"/>
          <w:szCs w:val="24"/>
          <w:lang w:val="en-US"/>
        </w:rPr>
        <w:t>aine</w:t>
      </w:r>
      <w:r w:rsidRPr="00BC0F4A">
        <w:rPr>
          <w:sz w:val="24"/>
          <w:szCs w:val="24"/>
        </w:rPr>
        <w:t>,</w:t>
      </w:r>
      <w:r w:rsidRPr="00BC0F4A">
        <w:rPr>
          <w:spacing w:val="-5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ette</w:t>
      </w:r>
      <w:r w:rsidRPr="00BC0F4A">
        <w:rPr>
          <w:sz w:val="24"/>
          <w:szCs w:val="24"/>
        </w:rPr>
        <w:t>,</w:t>
      </w:r>
      <w:r w:rsidRPr="00BC0F4A">
        <w:rPr>
          <w:spacing w:val="-5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ique</w:t>
      </w:r>
      <w:r w:rsidRPr="00BC0F4A">
        <w:rPr>
          <w:sz w:val="24"/>
          <w:szCs w:val="24"/>
        </w:rPr>
        <w:t>,</w:t>
      </w:r>
      <w:r w:rsidRPr="00BC0F4A">
        <w:rPr>
          <w:spacing w:val="-4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iste</w:t>
      </w:r>
      <w:r w:rsidRPr="00BC0F4A">
        <w:rPr>
          <w:sz w:val="24"/>
          <w:szCs w:val="24"/>
        </w:rPr>
        <w:t>,</w:t>
      </w:r>
      <w:r w:rsidRPr="00BC0F4A">
        <w:rPr>
          <w:spacing w:val="-5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isme</w:t>
      </w:r>
      <w:r w:rsidRPr="00BC0F4A">
        <w:rPr>
          <w:sz w:val="24"/>
          <w:szCs w:val="24"/>
        </w:rPr>
        <w:t>,</w:t>
      </w:r>
      <w:r w:rsidRPr="00BC0F4A">
        <w:rPr>
          <w:spacing w:val="-5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BC0F4A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  <w:lang w:val="en-US"/>
        </w:rPr>
        <w:t>tion</w:t>
      </w:r>
      <w:r w:rsidRPr="00BC0F4A">
        <w:rPr>
          <w:sz w:val="24"/>
          <w:szCs w:val="24"/>
        </w:rPr>
        <w:t>/-</w:t>
      </w:r>
      <w:r w:rsidRPr="009B44A9">
        <w:rPr>
          <w:sz w:val="24"/>
          <w:szCs w:val="24"/>
          <w:lang w:val="en-US"/>
        </w:rPr>
        <w:t>sion</w:t>
      </w:r>
      <w:r w:rsidRPr="00BC0F4A">
        <w:rPr>
          <w:sz w:val="24"/>
          <w:szCs w:val="24"/>
        </w:rPr>
        <w:t>,</w:t>
      </w:r>
      <w:r w:rsidRPr="00BC0F4A">
        <w:rPr>
          <w:spacing w:val="-1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ture</w:t>
      </w:r>
      <w:r w:rsidRPr="00BC0F4A">
        <w:rPr>
          <w:sz w:val="24"/>
          <w:szCs w:val="24"/>
        </w:rPr>
        <w:t>;</w:t>
      </w:r>
    </w:p>
    <w:p w:rsidR="00E76AB9" w:rsidRPr="00BC0F4A" w:rsidRDefault="00E76AB9" w:rsidP="007940B1">
      <w:pPr>
        <w:pStyle w:val="ListParagraph"/>
        <w:numPr>
          <w:ilvl w:val="0"/>
          <w:numId w:val="17"/>
        </w:numPr>
        <w:tabs>
          <w:tab w:val="left" w:pos="767"/>
        </w:tabs>
        <w:spacing w:line="275" w:lineRule="exact"/>
        <w:ind w:left="76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имён</w:t>
      </w:r>
      <w:r w:rsidRPr="00BC0F4A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прилагательных</w:t>
      </w:r>
      <w:r w:rsidRPr="00BC0F4A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BC0F4A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BC0F4A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</w:t>
      </w:r>
      <w:r w:rsidRPr="00BC0F4A">
        <w:rPr>
          <w:sz w:val="24"/>
          <w:szCs w:val="24"/>
        </w:rPr>
        <w:t>:</w:t>
      </w:r>
      <w:r w:rsidRPr="00BC0F4A">
        <w:rPr>
          <w:spacing w:val="-4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ain</w:t>
      </w:r>
      <w:r w:rsidRPr="00BC0F4A">
        <w:rPr>
          <w:sz w:val="24"/>
          <w:szCs w:val="24"/>
        </w:rPr>
        <w:t>/-</w:t>
      </w:r>
      <w:r w:rsidRPr="00BC0F4A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  <w:lang w:val="en-US"/>
        </w:rPr>
        <w:t>aine</w:t>
      </w:r>
      <w:r w:rsidRPr="00BC0F4A">
        <w:rPr>
          <w:sz w:val="24"/>
          <w:szCs w:val="24"/>
        </w:rPr>
        <w:t>,</w:t>
      </w:r>
      <w:r w:rsidRPr="00BC0F4A">
        <w:rPr>
          <w:spacing w:val="-3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ique</w:t>
      </w:r>
      <w:r w:rsidRPr="00BC0F4A">
        <w:rPr>
          <w:sz w:val="24"/>
          <w:szCs w:val="24"/>
        </w:rPr>
        <w:t>,</w:t>
      </w:r>
      <w:r w:rsidRPr="00BC0F4A">
        <w:rPr>
          <w:spacing w:val="-4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ant</w:t>
      </w:r>
      <w:r w:rsidRPr="00BC0F4A">
        <w:rPr>
          <w:sz w:val="24"/>
          <w:szCs w:val="24"/>
        </w:rPr>
        <w:t>,</w:t>
      </w:r>
      <w:r w:rsidRPr="00BC0F4A">
        <w:rPr>
          <w:spacing w:val="-3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aire</w:t>
      </w:r>
      <w:r w:rsidRPr="00BC0F4A">
        <w:rPr>
          <w:sz w:val="24"/>
          <w:szCs w:val="24"/>
        </w:rPr>
        <w:t>;</w:t>
      </w:r>
      <w:r w:rsidRPr="00BC0F4A">
        <w:rPr>
          <w:spacing w:val="-5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ible</w:t>
      </w:r>
      <w:r w:rsidRPr="00BC0F4A">
        <w:rPr>
          <w:sz w:val="24"/>
          <w:szCs w:val="24"/>
        </w:rPr>
        <w:t>,</w:t>
      </w:r>
      <w:r w:rsidRPr="00BC0F4A">
        <w:rPr>
          <w:spacing w:val="-3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able</w:t>
      </w:r>
      <w:r w:rsidRPr="00BC0F4A">
        <w:rPr>
          <w:sz w:val="24"/>
          <w:szCs w:val="24"/>
        </w:rPr>
        <w:t>;</w:t>
      </w:r>
    </w:p>
    <w:p w:rsidR="00E76AB9" w:rsidRPr="00BC0F4A" w:rsidRDefault="00E76AB9" w:rsidP="007940B1">
      <w:pPr>
        <w:spacing w:line="275" w:lineRule="exact"/>
        <w:jc w:val="both"/>
        <w:rPr>
          <w:sz w:val="24"/>
          <w:szCs w:val="24"/>
        </w:rPr>
        <w:sectPr w:rsidR="00E76AB9" w:rsidRPr="00BC0F4A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ListParagraph"/>
        <w:numPr>
          <w:ilvl w:val="0"/>
          <w:numId w:val="17"/>
        </w:numPr>
        <w:tabs>
          <w:tab w:val="left" w:pos="767"/>
        </w:tabs>
        <w:spacing w:before="66"/>
        <w:ind w:left="76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наречий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суффикса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-ment;</w:t>
      </w:r>
    </w:p>
    <w:p w:rsidR="00E76AB9" w:rsidRPr="009B44A9" w:rsidRDefault="00E76AB9" w:rsidP="007940B1">
      <w:pPr>
        <w:pStyle w:val="ListParagraph"/>
        <w:numPr>
          <w:ilvl w:val="0"/>
          <w:numId w:val="17"/>
        </w:numPr>
        <w:tabs>
          <w:tab w:val="left" w:pos="767"/>
        </w:tabs>
        <w:spacing w:before="60"/>
        <w:ind w:left="76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re-/ré-,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r-.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Грамматическая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 w:line="292" w:lineRule="auto"/>
        <w:ind w:firstLine="180"/>
        <w:jc w:val="both"/>
      </w:pPr>
      <w:r w:rsidRPr="009B44A9">
        <w:t>Распознавание в звучащем и письменном тексте и употребление в устной и письменной речи</w:t>
      </w:r>
      <w:r w:rsidRPr="009B44A9">
        <w:rPr>
          <w:spacing w:val="1"/>
        </w:rPr>
        <w:t xml:space="preserve"> </w:t>
      </w:r>
      <w:r w:rsidRPr="009B44A9">
        <w:t>изученных</w:t>
      </w:r>
      <w:r w:rsidRPr="009B44A9">
        <w:rPr>
          <w:spacing w:val="-5"/>
        </w:rPr>
        <w:t xml:space="preserve"> </w:t>
      </w:r>
      <w:r w:rsidRPr="009B44A9">
        <w:t>морфологических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синтаксических</w:t>
      </w:r>
      <w:r w:rsidRPr="009B44A9">
        <w:rPr>
          <w:spacing w:val="-5"/>
        </w:rPr>
        <w:t xml:space="preserve"> </w:t>
      </w:r>
      <w:r w:rsidRPr="009B44A9">
        <w:t>конструкций</w:t>
      </w:r>
      <w:r w:rsidRPr="009B44A9">
        <w:rPr>
          <w:spacing w:val="-4"/>
        </w:rPr>
        <w:t xml:space="preserve"> </w:t>
      </w:r>
      <w:r w:rsidRPr="009B44A9">
        <w:t>французского</w:t>
      </w:r>
      <w:r w:rsidRPr="009B44A9">
        <w:rPr>
          <w:spacing w:val="-5"/>
        </w:rPr>
        <w:t xml:space="preserve"> </w:t>
      </w:r>
      <w:r w:rsidRPr="009B44A9">
        <w:t>языка.</w:t>
      </w:r>
      <w:r w:rsidRPr="009B44A9">
        <w:rPr>
          <w:spacing w:val="-5"/>
        </w:rPr>
        <w:t xml:space="preserve"> </w:t>
      </w:r>
      <w:r w:rsidRPr="009B44A9">
        <w:t>Учащиеся</w:t>
      </w:r>
      <w:r w:rsidRPr="009B44A9">
        <w:rPr>
          <w:spacing w:val="-5"/>
        </w:rPr>
        <w:t xml:space="preserve"> </w:t>
      </w:r>
      <w:r w:rsidRPr="009B44A9">
        <w:t>должны</w:t>
      </w:r>
      <w:r w:rsidRPr="009B44A9">
        <w:rPr>
          <w:spacing w:val="-57"/>
        </w:rPr>
        <w:t xml:space="preserve"> </w:t>
      </w:r>
      <w:r w:rsidRPr="009B44A9">
        <w:t>получить представление и научиться применять в речи (устной и письменной) следующие правила</w:t>
      </w:r>
      <w:r w:rsidRPr="009B44A9">
        <w:rPr>
          <w:spacing w:val="1"/>
        </w:rPr>
        <w:t xml:space="preserve"> </w:t>
      </w:r>
      <w:r w:rsidRPr="009B44A9">
        <w:t>практической</w:t>
      </w:r>
      <w:r w:rsidRPr="009B44A9">
        <w:rPr>
          <w:spacing w:val="-1"/>
        </w:rPr>
        <w:t xml:space="preserve"> </w:t>
      </w:r>
      <w:r w:rsidRPr="009B44A9">
        <w:t>грамматики французского языка: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—futur</w:t>
      </w:r>
      <w:r w:rsidRPr="009B44A9">
        <w:rPr>
          <w:spacing w:val="-5"/>
        </w:rPr>
        <w:t xml:space="preserve"> </w:t>
      </w:r>
      <w:r w:rsidRPr="009B44A9">
        <w:t>proche</w:t>
      </w:r>
      <w:r w:rsidRPr="009B44A9">
        <w:rPr>
          <w:spacing w:val="-3"/>
        </w:rPr>
        <w:t xml:space="preserve"> </w:t>
      </w:r>
      <w:r w:rsidRPr="009B44A9">
        <w:t>(ближайшее</w:t>
      </w:r>
      <w:r w:rsidRPr="009B44A9">
        <w:rPr>
          <w:spacing w:val="-4"/>
        </w:rPr>
        <w:t xml:space="preserve"> </w:t>
      </w:r>
      <w:r w:rsidRPr="009B44A9">
        <w:t>будущее</w:t>
      </w:r>
      <w:r w:rsidRPr="009B44A9">
        <w:rPr>
          <w:spacing w:val="-3"/>
        </w:rPr>
        <w:t xml:space="preserve"> </w:t>
      </w:r>
      <w:r w:rsidRPr="009B44A9">
        <w:t>время):</w:t>
      </w:r>
      <w:r w:rsidRPr="009B44A9">
        <w:rPr>
          <w:spacing w:val="-5"/>
        </w:rPr>
        <w:t xml:space="preserve"> </w:t>
      </w:r>
      <w:r w:rsidRPr="009B44A9">
        <w:t>повторение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активизация;</w:t>
      </w:r>
    </w:p>
    <w:p w:rsidR="00E76AB9" w:rsidRPr="009B44A9" w:rsidRDefault="00E76AB9" w:rsidP="007940B1">
      <w:pPr>
        <w:pStyle w:val="BodyText"/>
        <w:spacing w:before="60" w:line="292" w:lineRule="auto"/>
        <w:ind w:right="216" w:firstLine="180"/>
        <w:jc w:val="both"/>
      </w:pPr>
      <w:r w:rsidRPr="009B44A9">
        <w:t>—личные приглагольные местоимения в роли прямого дополнения (me, m’, te, t’, le, la l’, nous, vous,</w:t>
      </w:r>
      <w:r w:rsidRPr="009B44A9">
        <w:rPr>
          <w:spacing w:val="-58"/>
        </w:rPr>
        <w:t xml:space="preserve"> </w:t>
      </w:r>
      <w:r w:rsidRPr="009B44A9">
        <w:t>les);</w:t>
      </w:r>
    </w:p>
    <w:p w:rsidR="00E76AB9" w:rsidRPr="009B44A9" w:rsidRDefault="00E76AB9" w:rsidP="007940B1">
      <w:pPr>
        <w:pStyle w:val="BodyText"/>
        <w:spacing w:line="292" w:lineRule="auto"/>
        <w:ind w:right="327" w:firstLine="180"/>
        <w:jc w:val="both"/>
      </w:pPr>
      <w:r w:rsidRPr="009B44A9">
        <w:t>—личные приглагольные местоимения в роли косвенного дополнения (me, m’, te, t’, lui, nous, vous,</w:t>
      </w:r>
      <w:r w:rsidRPr="009B44A9">
        <w:rPr>
          <w:spacing w:val="-58"/>
        </w:rPr>
        <w:t xml:space="preserve"> </w:t>
      </w:r>
      <w:r w:rsidRPr="009B44A9">
        <w:t>leur);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частичный</w:t>
      </w:r>
      <w:r w:rsidRPr="009B44A9">
        <w:rPr>
          <w:spacing w:val="-3"/>
          <w:lang w:val="fr-FR"/>
        </w:rPr>
        <w:t xml:space="preserve"> </w:t>
      </w:r>
      <w:r w:rsidRPr="009B44A9">
        <w:t>артикль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(du,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de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la,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de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l’);</w:t>
      </w:r>
    </w:p>
    <w:p w:rsidR="00E76AB9" w:rsidRPr="009B44A9" w:rsidRDefault="00E76AB9" w:rsidP="007940B1">
      <w:pPr>
        <w:pStyle w:val="BodyText"/>
        <w:spacing w:before="59"/>
        <w:ind w:left="286"/>
        <w:jc w:val="both"/>
      </w:pPr>
      <w:r w:rsidRPr="009B44A9">
        <w:t>—вопросительное</w:t>
      </w:r>
      <w:r w:rsidRPr="009B44A9">
        <w:rPr>
          <w:spacing w:val="-6"/>
        </w:rPr>
        <w:t xml:space="preserve"> </w:t>
      </w:r>
      <w:r w:rsidRPr="009B44A9">
        <w:t>предложение;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t>—употребление</w:t>
      </w:r>
      <w:r w:rsidRPr="009B44A9">
        <w:rPr>
          <w:spacing w:val="-4"/>
        </w:rPr>
        <w:t xml:space="preserve"> </w:t>
      </w:r>
      <w:r w:rsidRPr="009B44A9">
        <w:t>частичного</w:t>
      </w:r>
      <w:r w:rsidRPr="009B44A9">
        <w:rPr>
          <w:spacing w:val="-4"/>
        </w:rPr>
        <w:t xml:space="preserve"> </w:t>
      </w:r>
      <w:r w:rsidRPr="009B44A9">
        <w:t>артикля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устойчивых</w:t>
      </w:r>
      <w:r w:rsidRPr="009B44A9">
        <w:rPr>
          <w:spacing w:val="-3"/>
        </w:rPr>
        <w:t xml:space="preserve"> </w:t>
      </w:r>
      <w:r w:rsidRPr="009B44A9">
        <w:t>словосочетаниях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глаголом</w:t>
      </w:r>
      <w:r w:rsidRPr="009B44A9">
        <w:rPr>
          <w:spacing w:val="-4"/>
        </w:rPr>
        <w:t xml:space="preserve"> </w:t>
      </w:r>
      <w:r w:rsidRPr="009B44A9">
        <w:t>faire</w:t>
      </w:r>
      <w:r w:rsidRPr="009B44A9">
        <w:rPr>
          <w:spacing w:val="-4"/>
        </w:rPr>
        <w:t xml:space="preserve"> </w:t>
      </w:r>
      <w:r w:rsidRPr="009B44A9">
        <w:t>(faire</w:t>
      </w:r>
      <w:r w:rsidRPr="009B44A9">
        <w:rPr>
          <w:spacing w:val="-3"/>
        </w:rPr>
        <w:t xml:space="preserve"> </w:t>
      </w:r>
      <w:r w:rsidRPr="009B44A9">
        <w:t>du</w:t>
      </w:r>
      <w:r w:rsidRPr="009B44A9">
        <w:rPr>
          <w:spacing w:val="-4"/>
        </w:rPr>
        <w:t xml:space="preserve"> </w:t>
      </w:r>
      <w:r w:rsidRPr="009B44A9">
        <w:t>sport,</w:t>
      </w:r>
      <w:r w:rsidRPr="009B44A9">
        <w:rPr>
          <w:spacing w:val="-57"/>
        </w:rPr>
        <w:t xml:space="preserve"> </w:t>
      </w:r>
      <w:r w:rsidRPr="009B44A9">
        <w:t>faire</w:t>
      </w:r>
      <w:r w:rsidRPr="009B44A9">
        <w:rPr>
          <w:spacing w:val="-1"/>
        </w:rPr>
        <w:t xml:space="preserve"> </w:t>
      </w:r>
      <w:r w:rsidRPr="009B44A9">
        <w:t>de la musique, etc.);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род</w:t>
      </w:r>
      <w:r w:rsidRPr="009B44A9">
        <w:rPr>
          <w:spacing w:val="-6"/>
          <w:lang w:val="fr-FR"/>
        </w:rPr>
        <w:t xml:space="preserve"> </w:t>
      </w:r>
      <w:r w:rsidRPr="009B44A9">
        <w:t>прилагательных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(gentil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/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gentille,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intelligent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/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intelligente,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paresseux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/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paresseuse,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etc.);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t>—некоторые случаи употребления местоимения en (замена существительного с предлогом de;</w:t>
      </w:r>
      <w:r w:rsidRPr="009B44A9">
        <w:rPr>
          <w:spacing w:val="1"/>
        </w:rPr>
        <w:t xml:space="preserve"> </w:t>
      </w:r>
      <w:r w:rsidRPr="009B44A9">
        <w:t>замена</w:t>
      </w:r>
      <w:r w:rsidRPr="009B44A9">
        <w:rPr>
          <w:spacing w:val="-6"/>
        </w:rPr>
        <w:t xml:space="preserve"> </w:t>
      </w:r>
      <w:r w:rsidRPr="009B44A9">
        <w:t>существительного</w:t>
      </w:r>
      <w:r w:rsidRPr="009B44A9">
        <w:rPr>
          <w:spacing w:val="-5"/>
        </w:rPr>
        <w:t xml:space="preserve"> </w:t>
      </w:r>
      <w:r w:rsidRPr="009B44A9">
        <w:t>с</w:t>
      </w:r>
      <w:r w:rsidRPr="009B44A9">
        <w:rPr>
          <w:spacing w:val="-5"/>
        </w:rPr>
        <w:t xml:space="preserve"> </w:t>
      </w:r>
      <w:r w:rsidRPr="009B44A9">
        <w:t>частичным</w:t>
      </w:r>
      <w:r w:rsidRPr="009B44A9">
        <w:rPr>
          <w:spacing w:val="-5"/>
        </w:rPr>
        <w:t xml:space="preserve"> </w:t>
      </w:r>
      <w:r w:rsidRPr="009B44A9">
        <w:t>артиклем;</w:t>
      </w:r>
      <w:r w:rsidRPr="009B44A9">
        <w:rPr>
          <w:spacing w:val="-7"/>
        </w:rPr>
        <w:t xml:space="preserve"> </w:t>
      </w:r>
      <w:r w:rsidRPr="009B44A9">
        <w:t>замена</w:t>
      </w:r>
      <w:r w:rsidRPr="009B44A9">
        <w:rPr>
          <w:spacing w:val="-5"/>
        </w:rPr>
        <w:t xml:space="preserve"> </w:t>
      </w:r>
      <w:r w:rsidRPr="009B44A9">
        <w:t>существительного,</w:t>
      </w:r>
      <w:r w:rsidRPr="009B44A9">
        <w:rPr>
          <w:spacing w:val="-5"/>
        </w:rPr>
        <w:t xml:space="preserve"> </w:t>
      </w:r>
      <w:r w:rsidRPr="009B44A9">
        <w:t>которому</w:t>
      </w:r>
      <w:r w:rsidRPr="009B44A9">
        <w:rPr>
          <w:spacing w:val="-5"/>
        </w:rPr>
        <w:t xml:space="preserve"> </w:t>
      </w:r>
      <w:r w:rsidRPr="009B44A9">
        <w:t>предшествует</w:t>
      </w:r>
      <w:r w:rsidRPr="009B44A9">
        <w:rPr>
          <w:spacing w:val="-57"/>
        </w:rPr>
        <w:t xml:space="preserve"> </w:t>
      </w:r>
      <w:r w:rsidRPr="009B44A9">
        <w:t>количественное</w:t>
      </w:r>
      <w:r w:rsidRPr="009B44A9">
        <w:rPr>
          <w:spacing w:val="-1"/>
        </w:rPr>
        <w:t xml:space="preserve"> </w:t>
      </w:r>
      <w:r w:rsidRPr="009B44A9">
        <w:t>числительное);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—imparfait</w:t>
      </w:r>
      <w:r w:rsidRPr="009B44A9">
        <w:rPr>
          <w:spacing w:val="-7"/>
        </w:rPr>
        <w:t xml:space="preserve"> </w:t>
      </w:r>
      <w:r w:rsidRPr="009B44A9">
        <w:t>(прошедшее</w:t>
      </w:r>
      <w:r w:rsidRPr="009B44A9">
        <w:rPr>
          <w:spacing w:val="-6"/>
        </w:rPr>
        <w:t xml:space="preserve"> </w:t>
      </w:r>
      <w:r w:rsidRPr="009B44A9">
        <w:t>время).</w:t>
      </w:r>
      <w:r w:rsidRPr="009B44A9">
        <w:rPr>
          <w:spacing w:val="-6"/>
        </w:rPr>
        <w:t xml:space="preserve"> </w:t>
      </w:r>
      <w:r w:rsidRPr="009B44A9">
        <w:t>Образование.</w:t>
      </w:r>
      <w:r w:rsidRPr="009B44A9">
        <w:rPr>
          <w:spacing w:val="-6"/>
        </w:rPr>
        <w:t xml:space="preserve"> </w:t>
      </w:r>
      <w:r w:rsidRPr="009B44A9">
        <w:t>Употребление</w:t>
      </w:r>
      <w:r w:rsidRPr="009B44A9">
        <w:rPr>
          <w:spacing w:val="-6"/>
        </w:rPr>
        <w:t xml:space="preserve"> </w:t>
      </w:r>
      <w:r w:rsidRPr="009B44A9">
        <w:t>imparfait: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а)</w:t>
      </w:r>
      <w:r w:rsidRPr="009B44A9">
        <w:rPr>
          <w:spacing w:val="-4"/>
        </w:rPr>
        <w:t xml:space="preserve"> </w:t>
      </w:r>
      <w:r w:rsidRPr="009B44A9">
        <w:t>для</w:t>
      </w:r>
      <w:r w:rsidRPr="009B44A9">
        <w:rPr>
          <w:spacing w:val="-4"/>
        </w:rPr>
        <w:t xml:space="preserve"> </w:t>
      </w:r>
      <w:r w:rsidRPr="009B44A9">
        <w:t>обозначения</w:t>
      </w:r>
      <w:r w:rsidRPr="009B44A9">
        <w:rPr>
          <w:spacing w:val="-4"/>
        </w:rPr>
        <w:t xml:space="preserve"> </w:t>
      </w:r>
      <w:r w:rsidRPr="009B44A9">
        <w:t>действия,</w:t>
      </w:r>
      <w:r w:rsidRPr="009B44A9">
        <w:rPr>
          <w:spacing w:val="-3"/>
        </w:rPr>
        <w:t xml:space="preserve"> </w:t>
      </w:r>
      <w:r w:rsidRPr="009B44A9">
        <w:t>длившегося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прошлом,</w:t>
      </w:r>
      <w:r w:rsidRPr="009B44A9">
        <w:rPr>
          <w:spacing w:val="-3"/>
        </w:rPr>
        <w:t xml:space="preserve"> </w:t>
      </w:r>
      <w:r w:rsidRPr="009B44A9">
        <w:t>без</w:t>
      </w:r>
      <w:r w:rsidRPr="009B44A9">
        <w:rPr>
          <w:spacing w:val="-4"/>
        </w:rPr>
        <w:t xml:space="preserve"> </w:t>
      </w:r>
      <w:r w:rsidRPr="009B44A9">
        <w:t>указания</w:t>
      </w:r>
      <w:r w:rsidRPr="009B44A9">
        <w:rPr>
          <w:spacing w:val="-3"/>
        </w:rPr>
        <w:t xml:space="preserve"> </w:t>
      </w:r>
      <w:r w:rsidRPr="009B44A9">
        <w:t>начала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окончания</w:t>
      </w:r>
      <w:r w:rsidRPr="009B44A9">
        <w:rPr>
          <w:spacing w:val="-4"/>
        </w:rPr>
        <w:t xml:space="preserve"> </w:t>
      </w:r>
      <w:r w:rsidRPr="009B44A9">
        <w:t>этого</w:t>
      </w:r>
      <w:r w:rsidRPr="009B44A9">
        <w:rPr>
          <w:spacing w:val="-57"/>
        </w:rPr>
        <w:t xml:space="preserve"> </w:t>
      </w:r>
      <w:r w:rsidRPr="009B44A9">
        <w:t>действия;</w:t>
      </w:r>
    </w:p>
    <w:p w:rsidR="00E76AB9" w:rsidRPr="009B44A9" w:rsidRDefault="00E76AB9" w:rsidP="007940B1">
      <w:pPr>
        <w:pStyle w:val="BodyText"/>
        <w:spacing w:line="292" w:lineRule="auto"/>
        <w:ind w:left="286" w:right="2447"/>
        <w:jc w:val="both"/>
      </w:pPr>
      <w:r w:rsidRPr="009B44A9">
        <w:t>б) для создания портретных характеристик, описаний природы / погоды и т.д.;</w:t>
      </w:r>
      <w:r w:rsidRPr="009B44A9">
        <w:rPr>
          <w:spacing w:val="-58"/>
        </w:rPr>
        <w:t xml:space="preserve"> </w:t>
      </w:r>
      <w:r w:rsidRPr="009B44A9">
        <w:t>в)</w:t>
      </w:r>
      <w:r w:rsidRPr="009B44A9">
        <w:rPr>
          <w:spacing w:val="-3"/>
        </w:rPr>
        <w:t xml:space="preserve"> </w:t>
      </w:r>
      <w:r w:rsidRPr="009B44A9">
        <w:t>для</w:t>
      </w:r>
      <w:r w:rsidRPr="009B44A9">
        <w:rPr>
          <w:spacing w:val="-2"/>
        </w:rPr>
        <w:t xml:space="preserve"> </w:t>
      </w:r>
      <w:r w:rsidRPr="009B44A9">
        <w:t>обозначения</w:t>
      </w:r>
      <w:r w:rsidRPr="009B44A9">
        <w:rPr>
          <w:spacing w:val="-3"/>
        </w:rPr>
        <w:t xml:space="preserve"> </w:t>
      </w:r>
      <w:r w:rsidRPr="009B44A9">
        <w:t>действий</w:t>
      </w:r>
      <w:r w:rsidRPr="009B44A9">
        <w:rPr>
          <w:spacing w:val="-1"/>
        </w:rPr>
        <w:t xml:space="preserve"> </w:t>
      </w:r>
      <w:r w:rsidRPr="009B44A9">
        <w:t>привычных</w:t>
      </w:r>
      <w:r w:rsidRPr="009B44A9">
        <w:rPr>
          <w:spacing w:val="-2"/>
        </w:rPr>
        <w:t xml:space="preserve"> </w:t>
      </w:r>
      <w:r w:rsidRPr="009B44A9">
        <w:t>или</w:t>
      </w:r>
      <w:r w:rsidRPr="009B44A9">
        <w:rPr>
          <w:spacing w:val="-1"/>
        </w:rPr>
        <w:t xml:space="preserve"> </w:t>
      </w:r>
      <w:r w:rsidRPr="009B44A9">
        <w:t>повторяющихся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прошлом;</w:t>
      </w:r>
    </w:p>
    <w:p w:rsidR="00E76AB9" w:rsidRPr="009B44A9" w:rsidRDefault="00E76AB9" w:rsidP="007940B1">
      <w:pPr>
        <w:pStyle w:val="BodyText"/>
        <w:spacing w:line="292" w:lineRule="auto"/>
        <w:ind w:right="622" w:firstLine="180"/>
        <w:jc w:val="both"/>
      </w:pPr>
      <w:r w:rsidRPr="009B44A9">
        <w:t>—степени сравнения прилагательных (сравнительная и превосходная). Особые формы степеней</w:t>
      </w:r>
      <w:r w:rsidRPr="009B44A9">
        <w:rPr>
          <w:spacing w:val="-58"/>
        </w:rPr>
        <w:t xml:space="preserve"> </w:t>
      </w:r>
      <w:r w:rsidRPr="009B44A9">
        <w:t>сравнения;</w:t>
      </w:r>
    </w:p>
    <w:p w:rsidR="00E76AB9" w:rsidRPr="009B44A9" w:rsidRDefault="00E76AB9" w:rsidP="007940B1">
      <w:pPr>
        <w:pStyle w:val="BodyText"/>
        <w:spacing w:line="292" w:lineRule="auto"/>
        <w:ind w:right="880" w:firstLine="180"/>
        <w:jc w:val="both"/>
      </w:pPr>
      <w:r w:rsidRPr="009B44A9">
        <w:t>—согласование времён изъявительного наклонения, косвенная речь (concordance des temps de</w:t>
      </w:r>
      <w:r w:rsidRPr="009B44A9">
        <w:rPr>
          <w:spacing w:val="-58"/>
        </w:rPr>
        <w:t xml:space="preserve"> </w:t>
      </w:r>
      <w:r w:rsidRPr="009B44A9">
        <w:t>l’indicatif,</w:t>
      </w:r>
      <w:r w:rsidRPr="009B44A9">
        <w:rPr>
          <w:spacing w:val="-2"/>
        </w:rPr>
        <w:t xml:space="preserve"> </w:t>
      </w:r>
      <w:r w:rsidRPr="009B44A9">
        <w:t>discours</w:t>
      </w:r>
      <w:r w:rsidRPr="009B44A9">
        <w:rPr>
          <w:spacing w:val="-1"/>
        </w:rPr>
        <w:t xml:space="preserve"> </w:t>
      </w:r>
      <w:r w:rsidRPr="009B44A9">
        <w:t>indirect).</w:t>
      </w:r>
      <w:r w:rsidRPr="009B44A9">
        <w:rPr>
          <w:spacing w:val="-1"/>
        </w:rPr>
        <w:t xml:space="preserve"> </w:t>
      </w:r>
      <w:r w:rsidRPr="009B44A9">
        <w:t>Время</w:t>
      </w:r>
      <w:r w:rsidRPr="009B44A9">
        <w:rPr>
          <w:spacing w:val="-3"/>
        </w:rPr>
        <w:t xml:space="preserve"> </w:t>
      </w:r>
      <w:r w:rsidRPr="009B44A9">
        <w:t>действия</w:t>
      </w:r>
      <w:r w:rsidRPr="009B44A9">
        <w:rPr>
          <w:spacing w:val="-2"/>
        </w:rPr>
        <w:t xml:space="preserve"> </w:t>
      </w:r>
      <w:r w:rsidRPr="009B44A9">
        <w:t>главного</w:t>
      </w:r>
      <w:r w:rsidRPr="009B44A9">
        <w:rPr>
          <w:spacing w:val="-1"/>
        </w:rPr>
        <w:t xml:space="preserve"> </w:t>
      </w:r>
      <w:r w:rsidRPr="009B44A9">
        <w:t>предложения</w:t>
      </w:r>
      <w:r w:rsidRPr="009B44A9">
        <w:rPr>
          <w:spacing w:val="-2"/>
        </w:rPr>
        <w:t xml:space="preserve"> </w:t>
      </w:r>
      <w:r w:rsidRPr="009B44A9">
        <w:t>—</w:t>
      </w:r>
      <w:r w:rsidRPr="009B44A9">
        <w:rPr>
          <w:spacing w:val="-2"/>
        </w:rPr>
        <w:t xml:space="preserve"> </w:t>
      </w:r>
      <w:r w:rsidRPr="009B44A9">
        <w:t>настоящее;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—относительные</w:t>
      </w:r>
      <w:r w:rsidRPr="009B44A9">
        <w:rPr>
          <w:spacing w:val="-3"/>
        </w:rPr>
        <w:t xml:space="preserve"> </w:t>
      </w:r>
      <w:r w:rsidRPr="009B44A9">
        <w:t>местоимения</w:t>
      </w:r>
      <w:r w:rsidRPr="009B44A9">
        <w:rPr>
          <w:spacing w:val="-3"/>
        </w:rPr>
        <w:t xml:space="preserve"> </w:t>
      </w:r>
      <w:r w:rsidRPr="009B44A9">
        <w:t>qui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que</w:t>
      </w:r>
      <w:r w:rsidRPr="009B44A9">
        <w:rPr>
          <w:spacing w:val="-3"/>
        </w:rPr>
        <w:t xml:space="preserve"> </w:t>
      </w:r>
      <w:r w:rsidRPr="009B44A9">
        <w:t>(pronoms</w:t>
      </w:r>
      <w:r w:rsidRPr="009B44A9">
        <w:rPr>
          <w:spacing w:val="-2"/>
        </w:rPr>
        <w:t xml:space="preserve"> </w:t>
      </w:r>
      <w:r w:rsidRPr="009B44A9">
        <w:t>relatifs</w:t>
      </w:r>
      <w:r w:rsidRPr="009B44A9">
        <w:rPr>
          <w:spacing w:val="-3"/>
        </w:rPr>
        <w:t xml:space="preserve"> </w:t>
      </w:r>
      <w:r w:rsidRPr="009B44A9">
        <w:t>simples</w:t>
      </w:r>
      <w:r w:rsidRPr="009B44A9">
        <w:rPr>
          <w:spacing w:val="-2"/>
        </w:rPr>
        <w:t xml:space="preserve"> </w:t>
      </w:r>
      <w:r w:rsidRPr="009B44A9">
        <w:t>qui</w:t>
      </w:r>
      <w:r w:rsidRPr="009B44A9">
        <w:rPr>
          <w:spacing w:val="-4"/>
        </w:rPr>
        <w:t xml:space="preserve"> </w:t>
      </w:r>
      <w:r w:rsidRPr="009B44A9">
        <w:t>et</w:t>
      </w:r>
      <w:r w:rsidRPr="009B44A9">
        <w:rPr>
          <w:spacing w:val="-3"/>
        </w:rPr>
        <w:t xml:space="preserve"> </w:t>
      </w:r>
      <w:r w:rsidRPr="009B44A9">
        <w:t>que);</w:t>
      </w:r>
    </w:p>
    <w:p w:rsidR="00E76AB9" w:rsidRPr="009B44A9" w:rsidRDefault="00E76AB9" w:rsidP="007940B1">
      <w:pPr>
        <w:pStyle w:val="BodyText"/>
        <w:spacing w:before="57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выделительные</w:t>
      </w:r>
      <w:r w:rsidRPr="009B44A9">
        <w:rPr>
          <w:spacing w:val="-3"/>
          <w:lang w:val="fr-FR"/>
        </w:rPr>
        <w:t xml:space="preserve"> </w:t>
      </w:r>
      <w:r w:rsidRPr="009B44A9">
        <w:t>обороты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C’est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qui</w:t>
      </w:r>
      <w:r w:rsidRPr="009B44A9">
        <w:rPr>
          <w:spacing w:val="-3"/>
          <w:lang w:val="fr-FR"/>
        </w:rPr>
        <w:t xml:space="preserve"> </w:t>
      </w:r>
      <w:r w:rsidRPr="009B44A9">
        <w:t>и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C’est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que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(la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mise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en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relief).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—пассивная</w:t>
      </w:r>
      <w:r w:rsidRPr="009B44A9">
        <w:rPr>
          <w:spacing w:val="-5"/>
        </w:rPr>
        <w:t xml:space="preserve"> </w:t>
      </w:r>
      <w:r w:rsidRPr="009B44A9">
        <w:t>форма</w:t>
      </w:r>
      <w:r w:rsidRPr="009B44A9">
        <w:rPr>
          <w:spacing w:val="-4"/>
        </w:rPr>
        <w:t xml:space="preserve"> </w:t>
      </w:r>
      <w:r w:rsidRPr="009B44A9">
        <w:t>глагола</w:t>
      </w:r>
      <w:r w:rsidRPr="009B44A9">
        <w:rPr>
          <w:spacing w:val="-3"/>
        </w:rPr>
        <w:t xml:space="preserve"> </w:t>
      </w:r>
      <w:r w:rsidRPr="009B44A9">
        <w:t>(forme</w:t>
      </w:r>
      <w:r w:rsidRPr="009B44A9">
        <w:rPr>
          <w:spacing w:val="-4"/>
        </w:rPr>
        <w:t xml:space="preserve"> </w:t>
      </w:r>
      <w:r w:rsidRPr="009B44A9">
        <w:t>passive).</w:t>
      </w:r>
    </w:p>
    <w:p w:rsidR="00E76AB9" w:rsidRPr="009B44A9" w:rsidRDefault="00E76AB9" w:rsidP="007940B1">
      <w:pPr>
        <w:pStyle w:val="Heading1"/>
        <w:spacing w:before="180"/>
        <w:jc w:val="both"/>
      </w:pPr>
      <w:r w:rsidRPr="009B44A9">
        <w:t>СОЦИОКУЛЬТУРНЫЕ</w:t>
      </w:r>
      <w:r w:rsidRPr="009B44A9">
        <w:rPr>
          <w:spacing w:val="-7"/>
        </w:rPr>
        <w:t xml:space="preserve"> </w:t>
      </w:r>
      <w:r w:rsidRPr="009B44A9">
        <w:t>ЗНАНИЯ</w:t>
      </w:r>
      <w:r w:rsidRPr="009B44A9">
        <w:rPr>
          <w:spacing w:val="-7"/>
        </w:rPr>
        <w:t xml:space="preserve"> </w:t>
      </w:r>
      <w:r w:rsidRPr="009B44A9">
        <w:t>И</w:t>
      </w:r>
      <w:r w:rsidRPr="009B44A9">
        <w:rPr>
          <w:spacing w:val="-6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609" w:firstLine="180"/>
        <w:jc w:val="both"/>
      </w:pPr>
      <w:r w:rsidRPr="009B44A9">
        <w:t>Важнейшей образовательной целью обучения французскому языку в 6 классе является введение</w:t>
      </w:r>
      <w:r w:rsidRPr="009B44A9">
        <w:rPr>
          <w:spacing w:val="-57"/>
        </w:rPr>
        <w:t xml:space="preserve"> </w:t>
      </w:r>
      <w:r w:rsidRPr="009B44A9">
        <w:t>учащихся в мир культуры страны изучаемого языка, подготовка их к общению на межкультурном</w:t>
      </w:r>
      <w:r w:rsidRPr="009B44A9">
        <w:rPr>
          <w:spacing w:val="-58"/>
        </w:rPr>
        <w:t xml:space="preserve"> </w:t>
      </w:r>
      <w:r w:rsidRPr="009B44A9">
        <w:t>уровне,</w:t>
      </w:r>
      <w:r w:rsidRPr="009B44A9">
        <w:rPr>
          <w:spacing w:val="-1"/>
        </w:rPr>
        <w:t xml:space="preserve"> </w:t>
      </w:r>
      <w:r w:rsidRPr="009B44A9">
        <w:t>что предполагает:</w:t>
      </w:r>
    </w:p>
    <w:p w:rsidR="00E76AB9" w:rsidRPr="009B44A9" w:rsidRDefault="00E76AB9" w:rsidP="007940B1">
      <w:pPr>
        <w:pStyle w:val="ListParagraph"/>
        <w:numPr>
          <w:ilvl w:val="1"/>
          <w:numId w:val="17"/>
        </w:numPr>
        <w:tabs>
          <w:tab w:val="left" w:pos="887"/>
        </w:tabs>
        <w:spacing w:before="107" w:line="292" w:lineRule="auto"/>
        <w:ind w:right="194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знание и использование отдельных социокультурных элементов речевого поведенческого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этикета в стране/странах изучаемого языка в рамках тематического содержания речи (в ситуациях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общения,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том числе «Дома», «В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магазине»).</w:t>
      </w:r>
    </w:p>
    <w:p w:rsidR="00E76AB9" w:rsidRPr="009B44A9" w:rsidRDefault="00E76AB9" w:rsidP="007940B1">
      <w:pPr>
        <w:pStyle w:val="ListParagraph"/>
        <w:numPr>
          <w:ilvl w:val="1"/>
          <w:numId w:val="17"/>
        </w:numPr>
        <w:tabs>
          <w:tab w:val="left" w:pos="887"/>
        </w:tabs>
        <w:spacing w:before="166" w:line="292" w:lineRule="auto"/>
        <w:ind w:right="22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знание и использование в устной и письменной речи наиболее употребительной тематической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фоновой лексики и реалий в рамках тематического содержания (некоторые национальные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праздники,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традиции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питании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проведении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досуга,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этикетные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особенности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посещения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гостей).</w:t>
      </w:r>
    </w:p>
    <w:p w:rsidR="00E76AB9" w:rsidRPr="009B44A9" w:rsidRDefault="00E76AB9" w:rsidP="007940B1">
      <w:pPr>
        <w:pStyle w:val="ListParagraph"/>
        <w:numPr>
          <w:ilvl w:val="1"/>
          <w:numId w:val="17"/>
        </w:numPr>
        <w:tabs>
          <w:tab w:val="left" w:pos="887"/>
        </w:tabs>
        <w:spacing w:before="166" w:line="292" w:lineRule="auto"/>
        <w:ind w:right="569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знание социокультурного портрета родной страны и страны/стран изучаемого языка: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знакомство с государственной символикой (флагом), некоторыми национальными символами;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традициями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проведения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национальных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праздников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(Рождества,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Нового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года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т.д.);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ListParagraph"/>
        <w:numPr>
          <w:ilvl w:val="1"/>
          <w:numId w:val="17"/>
        </w:numPr>
        <w:tabs>
          <w:tab w:val="left" w:pos="887"/>
        </w:tabs>
        <w:spacing w:before="62" w:line="292" w:lineRule="auto"/>
        <w:ind w:right="816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знание особенностей образа жизни и культуры страны/стран изучаемого языка (самых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известных достопримечательностей, некоторых выдающихся людей, доступных в языковом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отношении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образцов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детской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поэзии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 прозы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 французском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языке).</w:t>
      </w:r>
    </w:p>
    <w:p w:rsidR="00E76AB9" w:rsidRPr="009B44A9" w:rsidRDefault="00E76AB9" w:rsidP="007940B1">
      <w:pPr>
        <w:pStyle w:val="Heading2"/>
        <w:spacing w:before="106"/>
        <w:jc w:val="both"/>
      </w:pPr>
      <w:r w:rsidRPr="009B44A9">
        <w:t>Развитие</w:t>
      </w:r>
      <w:r w:rsidRPr="009B44A9">
        <w:rPr>
          <w:spacing w:val="-6"/>
        </w:rPr>
        <w:t xml:space="preserve"> </w:t>
      </w:r>
      <w:r w:rsidRPr="009B44A9">
        <w:t>умений:</w:t>
      </w:r>
    </w:p>
    <w:p w:rsidR="00E76AB9" w:rsidRPr="009B44A9" w:rsidRDefault="00E76AB9" w:rsidP="007940B1">
      <w:pPr>
        <w:pStyle w:val="ListParagraph"/>
        <w:numPr>
          <w:ilvl w:val="1"/>
          <w:numId w:val="17"/>
        </w:numPr>
        <w:tabs>
          <w:tab w:val="left" w:pos="887"/>
        </w:tabs>
        <w:spacing w:before="168" w:line="292" w:lineRule="auto"/>
        <w:ind w:right="863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писать своё имя и фамилию, а также имена и фамилии своих родственников и друзей на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языке;</w:t>
      </w:r>
    </w:p>
    <w:p w:rsidR="00E76AB9" w:rsidRPr="009B44A9" w:rsidRDefault="00E76AB9" w:rsidP="007940B1">
      <w:pPr>
        <w:pStyle w:val="ListParagraph"/>
        <w:numPr>
          <w:ilvl w:val="1"/>
          <w:numId w:val="17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правильно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оформлять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свой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адрес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(в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анкете,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формуляре);</w:t>
      </w:r>
    </w:p>
    <w:p w:rsidR="00E76AB9" w:rsidRPr="009B44A9" w:rsidRDefault="00E76AB9" w:rsidP="007940B1">
      <w:pPr>
        <w:pStyle w:val="ListParagraph"/>
        <w:numPr>
          <w:ilvl w:val="1"/>
          <w:numId w:val="17"/>
        </w:numPr>
        <w:tabs>
          <w:tab w:val="left" w:pos="887"/>
        </w:tabs>
        <w:spacing w:before="228" w:line="292" w:lineRule="auto"/>
        <w:ind w:right="551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кратко представлять Россию и страну/страны изучаемого языка: некоторые культурные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явления родной страны и страны/стран изучаемого языка (основные национальные праздники,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традиции в проведении досуга и питании); наиболее известные достопримечательности;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выдающиеся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люди (учёные, писатели, поэты).</w:t>
      </w:r>
    </w:p>
    <w:p w:rsidR="00E76AB9" w:rsidRPr="009B44A9" w:rsidRDefault="00E76AB9" w:rsidP="007940B1">
      <w:pPr>
        <w:pStyle w:val="Heading1"/>
        <w:spacing w:before="106"/>
        <w:jc w:val="both"/>
      </w:pPr>
      <w:r w:rsidRPr="009B44A9">
        <w:t>КОМПЕНСАТОРНЫЕ</w:t>
      </w:r>
      <w:r w:rsidRPr="009B44A9">
        <w:rPr>
          <w:spacing w:val="-9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Использование</w:t>
      </w:r>
      <w:r w:rsidRPr="009B44A9">
        <w:rPr>
          <w:spacing w:val="-4"/>
        </w:rPr>
        <w:t xml:space="preserve"> </w:t>
      </w:r>
      <w:r w:rsidRPr="009B44A9">
        <w:t>при</w:t>
      </w:r>
      <w:r w:rsidRPr="009B44A9">
        <w:rPr>
          <w:spacing w:val="-3"/>
        </w:rPr>
        <w:t xml:space="preserve"> </w:t>
      </w:r>
      <w:r w:rsidRPr="009B44A9">
        <w:t>чтении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аудировании</w:t>
      </w:r>
      <w:r w:rsidRPr="009B44A9">
        <w:rPr>
          <w:spacing w:val="-3"/>
        </w:rPr>
        <w:t xml:space="preserve"> </w:t>
      </w:r>
      <w:r w:rsidRPr="009B44A9">
        <w:t>языковой</w:t>
      </w:r>
      <w:r w:rsidRPr="009B44A9">
        <w:rPr>
          <w:spacing w:val="-3"/>
        </w:rPr>
        <w:t xml:space="preserve"> </w:t>
      </w:r>
      <w:r w:rsidRPr="009B44A9">
        <w:t>догадки,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том</w:t>
      </w:r>
      <w:r w:rsidRPr="009B44A9">
        <w:rPr>
          <w:spacing w:val="-3"/>
        </w:rPr>
        <w:t xml:space="preserve"> </w:t>
      </w:r>
      <w:r w:rsidRPr="009B44A9">
        <w:t>числе</w:t>
      </w:r>
      <w:r w:rsidRPr="009B44A9">
        <w:rPr>
          <w:spacing w:val="-3"/>
        </w:rPr>
        <w:t xml:space="preserve"> </w:t>
      </w:r>
      <w:r w:rsidRPr="009B44A9">
        <w:t>контекстуальной.</w:t>
      </w:r>
    </w:p>
    <w:p w:rsidR="00E76AB9" w:rsidRPr="009B44A9" w:rsidRDefault="00E76AB9" w:rsidP="007940B1">
      <w:pPr>
        <w:pStyle w:val="BodyText"/>
        <w:spacing w:before="60" w:line="292" w:lineRule="auto"/>
        <w:ind w:right="740" w:firstLine="180"/>
        <w:jc w:val="both"/>
      </w:pPr>
      <w:r w:rsidRPr="009B44A9">
        <w:t>Использование в качестве опоры при составлении собственных высказываний ключевых слова</w:t>
      </w:r>
      <w:r w:rsidRPr="009B44A9">
        <w:rPr>
          <w:spacing w:val="-58"/>
        </w:rPr>
        <w:t xml:space="preserve"> </w:t>
      </w:r>
      <w:r w:rsidRPr="009B44A9">
        <w:t>плана.</w:t>
      </w:r>
    </w:p>
    <w:p w:rsidR="00E76AB9" w:rsidRPr="009B44A9" w:rsidRDefault="00E76AB9" w:rsidP="007940B1">
      <w:pPr>
        <w:pStyle w:val="BodyText"/>
        <w:spacing w:line="292" w:lineRule="auto"/>
        <w:ind w:right="460" w:firstLine="180"/>
        <w:jc w:val="both"/>
      </w:pPr>
      <w:r w:rsidRPr="009B44A9">
        <w:t>Игнорирование информации, не являющейся необходимой для понимания основного содержания</w:t>
      </w:r>
      <w:r w:rsidRPr="009B44A9">
        <w:rPr>
          <w:spacing w:val="-57"/>
        </w:rPr>
        <w:t xml:space="preserve"> </w:t>
      </w:r>
      <w:r w:rsidRPr="009B44A9">
        <w:t>прочитанного/прослушанного</w:t>
      </w:r>
      <w:r w:rsidRPr="009B44A9">
        <w:rPr>
          <w:spacing w:val="-3"/>
        </w:rPr>
        <w:t xml:space="preserve"> </w:t>
      </w:r>
      <w:r w:rsidRPr="009B44A9">
        <w:t>текста</w:t>
      </w:r>
      <w:r w:rsidRPr="009B44A9">
        <w:rPr>
          <w:spacing w:val="-2"/>
        </w:rPr>
        <w:t xml:space="preserve"> </w:t>
      </w:r>
      <w:r w:rsidRPr="009B44A9">
        <w:t>или</w:t>
      </w:r>
      <w:r w:rsidRPr="009B44A9">
        <w:rPr>
          <w:spacing w:val="-3"/>
        </w:rPr>
        <w:t xml:space="preserve"> </w:t>
      </w:r>
      <w:r w:rsidRPr="009B44A9">
        <w:t>для</w:t>
      </w:r>
      <w:r w:rsidRPr="009B44A9">
        <w:rPr>
          <w:spacing w:val="-3"/>
        </w:rPr>
        <w:t xml:space="preserve"> </w:t>
      </w:r>
      <w:r w:rsidRPr="009B44A9">
        <w:t>нахождения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запрашиваемой</w:t>
      </w:r>
      <w:r w:rsidRPr="009B44A9">
        <w:rPr>
          <w:spacing w:val="-2"/>
        </w:rPr>
        <w:t xml:space="preserve"> </w:t>
      </w:r>
      <w:r w:rsidRPr="009B44A9"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430" w:firstLine="180"/>
        <w:jc w:val="both"/>
      </w:pPr>
      <w:r w:rsidRPr="009B44A9">
        <w:t>Сравнение (в том числе установление основания для сравнения) объектов, явлений, процессов, их</w:t>
      </w:r>
      <w:r w:rsidRPr="009B44A9">
        <w:rPr>
          <w:spacing w:val="-58"/>
        </w:rPr>
        <w:t xml:space="preserve"> </w:t>
      </w:r>
      <w:r w:rsidRPr="009B44A9">
        <w:t>элементов</w:t>
      </w:r>
      <w:r w:rsidRPr="009B44A9">
        <w:rPr>
          <w:spacing w:val="-2"/>
        </w:rPr>
        <w:t xml:space="preserve"> </w:t>
      </w:r>
      <w:r w:rsidRPr="009B44A9">
        <w:t>и основных функций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рамках изученной тематики.</w:t>
      </w:r>
    </w:p>
    <w:p w:rsidR="00E76AB9" w:rsidRPr="009B44A9" w:rsidRDefault="00E76AB9" w:rsidP="007940B1">
      <w:pPr>
        <w:pStyle w:val="Heading1"/>
        <w:numPr>
          <w:ilvl w:val="0"/>
          <w:numId w:val="21"/>
        </w:numPr>
        <w:tabs>
          <w:tab w:val="left" w:pos="287"/>
        </w:tabs>
        <w:spacing w:before="188"/>
        <w:jc w:val="both"/>
      </w:pPr>
      <w:r w:rsidRPr="009B44A9">
        <w:t>КЛАСС</w:t>
      </w:r>
    </w:p>
    <w:p w:rsidR="00E76AB9" w:rsidRPr="009B44A9" w:rsidRDefault="00E76AB9" w:rsidP="007940B1">
      <w:pPr>
        <w:spacing w:before="157"/>
        <w:ind w:left="286"/>
        <w:jc w:val="both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КОММУНИКАТИВНЫЕ</w:t>
      </w:r>
      <w:r w:rsidRPr="009B44A9">
        <w:rPr>
          <w:b/>
          <w:spacing w:val="-10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1270" w:firstLine="180"/>
        <w:jc w:val="both"/>
      </w:pPr>
      <w:r w:rsidRPr="009B44A9">
        <w:t>Формирование умения общаться в устной и письменной форме, используя рецептивные и</w:t>
      </w:r>
      <w:r w:rsidRPr="009B44A9">
        <w:rPr>
          <w:spacing w:val="-58"/>
        </w:rPr>
        <w:t xml:space="preserve"> </w:t>
      </w:r>
      <w:r w:rsidRPr="009B44A9">
        <w:t>продуктивные</w:t>
      </w:r>
      <w:r w:rsidRPr="009B44A9">
        <w:rPr>
          <w:spacing w:val="-2"/>
        </w:rPr>
        <w:t xml:space="preserve"> </w:t>
      </w:r>
      <w:r w:rsidRPr="009B44A9">
        <w:t>виды</w:t>
      </w:r>
      <w:r w:rsidRPr="009B44A9">
        <w:rPr>
          <w:spacing w:val="-2"/>
        </w:rPr>
        <w:t xml:space="preserve"> </w:t>
      </w:r>
      <w:r w:rsidRPr="009B44A9">
        <w:t>речевой</w:t>
      </w:r>
      <w:r w:rsidRPr="009B44A9">
        <w:rPr>
          <w:spacing w:val="-2"/>
        </w:rPr>
        <w:t xml:space="preserve"> </w:t>
      </w:r>
      <w:r w:rsidRPr="009B44A9">
        <w:t>деятельности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рамках</w:t>
      </w:r>
      <w:r w:rsidRPr="009B44A9">
        <w:rPr>
          <w:spacing w:val="-1"/>
        </w:rPr>
        <w:t xml:space="preserve"> </w:t>
      </w:r>
      <w:r w:rsidRPr="009B44A9">
        <w:t>тематического</w:t>
      </w:r>
      <w:r w:rsidRPr="009B44A9">
        <w:rPr>
          <w:spacing w:val="-2"/>
        </w:rPr>
        <w:t xml:space="preserve"> </w:t>
      </w:r>
      <w:r w:rsidRPr="009B44A9">
        <w:t>содержания</w:t>
      </w:r>
      <w:r w:rsidRPr="009B44A9">
        <w:rPr>
          <w:spacing w:val="-3"/>
        </w:rPr>
        <w:t xml:space="preserve"> </w:t>
      </w:r>
      <w:r w:rsidRPr="009B44A9">
        <w:t>речи.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Взаимоотношения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семье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с</w:t>
      </w:r>
      <w:r w:rsidRPr="009B44A9">
        <w:rPr>
          <w:spacing w:val="-2"/>
        </w:rPr>
        <w:t xml:space="preserve"> </w:t>
      </w:r>
      <w:r w:rsidRPr="009B44A9">
        <w:t>друзьями.</w:t>
      </w:r>
      <w:r w:rsidRPr="009B44A9">
        <w:rPr>
          <w:spacing w:val="-3"/>
        </w:rPr>
        <w:t xml:space="preserve"> </w:t>
      </w:r>
      <w:r w:rsidRPr="009B44A9">
        <w:t>Семейные</w:t>
      </w:r>
      <w:r w:rsidRPr="009B44A9">
        <w:rPr>
          <w:spacing w:val="-2"/>
        </w:rPr>
        <w:t xml:space="preserve"> </w:t>
      </w:r>
      <w:r w:rsidRPr="009B44A9">
        <w:t>праздники.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Внешность</w:t>
      </w:r>
      <w:r w:rsidRPr="009B44A9">
        <w:rPr>
          <w:spacing w:val="-6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характер</w:t>
      </w:r>
      <w:r w:rsidRPr="009B44A9">
        <w:rPr>
          <w:spacing w:val="-5"/>
        </w:rPr>
        <w:t xml:space="preserve"> </w:t>
      </w:r>
      <w:r w:rsidRPr="009B44A9">
        <w:t>человека/литературного</w:t>
      </w:r>
      <w:r w:rsidRPr="009B44A9">
        <w:rPr>
          <w:spacing w:val="-5"/>
        </w:rPr>
        <w:t xml:space="preserve"> </w:t>
      </w:r>
      <w:r w:rsidRPr="009B44A9">
        <w:t>персонажа.</w:t>
      </w:r>
      <w:r w:rsidRPr="009B44A9">
        <w:rPr>
          <w:spacing w:val="-5"/>
        </w:rPr>
        <w:t xml:space="preserve"> </w:t>
      </w:r>
      <w:r w:rsidRPr="009B44A9">
        <w:t>Молодёжная</w:t>
      </w:r>
      <w:r w:rsidRPr="009B44A9">
        <w:rPr>
          <w:spacing w:val="-6"/>
        </w:rPr>
        <w:t xml:space="preserve"> </w:t>
      </w:r>
      <w:r w:rsidRPr="009B44A9">
        <w:t>мода.</w:t>
      </w:r>
    </w:p>
    <w:p w:rsidR="00E76AB9" w:rsidRPr="009B44A9" w:rsidRDefault="00E76AB9" w:rsidP="007940B1">
      <w:pPr>
        <w:pStyle w:val="BodyText"/>
        <w:spacing w:before="60" w:line="292" w:lineRule="auto"/>
        <w:ind w:left="286" w:right="794"/>
        <w:jc w:val="both"/>
      </w:pPr>
      <w:r w:rsidRPr="009B44A9">
        <w:t>Досуг и увлечения/хобби современного подростка (чтение, кино, театр, музей, спорт, музыка).</w:t>
      </w:r>
      <w:r w:rsidRPr="009B44A9">
        <w:rPr>
          <w:spacing w:val="-57"/>
        </w:rPr>
        <w:t xml:space="preserve"> </w:t>
      </w:r>
      <w:r w:rsidRPr="009B44A9">
        <w:t>Здоровый образ жизни: режим труда и отдыха, сбалансированное питание. Посещение врача.</w:t>
      </w:r>
      <w:r w:rsidRPr="009B44A9">
        <w:rPr>
          <w:spacing w:val="1"/>
        </w:rPr>
        <w:t xml:space="preserve"> </w:t>
      </w:r>
      <w:r w:rsidRPr="009B44A9">
        <w:t>Покупки:</w:t>
      </w:r>
      <w:r w:rsidRPr="009B44A9">
        <w:rPr>
          <w:spacing w:val="-2"/>
        </w:rPr>
        <w:t xml:space="preserve"> </w:t>
      </w:r>
      <w:r w:rsidRPr="009B44A9">
        <w:t>одежда, обувь.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Школа,</w:t>
      </w:r>
      <w:r w:rsidRPr="009B44A9">
        <w:rPr>
          <w:spacing w:val="-4"/>
        </w:rPr>
        <w:t xml:space="preserve"> </w:t>
      </w:r>
      <w:r w:rsidRPr="009B44A9">
        <w:t>школьная</w:t>
      </w:r>
      <w:r w:rsidRPr="009B44A9">
        <w:rPr>
          <w:spacing w:val="-5"/>
        </w:rPr>
        <w:t xml:space="preserve"> </w:t>
      </w:r>
      <w:r w:rsidRPr="009B44A9">
        <w:t>жизнь,</w:t>
      </w:r>
      <w:r w:rsidRPr="009B44A9">
        <w:rPr>
          <w:spacing w:val="-4"/>
        </w:rPr>
        <w:t xml:space="preserve"> </w:t>
      </w:r>
      <w:r w:rsidRPr="009B44A9">
        <w:t>школьная</w:t>
      </w:r>
      <w:r w:rsidRPr="009B44A9">
        <w:rPr>
          <w:spacing w:val="-4"/>
        </w:rPr>
        <w:t xml:space="preserve"> </w:t>
      </w:r>
      <w:r w:rsidRPr="009B44A9">
        <w:t>форма,</w:t>
      </w:r>
      <w:r w:rsidRPr="009B44A9">
        <w:rPr>
          <w:spacing w:val="-4"/>
        </w:rPr>
        <w:t xml:space="preserve"> </w:t>
      </w:r>
      <w:r w:rsidRPr="009B44A9">
        <w:t>школьные</w:t>
      </w:r>
      <w:r w:rsidRPr="009B44A9">
        <w:rPr>
          <w:spacing w:val="-4"/>
        </w:rPr>
        <w:t xml:space="preserve"> </w:t>
      </w:r>
      <w:r w:rsidRPr="009B44A9">
        <w:t>кружки.</w:t>
      </w:r>
      <w:r w:rsidRPr="009B44A9">
        <w:rPr>
          <w:spacing w:val="-4"/>
        </w:rPr>
        <w:t xml:space="preserve"> </w:t>
      </w:r>
      <w:r w:rsidRPr="009B44A9">
        <w:t>Переписка</w:t>
      </w:r>
      <w:r w:rsidRPr="009B44A9">
        <w:rPr>
          <w:spacing w:val="-3"/>
        </w:rPr>
        <w:t xml:space="preserve"> </w:t>
      </w:r>
      <w:r w:rsidRPr="009B44A9">
        <w:t>с</w:t>
      </w:r>
      <w:r w:rsidRPr="009B44A9">
        <w:rPr>
          <w:spacing w:val="-4"/>
        </w:rPr>
        <w:t xml:space="preserve"> </w:t>
      </w:r>
      <w:r w:rsidRPr="009B44A9">
        <w:t>зарубежными</w:t>
      </w:r>
      <w:r w:rsidRPr="009B44A9">
        <w:rPr>
          <w:spacing w:val="-57"/>
        </w:rPr>
        <w:t xml:space="preserve"> </w:t>
      </w:r>
      <w:r w:rsidRPr="009B44A9">
        <w:t>сверстниками.</w:t>
      </w:r>
    </w:p>
    <w:p w:rsidR="00E76AB9" w:rsidRPr="009B44A9" w:rsidRDefault="00E76AB9" w:rsidP="007940B1">
      <w:pPr>
        <w:pStyle w:val="BodyText"/>
        <w:spacing w:line="292" w:lineRule="auto"/>
        <w:ind w:left="286" w:right="4741"/>
        <w:jc w:val="both"/>
      </w:pPr>
      <w:r w:rsidRPr="009B44A9">
        <w:t>Каникулы в различное время года. Виды отдыха.</w:t>
      </w:r>
      <w:r w:rsidRPr="009B44A9">
        <w:rPr>
          <w:spacing w:val="1"/>
        </w:rPr>
        <w:t xml:space="preserve"> </w:t>
      </w:r>
      <w:r w:rsidRPr="009B44A9">
        <w:t>Путешествия по России и зарубежным странам.</w:t>
      </w:r>
      <w:r w:rsidRPr="009B44A9">
        <w:rPr>
          <w:spacing w:val="1"/>
        </w:rPr>
        <w:t xml:space="preserve"> </w:t>
      </w:r>
      <w:r w:rsidRPr="009B44A9">
        <w:t>Природа: дикие и домашние животные. Климат, погода.</w:t>
      </w:r>
      <w:r w:rsidRPr="009B44A9">
        <w:rPr>
          <w:spacing w:val="-58"/>
        </w:rPr>
        <w:t xml:space="preserve"> </w:t>
      </w:r>
      <w:r w:rsidRPr="009B44A9">
        <w:t>Родной</w:t>
      </w:r>
      <w:r w:rsidRPr="009B44A9">
        <w:rPr>
          <w:spacing w:val="-1"/>
        </w:rPr>
        <w:t xml:space="preserve"> </w:t>
      </w:r>
      <w:r w:rsidRPr="009B44A9">
        <w:t>город/село. Транспорт.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Средства</w:t>
      </w:r>
      <w:r w:rsidRPr="009B44A9">
        <w:rPr>
          <w:spacing w:val="-5"/>
        </w:rPr>
        <w:t xml:space="preserve"> </w:t>
      </w:r>
      <w:r w:rsidRPr="009B44A9">
        <w:t>массовой</w:t>
      </w:r>
      <w:r w:rsidRPr="009B44A9">
        <w:rPr>
          <w:spacing w:val="-5"/>
        </w:rPr>
        <w:t xml:space="preserve"> </w:t>
      </w:r>
      <w:r w:rsidRPr="009B44A9">
        <w:t>информации</w:t>
      </w:r>
      <w:r w:rsidRPr="009B44A9">
        <w:rPr>
          <w:spacing w:val="-5"/>
        </w:rPr>
        <w:t xml:space="preserve"> </w:t>
      </w:r>
      <w:r w:rsidRPr="009B44A9">
        <w:t>(телевидение,</w:t>
      </w:r>
      <w:r w:rsidRPr="009B44A9">
        <w:rPr>
          <w:spacing w:val="-4"/>
        </w:rPr>
        <w:t xml:space="preserve"> </w:t>
      </w:r>
      <w:r w:rsidRPr="009B44A9">
        <w:t>журналы,</w:t>
      </w:r>
      <w:r w:rsidRPr="009B44A9">
        <w:rPr>
          <w:spacing w:val="-5"/>
        </w:rPr>
        <w:t xml:space="preserve"> </w:t>
      </w:r>
      <w:r w:rsidRPr="009B44A9">
        <w:t>Интернет).</w:t>
      </w:r>
    </w:p>
    <w:p w:rsidR="00E76AB9" w:rsidRPr="009B44A9" w:rsidRDefault="00E76AB9" w:rsidP="007940B1">
      <w:pPr>
        <w:pStyle w:val="BodyText"/>
        <w:spacing w:before="57" w:line="292" w:lineRule="auto"/>
        <w:ind w:right="527" w:firstLine="180"/>
        <w:jc w:val="both"/>
      </w:pPr>
      <w:r w:rsidRPr="009B44A9">
        <w:t>Родная страна и страна/страны изучаемого языка. Их географическое положение, столицы;</w:t>
      </w:r>
      <w:r w:rsidRPr="009B44A9">
        <w:rPr>
          <w:spacing w:val="1"/>
        </w:rPr>
        <w:t xml:space="preserve"> </w:t>
      </w:r>
      <w:r w:rsidRPr="009B44A9">
        <w:t>население;</w:t>
      </w:r>
      <w:r w:rsidRPr="009B44A9">
        <w:rPr>
          <w:spacing w:val="-7"/>
        </w:rPr>
        <w:t xml:space="preserve"> </w:t>
      </w:r>
      <w:r w:rsidRPr="009B44A9">
        <w:t>официальные</w:t>
      </w:r>
      <w:r w:rsidRPr="009B44A9">
        <w:rPr>
          <w:spacing w:val="-6"/>
        </w:rPr>
        <w:t xml:space="preserve"> </w:t>
      </w:r>
      <w:r w:rsidRPr="009B44A9">
        <w:t>языки;</w:t>
      </w:r>
      <w:r w:rsidRPr="009B44A9">
        <w:rPr>
          <w:spacing w:val="-7"/>
        </w:rPr>
        <w:t xml:space="preserve"> </w:t>
      </w:r>
      <w:r w:rsidRPr="009B44A9">
        <w:t>достопримечательности,</w:t>
      </w:r>
      <w:r w:rsidRPr="009B44A9">
        <w:rPr>
          <w:spacing w:val="-6"/>
        </w:rPr>
        <w:t xml:space="preserve"> </w:t>
      </w:r>
      <w:r w:rsidRPr="009B44A9">
        <w:t>культурные</w:t>
      </w:r>
      <w:r w:rsidRPr="009B44A9">
        <w:rPr>
          <w:spacing w:val="-5"/>
        </w:rPr>
        <w:t xml:space="preserve"> </w:t>
      </w:r>
      <w:r w:rsidRPr="009B44A9">
        <w:t>особенности</w:t>
      </w:r>
      <w:r w:rsidRPr="009B44A9">
        <w:rPr>
          <w:spacing w:val="-6"/>
        </w:rPr>
        <w:t xml:space="preserve"> </w:t>
      </w:r>
      <w:r w:rsidRPr="009B44A9">
        <w:t>(национальные</w:t>
      </w:r>
      <w:r w:rsidRPr="009B44A9">
        <w:rPr>
          <w:spacing w:val="-57"/>
        </w:rPr>
        <w:t xml:space="preserve"> </w:t>
      </w:r>
      <w:r w:rsidRPr="009B44A9">
        <w:t>праздники,</w:t>
      </w:r>
      <w:r w:rsidRPr="009B44A9">
        <w:rPr>
          <w:spacing w:val="-1"/>
        </w:rPr>
        <w:t xml:space="preserve"> </w:t>
      </w:r>
      <w:r w:rsidRPr="009B44A9">
        <w:t>традиции, обычаи).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Выдающиеся</w:t>
      </w:r>
      <w:r w:rsidRPr="009B44A9">
        <w:rPr>
          <w:spacing w:val="-5"/>
        </w:rPr>
        <w:t xml:space="preserve"> </w:t>
      </w:r>
      <w:r w:rsidRPr="009B44A9">
        <w:t>люди</w:t>
      </w:r>
      <w:r w:rsidRPr="009B44A9">
        <w:rPr>
          <w:spacing w:val="-3"/>
        </w:rPr>
        <w:t xml:space="preserve"> </w:t>
      </w:r>
      <w:r w:rsidRPr="009B44A9">
        <w:t>родной</w:t>
      </w:r>
      <w:r w:rsidRPr="009B44A9">
        <w:rPr>
          <w:spacing w:val="-4"/>
        </w:rPr>
        <w:t xml:space="preserve"> </w:t>
      </w:r>
      <w:r w:rsidRPr="009B44A9">
        <w:t>страны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страны/стран</w:t>
      </w:r>
      <w:r w:rsidRPr="009B44A9">
        <w:rPr>
          <w:spacing w:val="-3"/>
        </w:rPr>
        <w:t xml:space="preserve"> </w:t>
      </w:r>
      <w:r w:rsidRPr="009B44A9">
        <w:t>изучаемого</w:t>
      </w:r>
      <w:r w:rsidRPr="009B44A9">
        <w:rPr>
          <w:spacing w:val="-4"/>
        </w:rPr>
        <w:t xml:space="preserve"> </w:t>
      </w:r>
      <w:r w:rsidRPr="009B44A9">
        <w:t>языка:</w:t>
      </w:r>
      <w:r w:rsidRPr="009B44A9">
        <w:rPr>
          <w:spacing w:val="-4"/>
        </w:rPr>
        <w:t xml:space="preserve"> </w:t>
      </w:r>
      <w:r w:rsidRPr="009B44A9">
        <w:t>учёные,</w:t>
      </w:r>
      <w:r w:rsidRPr="009B44A9">
        <w:rPr>
          <w:spacing w:val="-3"/>
        </w:rPr>
        <w:t xml:space="preserve"> </w:t>
      </w:r>
      <w:r w:rsidRPr="009B44A9">
        <w:t>писатели,</w:t>
      </w:r>
      <w:r w:rsidRPr="009B44A9">
        <w:rPr>
          <w:spacing w:val="-4"/>
        </w:rPr>
        <w:t xml:space="preserve"> </w:t>
      </w:r>
      <w:r w:rsidRPr="009B44A9">
        <w:t>поэты.</w:t>
      </w:r>
    </w:p>
    <w:p w:rsidR="00E76AB9" w:rsidRPr="009B44A9" w:rsidRDefault="00E76AB9" w:rsidP="007940B1">
      <w:pPr>
        <w:pStyle w:val="Heading1"/>
        <w:spacing w:before="180"/>
        <w:jc w:val="both"/>
      </w:pPr>
      <w:r w:rsidRPr="009B44A9">
        <w:t>ВИДЫ</w:t>
      </w:r>
      <w:r w:rsidRPr="009B44A9">
        <w:rPr>
          <w:spacing w:val="-7"/>
        </w:rPr>
        <w:t xml:space="preserve"> </w:t>
      </w:r>
      <w:r w:rsidRPr="009B44A9">
        <w:t>РЕЧЕВОЙ</w:t>
      </w:r>
      <w:r w:rsidRPr="009B44A9">
        <w:rPr>
          <w:spacing w:val="-7"/>
        </w:rPr>
        <w:t xml:space="preserve"> </w:t>
      </w:r>
      <w:r w:rsidRPr="009B44A9">
        <w:t>ДЕЯТЕЛЬНОСТИ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Говорение</w:t>
      </w:r>
    </w:p>
    <w:p w:rsidR="00E76AB9" w:rsidRPr="009B44A9" w:rsidRDefault="00E76AB9" w:rsidP="007940B1">
      <w:pPr>
        <w:spacing w:before="60"/>
        <w:ind w:left="2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Коммуникативные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умения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диалогической</w:t>
      </w:r>
      <w:r w:rsidRPr="009B44A9">
        <w:rPr>
          <w:b/>
          <w:spacing w:val="-5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речи</w:t>
      </w:r>
      <w:r w:rsidRPr="009B44A9">
        <w:rPr>
          <w:b/>
          <w:spacing w:val="-8"/>
          <w:sz w:val="24"/>
          <w:szCs w:val="24"/>
        </w:rPr>
        <w:t xml:space="preserve"> </w:t>
      </w:r>
      <w:r w:rsidRPr="009B44A9">
        <w:rPr>
          <w:sz w:val="24"/>
          <w:szCs w:val="24"/>
        </w:rPr>
        <w:t>осуществляются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следующих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формах:</w:t>
      </w:r>
    </w:p>
    <w:p w:rsidR="00E76AB9" w:rsidRPr="009B44A9" w:rsidRDefault="00E76AB9" w:rsidP="007940B1">
      <w:pPr>
        <w:spacing w:before="61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диалог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этикетного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характера</w:t>
      </w:r>
      <w:r w:rsidRPr="009B44A9">
        <w:rPr>
          <w:sz w:val="24"/>
          <w:szCs w:val="24"/>
        </w:rPr>
        <w:t>: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начинать,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поддерживать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заканчивать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разговор,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вежливо</w:t>
      </w:r>
    </w:p>
    <w:p w:rsidR="00E76AB9" w:rsidRPr="009B44A9" w:rsidRDefault="00E76AB9" w:rsidP="007940B1">
      <w:pPr>
        <w:jc w:val="both"/>
        <w:rPr>
          <w:sz w:val="24"/>
          <w:szCs w:val="24"/>
        </w:rPr>
        <w:sectPr w:rsidR="00E76AB9" w:rsidRPr="009B44A9">
          <w:pgSz w:w="11900" w:h="16840"/>
          <w:pgMar w:top="68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 w:line="292" w:lineRule="auto"/>
        <w:ind w:right="527"/>
        <w:jc w:val="both"/>
      </w:pPr>
      <w:r w:rsidRPr="009B44A9">
        <w:t>переспрашивать; поздравлять с праздником, выражать пожелания и вежливо реагировать на</w:t>
      </w:r>
      <w:r w:rsidRPr="009B44A9">
        <w:rPr>
          <w:spacing w:val="1"/>
        </w:rPr>
        <w:t xml:space="preserve"> </w:t>
      </w:r>
      <w:r w:rsidRPr="009B44A9">
        <w:t>поздравление;</w:t>
      </w:r>
      <w:r w:rsidRPr="009B44A9">
        <w:rPr>
          <w:spacing w:val="-8"/>
        </w:rPr>
        <w:t xml:space="preserve"> </w:t>
      </w:r>
      <w:r w:rsidRPr="009B44A9">
        <w:t>выражать</w:t>
      </w:r>
      <w:r w:rsidRPr="009B44A9">
        <w:rPr>
          <w:spacing w:val="-7"/>
        </w:rPr>
        <w:t xml:space="preserve"> </w:t>
      </w:r>
      <w:r w:rsidRPr="009B44A9">
        <w:t>благодарность;</w:t>
      </w:r>
      <w:r w:rsidRPr="009B44A9">
        <w:rPr>
          <w:spacing w:val="-7"/>
        </w:rPr>
        <w:t xml:space="preserve"> </w:t>
      </w:r>
      <w:r w:rsidRPr="009B44A9">
        <w:t>вежливо</w:t>
      </w:r>
      <w:r w:rsidRPr="009B44A9">
        <w:rPr>
          <w:spacing w:val="-6"/>
        </w:rPr>
        <w:t xml:space="preserve"> </w:t>
      </w:r>
      <w:r w:rsidRPr="009B44A9">
        <w:t>соглашаться</w:t>
      </w:r>
      <w:r w:rsidRPr="009B44A9">
        <w:rPr>
          <w:spacing w:val="-7"/>
        </w:rPr>
        <w:t xml:space="preserve"> </w:t>
      </w:r>
      <w:r w:rsidRPr="009B44A9">
        <w:t>на</w:t>
      </w:r>
      <w:r w:rsidRPr="009B44A9">
        <w:rPr>
          <w:spacing w:val="-7"/>
        </w:rPr>
        <w:t xml:space="preserve"> </w:t>
      </w:r>
      <w:r w:rsidRPr="009B44A9">
        <w:t>предложение/отказываться</w:t>
      </w:r>
      <w:r w:rsidRPr="009B44A9">
        <w:rPr>
          <w:spacing w:val="-7"/>
        </w:rPr>
        <w:t xml:space="preserve"> </w:t>
      </w:r>
      <w:r w:rsidRPr="009B44A9">
        <w:t>от</w:t>
      </w:r>
      <w:r w:rsidRPr="009B44A9">
        <w:rPr>
          <w:spacing w:val="-57"/>
        </w:rPr>
        <w:t xml:space="preserve"> </w:t>
      </w:r>
      <w:r w:rsidRPr="009B44A9">
        <w:t>предложения</w:t>
      </w:r>
      <w:r w:rsidRPr="009B44A9">
        <w:rPr>
          <w:spacing w:val="-2"/>
        </w:rPr>
        <w:t xml:space="preserve"> </w:t>
      </w:r>
      <w:r w:rsidRPr="009B44A9">
        <w:t>собеседника;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диалог-побуждение к действию</w:t>
      </w:r>
      <w:r w:rsidRPr="009B44A9">
        <w:t>: обращаться с просьбой, вежливо соглашаться/не соглашаться</w:t>
      </w:r>
      <w:r w:rsidRPr="009B44A9">
        <w:rPr>
          <w:spacing w:val="1"/>
        </w:rPr>
        <w:t xml:space="preserve"> </w:t>
      </w:r>
      <w:r w:rsidRPr="009B44A9">
        <w:t>выполнить</w:t>
      </w:r>
      <w:r w:rsidRPr="009B44A9">
        <w:rPr>
          <w:spacing w:val="-7"/>
        </w:rPr>
        <w:t xml:space="preserve"> </w:t>
      </w:r>
      <w:r w:rsidRPr="009B44A9">
        <w:t>просьбу;</w:t>
      </w:r>
      <w:r w:rsidRPr="009B44A9">
        <w:rPr>
          <w:spacing w:val="-6"/>
        </w:rPr>
        <w:t xml:space="preserve"> </w:t>
      </w:r>
      <w:r w:rsidRPr="009B44A9">
        <w:t>приглашать</w:t>
      </w:r>
      <w:r w:rsidRPr="009B44A9">
        <w:rPr>
          <w:spacing w:val="-6"/>
        </w:rPr>
        <w:t xml:space="preserve"> </w:t>
      </w:r>
      <w:r w:rsidRPr="009B44A9">
        <w:t>собеседника</w:t>
      </w:r>
      <w:r w:rsidRPr="009B44A9">
        <w:rPr>
          <w:spacing w:val="-6"/>
        </w:rPr>
        <w:t xml:space="preserve"> </w:t>
      </w:r>
      <w:r w:rsidRPr="009B44A9">
        <w:t>к</w:t>
      </w:r>
      <w:r w:rsidRPr="009B44A9">
        <w:rPr>
          <w:spacing w:val="-6"/>
        </w:rPr>
        <w:t xml:space="preserve"> </w:t>
      </w:r>
      <w:r w:rsidRPr="009B44A9">
        <w:t>совместной</w:t>
      </w:r>
      <w:r w:rsidRPr="009B44A9">
        <w:rPr>
          <w:spacing w:val="-5"/>
        </w:rPr>
        <w:t xml:space="preserve"> </w:t>
      </w:r>
      <w:r w:rsidRPr="009B44A9">
        <w:t>деятельности,</w:t>
      </w:r>
      <w:r w:rsidRPr="009B44A9">
        <w:rPr>
          <w:spacing w:val="-5"/>
        </w:rPr>
        <w:t xml:space="preserve"> </w:t>
      </w:r>
      <w:r w:rsidRPr="009B44A9">
        <w:t>вежливо</w:t>
      </w:r>
      <w:r w:rsidRPr="009B44A9">
        <w:rPr>
          <w:spacing w:val="-6"/>
        </w:rPr>
        <w:t xml:space="preserve"> </w:t>
      </w:r>
      <w:r w:rsidRPr="009B44A9">
        <w:t>соглашаться/не</w:t>
      </w:r>
      <w:r w:rsidRPr="009B44A9">
        <w:rPr>
          <w:spacing w:val="-57"/>
        </w:rPr>
        <w:t xml:space="preserve"> </w:t>
      </w:r>
      <w:r w:rsidRPr="009B44A9">
        <w:t>соглашаться</w:t>
      </w:r>
      <w:r w:rsidRPr="009B44A9">
        <w:rPr>
          <w:spacing w:val="-2"/>
        </w:rPr>
        <w:t xml:space="preserve"> </w:t>
      </w:r>
      <w:r w:rsidRPr="009B44A9">
        <w:t>на</w:t>
      </w:r>
      <w:r w:rsidRPr="009B44A9">
        <w:rPr>
          <w:spacing w:val="-1"/>
        </w:rPr>
        <w:t xml:space="preserve"> </w:t>
      </w:r>
      <w:r w:rsidRPr="009B44A9">
        <w:t>предложение</w:t>
      </w:r>
      <w:r w:rsidRPr="009B44A9">
        <w:rPr>
          <w:spacing w:val="-1"/>
        </w:rPr>
        <w:t xml:space="preserve"> </w:t>
      </w:r>
      <w:r w:rsidRPr="009B44A9">
        <w:t>собеседника,</w:t>
      </w:r>
      <w:r w:rsidRPr="009B44A9">
        <w:rPr>
          <w:spacing w:val="-1"/>
        </w:rPr>
        <w:t xml:space="preserve"> </w:t>
      </w:r>
      <w:r w:rsidRPr="009B44A9">
        <w:t>объясняя</w:t>
      </w:r>
      <w:r w:rsidRPr="009B44A9">
        <w:rPr>
          <w:spacing w:val="-1"/>
        </w:rPr>
        <w:t xml:space="preserve"> </w:t>
      </w:r>
      <w:r w:rsidRPr="009B44A9">
        <w:t>причину</w:t>
      </w:r>
      <w:r w:rsidRPr="009B44A9">
        <w:rPr>
          <w:spacing w:val="-1"/>
        </w:rPr>
        <w:t xml:space="preserve"> </w:t>
      </w:r>
      <w:r w:rsidRPr="009B44A9">
        <w:t>своего</w:t>
      </w:r>
      <w:r w:rsidRPr="009B44A9">
        <w:rPr>
          <w:spacing w:val="-1"/>
        </w:rPr>
        <w:t xml:space="preserve"> </w:t>
      </w:r>
      <w:r w:rsidRPr="009B44A9">
        <w:t>решения;</w:t>
      </w:r>
    </w:p>
    <w:p w:rsidR="00E76AB9" w:rsidRPr="009B44A9" w:rsidRDefault="00E76AB9" w:rsidP="007940B1">
      <w:pPr>
        <w:pStyle w:val="BodyText"/>
        <w:spacing w:line="292" w:lineRule="auto"/>
        <w:ind w:right="215" w:firstLine="180"/>
        <w:jc w:val="both"/>
      </w:pPr>
      <w:r w:rsidRPr="009B44A9">
        <w:rPr>
          <w:i/>
        </w:rPr>
        <w:t>диалог-расспрос</w:t>
      </w:r>
      <w:r w:rsidRPr="009B44A9">
        <w:t>: сообщать фактическую информацию, отвечая на вопросы разных видов; выражать</w:t>
      </w:r>
      <w:r w:rsidRPr="009B44A9">
        <w:rPr>
          <w:spacing w:val="-57"/>
        </w:rPr>
        <w:t xml:space="preserve"> </w:t>
      </w:r>
      <w:r w:rsidRPr="009B44A9">
        <w:t>своё отношение к обсуждаемым фактам и событиям; запрашивать интересующую информацию;</w:t>
      </w:r>
      <w:r w:rsidRPr="009B44A9">
        <w:rPr>
          <w:spacing w:val="1"/>
        </w:rPr>
        <w:t xml:space="preserve"> </w:t>
      </w:r>
      <w:r w:rsidRPr="009B44A9">
        <w:t>переходить</w:t>
      </w:r>
      <w:r w:rsidRPr="009B44A9">
        <w:rPr>
          <w:spacing w:val="-2"/>
        </w:rPr>
        <w:t xml:space="preserve"> </w:t>
      </w:r>
      <w:r w:rsidRPr="009B44A9">
        <w:t>с позиции</w:t>
      </w:r>
      <w:r w:rsidRPr="009B44A9">
        <w:rPr>
          <w:spacing w:val="-1"/>
        </w:rPr>
        <w:t xml:space="preserve"> </w:t>
      </w:r>
      <w:r w:rsidRPr="009B44A9">
        <w:t>спрашивающего на</w:t>
      </w:r>
      <w:r w:rsidRPr="009B44A9">
        <w:rPr>
          <w:spacing w:val="-1"/>
        </w:rPr>
        <w:t xml:space="preserve"> </w:t>
      </w:r>
      <w:r w:rsidRPr="009B44A9">
        <w:t>позицию</w:t>
      </w:r>
      <w:r w:rsidRPr="009B44A9">
        <w:rPr>
          <w:spacing w:val="-1"/>
        </w:rPr>
        <w:t xml:space="preserve"> </w:t>
      </w:r>
      <w:r w:rsidRPr="009B44A9">
        <w:t>отвечающего</w:t>
      </w:r>
      <w:r w:rsidRPr="009B44A9">
        <w:rPr>
          <w:spacing w:val="-1"/>
        </w:rPr>
        <w:t xml:space="preserve"> </w:t>
      </w:r>
      <w:r w:rsidRPr="009B44A9">
        <w:t>и наоборот.</w:t>
      </w:r>
    </w:p>
    <w:p w:rsidR="00E76AB9" w:rsidRPr="009B44A9" w:rsidRDefault="00E76AB9" w:rsidP="007940B1">
      <w:pPr>
        <w:pStyle w:val="BodyText"/>
        <w:spacing w:line="292" w:lineRule="auto"/>
        <w:ind w:right="712" w:firstLine="180"/>
        <w:jc w:val="both"/>
      </w:pPr>
      <w:r w:rsidRPr="009B44A9">
        <w:t>Названные умения диалогической речи развиваются в стандартных ситуациях неофициального</w:t>
      </w:r>
      <w:r w:rsidRPr="009B44A9">
        <w:rPr>
          <w:spacing w:val="-58"/>
        </w:rPr>
        <w:t xml:space="preserve"> </w:t>
      </w:r>
      <w:r w:rsidRPr="009B44A9">
        <w:t>общения в рамках тематического содержания речи с использованием ключевых слов, речевых</w:t>
      </w:r>
      <w:r w:rsidRPr="009B44A9">
        <w:rPr>
          <w:spacing w:val="1"/>
        </w:rPr>
        <w:t xml:space="preserve"> </w:t>
      </w:r>
      <w:r w:rsidRPr="009B44A9">
        <w:t>ситуаций и/или иллюстраций, фотографий, с соблюдением норм речевого этикета, принятых в</w:t>
      </w:r>
      <w:r w:rsidRPr="009B44A9">
        <w:rPr>
          <w:spacing w:val="1"/>
        </w:rPr>
        <w:t xml:space="preserve"> </w:t>
      </w:r>
      <w:r w:rsidRPr="009B44A9">
        <w:t>стране/странах</w:t>
      </w:r>
      <w:r w:rsidRPr="009B44A9">
        <w:rPr>
          <w:spacing w:val="-1"/>
        </w:rPr>
        <w:t xml:space="preserve"> </w:t>
      </w:r>
      <w:r w:rsidRPr="009B44A9">
        <w:t>изучаемого языка.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диалога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четырех</w:t>
      </w:r>
      <w:r w:rsidRPr="009B44A9">
        <w:rPr>
          <w:b/>
          <w:i/>
          <w:spacing w:val="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реплик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стороны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каждого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собеседника.</w:t>
      </w:r>
    </w:p>
    <w:p w:rsidR="00E76AB9" w:rsidRPr="009B44A9" w:rsidRDefault="00E76AB9" w:rsidP="007940B1">
      <w:pPr>
        <w:spacing w:before="54"/>
        <w:ind w:left="2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Развитие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монологической</w:t>
      </w:r>
      <w:r w:rsidRPr="009B44A9">
        <w:rPr>
          <w:b/>
          <w:i/>
          <w:spacing w:val="-6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речи</w:t>
      </w:r>
      <w:r w:rsidRPr="009B44A9">
        <w:rPr>
          <w:sz w:val="24"/>
          <w:szCs w:val="24"/>
        </w:rPr>
        <w:t>:</w:t>
      </w:r>
    </w:p>
    <w:p w:rsidR="00E76AB9" w:rsidRPr="009B44A9" w:rsidRDefault="00E76AB9" w:rsidP="007940B1">
      <w:pPr>
        <w:spacing w:before="61" w:line="292" w:lineRule="auto"/>
        <w:ind w:left="106" w:right="1773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создание </w:t>
      </w:r>
      <w:r w:rsidRPr="009B44A9">
        <w:rPr>
          <w:i/>
          <w:sz w:val="24"/>
          <w:szCs w:val="24"/>
        </w:rPr>
        <w:t xml:space="preserve">устных связных монологических высказываний </w:t>
      </w:r>
      <w:r w:rsidRPr="009B44A9">
        <w:rPr>
          <w:sz w:val="24"/>
          <w:szCs w:val="24"/>
        </w:rPr>
        <w:t>с использованием основных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типов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06" w:line="292" w:lineRule="auto"/>
        <w:ind w:right="411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описание (предмета, местности, внешности и одежды человека), в том числе характеристика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(черты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характера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реального человека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или литературного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персонажа);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повествование/сообщение;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изложение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(пересказ)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основного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содержания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прочитанного/прослушанного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текста;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9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краткое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изложение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результатов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выполненной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проектной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работы.</w:t>
      </w:r>
    </w:p>
    <w:p w:rsidR="00E76AB9" w:rsidRPr="009B44A9" w:rsidRDefault="00E76AB9" w:rsidP="007940B1">
      <w:pPr>
        <w:pStyle w:val="BodyText"/>
        <w:spacing w:before="168" w:line="292" w:lineRule="auto"/>
        <w:ind w:right="283" w:firstLine="180"/>
        <w:jc w:val="both"/>
      </w:pPr>
      <w:r w:rsidRPr="009B44A9">
        <w:t>Данные умения монологической речи развиваются в стандартных ситуациях неофициального</w:t>
      </w:r>
      <w:r w:rsidRPr="009B44A9">
        <w:rPr>
          <w:spacing w:val="1"/>
        </w:rPr>
        <w:t xml:space="preserve"> </w:t>
      </w:r>
      <w:r w:rsidRPr="009B44A9">
        <w:t>общения в рамках тематического содержания речи с опорой на ключевые слова, план, вопросы и/или</w:t>
      </w:r>
      <w:r w:rsidRPr="009B44A9">
        <w:rPr>
          <w:spacing w:val="-58"/>
        </w:rPr>
        <w:t xml:space="preserve"> </w:t>
      </w:r>
      <w:r w:rsidRPr="009B44A9">
        <w:t>иллюстрации,</w:t>
      </w:r>
      <w:r w:rsidRPr="009B44A9">
        <w:rPr>
          <w:spacing w:val="-1"/>
        </w:rPr>
        <w:t xml:space="preserve"> </w:t>
      </w:r>
      <w:r w:rsidRPr="009B44A9">
        <w:t>фотографии, таблицы.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монологического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7</w:t>
      </w:r>
      <w:r w:rsidRPr="009B44A9">
        <w:rPr>
          <w:b/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фраз.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Аудирование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Предъявление</w:t>
      </w:r>
      <w:r w:rsidRPr="009B44A9">
        <w:rPr>
          <w:spacing w:val="-5"/>
        </w:rPr>
        <w:t xml:space="preserve"> </w:t>
      </w:r>
      <w:r w:rsidRPr="009B44A9">
        <w:t>учащимся</w:t>
      </w:r>
      <w:r w:rsidRPr="009B44A9">
        <w:rPr>
          <w:spacing w:val="-6"/>
        </w:rPr>
        <w:t xml:space="preserve"> </w:t>
      </w:r>
      <w:r w:rsidRPr="009B44A9">
        <w:t>материала,</w:t>
      </w:r>
      <w:r w:rsidRPr="009B44A9">
        <w:rPr>
          <w:spacing w:val="-5"/>
        </w:rPr>
        <w:t xml:space="preserve"> </w:t>
      </w:r>
      <w:r w:rsidRPr="009B44A9">
        <w:t>предназначенного</w:t>
      </w:r>
      <w:r w:rsidRPr="009B44A9">
        <w:rPr>
          <w:spacing w:val="-5"/>
        </w:rPr>
        <w:t xml:space="preserve"> </w:t>
      </w:r>
      <w:r w:rsidRPr="009B44A9">
        <w:t>для</w:t>
      </w:r>
      <w:r w:rsidRPr="009B44A9">
        <w:rPr>
          <w:spacing w:val="-6"/>
        </w:rPr>
        <w:t xml:space="preserve"> </w:t>
      </w:r>
      <w:r w:rsidRPr="009B44A9">
        <w:t>восприятия</w:t>
      </w:r>
      <w:r w:rsidRPr="009B44A9">
        <w:rPr>
          <w:spacing w:val="-5"/>
        </w:rPr>
        <w:t xml:space="preserve"> </w:t>
      </w:r>
      <w:r w:rsidRPr="009B44A9">
        <w:t>на</w:t>
      </w:r>
      <w:r w:rsidRPr="009B44A9">
        <w:rPr>
          <w:spacing w:val="-5"/>
        </w:rPr>
        <w:t xml:space="preserve"> </w:t>
      </w:r>
      <w:r w:rsidRPr="009B44A9">
        <w:t>слух,</w:t>
      </w:r>
      <w:r w:rsidRPr="009B44A9">
        <w:rPr>
          <w:spacing w:val="-5"/>
        </w:rPr>
        <w:t xml:space="preserve"> </w:t>
      </w:r>
      <w:r w:rsidRPr="009B44A9">
        <w:t>осуществляется: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8" w:line="292" w:lineRule="auto"/>
        <w:ind w:right="102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при</w:t>
      </w:r>
      <w:r w:rsidRPr="009B44A9">
        <w:rPr>
          <w:spacing w:val="-8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непосредственном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общении: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слух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учителя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одноклассников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вербальная/невербальная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реакция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услышанное.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7" w:line="292" w:lineRule="auto"/>
        <w:ind w:right="455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при </w:t>
      </w:r>
      <w:r w:rsidRPr="009B44A9">
        <w:rPr>
          <w:i/>
          <w:sz w:val="24"/>
          <w:szCs w:val="24"/>
        </w:rPr>
        <w:t xml:space="preserve">опосредованном </w:t>
      </w:r>
      <w:r w:rsidRPr="009B44A9">
        <w:rPr>
          <w:sz w:val="24"/>
          <w:szCs w:val="24"/>
        </w:rPr>
        <w:t>общении: дальнейшее развитие восприятия и понимания на слух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несложных аутентичных текстов, содержащих отдельные незнакомые слова, с разной глубиной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проникновения в их содержание в зависимости от поставленной коммуникативной задачи: с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пониманием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содержания;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пониманием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запрашиваемой информации.</w:t>
      </w:r>
    </w:p>
    <w:p w:rsidR="00E76AB9" w:rsidRPr="009B44A9" w:rsidRDefault="00E76AB9" w:rsidP="007940B1">
      <w:pPr>
        <w:pStyle w:val="BodyText"/>
        <w:spacing w:before="106" w:line="292" w:lineRule="auto"/>
        <w:ind w:right="776" w:firstLine="180"/>
        <w:jc w:val="both"/>
      </w:pPr>
      <w:r w:rsidRPr="009B44A9">
        <w:t xml:space="preserve">Аудирование с пониманием </w:t>
      </w:r>
      <w:r w:rsidRPr="009B44A9">
        <w:rPr>
          <w:b/>
        </w:rPr>
        <w:t xml:space="preserve">основного содержания </w:t>
      </w:r>
      <w:r w:rsidRPr="009B44A9">
        <w:t>текста предполагает умение определять</w:t>
      </w:r>
      <w:r w:rsidRPr="009B44A9">
        <w:rPr>
          <w:spacing w:val="1"/>
        </w:rPr>
        <w:t xml:space="preserve"> </w:t>
      </w:r>
      <w:r w:rsidRPr="009B44A9">
        <w:t>основную тему/идею и главные факты/события в воспринимаемом на слух тексте; игнорировать</w:t>
      </w:r>
      <w:r w:rsidRPr="009B44A9">
        <w:rPr>
          <w:spacing w:val="-58"/>
        </w:rPr>
        <w:t xml:space="preserve"> </w:t>
      </w:r>
      <w:r w:rsidRPr="009B44A9">
        <w:t>незнакомые</w:t>
      </w:r>
      <w:r w:rsidRPr="009B44A9">
        <w:rPr>
          <w:spacing w:val="-1"/>
        </w:rPr>
        <w:t xml:space="preserve"> </w:t>
      </w:r>
      <w:r w:rsidRPr="009B44A9">
        <w:t>слова,</w:t>
      </w:r>
      <w:r w:rsidRPr="009B44A9">
        <w:rPr>
          <w:spacing w:val="-1"/>
        </w:rPr>
        <w:t xml:space="preserve"> </w:t>
      </w:r>
      <w:r w:rsidRPr="009B44A9">
        <w:t>не существенные</w:t>
      </w:r>
      <w:r w:rsidRPr="009B44A9">
        <w:rPr>
          <w:spacing w:val="-1"/>
        </w:rPr>
        <w:t xml:space="preserve"> </w:t>
      </w:r>
      <w:r w:rsidRPr="009B44A9">
        <w:t>для</w:t>
      </w:r>
      <w:r w:rsidRPr="009B44A9">
        <w:rPr>
          <w:spacing w:val="-2"/>
        </w:rPr>
        <w:t xml:space="preserve"> </w:t>
      </w:r>
      <w:r w:rsidRPr="009B44A9">
        <w:t>понимания</w:t>
      </w:r>
      <w:r w:rsidRPr="009B44A9">
        <w:rPr>
          <w:spacing w:val="-1"/>
        </w:rPr>
        <w:t xml:space="preserve"> </w:t>
      </w:r>
      <w:r w:rsidRPr="009B44A9">
        <w:t>основного</w:t>
      </w:r>
      <w:r w:rsidRPr="009B44A9">
        <w:rPr>
          <w:spacing w:val="-1"/>
        </w:rPr>
        <w:t xml:space="preserve"> </w:t>
      </w:r>
      <w:r w:rsidRPr="009B44A9">
        <w:t>содержания.</w:t>
      </w:r>
    </w:p>
    <w:p w:rsidR="00E76AB9" w:rsidRPr="009B44A9" w:rsidRDefault="00E76AB9" w:rsidP="007940B1">
      <w:pPr>
        <w:pStyle w:val="BodyText"/>
        <w:spacing w:line="292" w:lineRule="auto"/>
        <w:ind w:right="329" w:firstLine="180"/>
        <w:jc w:val="both"/>
      </w:pPr>
      <w:r w:rsidRPr="009B44A9">
        <w:t xml:space="preserve">Аудирование с пониманием </w:t>
      </w:r>
      <w:r w:rsidRPr="009B44A9">
        <w:rPr>
          <w:b/>
        </w:rPr>
        <w:t xml:space="preserve">запрашиваемой информации </w:t>
      </w:r>
      <w:r w:rsidRPr="009B44A9">
        <w:t>предполагает умение выделять</w:t>
      </w:r>
      <w:r w:rsidRPr="009B44A9">
        <w:rPr>
          <w:spacing w:val="1"/>
        </w:rPr>
        <w:t xml:space="preserve"> </w:t>
      </w:r>
      <w:r w:rsidRPr="009B44A9">
        <w:t>запрашиваемую информацию представленную в эксплицитной (явной) форме, в воспринимаемом на</w:t>
      </w:r>
      <w:r w:rsidRPr="009B44A9">
        <w:rPr>
          <w:spacing w:val="-57"/>
        </w:rPr>
        <w:t xml:space="preserve"> </w:t>
      </w:r>
      <w:r w:rsidRPr="009B44A9">
        <w:t>слух</w:t>
      </w:r>
      <w:r w:rsidRPr="009B44A9">
        <w:rPr>
          <w:spacing w:val="-1"/>
        </w:rPr>
        <w:t xml:space="preserve"> </w:t>
      </w:r>
      <w:r w:rsidRPr="009B44A9">
        <w:t>тексте.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6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аудирования</w:t>
      </w:r>
      <w:r w:rsidRPr="009B44A9">
        <w:t>:</w:t>
      </w:r>
      <w:r w:rsidRPr="009B44A9">
        <w:rPr>
          <w:spacing w:val="-6"/>
        </w:rPr>
        <w:t xml:space="preserve"> </w:t>
      </w:r>
      <w:r w:rsidRPr="009B44A9">
        <w:t>диалог</w:t>
      </w:r>
      <w:r w:rsidRPr="009B44A9">
        <w:rPr>
          <w:spacing w:val="-5"/>
        </w:rPr>
        <w:t xml:space="preserve"> </w:t>
      </w:r>
      <w:r w:rsidRPr="009B44A9">
        <w:t>(беседа),</w:t>
      </w:r>
      <w:r w:rsidRPr="009B44A9">
        <w:rPr>
          <w:spacing w:val="-5"/>
        </w:rPr>
        <w:t xml:space="preserve"> </w:t>
      </w:r>
      <w:r w:rsidRPr="009B44A9">
        <w:t>высказывания</w:t>
      </w:r>
      <w:r w:rsidRPr="009B44A9">
        <w:rPr>
          <w:spacing w:val="-6"/>
        </w:rPr>
        <w:t xml:space="preserve"> </w:t>
      </w:r>
      <w:r w:rsidRPr="009B44A9">
        <w:t>собеседников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6"/>
        </w:rPr>
        <w:t xml:space="preserve"> </w:t>
      </w:r>
      <w:r w:rsidRPr="009B44A9">
        <w:t>ситуациях</w:t>
      </w:r>
      <w:r w:rsidRPr="009B44A9">
        <w:rPr>
          <w:spacing w:val="-5"/>
        </w:rPr>
        <w:t xml:space="preserve"> </w:t>
      </w:r>
      <w:r w:rsidRPr="009B44A9">
        <w:t>повседневного</w:t>
      </w:r>
      <w:r w:rsidRPr="009B44A9">
        <w:rPr>
          <w:spacing w:val="-57"/>
        </w:rPr>
        <w:t xml:space="preserve"> </w:t>
      </w:r>
      <w:r w:rsidRPr="009B44A9">
        <w:t>общения,</w:t>
      </w:r>
      <w:r w:rsidRPr="009B44A9">
        <w:rPr>
          <w:spacing w:val="-1"/>
        </w:rPr>
        <w:t xml:space="preserve"> </w:t>
      </w:r>
      <w:r w:rsidRPr="009B44A9">
        <w:t>рассказ, сообщение информационного</w:t>
      </w:r>
      <w:r w:rsidRPr="009B44A9">
        <w:rPr>
          <w:spacing w:val="-1"/>
        </w:rPr>
        <w:t xml:space="preserve"> </w:t>
      </w:r>
      <w:r w:rsidRPr="009B44A9">
        <w:t>характера.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Время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звучания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5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аудирования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1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минуты.</w:t>
      </w:r>
    </w:p>
    <w:p w:rsidR="00E76AB9" w:rsidRPr="009B44A9" w:rsidRDefault="00E76AB9" w:rsidP="007940B1">
      <w:pPr>
        <w:spacing w:line="275" w:lineRule="exact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Heading2"/>
        <w:spacing w:before="66"/>
        <w:jc w:val="both"/>
      </w:pPr>
      <w:r w:rsidRPr="009B44A9">
        <w:t>Смысловое</w:t>
      </w:r>
      <w:r w:rsidRPr="009B44A9">
        <w:rPr>
          <w:spacing w:val="-5"/>
        </w:rPr>
        <w:t xml:space="preserve"> </w:t>
      </w:r>
      <w:r w:rsidRPr="009B44A9">
        <w:t>чтение</w:t>
      </w:r>
    </w:p>
    <w:p w:rsidR="00E76AB9" w:rsidRPr="009B44A9" w:rsidRDefault="00E76AB9" w:rsidP="007940B1">
      <w:pPr>
        <w:pStyle w:val="BodyText"/>
        <w:spacing w:before="60" w:line="292" w:lineRule="auto"/>
        <w:ind w:right="326" w:firstLine="180"/>
        <w:jc w:val="both"/>
      </w:pPr>
      <w:r w:rsidRPr="009B44A9">
        <w:t>Развитие умения читать про себя и понимать несложные аутентичные тексты разных жанров и</w:t>
      </w:r>
      <w:r w:rsidRPr="009B44A9">
        <w:rPr>
          <w:spacing w:val="1"/>
        </w:rPr>
        <w:t xml:space="preserve"> </w:t>
      </w:r>
      <w:r w:rsidRPr="009B44A9">
        <w:t>стилей, содержащие отдельные незнакомые слова, с различной глубиной проникновения в их</w:t>
      </w:r>
      <w:r w:rsidRPr="009B44A9">
        <w:rPr>
          <w:spacing w:val="1"/>
        </w:rPr>
        <w:t xml:space="preserve"> </w:t>
      </w:r>
      <w:r w:rsidRPr="009B44A9">
        <w:t>содержание в зависимости от поставленной коммуникативной задачи: с пониманием основного</w:t>
      </w:r>
      <w:r w:rsidRPr="009B44A9">
        <w:rPr>
          <w:spacing w:val="1"/>
        </w:rPr>
        <w:t xml:space="preserve"> </w:t>
      </w:r>
      <w:r w:rsidRPr="009B44A9">
        <w:t>содержания; с пониманием нужной/запрашиваемой информации, с полным пониманием содержания</w:t>
      </w:r>
      <w:r w:rsidRPr="009B44A9">
        <w:rPr>
          <w:spacing w:val="-57"/>
        </w:rPr>
        <w:t xml:space="preserve"> </w:t>
      </w:r>
      <w:r w:rsidRPr="009B44A9">
        <w:t>текста.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 xml:space="preserve">Чтение </w:t>
      </w:r>
      <w:r w:rsidRPr="009B44A9">
        <w:rPr>
          <w:b/>
        </w:rPr>
        <w:t xml:space="preserve">с пониманием основного содержания текста </w:t>
      </w:r>
      <w:r w:rsidRPr="009B44A9">
        <w:t>предполагает умение определять</w:t>
      </w:r>
      <w:r w:rsidRPr="009B44A9">
        <w:rPr>
          <w:spacing w:val="1"/>
        </w:rPr>
        <w:t xml:space="preserve"> </w:t>
      </w:r>
      <w:r w:rsidRPr="009B44A9">
        <w:t>тему/основную мысль, главные факты/события; прогнозировать содержание текста по</w:t>
      </w:r>
      <w:r w:rsidRPr="009B44A9">
        <w:rPr>
          <w:spacing w:val="1"/>
        </w:rPr>
        <w:t xml:space="preserve"> </w:t>
      </w:r>
      <w:r w:rsidRPr="009B44A9">
        <w:t>заголовку/началу</w:t>
      </w:r>
      <w:r w:rsidRPr="009B44A9">
        <w:rPr>
          <w:spacing w:val="-6"/>
        </w:rPr>
        <w:t xml:space="preserve"> </w:t>
      </w:r>
      <w:r w:rsidRPr="009B44A9">
        <w:t>текста;</w:t>
      </w:r>
      <w:r w:rsidRPr="009B44A9">
        <w:rPr>
          <w:spacing w:val="-6"/>
        </w:rPr>
        <w:t xml:space="preserve"> </w:t>
      </w:r>
      <w:r w:rsidRPr="009B44A9">
        <w:t>последовательность</w:t>
      </w:r>
      <w:r w:rsidRPr="009B44A9">
        <w:rPr>
          <w:spacing w:val="-7"/>
        </w:rPr>
        <w:t xml:space="preserve"> </w:t>
      </w:r>
      <w:r w:rsidRPr="009B44A9">
        <w:t>главных</w:t>
      </w:r>
      <w:r w:rsidRPr="009B44A9">
        <w:rPr>
          <w:spacing w:val="-6"/>
        </w:rPr>
        <w:t xml:space="preserve"> </w:t>
      </w:r>
      <w:r w:rsidRPr="009B44A9">
        <w:t>фактов/</w:t>
      </w:r>
      <w:r w:rsidRPr="009B44A9">
        <w:rPr>
          <w:spacing w:val="-6"/>
        </w:rPr>
        <w:t xml:space="preserve"> </w:t>
      </w:r>
      <w:r w:rsidRPr="009B44A9">
        <w:t>событий;</w:t>
      </w:r>
      <w:r w:rsidRPr="009B44A9">
        <w:rPr>
          <w:spacing w:val="-6"/>
        </w:rPr>
        <w:t xml:space="preserve"> </w:t>
      </w:r>
      <w:r w:rsidRPr="009B44A9">
        <w:t>умение</w:t>
      </w:r>
      <w:r w:rsidRPr="009B44A9">
        <w:rPr>
          <w:spacing w:val="-6"/>
        </w:rPr>
        <w:t xml:space="preserve"> </w:t>
      </w:r>
      <w:r w:rsidRPr="009B44A9">
        <w:t>игнорировать</w:t>
      </w:r>
      <w:r w:rsidRPr="009B44A9">
        <w:rPr>
          <w:spacing w:val="-57"/>
        </w:rPr>
        <w:t xml:space="preserve"> </w:t>
      </w:r>
      <w:r w:rsidRPr="009B44A9">
        <w:t>незнакомые слова, несущественные для понимания основного содержания; понимать</w:t>
      </w:r>
      <w:r w:rsidRPr="009B44A9">
        <w:rPr>
          <w:spacing w:val="1"/>
        </w:rPr>
        <w:t xml:space="preserve"> </w:t>
      </w:r>
      <w:r w:rsidRPr="009B44A9">
        <w:t>интернациональные</w:t>
      </w:r>
      <w:r w:rsidRPr="009B44A9">
        <w:rPr>
          <w:spacing w:val="-1"/>
        </w:rPr>
        <w:t xml:space="preserve"> </w:t>
      </w:r>
      <w:r w:rsidRPr="009B44A9">
        <w:t>слова.</w:t>
      </w:r>
    </w:p>
    <w:p w:rsidR="00E76AB9" w:rsidRPr="009B44A9" w:rsidRDefault="00E76AB9" w:rsidP="007940B1">
      <w:pPr>
        <w:spacing w:line="292" w:lineRule="auto"/>
        <w:ind w:left="106" w:right="651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Чтение </w:t>
      </w:r>
      <w:r w:rsidRPr="009B44A9">
        <w:rPr>
          <w:b/>
          <w:sz w:val="24"/>
          <w:szCs w:val="24"/>
        </w:rPr>
        <w:t xml:space="preserve">с пониманием нужной/запрашиваемой информации </w:t>
      </w:r>
      <w:r w:rsidRPr="009B44A9">
        <w:rPr>
          <w:sz w:val="24"/>
          <w:szCs w:val="24"/>
        </w:rPr>
        <w:t>предполагает умение находить в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прочитанном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 и понимать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запрашиваемую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информацию.</w:t>
      </w:r>
    </w:p>
    <w:p w:rsidR="00E76AB9" w:rsidRPr="009B44A9" w:rsidRDefault="00E76AB9" w:rsidP="007940B1">
      <w:pPr>
        <w:pStyle w:val="BodyText"/>
        <w:spacing w:line="292" w:lineRule="auto"/>
        <w:ind w:right="1486" w:firstLine="180"/>
        <w:jc w:val="both"/>
      </w:pPr>
      <w:r w:rsidRPr="009B44A9">
        <w:t xml:space="preserve">Чтение </w:t>
      </w:r>
      <w:r w:rsidRPr="009B44A9">
        <w:rPr>
          <w:b/>
        </w:rPr>
        <w:t xml:space="preserve">с полным пониманием </w:t>
      </w:r>
      <w:r w:rsidRPr="009B44A9">
        <w:t>предполагает полное и точное понимание информации,</w:t>
      </w:r>
      <w:r w:rsidRPr="009B44A9">
        <w:rPr>
          <w:spacing w:val="-57"/>
        </w:rPr>
        <w:t xml:space="preserve"> </w:t>
      </w:r>
      <w:r w:rsidRPr="009B44A9">
        <w:t>представленной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тексте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эксплицитной (явной)</w:t>
      </w:r>
      <w:r w:rsidRPr="009B44A9">
        <w:rPr>
          <w:spacing w:val="-2"/>
        </w:rPr>
        <w:t xml:space="preserve"> </w:t>
      </w:r>
      <w:r w:rsidRPr="009B44A9">
        <w:t>форме.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Чтение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несплошных</w:t>
      </w:r>
      <w:r w:rsidRPr="009B44A9">
        <w:rPr>
          <w:b/>
          <w:spacing w:val="-3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текстов</w:t>
      </w:r>
      <w:r w:rsidRPr="009B44A9">
        <w:rPr>
          <w:b/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(таблиц,</w:t>
      </w:r>
      <w:r w:rsidRPr="009B44A9">
        <w:rPr>
          <w:b/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диаграмм)</w:t>
      </w:r>
      <w:r w:rsidRPr="009B44A9">
        <w:rPr>
          <w:b/>
          <w:spacing w:val="6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представленной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них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информации.</w:t>
      </w:r>
    </w:p>
    <w:p w:rsidR="00E76AB9" w:rsidRPr="009B44A9" w:rsidRDefault="00E76AB9" w:rsidP="007940B1">
      <w:pPr>
        <w:pStyle w:val="BodyText"/>
        <w:spacing w:before="53" w:line="292" w:lineRule="auto"/>
        <w:ind w:right="189"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чтения</w:t>
      </w:r>
      <w:r w:rsidRPr="009B44A9">
        <w:t>:</w:t>
      </w:r>
      <w:r w:rsidRPr="009B44A9">
        <w:rPr>
          <w:spacing w:val="-5"/>
        </w:rPr>
        <w:t xml:space="preserve"> </w:t>
      </w:r>
      <w:r w:rsidRPr="009B44A9">
        <w:t>интервью;</w:t>
      </w:r>
      <w:r w:rsidRPr="009B44A9">
        <w:rPr>
          <w:spacing w:val="-5"/>
        </w:rPr>
        <w:t xml:space="preserve"> </w:t>
      </w:r>
      <w:r w:rsidRPr="009B44A9">
        <w:t>диалог</w:t>
      </w:r>
      <w:r w:rsidRPr="009B44A9">
        <w:rPr>
          <w:spacing w:val="-4"/>
        </w:rPr>
        <w:t xml:space="preserve"> </w:t>
      </w:r>
      <w:r w:rsidRPr="009B44A9">
        <w:t>(беседа);</w:t>
      </w:r>
      <w:r w:rsidRPr="009B44A9">
        <w:rPr>
          <w:spacing w:val="-5"/>
        </w:rPr>
        <w:t xml:space="preserve"> </w:t>
      </w:r>
      <w:r w:rsidRPr="009B44A9">
        <w:t>отрывок</w:t>
      </w:r>
      <w:r w:rsidRPr="009B44A9">
        <w:rPr>
          <w:spacing w:val="-5"/>
        </w:rPr>
        <w:t xml:space="preserve"> </w:t>
      </w:r>
      <w:r w:rsidRPr="009B44A9">
        <w:t>из</w:t>
      </w:r>
      <w:r w:rsidRPr="009B44A9">
        <w:rPr>
          <w:spacing w:val="-5"/>
        </w:rPr>
        <w:t xml:space="preserve"> </w:t>
      </w:r>
      <w:r w:rsidRPr="009B44A9">
        <w:t>художественного</w:t>
      </w:r>
      <w:r w:rsidRPr="009B44A9">
        <w:rPr>
          <w:spacing w:val="-4"/>
        </w:rPr>
        <w:t xml:space="preserve"> </w:t>
      </w:r>
      <w:r w:rsidRPr="009B44A9">
        <w:t>произведения,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том</w:t>
      </w:r>
      <w:r w:rsidRPr="009B44A9">
        <w:rPr>
          <w:spacing w:val="-57"/>
        </w:rPr>
        <w:t xml:space="preserve"> </w:t>
      </w:r>
      <w:r w:rsidRPr="009B44A9">
        <w:t>числе рассказа; отрывок из статьи научно-популярного характера; сообщение информационного</w:t>
      </w:r>
      <w:r w:rsidRPr="009B44A9">
        <w:rPr>
          <w:spacing w:val="1"/>
        </w:rPr>
        <w:t xml:space="preserve"> </w:t>
      </w:r>
      <w:r w:rsidRPr="009B44A9">
        <w:t>характера; объявление; кулинарный рецепт; сообщение личного характера; стихотворение;</w:t>
      </w:r>
      <w:r w:rsidRPr="009B44A9">
        <w:rPr>
          <w:spacing w:val="1"/>
        </w:rPr>
        <w:t xml:space="preserve"> </w:t>
      </w:r>
      <w:r w:rsidRPr="009B44A9">
        <w:t>несплошной</w:t>
      </w:r>
      <w:r w:rsidRPr="009B44A9">
        <w:rPr>
          <w:spacing w:val="-1"/>
        </w:rPr>
        <w:t xml:space="preserve"> </w:t>
      </w:r>
      <w:r w:rsidRPr="009B44A9">
        <w:t>текст</w:t>
      </w:r>
      <w:r w:rsidRPr="009B44A9">
        <w:rPr>
          <w:spacing w:val="-1"/>
        </w:rPr>
        <w:t xml:space="preserve"> </w:t>
      </w:r>
      <w:r w:rsidRPr="009B44A9">
        <w:t>(таблица, диаграмма).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1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200</w:t>
      </w:r>
      <w:r w:rsidRPr="009B44A9">
        <w:rPr>
          <w:b/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Письменная</w:t>
      </w:r>
      <w:r w:rsidRPr="009B44A9">
        <w:rPr>
          <w:spacing w:val="-5"/>
        </w:rPr>
        <w:t xml:space="preserve"> </w:t>
      </w:r>
      <w:r w:rsidRPr="009B44A9">
        <w:t>речь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Развитие</w:t>
      </w:r>
      <w:r w:rsidRPr="009B44A9">
        <w:rPr>
          <w:spacing w:val="-3"/>
        </w:rPr>
        <w:t xml:space="preserve"> </w:t>
      </w:r>
      <w:r w:rsidRPr="009B44A9">
        <w:t>умений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8" w:line="292" w:lineRule="auto"/>
        <w:ind w:right="22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списывание текста и выписывание из него слов, словосочетаний, предложений в соответствии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решаемой коммуникативной задачей;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составление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плана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прочитанного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текста;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8" w:line="292" w:lineRule="auto"/>
        <w:ind w:right="404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заполнение анкет и формуляров, сообщать о себе основные сведения (имя, фамилия, пол,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возраст, гражданство, адрес, увлечения) в соответствии с нормами, принятыми в стране/странах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6" w:line="292" w:lineRule="auto"/>
        <w:ind w:right="582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написание электронного сообщения личного характера: сообщать краткие сведения о себе,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расспрашивать друга/подругу по переписке о его/её увлечениях, выражать благодарность,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извинения,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просьбу;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947"/>
        </w:tabs>
        <w:spacing w:before="167" w:line="292" w:lineRule="auto"/>
        <w:ind w:right="243" w:firstLine="0"/>
        <w:jc w:val="both"/>
        <w:rPr>
          <w:i/>
          <w:sz w:val="24"/>
          <w:szCs w:val="24"/>
        </w:rPr>
      </w:pPr>
      <w:r w:rsidRPr="009B44A9">
        <w:rPr>
          <w:sz w:val="24"/>
          <w:szCs w:val="24"/>
        </w:rPr>
        <w:t>оформление обращения, завершающей фразы и подписи в соответствии с нормами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неофициального общения, принятыми в стране/странах изучаемого языка. </w:t>
      </w:r>
      <w:r w:rsidRPr="009B44A9">
        <w:rPr>
          <w:i/>
          <w:sz w:val="24"/>
          <w:szCs w:val="24"/>
        </w:rPr>
        <w:t>Объём письма — до 75</w:t>
      </w:r>
      <w:r w:rsidRPr="009B44A9">
        <w:rPr>
          <w:i/>
          <w:spacing w:val="-5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6" w:line="292" w:lineRule="auto"/>
        <w:ind w:right="359" w:firstLine="0"/>
        <w:jc w:val="both"/>
        <w:rPr>
          <w:i/>
          <w:sz w:val="24"/>
          <w:szCs w:val="24"/>
        </w:rPr>
      </w:pPr>
      <w:r w:rsidRPr="009B44A9">
        <w:rPr>
          <w:sz w:val="24"/>
          <w:szCs w:val="24"/>
        </w:rPr>
        <w:t xml:space="preserve">создание небольшого письменного высказывания с опорой на образец, план, таблицу. </w:t>
      </w: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5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письменного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 — до</w:t>
      </w:r>
      <w:r w:rsidRPr="009B44A9">
        <w:rPr>
          <w:i/>
          <w:spacing w:val="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 xml:space="preserve">75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1"/>
        <w:spacing w:before="227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Фонетическая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 w:line="292" w:lineRule="auto"/>
        <w:ind w:right="484" w:firstLine="180"/>
        <w:jc w:val="both"/>
      </w:pPr>
      <w:r w:rsidRPr="009B44A9">
        <w:t>Различение на слух и адекватное, без фонематических ошибок, ведущих к сбою в коммуникации,</w:t>
      </w:r>
      <w:r w:rsidRPr="009B44A9">
        <w:rPr>
          <w:spacing w:val="-58"/>
        </w:rPr>
        <w:t xml:space="preserve"> </w:t>
      </w:r>
      <w:r w:rsidRPr="009B44A9">
        <w:t>произнесение слов с соблюдением правильного ударения и фраз с соблюдением их ритмико-</w:t>
      </w:r>
      <w:r w:rsidRPr="009B44A9">
        <w:rPr>
          <w:spacing w:val="1"/>
        </w:rPr>
        <w:t xml:space="preserve"> </w:t>
      </w:r>
      <w:r w:rsidRPr="009B44A9">
        <w:t>интонационных особенностей, в том числе отсутствия фразового ударения на служебных словах;</w:t>
      </w:r>
      <w:r w:rsidRPr="009B44A9">
        <w:rPr>
          <w:spacing w:val="1"/>
        </w:rPr>
        <w:t xml:space="preserve"> </w:t>
      </w:r>
      <w:r w:rsidRPr="009B44A9">
        <w:t>чтение</w:t>
      </w:r>
      <w:r w:rsidRPr="009B44A9">
        <w:rPr>
          <w:spacing w:val="-1"/>
        </w:rPr>
        <w:t xml:space="preserve"> </w:t>
      </w:r>
      <w:r w:rsidRPr="009B44A9">
        <w:t>новых слов</w:t>
      </w:r>
      <w:r w:rsidRPr="009B44A9">
        <w:rPr>
          <w:spacing w:val="-1"/>
        </w:rPr>
        <w:t xml:space="preserve"> </w:t>
      </w:r>
      <w:r w:rsidRPr="009B44A9">
        <w:t>согласно основным</w:t>
      </w:r>
      <w:r w:rsidRPr="009B44A9">
        <w:rPr>
          <w:spacing w:val="-1"/>
        </w:rPr>
        <w:t xml:space="preserve"> </w:t>
      </w:r>
      <w:r w:rsidRPr="009B44A9">
        <w:t>правилам чтения.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6" w:line="292" w:lineRule="auto"/>
        <w:ind w:firstLine="180"/>
        <w:jc w:val="both"/>
      </w:pPr>
      <w:r w:rsidRPr="009B44A9">
        <w:t>Чтение вслух небольших аутентичных</w:t>
      </w:r>
      <w:r w:rsidRPr="009B44A9">
        <w:rPr>
          <w:spacing w:val="1"/>
        </w:rPr>
        <w:t xml:space="preserve"> </w:t>
      </w:r>
      <w:r w:rsidRPr="009B44A9">
        <w:t>текстов,</w:t>
      </w:r>
      <w:r w:rsidRPr="009B44A9">
        <w:rPr>
          <w:spacing w:val="1"/>
        </w:rPr>
        <w:t xml:space="preserve"> </w:t>
      </w:r>
      <w:r w:rsidRPr="009B44A9">
        <w:t>построенных на изученном языковом материале, с</w:t>
      </w:r>
      <w:r w:rsidRPr="009B44A9">
        <w:rPr>
          <w:spacing w:val="-58"/>
        </w:rPr>
        <w:t xml:space="preserve"> </w:t>
      </w:r>
      <w:r w:rsidRPr="009B44A9">
        <w:t>соблюдением</w:t>
      </w:r>
      <w:r w:rsidRPr="009B44A9">
        <w:rPr>
          <w:spacing w:val="-4"/>
        </w:rPr>
        <w:t xml:space="preserve"> </w:t>
      </w:r>
      <w:r w:rsidRPr="009B44A9">
        <w:t>правил</w:t>
      </w:r>
      <w:r w:rsidRPr="009B44A9">
        <w:rPr>
          <w:spacing w:val="-4"/>
        </w:rPr>
        <w:t xml:space="preserve"> </w:t>
      </w:r>
      <w:r w:rsidRPr="009B44A9">
        <w:t>чтения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соответствующей</w:t>
      </w:r>
      <w:r w:rsidRPr="009B44A9">
        <w:rPr>
          <w:spacing w:val="-3"/>
        </w:rPr>
        <w:t xml:space="preserve"> </w:t>
      </w:r>
      <w:r w:rsidRPr="009B44A9">
        <w:t>интонации,</w:t>
      </w:r>
      <w:r w:rsidRPr="009B44A9">
        <w:rPr>
          <w:spacing w:val="-3"/>
        </w:rPr>
        <w:t xml:space="preserve"> </w:t>
      </w:r>
      <w:r w:rsidRPr="009B44A9">
        <w:t>демонстрирующих</w:t>
      </w:r>
      <w:r w:rsidRPr="009B44A9">
        <w:rPr>
          <w:spacing w:val="-3"/>
        </w:rPr>
        <w:t xml:space="preserve"> </w:t>
      </w:r>
      <w:r w:rsidRPr="009B44A9">
        <w:t>понимание</w:t>
      </w:r>
      <w:r w:rsidRPr="009B44A9">
        <w:rPr>
          <w:spacing w:val="-3"/>
        </w:rPr>
        <w:t xml:space="preserve"> </w:t>
      </w:r>
      <w:r w:rsidRPr="009B44A9">
        <w:t>текста.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6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чтения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вслух</w:t>
      </w:r>
      <w:r w:rsidRPr="009B44A9">
        <w:t>:</w:t>
      </w:r>
      <w:r w:rsidRPr="009B44A9">
        <w:rPr>
          <w:spacing w:val="-6"/>
        </w:rPr>
        <w:t xml:space="preserve"> </w:t>
      </w:r>
      <w:r w:rsidRPr="009B44A9">
        <w:t>диалог</w:t>
      </w:r>
      <w:r w:rsidRPr="009B44A9">
        <w:rPr>
          <w:spacing w:val="-5"/>
        </w:rPr>
        <w:t xml:space="preserve"> </w:t>
      </w:r>
      <w:r w:rsidRPr="009B44A9">
        <w:t>(беседа),</w:t>
      </w:r>
      <w:r w:rsidRPr="009B44A9">
        <w:rPr>
          <w:spacing w:val="-5"/>
        </w:rPr>
        <w:t xml:space="preserve"> </w:t>
      </w:r>
      <w:r w:rsidRPr="009B44A9">
        <w:t>рассказ,</w:t>
      </w:r>
      <w:r w:rsidRPr="009B44A9">
        <w:rPr>
          <w:spacing w:val="-5"/>
        </w:rPr>
        <w:t xml:space="preserve"> </w:t>
      </w:r>
      <w:r w:rsidRPr="009B44A9">
        <w:t>сообщение</w:t>
      </w:r>
      <w:r w:rsidRPr="009B44A9">
        <w:rPr>
          <w:spacing w:val="-5"/>
        </w:rPr>
        <w:t xml:space="preserve"> </w:t>
      </w:r>
      <w:r w:rsidRPr="009B44A9">
        <w:t>информационного</w:t>
      </w:r>
      <w:r w:rsidRPr="009B44A9">
        <w:rPr>
          <w:spacing w:val="-5"/>
        </w:rPr>
        <w:t xml:space="preserve"> </w:t>
      </w:r>
      <w:r w:rsidRPr="009B44A9">
        <w:t>характера,</w:t>
      </w:r>
      <w:r w:rsidRPr="009B44A9">
        <w:rPr>
          <w:spacing w:val="-57"/>
        </w:rPr>
        <w:t xml:space="preserve"> </w:t>
      </w:r>
      <w:r w:rsidRPr="009B44A9">
        <w:t>отрывок</w:t>
      </w:r>
      <w:r w:rsidRPr="009B44A9">
        <w:rPr>
          <w:spacing w:val="-2"/>
        </w:rPr>
        <w:t xml:space="preserve"> </w:t>
      </w:r>
      <w:r w:rsidRPr="009B44A9">
        <w:t>из</w:t>
      </w:r>
      <w:r w:rsidRPr="009B44A9">
        <w:rPr>
          <w:spacing w:val="-1"/>
        </w:rPr>
        <w:t xml:space="preserve"> </w:t>
      </w:r>
      <w:r w:rsidRPr="009B44A9">
        <w:t>статьи научно-популярного характера.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вслух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9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80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2"/>
        <w:spacing w:before="59"/>
        <w:jc w:val="both"/>
      </w:pPr>
      <w:r w:rsidRPr="009B44A9">
        <w:t>Орфография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пунктуация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Правильное</w:t>
      </w:r>
      <w:r w:rsidRPr="009B44A9">
        <w:rPr>
          <w:spacing w:val="-4"/>
        </w:rPr>
        <w:t xml:space="preserve"> </w:t>
      </w:r>
      <w:r w:rsidRPr="009B44A9">
        <w:t>написание</w:t>
      </w:r>
      <w:r w:rsidRPr="009B44A9">
        <w:rPr>
          <w:spacing w:val="-3"/>
        </w:rPr>
        <w:t xml:space="preserve"> </w:t>
      </w:r>
      <w:r w:rsidRPr="009B44A9">
        <w:t>изученных</w:t>
      </w:r>
      <w:r w:rsidRPr="009B44A9">
        <w:rPr>
          <w:spacing w:val="-3"/>
        </w:rPr>
        <w:t xml:space="preserve"> </w:t>
      </w:r>
      <w:r w:rsidRPr="009B44A9">
        <w:t>слов.</w:t>
      </w:r>
    </w:p>
    <w:p w:rsidR="00E76AB9" w:rsidRPr="009B44A9" w:rsidRDefault="00E76AB9" w:rsidP="007940B1">
      <w:pPr>
        <w:pStyle w:val="BodyText"/>
        <w:spacing w:before="60" w:line="292" w:lineRule="auto"/>
        <w:ind w:right="287" w:firstLine="180"/>
        <w:jc w:val="both"/>
      </w:pPr>
      <w:r w:rsidRPr="009B44A9">
        <w:t>Правильное использование знаков препинания: точки, вопросительного и восклицательного знаков</w:t>
      </w:r>
      <w:r w:rsidRPr="009B44A9">
        <w:rPr>
          <w:spacing w:val="-58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конце предложения;</w:t>
      </w:r>
      <w:r w:rsidRPr="009B44A9">
        <w:rPr>
          <w:spacing w:val="-1"/>
        </w:rPr>
        <w:t xml:space="preserve"> </w:t>
      </w:r>
      <w:r w:rsidRPr="009B44A9">
        <w:t>запятой при перечислении.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Пунктуационно правильное, в соответствии с нормами речевого этикета, принятыми в</w:t>
      </w:r>
      <w:r w:rsidRPr="009B44A9">
        <w:rPr>
          <w:spacing w:val="1"/>
        </w:rPr>
        <w:t xml:space="preserve"> </w:t>
      </w:r>
      <w:r w:rsidRPr="009B44A9">
        <w:t>стране/странах</w:t>
      </w:r>
      <w:r w:rsidRPr="009B44A9">
        <w:rPr>
          <w:spacing w:val="-5"/>
        </w:rPr>
        <w:t xml:space="preserve"> </w:t>
      </w:r>
      <w:r w:rsidRPr="009B44A9">
        <w:t>изучаемого</w:t>
      </w:r>
      <w:r w:rsidRPr="009B44A9">
        <w:rPr>
          <w:spacing w:val="-5"/>
        </w:rPr>
        <w:t xml:space="preserve"> </w:t>
      </w:r>
      <w:r w:rsidRPr="009B44A9">
        <w:t>языка,</w:t>
      </w:r>
      <w:r w:rsidRPr="009B44A9">
        <w:rPr>
          <w:spacing w:val="-5"/>
        </w:rPr>
        <w:t xml:space="preserve"> </w:t>
      </w:r>
      <w:r w:rsidRPr="009B44A9">
        <w:t>оформление</w:t>
      </w:r>
      <w:r w:rsidRPr="009B44A9">
        <w:rPr>
          <w:spacing w:val="-5"/>
        </w:rPr>
        <w:t xml:space="preserve"> </w:t>
      </w:r>
      <w:r w:rsidRPr="009B44A9">
        <w:t>электронного</w:t>
      </w:r>
      <w:r w:rsidRPr="009B44A9">
        <w:rPr>
          <w:spacing w:val="-5"/>
        </w:rPr>
        <w:t xml:space="preserve"> </w:t>
      </w:r>
      <w:r w:rsidRPr="009B44A9">
        <w:t>сообщения</w:t>
      </w:r>
      <w:r w:rsidRPr="009B44A9">
        <w:rPr>
          <w:spacing w:val="-5"/>
        </w:rPr>
        <w:t xml:space="preserve"> </w:t>
      </w:r>
      <w:r w:rsidRPr="009B44A9">
        <w:t>личного</w:t>
      </w:r>
      <w:r w:rsidRPr="009B44A9">
        <w:rPr>
          <w:spacing w:val="-5"/>
        </w:rPr>
        <w:t xml:space="preserve"> </w:t>
      </w:r>
      <w:r w:rsidRPr="009B44A9">
        <w:t>характера.</w:t>
      </w:r>
    </w:p>
    <w:p w:rsidR="00E76AB9" w:rsidRPr="009B44A9" w:rsidRDefault="00E76AB9" w:rsidP="007940B1">
      <w:pPr>
        <w:pStyle w:val="Heading2"/>
        <w:spacing w:line="275" w:lineRule="exact"/>
        <w:jc w:val="both"/>
      </w:pPr>
      <w:r w:rsidRPr="009B44A9">
        <w:t>Лексическая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59" w:line="292" w:lineRule="auto"/>
        <w:ind w:right="195" w:firstLine="180"/>
        <w:jc w:val="both"/>
      </w:pPr>
      <w:r w:rsidRPr="009B44A9">
        <w:t xml:space="preserve">Распознавание в звучащем и письменном тексте </w:t>
      </w:r>
      <w:r w:rsidRPr="009B44A9">
        <w:rPr>
          <w:i/>
        </w:rPr>
        <w:t xml:space="preserve">650 лексических единиц </w:t>
      </w:r>
      <w:r w:rsidRPr="009B44A9">
        <w:t>и правильное употребление</w:t>
      </w:r>
      <w:r w:rsidRPr="009B44A9">
        <w:rPr>
          <w:spacing w:val="-57"/>
        </w:rPr>
        <w:t xml:space="preserve"> </w:t>
      </w:r>
      <w:r w:rsidRPr="009B44A9">
        <w:t xml:space="preserve">в устной и письменной речи </w:t>
      </w:r>
      <w:r w:rsidRPr="009B44A9">
        <w:rPr>
          <w:i/>
        </w:rPr>
        <w:t>600 лексических единиц</w:t>
      </w:r>
      <w:r w:rsidRPr="009B44A9">
        <w:t>, обслуживающих ситуации общения в рамках</w:t>
      </w:r>
      <w:r w:rsidRPr="009B44A9">
        <w:rPr>
          <w:spacing w:val="1"/>
        </w:rPr>
        <w:t xml:space="preserve"> </w:t>
      </w:r>
      <w:r w:rsidRPr="009B44A9">
        <w:t>отобранного тематического содержания, с соблюдением существующей нормы лексической</w:t>
      </w:r>
      <w:r w:rsidRPr="009B44A9">
        <w:rPr>
          <w:spacing w:val="1"/>
        </w:rPr>
        <w:t xml:space="preserve"> </w:t>
      </w:r>
      <w:r w:rsidRPr="009B44A9">
        <w:t>сочетаемости.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Распознавание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звучащем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письменном</w:t>
      </w:r>
      <w:r w:rsidRPr="009B44A9">
        <w:rPr>
          <w:spacing w:val="-3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употребление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устной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8" w:line="292" w:lineRule="auto"/>
        <w:ind w:right="845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изученных лексических единиц, синонимов, антонимов и наиболее частотных фразовых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глаголов;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7" w:line="292" w:lineRule="auto"/>
        <w:ind w:right="410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различных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средств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связи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обеспечения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логичности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целостности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высказывания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(d’abord,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ensuite,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encore, donc и др.).</w:t>
      </w:r>
    </w:p>
    <w:p w:rsidR="00E76AB9" w:rsidRPr="009B44A9" w:rsidRDefault="00E76AB9" w:rsidP="007940B1">
      <w:pPr>
        <w:pStyle w:val="BodyText"/>
        <w:spacing w:before="107"/>
        <w:ind w:left="286"/>
        <w:jc w:val="both"/>
      </w:pPr>
      <w:r w:rsidRPr="009B44A9">
        <w:t>Распознавание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образование</w:t>
      </w:r>
      <w:r w:rsidRPr="009B44A9">
        <w:rPr>
          <w:spacing w:val="-4"/>
        </w:rPr>
        <w:t xml:space="preserve"> </w:t>
      </w:r>
      <w:r w:rsidRPr="009B44A9">
        <w:t>родственных</w:t>
      </w:r>
      <w:r w:rsidRPr="009B44A9">
        <w:rPr>
          <w:spacing w:val="-4"/>
        </w:rPr>
        <w:t xml:space="preserve"> </w:t>
      </w:r>
      <w:r w:rsidRPr="009B44A9">
        <w:t>слов</w:t>
      </w:r>
      <w:r w:rsidRPr="009B44A9">
        <w:rPr>
          <w:spacing w:val="-5"/>
        </w:rPr>
        <w:t xml:space="preserve"> </w:t>
      </w:r>
      <w:r w:rsidRPr="009B44A9">
        <w:t>с</w:t>
      </w:r>
      <w:r w:rsidRPr="009B44A9">
        <w:rPr>
          <w:spacing w:val="-4"/>
        </w:rPr>
        <w:t xml:space="preserve"> </w:t>
      </w:r>
      <w:r w:rsidRPr="009B44A9">
        <w:t>использованием</w:t>
      </w:r>
      <w:r w:rsidRPr="009B44A9">
        <w:rPr>
          <w:spacing w:val="-3"/>
        </w:rPr>
        <w:t xml:space="preserve"> </w:t>
      </w:r>
      <w:r w:rsidRPr="009B44A9">
        <w:t>аффиксации: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имён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прилагательных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-al/-ale;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8" w:line="292" w:lineRule="auto"/>
        <w:ind w:right="23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глаголов, имён существительных, имён прилагательных и наречий с помощью отрицательных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префиксов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-in/im-, dé-/dés-.</w:t>
      </w:r>
    </w:p>
    <w:p w:rsidR="00E76AB9" w:rsidRPr="009B44A9" w:rsidRDefault="00E76AB9" w:rsidP="007940B1">
      <w:pPr>
        <w:pStyle w:val="BodyText"/>
        <w:spacing w:before="107" w:line="292" w:lineRule="auto"/>
        <w:ind w:right="509" w:firstLine="180"/>
        <w:jc w:val="both"/>
      </w:pPr>
      <w:r w:rsidRPr="009B44A9">
        <w:t>Распознавание в звучащем и письменном тексте и образование сложных существительных путём</w:t>
      </w:r>
      <w:r w:rsidRPr="009B44A9">
        <w:rPr>
          <w:spacing w:val="-58"/>
        </w:rPr>
        <w:t xml:space="preserve"> </w:t>
      </w:r>
      <w:r w:rsidRPr="009B44A9">
        <w:t>словосложения: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0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существительное</w:t>
      </w:r>
      <w:r w:rsidRPr="009B44A9">
        <w:rPr>
          <w:spacing w:val="-8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8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(télécarte);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существительное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предлог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(sac-à-dos);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прилагательное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(cybercafé);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местоимение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(rendez-vous);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(passe-temps);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предлог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(sous-sol).</w:t>
      </w:r>
    </w:p>
    <w:p w:rsidR="00E76AB9" w:rsidRPr="009B44A9" w:rsidRDefault="00E76AB9" w:rsidP="007940B1">
      <w:pPr>
        <w:pStyle w:val="Heading2"/>
        <w:spacing w:before="169"/>
        <w:jc w:val="both"/>
      </w:pPr>
      <w:r w:rsidRPr="009B44A9">
        <w:t>Грамматическая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Распознавание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звучащем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письменном</w:t>
      </w:r>
      <w:r w:rsidRPr="009B44A9">
        <w:rPr>
          <w:spacing w:val="-3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употребление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устной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BodyText"/>
        <w:spacing w:before="60" w:line="292" w:lineRule="auto"/>
        <w:ind w:right="1177" w:firstLine="180"/>
        <w:jc w:val="both"/>
      </w:pPr>
      <w:r w:rsidRPr="009B44A9">
        <w:t>—образование, распознавание и употребление в устной и письменной речи plus-que-parfait</w:t>
      </w:r>
      <w:r w:rsidRPr="009B44A9">
        <w:rPr>
          <w:spacing w:val="-58"/>
        </w:rPr>
        <w:t xml:space="preserve"> </w:t>
      </w:r>
      <w:r w:rsidRPr="009B44A9">
        <w:t>(предпрошедшего</w:t>
      </w:r>
      <w:r w:rsidRPr="009B44A9">
        <w:rPr>
          <w:spacing w:val="-1"/>
        </w:rPr>
        <w:t xml:space="preserve"> </w:t>
      </w:r>
      <w:r w:rsidRPr="009B44A9">
        <w:t>времени);</w:t>
      </w:r>
    </w:p>
    <w:p w:rsidR="00E76AB9" w:rsidRPr="009B44A9" w:rsidRDefault="00E76AB9" w:rsidP="007940B1">
      <w:pPr>
        <w:pStyle w:val="BodyText"/>
        <w:spacing w:line="292" w:lineRule="auto"/>
        <w:ind w:right="410" w:firstLine="180"/>
        <w:jc w:val="both"/>
      </w:pPr>
      <w:r w:rsidRPr="009B44A9">
        <w:t>—образование, распознавание и употребление в устной и письменной речи futur simple (будущего</w:t>
      </w:r>
      <w:r w:rsidRPr="009B44A9">
        <w:rPr>
          <w:spacing w:val="-57"/>
        </w:rPr>
        <w:t xml:space="preserve"> </w:t>
      </w:r>
      <w:r w:rsidRPr="009B44A9">
        <w:t>простого</w:t>
      </w:r>
      <w:r w:rsidRPr="009B44A9">
        <w:rPr>
          <w:spacing w:val="-1"/>
        </w:rPr>
        <w:t xml:space="preserve"> </w:t>
      </w:r>
      <w:r w:rsidRPr="009B44A9">
        <w:t>времени);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—употребление</w:t>
      </w:r>
      <w:r w:rsidRPr="009B44A9">
        <w:rPr>
          <w:spacing w:val="-2"/>
        </w:rPr>
        <w:t xml:space="preserve"> </w:t>
      </w:r>
      <w:r w:rsidRPr="009B44A9">
        <w:t>предлогов</w:t>
      </w:r>
      <w:r w:rsidRPr="009B44A9">
        <w:rPr>
          <w:spacing w:val="-3"/>
        </w:rPr>
        <w:t xml:space="preserve"> </w:t>
      </w:r>
      <w:r w:rsidRPr="009B44A9">
        <w:t>à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de.</w:t>
      </w:r>
    </w:p>
    <w:p w:rsidR="00E76AB9" w:rsidRPr="009B44A9" w:rsidRDefault="00E76AB9" w:rsidP="007940B1">
      <w:pPr>
        <w:pStyle w:val="BodyText"/>
        <w:spacing w:before="59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согласование</w:t>
      </w:r>
      <w:r w:rsidRPr="009B44A9">
        <w:rPr>
          <w:spacing w:val="-4"/>
          <w:lang w:val="fr-FR"/>
        </w:rPr>
        <w:t xml:space="preserve"> </w:t>
      </w:r>
      <w:r w:rsidRPr="009B44A9">
        <w:t>времён</w:t>
      </w:r>
      <w:r w:rsidRPr="009B44A9">
        <w:rPr>
          <w:spacing w:val="-3"/>
          <w:lang w:val="fr-FR"/>
        </w:rPr>
        <w:t xml:space="preserve"> </w:t>
      </w:r>
      <w:r w:rsidRPr="009B44A9">
        <w:t>в</w:t>
      </w:r>
      <w:r w:rsidRPr="009B44A9">
        <w:rPr>
          <w:spacing w:val="-4"/>
          <w:lang w:val="fr-FR"/>
        </w:rPr>
        <w:t xml:space="preserve"> </w:t>
      </w:r>
      <w:r w:rsidRPr="009B44A9">
        <w:t>косвенной</w:t>
      </w:r>
      <w:r w:rsidRPr="009B44A9">
        <w:rPr>
          <w:spacing w:val="-3"/>
          <w:lang w:val="fr-FR"/>
        </w:rPr>
        <w:t xml:space="preserve"> </w:t>
      </w:r>
      <w:r w:rsidRPr="009B44A9">
        <w:t>речи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(concordance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des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temps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dans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le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discours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indirect);</w:t>
      </w:r>
    </w:p>
    <w:p w:rsidR="00E76AB9" w:rsidRPr="009B44A9" w:rsidRDefault="00E76AB9" w:rsidP="007940B1">
      <w:pPr>
        <w:jc w:val="both"/>
        <w:rPr>
          <w:sz w:val="24"/>
          <w:szCs w:val="24"/>
          <w:lang w:val="fr-FR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6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употребление</w:t>
      </w:r>
      <w:r w:rsidRPr="009B44A9">
        <w:rPr>
          <w:spacing w:val="-4"/>
          <w:lang w:val="fr-FR"/>
        </w:rPr>
        <w:t xml:space="preserve"> </w:t>
      </w:r>
      <w:r w:rsidRPr="009B44A9">
        <w:t>неопределённого</w:t>
      </w:r>
      <w:r w:rsidRPr="009B44A9">
        <w:rPr>
          <w:spacing w:val="-4"/>
          <w:lang w:val="fr-FR"/>
        </w:rPr>
        <w:t xml:space="preserve"> </w:t>
      </w:r>
      <w:r w:rsidRPr="009B44A9">
        <w:t>местоимения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tout;</w:t>
      </w:r>
    </w:p>
    <w:p w:rsidR="00E76AB9" w:rsidRPr="009B44A9" w:rsidRDefault="00E76AB9" w:rsidP="007940B1">
      <w:pPr>
        <w:pStyle w:val="BodyText"/>
        <w:spacing w:before="60" w:line="292" w:lineRule="auto"/>
        <w:ind w:right="1555" w:firstLine="180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согласование</w:t>
      </w:r>
      <w:r w:rsidRPr="009B44A9">
        <w:rPr>
          <w:lang w:val="fr-FR"/>
        </w:rPr>
        <w:t xml:space="preserve"> </w:t>
      </w:r>
      <w:r w:rsidRPr="009B44A9">
        <w:t>глагольных</w:t>
      </w:r>
      <w:r w:rsidRPr="009B44A9">
        <w:rPr>
          <w:lang w:val="fr-FR"/>
        </w:rPr>
        <w:t xml:space="preserve"> </w:t>
      </w:r>
      <w:r w:rsidRPr="009B44A9">
        <w:t>времён</w:t>
      </w:r>
      <w:r w:rsidRPr="009B44A9">
        <w:rPr>
          <w:lang w:val="fr-FR"/>
        </w:rPr>
        <w:t xml:space="preserve"> </w:t>
      </w:r>
      <w:r w:rsidRPr="009B44A9">
        <w:t>при</w:t>
      </w:r>
      <w:r w:rsidRPr="009B44A9">
        <w:rPr>
          <w:lang w:val="fr-FR"/>
        </w:rPr>
        <w:t xml:space="preserve"> </w:t>
      </w:r>
      <w:r w:rsidRPr="009B44A9">
        <w:t>косвенном</w:t>
      </w:r>
      <w:r w:rsidRPr="009B44A9">
        <w:rPr>
          <w:lang w:val="fr-FR"/>
        </w:rPr>
        <w:t xml:space="preserve"> </w:t>
      </w:r>
      <w:r w:rsidRPr="009B44A9">
        <w:t>вопросе</w:t>
      </w:r>
      <w:r w:rsidRPr="009B44A9">
        <w:rPr>
          <w:lang w:val="fr-FR"/>
        </w:rPr>
        <w:t xml:space="preserve"> (concordance des temps dans</w:t>
      </w:r>
      <w:r w:rsidRPr="009B44A9">
        <w:rPr>
          <w:spacing w:val="-57"/>
          <w:lang w:val="fr-FR"/>
        </w:rPr>
        <w:t xml:space="preserve"> </w:t>
      </w:r>
      <w:r w:rsidRPr="009B44A9">
        <w:rPr>
          <w:lang w:val="fr-FR"/>
        </w:rPr>
        <w:t>l’interrogation</w:t>
      </w:r>
      <w:r w:rsidRPr="009B44A9">
        <w:rPr>
          <w:spacing w:val="-1"/>
          <w:lang w:val="fr-FR"/>
        </w:rPr>
        <w:t xml:space="preserve"> </w:t>
      </w:r>
      <w:r w:rsidRPr="009B44A9">
        <w:rPr>
          <w:lang w:val="fr-FR"/>
        </w:rPr>
        <w:t>indirecte);</w:t>
      </w:r>
    </w:p>
    <w:p w:rsidR="00E76AB9" w:rsidRPr="009B44A9" w:rsidRDefault="00E76AB9" w:rsidP="007940B1">
      <w:pPr>
        <w:pStyle w:val="BodyText"/>
        <w:spacing w:line="292" w:lineRule="auto"/>
        <w:ind w:right="911" w:firstLine="180"/>
        <w:jc w:val="both"/>
      </w:pPr>
      <w:r w:rsidRPr="009B44A9">
        <w:t>—употребление глагольных времен после si условного и после si, вводящего косвенную речь</w:t>
      </w:r>
      <w:r w:rsidRPr="009B44A9">
        <w:rPr>
          <w:spacing w:val="-58"/>
        </w:rPr>
        <w:t xml:space="preserve"> </w:t>
      </w:r>
      <w:r w:rsidRPr="009B44A9">
        <w:t>(emploi</w:t>
      </w:r>
      <w:r w:rsidRPr="009B44A9">
        <w:rPr>
          <w:spacing w:val="-2"/>
        </w:rPr>
        <w:t xml:space="preserve"> </w:t>
      </w:r>
      <w:r w:rsidRPr="009B44A9">
        <w:t>des temps après si);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—употребление</w:t>
      </w:r>
      <w:r w:rsidRPr="009B44A9">
        <w:rPr>
          <w:spacing w:val="-4"/>
        </w:rPr>
        <w:t xml:space="preserve"> </w:t>
      </w:r>
      <w:r w:rsidRPr="009B44A9">
        <w:t>предлога</w:t>
      </w:r>
      <w:r w:rsidRPr="009B44A9">
        <w:rPr>
          <w:spacing w:val="-3"/>
        </w:rPr>
        <w:t xml:space="preserve"> </w:t>
      </w:r>
      <w:r w:rsidRPr="009B44A9">
        <w:t>«de»</w:t>
      </w:r>
      <w:r w:rsidRPr="009B44A9">
        <w:rPr>
          <w:spacing w:val="-3"/>
        </w:rPr>
        <w:t xml:space="preserve"> </w:t>
      </w:r>
      <w:r w:rsidRPr="009B44A9">
        <w:t>после</w:t>
      </w:r>
      <w:r w:rsidRPr="009B44A9">
        <w:rPr>
          <w:spacing w:val="-4"/>
        </w:rPr>
        <w:t xml:space="preserve"> </w:t>
      </w:r>
      <w:r w:rsidRPr="009B44A9">
        <w:t>слов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выражений,</w:t>
      </w:r>
      <w:r w:rsidRPr="009B44A9">
        <w:rPr>
          <w:spacing w:val="-4"/>
        </w:rPr>
        <w:t xml:space="preserve"> </w:t>
      </w:r>
      <w:r w:rsidRPr="009B44A9">
        <w:t>обозначающих</w:t>
      </w:r>
      <w:r w:rsidRPr="009B44A9">
        <w:rPr>
          <w:spacing w:val="-3"/>
        </w:rPr>
        <w:t xml:space="preserve"> </w:t>
      </w:r>
      <w:r w:rsidRPr="009B44A9">
        <w:t>количество;</w:t>
      </w:r>
    </w:p>
    <w:p w:rsidR="00E76AB9" w:rsidRPr="009B44A9" w:rsidRDefault="00E76AB9" w:rsidP="007940B1">
      <w:pPr>
        <w:pStyle w:val="BodyText"/>
        <w:spacing w:before="59"/>
        <w:ind w:left="286"/>
        <w:jc w:val="both"/>
      </w:pPr>
      <w:r w:rsidRPr="009B44A9">
        <w:t>—употребление</w:t>
      </w:r>
      <w:r w:rsidRPr="009B44A9">
        <w:rPr>
          <w:spacing w:val="-4"/>
        </w:rPr>
        <w:t xml:space="preserve"> </w:t>
      </w:r>
      <w:r w:rsidRPr="009B44A9">
        <w:t>местоимения</w:t>
      </w:r>
      <w:r w:rsidRPr="009B44A9">
        <w:rPr>
          <w:spacing w:val="-3"/>
        </w:rPr>
        <w:t xml:space="preserve"> </w:t>
      </w:r>
      <w:r w:rsidRPr="009B44A9">
        <w:t>«en»;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—образование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употребление</w:t>
      </w:r>
      <w:r w:rsidRPr="009B44A9">
        <w:rPr>
          <w:spacing w:val="-4"/>
        </w:rPr>
        <w:t xml:space="preserve"> </w:t>
      </w:r>
      <w:r w:rsidRPr="009B44A9">
        <w:t>деепричастия</w:t>
      </w:r>
      <w:r w:rsidRPr="009B44A9">
        <w:rPr>
          <w:spacing w:val="-5"/>
        </w:rPr>
        <w:t xml:space="preserve"> </w:t>
      </w:r>
      <w:r w:rsidRPr="009B44A9">
        <w:t>несовершенного</w:t>
      </w:r>
      <w:r w:rsidRPr="009B44A9">
        <w:rPr>
          <w:spacing w:val="-5"/>
        </w:rPr>
        <w:t xml:space="preserve"> </w:t>
      </w:r>
      <w:r w:rsidRPr="009B44A9">
        <w:t>вида</w:t>
      </w:r>
      <w:r w:rsidRPr="009B44A9">
        <w:rPr>
          <w:spacing w:val="-4"/>
        </w:rPr>
        <w:t xml:space="preserve"> </w:t>
      </w:r>
      <w:r w:rsidRPr="009B44A9">
        <w:t>(gérondif);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—образование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употребление</w:t>
      </w:r>
      <w:r w:rsidRPr="009B44A9">
        <w:rPr>
          <w:spacing w:val="-4"/>
        </w:rPr>
        <w:t xml:space="preserve"> </w:t>
      </w:r>
      <w:r w:rsidRPr="009B44A9">
        <w:t>прошедшего</w:t>
      </w:r>
      <w:r w:rsidRPr="009B44A9">
        <w:rPr>
          <w:spacing w:val="-4"/>
        </w:rPr>
        <w:t xml:space="preserve"> </w:t>
      </w:r>
      <w:r w:rsidRPr="009B44A9">
        <w:t>законченного</w:t>
      </w:r>
      <w:r w:rsidRPr="009B44A9">
        <w:rPr>
          <w:spacing w:val="-4"/>
        </w:rPr>
        <w:t xml:space="preserve"> </w:t>
      </w:r>
      <w:r w:rsidRPr="009B44A9">
        <w:t>времени</w:t>
      </w:r>
      <w:r w:rsidRPr="009B44A9">
        <w:rPr>
          <w:spacing w:val="-4"/>
        </w:rPr>
        <w:t xml:space="preserve"> </w:t>
      </w:r>
      <w:r w:rsidRPr="009B44A9">
        <w:t>(passé</w:t>
      </w:r>
      <w:r w:rsidRPr="009B44A9">
        <w:rPr>
          <w:spacing w:val="-4"/>
        </w:rPr>
        <w:t xml:space="preserve"> </w:t>
      </w:r>
      <w:r w:rsidRPr="009B44A9">
        <w:t>simple).</w:t>
      </w:r>
    </w:p>
    <w:p w:rsidR="00E76AB9" w:rsidRPr="009B44A9" w:rsidRDefault="00E76AB9" w:rsidP="007940B1">
      <w:pPr>
        <w:pStyle w:val="Heading1"/>
        <w:spacing w:before="180"/>
        <w:jc w:val="both"/>
      </w:pPr>
      <w:r w:rsidRPr="009B44A9">
        <w:t>СОЦИОКУЛЬТУРНЫЕ</w:t>
      </w:r>
      <w:r w:rsidRPr="009B44A9">
        <w:rPr>
          <w:spacing w:val="-7"/>
        </w:rPr>
        <w:t xml:space="preserve"> </w:t>
      </w:r>
      <w:r w:rsidRPr="009B44A9">
        <w:t>ЗНАНИЯ</w:t>
      </w:r>
      <w:r w:rsidRPr="009B44A9">
        <w:rPr>
          <w:spacing w:val="-7"/>
        </w:rPr>
        <w:t xml:space="preserve"> </w:t>
      </w:r>
      <w:r w:rsidRPr="009B44A9">
        <w:t>И</w:t>
      </w:r>
      <w:r w:rsidRPr="009B44A9">
        <w:rPr>
          <w:spacing w:val="-6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firstLine="180"/>
        <w:jc w:val="both"/>
      </w:pPr>
      <w:r w:rsidRPr="009B44A9">
        <w:t>Знание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использование</w:t>
      </w:r>
      <w:r w:rsidRPr="009B44A9">
        <w:rPr>
          <w:spacing w:val="-4"/>
        </w:rPr>
        <w:t xml:space="preserve"> </w:t>
      </w:r>
      <w:r w:rsidRPr="009B44A9">
        <w:t>отдельных</w:t>
      </w:r>
      <w:r w:rsidRPr="009B44A9">
        <w:rPr>
          <w:spacing w:val="-4"/>
        </w:rPr>
        <w:t xml:space="preserve"> </w:t>
      </w:r>
      <w:r w:rsidRPr="009B44A9">
        <w:t>социокультурных</w:t>
      </w:r>
      <w:r w:rsidRPr="009B44A9">
        <w:rPr>
          <w:spacing w:val="-4"/>
        </w:rPr>
        <w:t xml:space="preserve"> </w:t>
      </w:r>
      <w:r w:rsidRPr="009B44A9">
        <w:t>элементов</w:t>
      </w:r>
      <w:r w:rsidRPr="009B44A9">
        <w:rPr>
          <w:spacing w:val="-5"/>
        </w:rPr>
        <w:t xml:space="preserve"> </w:t>
      </w:r>
      <w:r w:rsidRPr="009B44A9">
        <w:t>речевого</w:t>
      </w:r>
      <w:r w:rsidRPr="009B44A9">
        <w:rPr>
          <w:spacing w:val="-4"/>
        </w:rPr>
        <w:t xml:space="preserve"> </w:t>
      </w:r>
      <w:r w:rsidRPr="009B44A9">
        <w:t>поведенческого</w:t>
      </w:r>
      <w:r w:rsidRPr="009B44A9">
        <w:rPr>
          <w:spacing w:val="-4"/>
        </w:rPr>
        <w:t xml:space="preserve"> </w:t>
      </w:r>
      <w:r w:rsidRPr="009B44A9">
        <w:t>этикета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57"/>
        </w:rPr>
        <w:t xml:space="preserve"> </w:t>
      </w:r>
      <w:r w:rsidRPr="009B44A9">
        <w:t>стране/странах изучаемого языка в рамках тематического содержания (в ситуациях общения, в том</w:t>
      </w:r>
      <w:r w:rsidRPr="009B44A9">
        <w:rPr>
          <w:spacing w:val="1"/>
        </w:rPr>
        <w:t xml:space="preserve"> </w:t>
      </w:r>
      <w:r w:rsidRPr="009B44A9">
        <w:t>числе</w:t>
      </w:r>
      <w:r w:rsidRPr="009B44A9">
        <w:rPr>
          <w:spacing w:val="-1"/>
        </w:rPr>
        <w:t xml:space="preserve"> </w:t>
      </w:r>
      <w:r w:rsidRPr="009B44A9">
        <w:t>«В</w:t>
      </w:r>
      <w:r w:rsidRPr="009B44A9">
        <w:rPr>
          <w:spacing w:val="-1"/>
        </w:rPr>
        <w:t xml:space="preserve"> </w:t>
      </w:r>
      <w:r w:rsidRPr="009B44A9">
        <w:t>городе»,</w:t>
      </w:r>
      <w:r w:rsidRPr="009B44A9">
        <w:rPr>
          <w:spacing w:val="-1"/>
        </w:rPr>
        <w:t xml:space="preserve"> </w:t>
      </w:r>
      <w:r w:rsidRPr="009B44A9">
        <w:t>«Проведение досуга», «Во</w:t>
      </w:r>
      <w:r w:rsidRPr="009B44A9">
        <w:rPr>
          <w:spacing w:val="-1"/>
        </w:rPr>
        <w:t xml:space="preserve"> </w:t>
      </w:r>
      <w:r w:rsidRPr="009B44A9">
        <w:t>время</w:t>
      </w:r>
      <w:r w:rsidRPr="009B44A9">
        <w:rPr>
          <w:spacing w:val="-1"/>
        </w:rPr>
        <w:t xml:space="preserve"> </w:t>
      </w:r>
      <w:r w:rsidRPr="009B44A9">
        <w:t>путешествия»).</w:t>
      </w:r>
    </w:p>
    <w:p w:rsidR="00E76AB9" w:rsidRPr="009B44A9" w:rsidRDefault="00E76AB9" w:rsidP="007940B1">
      <w:pPr>
        <w:pStyle w:val="BodyText"/>
        <w:spacing w:line="292" w:lineRule="auto"/>
        <w:ind w:right="180" w:firstLine="180"/>
        <w:jc w:val="both"/>
      </w:pPr>
      <w:r w:rsidRPr="009B44A9">
        <w:t>Знание и использование в устной и письменной речи наиболее употребительной тематической</w:t>
      </w:r>
      <w:r w:rsidRPr="009B44A9">
        <w:rPr>
          <w:spacing w:val="1"/>
        </w:rPr>
        <w:t xml:space="preserve"> </w:t>
      </w:r>
      <w:r w:rsidRPr="009B44A9">
        <w:t>фоновой лексики и реалий в рамках отобранного тематического содержания (основные национальные</w:t>
      </w:r>
      <w:r w:rsidRPr="009B44A9">
        <w:rPr>
          <w:spacing w:val="-57"/>
        </w:rPr>
        <w:t xml:space="preserve"> </w:t>
      </w:r>
      <w:r w:rsidRPr="009B44A9">
        <w:t>праздники,</w:t>
      </w:r>
      <w:r w:rsidRPr="009B44A9">
        <w:rPr>
          <w:spacing w:val="-1"/>
        </w:rPr>
        <w:t xml:space="preserve"> </w:t>
      </w:r>
      <w:r w:rsidRPr="009B44A9">
        <w:t>традиции в</w:t>
      </w:r>
      <w:r w:rsidRPr="009B44A9">
        <w:rPr>
          <w:spacing w:val="-1"/>
        </w:rPr>
        <w:t xml:space="preserve"> </w:t>
      </w:r>
      <w:r w:rsidRPr="009B44A9">
        <w:t>питании и проведении</w:t>
      </w:r>
      <w:r w:rsidRPr="009B44A9">
        <w:rPr>
          <w:spacing w:val="-1"/>
        </w:rPr>
        <w:t xml:space="preserve"> </w:t>
      </w:r>
      <w:r w:rsidRPr="009B44A9">
        <w:t>досуга).</w:t>
      </w:r>
    </w:p>
    <w:p w:rsidR="00E76AB9" w:rsidRPr="009B44A9" w:rsidRDefault="00E76AB9" w:rsidP="007940B1">
      <w:pPr>
        <w:pStyle w:val="BodyText"/>
        <w:spacing w:line="292" w:lineRule="auto"/>
        <w:ind w:right="297" w:firstLine="180"/>
        <w:jc w:val="both"/>
      </w:pPr>
      <w:r w:rsidRPr="009B44A9">
        <w:t>Социокультурный портрет родной страны и страны/стран изучаемого языка: знакомство с</w:t>
      </w:r>
      <w:r w:rsidRPr="009B44A9">
        <w:rPr>
          <w:spacing w:val="1"/>
        </w:rPr>
        <w:t xml:space="preserve"> </w:t>
      </w:r>
      <w:r w:rsidRPr="009B44A9">
        <w:t>традициями проведения основных национальных праздников (Рождества, Нового года, Дня матери и</w:t>
      </w:r>
      <w:r w:rsidRPr="009B44A9">
        <w:rPr>
          <w:spacing w:val="-58"/>
        </w:rPr>
        <w:t xml:space="preserve"> </w:t>
      </w:r>
      <w:r w:rsidRPr="009B44A9">
        <w:t>т.д.); с особенностями образа жизни и культуры страны/стран изучаемого языка (известными</w:t>
      </w:r>
      <w:r w:rsidRPr="009B44A9">
        <w:rPr>
          <w:spacing w:val="1"/>
        </w:rPr>
        <w:t xml:space="preserve"> </w:t>
      </w:r>
      <w:r w:rsidRPr="009B44A9">
        <w:t>достопримечательностями; некоторыми выдающимися людьми); с доступными в языковом</w:t>
      </w:r>
      <w:r w:rsidRPr="009B44A9">
        <w:rPr>
          <w:spacing w:val="1"/>
        </w:rPr>
        <w:t xml:space="preserve"> </w:t>
      </w:r>
      <w:r w:rsidRPr="009B44A9">
        <w:t>отношении</w:t>
      </w:r>
      <w:r w:rsidRPr="009B44A9">
        <w:rPr>
          <w:spacing w:val="-1"/>
        </w:rPr>
        <w:t xml:space="preserve"> </w:t>
      </w:r>
      <w:r w:rsidRPr="009B44A9">
        <w:t>образцами поэзии</w:t>
      </w:r>
      <w:r w:rsidRPr="009B44A9">
        <w:rPr>
          <w:spacing w:val="-1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прозы для</w:t>
      </w:r>
      <w:r w:rsidRPr="009B44A9">
        <w:rPr>
          <w:spacing w:val="-1"/>
        </w:rPr>
        <w:t xml:space="preserve"> </w:t>
      </w:r>
      <w:r w:rsidRPr="009B44A9">
        <w:t>подростков</w:t>
      </w:r>
      <w:r w:rsidRPr="009B44A9">
        <w:rPr>
          <w:spacing w:val="-2"/>
        </w:rPr>
        <w:t xml:space="preserve"> </w:t>
      </w:r>
      <w:r w:rsidRPr="009B44A9">
        <w:t>на французском</w:t>
      </w:r>
      <w:r w:rsidRPr="009B44A9">
        <w:rPr>
          <w:spacing w:val="-1"/>
        </w:rPr>
        <w:t xml:space="preserve"> </w:t>
      </w:r>
      <w:r w:rsidRPr="009B44A9">
        <w:t>языке.</w:t>
      </w:r>
    </w:p>
    <w:p w:rsidR="00E76AB9" w:rsidRPr="009B44A9" w:rsidRDefault="00E76AB9" w:rsidP="007940B1">
      <w:pPr>
        <w:pStyle w:val="Heading2"/>
        <w:spacing w:line="273" w:lineRule="exact"/>
        <w:jc w:val="both"/>
      </w:pPr>
      <w:r w:rsidRPr="009B44A9">
        <w:t>Развитие</w:t>
      </w:r>
      <w:r w:rsidRPr="009B44A9">
        <w:rPr>
          <w:spacing w:val="-6"/>
        </w:rPr>
        <w:t xml:space="preserve"> </w:t>
      </w:r>
      <w:r w:rsidRPr="009B44A9">
        <w:t>умений: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5" w:line="292" w:lineRule="auto"/>
        <w:ind w:right="863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писать своё имя и фамилию, а также имена и фамилии своих родственников и друзей на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правильно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оформлять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свой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адрес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(в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анкете);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228" w:line="292" w:lineRule="auto"/>
        <w:ind w:right="480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правильно оформлять электронное сообщение личного характера в соответствии с нормами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неофициального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общения,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принятыми 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стране/странах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 языка;</w:t>
      </w:r>
    </w:p>
    <w:p w:rsidR="00E76AB9" w:rsidRPr="009B44A9" w:rsidRDefault="00E76AB9" w:rsidP="007940B1">
      <w:pPr>
        <w:pStyle w:val="ListParagraph"/>
        <w:numPr>
          <w:ilvl w:val="0"/>
          <w:numId w:val="16"/>
        </w:numPr>
        <w:tabs>
          <w:tab w:val="left" w:pos="887"/>
        </w:tabs>
        <w:spacing w:before="167" w:line="292" w:lineRule="auto"/>
        <w:ind w:right="917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кратко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представлять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Россию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страну/страны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языка: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некоторые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культурные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явления (основные национальные праздники, традиции в проведении досуга и питании),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наиболее известные достопримечательности, выдающиеся люди (учёные, писатели, поэты,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спортсмены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 др.)</w:t>
      </w:r>
    </w:p>
    <w:p w:rsidR="00E76AB9" w:rsidRPr="009B44A9" w:rsidRDefault="00E76AB9" w:rsidP="007940B1">
      <w:pPr>
        <w:pStyle w:val="Heading1"/>
        <w:spacing w:before="105"/>
        <w:jc w:val="both"/>
      </w:pPr>
      <w:r w:rsidRPr="009B44A9">
        <w:t>КОМПЕНСАТОРНЫЕ</w:t>
      </w:r>
      <w:r w:rsidRPr="009B44A9">
        <w:rPr>
          <w:spacing w:val="-9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620" w:firstLine="180"/>
        <w:jc w:val="both"/>
      </w:pPr>
      <w:r w:rsidRPr="009B44A9">
        <w:t>Использование при чтении и аудировании языковой, в том числе контекстуальной, догадки; при</w:t>
      </w:r>
      <w:r w:rsidRPr="009B44A9">
        <w:rPr>
          <w:spacing w:val="-58"/>
        </w:rPr>
        <w:t xml:space="preserve"> </w:t>
      </w:r>
      <w:r w:rsidRPr="009B44A9">
        <w:t>непосредственном общении догадываться о значении незнакомых слов с помощью используемых</w:t>
      </w:r>
      <w:r w:rsidRPr="009B44A9">
        <w:rPr>
          <w:spacing w:val="-57"/>
        </w:rPr>
        <w:t xml:space="preserve"> </w:t>
      </w:r>
      <w:r w:rsidRPr="009B44A9">
        <w:t>собеседником</w:t>
      </w:r>
      <w:r w:rsidRPr="009B44A9">
        <w:rPr>
          <w:spacing w:val="-1"/>
        </w:rPr>
        <w:t xml:space="preserve"> </w:t>
      </w:r>
      <w:r w:rsidRPr="009B44A9">
        <w:t>жестов</w:t>
      </w:r>
      <w:r w:rsidRPr="009B44A9">
        <w:rPr>
          <w:spacing w:val="-1"/>
        </w:rPr>
        <w:t xml:space="preserve"> </w:t>
      </w:r>
      <w:r w:rsidRPr="009B44A9">
        <w:t>и мимики.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Переспрашивание,</w:t>
      </w:r>
      <w:r w:rsidRPr="009B44A9">
        <w:rPr>
          <w:spacing w:val="-5"/>
        </w:rPr>
        <w:t xml:space="preserve"> </w:t>
      </w:r>
      <w:r w:rsidRPr="009B44A9">
        <w:t>просьба</w:t>
      </w:r>
      <w:r w:rsidRPr="009B44A9">
        <w:rPr>
          <w:spacing w:val="-4"/>
        </w:rPr>
        <w:t xml:space="preserve"> </w:t>
      </w:r>
      <w:r w:rsidRPr="009B44A9">
        <w:t>повторить,</w:t>
      </w:r>
      <w:r w:rsidRPr="009B44A9">
        <w:rPr>
          <w:spacing w:val="-4"/>
        </w:rPr>
        <w:t xml:space="preserve"> </w:t>
      </w:r>
      <w:r w:rsidRPr="009B44A9">
        <w:t>уточняя</w:t>
      </w:r>
      <w:r w:rsidRPr="009B44A9">
        <w:rPr>
          <w:spacing w:val="-5"/>
        </w:rPr>
        <w:t xml:space="preserve"> </w:t>
      </w:r>
      <w:r w:rsidRPr="009B44A9">
        <w:t>значение</w:t>
      </w:r>
      <w:r w:rsidRPr="009B44A9">
        <w:rPr>
          <w:spacing w:val="-4"/>
        </w:rPr>
        <w:t xml:space="preserve"> </w:t>
      </w:r>
      <w:r w:rsidRPr="009B44A9">
        <w:t>незнакомых</w:t>
      </w:r>
      <w:r w:rsidRPr="009B44A9">
        <w:rPr>
          <w:spacing w:val="-4"/>
        </w:rPr>
        <w:t xml:space="preserve"> </w:t>
      </w:r>
      <w:r w:rsidRPr="009B44A9">
        <w:t>слов.</w:t>
      </w:r>
    </w:p>
    <w:p w:rsidR="00E76AB9" w:rsidRPr="009B44A9" w:rsidRDefault="00E76AB9" w:rsidP="007940B1">
      <w:pPr>
        <w:pStyle w:val="BodyText"/>
        <w:spacing w:before="61" w:line="292" w:lineRule="auto"/>
        <w:ind w:right="787" w:firstLine="180"/>
        <w:jc w:val="both"/>
      </w:pPr>
      <w:r w:rsidRPr="009B44A9">
        <w:t>Использование в качестве опоры при составлении собственных высказываний ключевых слов,</w:t>
      </w:r>
      <w:r w:rsidRPr="009B44A9">
        <w:rPr>
          <w:spacing w:val="-58"/>
        </w:rPr>
        <w:t xml:space="preserve"> </w:t>
      </w:r>
      <w:r w:rsidRPr="009B44A9">
        <w:t>плана.</w:t>
      </w:r>
    </w:p>
    <w:p w:rsidR="00E76AB9" w:rsidRPr="009B44A9" w:rsidRDefault="00E76AB9" w:rsidP="007940B1">
      <w:pPr>
        <w:pStyle w:val="BodyText"/>
        <w:spacing w:line="292" w:lineRule="auto"/>
        <w:ind w:right="460" w:firstLine="180"/>
        <w:jc w:val="both"/>
      </w:pPr>
      <w:r w:rsidRPr="009B44A9">
        <w:t>Игнорирование информации, не являющейся необходимой для понимания основного содержания</w:t>
      </w:r>
      <w:r w:rsidRPr="009B44A9">
        <w:rPr>
          <w:spacing w:val="-57"/>
        </w:rPr>
        <w:t xml:space="preserve"> </w:t>
      </w:r>
      <w:r w:rsidRPr="009B44A9">
        <w:t>прочитанного/прослушанного</w:t>
      </w:r>
      <w:r w:rsidRPr="009B44A9">
        <w:rPr>
          <w:spacing w:val="-3"/>
        </w:rPr>
        <w:t xml:space="preserve"> </w:t>
      </w:r>
      <w:r w:rsidRPr="009B44A9">
        <w:t>текста</w:t>
      </w:r>
      <w:r w:rsidRPr="009B44A9">
        <w:rPr>
          <w:spacing w:val="-2"/>
        </w:rPr>
        <w:t xml:space="preserve"> </w:t>
      </w:r>
      <w:r w:rsidRPr="009B44A9">
        <w:t>или</w:t>
      </w:r>
      <w:r w:rsidRPr="009B44A9">
        <w:rPr>
          <w:spacing w:val="-3"/>
        </w:rPr>
        <w:t xml:space="preserve"> </w:t>
      </w:r>
      <w:r w:rsidRPr="009B44A9">
        <w:t>для</w:t>
      </w:r>
      <w:r w:rsidRPr="009B44A9">
        <w:rPr>
          <w:spacing w:val="-3"/>
        </w:rPr>
        <w:t xml:space="preserve"> </w:t>
      </w:r>
      <w:r w:rsidRPr="009B44A9">
        <w:t>нахождения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запрашиваемой</w:t>
      </w:r>
      <w:r w:rsidRPr="009B44A9">
        <w:rPr>
          <w:spacing w:val="-2"/>
        </w:rPr>
        <w:t xml:space="preserve"> </w:t>
      </w:r>
      <w:r w:rsidRPr="009B44A9"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430" w:firstLine="180"/>
        <w:jc w:val="both"/>
      </w:pPr>
      <w:r w:rsidRPr="009B44A9">
        <w:t>Сравнение (в том числе установление основания для сравнения) объектов, явлений, процессов, их</w:t>
      </w:r>
      <w:r w:rsidRPr="009B44A9">
        <w:rPr>
          <w:spacing w:val="-58"/>
        </w:rPr>
        <w:t xml:space="preserve"> </w:t>
      </w:r>
      <w:r w:rsidRPr="009B44A9">
        <w:t>элементов</w:t>
      </w:r>
      <w:r w:rsidRPr="009B44A9">
        <w:rPr>
          <w:spacing w:val="-2"/>
        </w:rPr>
        <w:t xml:space="preserve"> </w:t>
      </w:r>
      <w:r w:rsidRPr="009B44A9">
        <w:t>и основных функций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рамках изученной тематики.</w:t>
      </w:r>
    </w:p>
    <w:p w:rsidR="00E76AB9" w:rsidRPr="009B44A9" w:rsidRDefault="00E76AB9" w:rsidP="007940B1">
      <w:pPr>
        <w:pStyle w:val="Heading1"/>
        <w:numPr>
          <w:ilvl w:val="0"/>
          <w:numId w:val="21"/>
        </w:numPr>
        <w:tabs>
          <w:tab w:val="left" w:pos="287"/>
        </w:tabs>
        <w:spacing w:before="188"/>
        <w:jc w:val="both"/>
      </w:pPr>
      <w:r w:rsidRPr="009B44A9">
        <w:t>КЛАСС</w:t>
      </w:r>
    </w:p>
    <w:p w:rsidR="00E76AB9" w:rsidRPr="009B44A9" w:rsidRDefault="00E76AB9" w:rsidP="007940B1">
      <w:pPr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spacing w:before="66"/>
        <w:ind w:left="286"/>
        <w:jc w:val="both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КОММУНИКАТИВНЫЕ</w:t>
      </w:r>
      <w:r w:rsidRPr="009B44A9">
        <w:rPr>
          <w:b/>
          <w:spacing w:val="-10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1270" w:firstLine="180"/>
        <w:jc w:val="both"/>
      </w:pPr>
      <w:r w:rsidRPr="009B44A9">
        <w:t>Формирование умения общаться в устной и письменной форме, используя рецептивные и</w:t>
      </w:r>
      <w:r w:rsidRPr="009B44A9">
        <w:rPr>
          <w:spacing w:val="-58"/>
        </w:rPr>
        <w:t xml:space="preserve"> </w:t>
      </w:r>
      <w:r w:rsidRPr="009B44A9">
        <w:t>продуктивные</w:t>
      </w:r>
      <w:r w:rsidRPr="009B44A9">
        <w:rPr>
          <w:spacing w:val="-2"/>
        </w:rPr>
        <w:t xml:space="preserve"> </w:t>
      </w:r>
      <w:r w:rsidRPr="009B44A9">
        <w:t>виды</w:t>
      </w:r>
      <w:r w:rsidRPr="009B44A9">
        <w:rPr>
          <w:spacing w:val="-2"/>
        </w:rPr>
        <w:t xml:space="preserve"> </w:t>
      </w:r>
      <w:r w:rsidRPr="009B44A9">
        <w:t>речевой</w:t>
      </w:r>
      <w:r w:rsidRPr="009B44A9">
        <w:rPr>
          <w:spacing w:val="-2"/>
        </w:rPr>
        <w:t xml:space="preserve"> </w:t>
      </w:r>
      <w:r w:rsidRPr="009B44A9">
        <w:t>деятельности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рамках</w:t>
      </w:r>
      <w:r w:rsidRPr="009B44A9">
        <w:rPr>
          <w:spacing w:val="-1"/>
        </w:rPr>
        <w:t xml:space="preserve"> </w:t>
      </w:r>
      <w:r w:rsidRPr="009B44A9">
        <w:t>тематического</w:t>
      </w:r>
      <w:r w:rsidRPr="009B44A9">
        <w:rPr>
          <w:spacing w:val="-2"/>
        </w:rPr>
        <w:t xml:space="preserve"> </w:t>
      </w:r>
      <w:r w:rsidRPr="009B44A9">
        <w:t>содержания</w:t>
      </w:r>
      <w:r w:rsidRPr="009B44A9">
        <w:rPr>
          <w:spacing w:val="-3"/>
        </w:rPr>
        <w:t xml:space="preserve"> </w:t>
      </w:r>
      <w:r w:rsidRPr="009B44A9">
        <w:t>речи.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Взаимоотношения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семье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с</w:t>
      </w:r>
      <w:r w:rsidRPr="009B44A9">
        <w:rPr>
          <w:spacing w:val="-2"/>
        </w:rPr>
        <w:t xml:space="preserve"> </w:t>
      </w:r>
      <w:r w:rsidRPr="009B44A9">
        <w:t>друзьями.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Внешность</w:t>
      </w:r>
      <w:r w:rsidRPr="009B44A9">
        <w:rPr>
          <w:spacing w:val="-7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характер</w:t>
      </w:r>
      <w:r w:rsidRPr="009B44A9">
        <w:rPr>
          <w:spacing w:val="-5"/>
        </w:rPr>
        <w:t xml:space="preserve"> </w:t>
      </w:r>
      <w:r w:rsidRPr="009B44A9">
        <w:t>человека/литературного</w:t>
      </w:r>
      <w:r w:rsidRPr="009B44A9">
        <w:rPr>
          <w:spacing w:val="-5"/>
        </w:rPr>
        <w:t xml:space="preserve"> </w:t>
      </w:r>
      <w:r w:rsidRPr="009B44A9">
        <w:t>персонажа.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Досуг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увлечения/хобби</w:t>
      </w:r>
      <w:r w:rsidRPr="009B44A9">
        <w:rPr>
          <w:spacing w:val="-3"/>
        </w:rPr>
        <w:t xml:space="preserve"> </w:t>
      </w:r>
      <w:r w:rsidRPr="009B44A9">
        <w:t>современного</w:t>
      </w:r>
      <w:r w:rsidRPr="009B44A9">
        <w:rPr>
          <w:spacing w:val="-4"/>
        </w:rPr>
        <w:t xml:space="preserve"> </w:t>
      </w:r>
      <w:r w:rsidRPr="009B44A9">
        <w:t>подростка</w:t>
      </w:r>
      <w:r w:rsidRPr="009B44A9">
        <w:rPr>
          <w:spacing w:val="-3"/>
        </w:rPr>
        <w:t xml:space="preserve"> </w:t>
      </w:r>
      <w:r w:rsidRPr="009B44A9">
        <w:t>(чтение,</w:t>
      </w:r>
      <w:r w:rsidRPr="009B44A9">
        <w:rPr>
          <w:spacing w:val="-3"/>
        </w:rPr>
        <w:t xml:space="preserve"> </w:t>
      </w:r>
      <w:r w:rsidRPr="009B44A9">
        <w:t>кино,</w:t>
      </w:r>
      <w:r w:rsidRPr="009B44A9">
        <w:rPr>
          <w:spacing w:val="-3"/>
        </w:rPr>
        <w:t xml:space="preserve"> </w:t>
      </w:r>
      <w:r w:rsidRPr="009B44A9">
        <w:t>театр,</w:t>
      </w:r>
      <w:r w:rsidRPr="009B44A9">
        <w:rPr>
          <w:spacing w:val="-4"/>
        </w:rPr>
        <w:t xml:space="preserve"> </w:t>
      </w:r>
      <w:r w:rsidRPr="009B44A9">
        <w:t>музей,</w:t>
      </w:r>
      <w:r w:rsidRPr="009B44A9">
        <w:rPr>
          <w:spacing w:val="-3"/>
        </w:rPr>
        <w:t xml:space="preserve"> </w:t>
      </w:r>
      <w:r w:rsidRPr="009B44A9">
        <w:t>спорт,</w:t>
      </w:r>
      <w:r w:rsidRPr="009B44A9">
        <w:rPr>
          <w:spacing w:val="-3"/>
        </w:rPr>
        <w:t xml:space="preserve"> </w:t>
      </w:r>
      <w:r w:rsidRPr="009B44A9">
        <w:t>музыка).</w:t>
      </w:r>
    </w:p>
    <w:p w:rsidR="00E76AB9" w:rsidRPr="009B44A9" w:rsidRDefault="00E76AB9" w:rsidP="007940B1">
      <w:pPr>
        <w:pStyle w:val="BodyText"/>
        <w:spacing w:before="60" w:line="292" w:lineRule="auto"/>
        <w:ind w:right="752" w:firstLine="180"/>
        <w:jc w:val="both"/>
      </w:pPr>
      <w:r w:rsidRPr="009B44A9">
        <w:t>Здоровый образ жизни: режим труда и отдыха, фитнес, сбалансированное питание. Посещение</w:t>
      </w:r>
      <w:r w:rsidRPr="009B44A9">
        <w:rPr>
          <w:spacing w:val="-57"/>
        </w:rPr>
        <w:t xml:space="preserve"> </w:t>
      </w:r>
      <w:r w:rsidRPr="009B44A9">
        <w:t>врача.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Покупки:</w:t>
      </w:r>
      <w:r w:rsidRPr="009B44A9">
        <w:rPr>
          <w:spacing w:val="-4"/>
        </w:rPr>
        <w:t xml:space="preserve"> </w:t>
      </w:r>
      <w:r w:rsidRPr="009B44A9">
        <w:t>одежда,</w:t>
      </w:r>
      <w:r w:rsidRPr="009B44A9">
        <w:rPr>
          <w:spacing w:val="-3"/>
        </w:rPr>
        <w:t xml:space="preserve"> </w:t>
      </w:r>
      <w:r w:rsidRPr="009B44A9">
        <w:t>обувь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продукты</w:t>
      </w:r>
      <w:r w:rsidRPr="009B44A9">
        <w:rPr>
          <w:spacing w:val="-3"/>
        </w:rPr>
        <w:t xml:space="preserve"> </w:t>
      </w:r>
      <w:r w:rsidRPr="009B44A9">
        <w:t>питания.</w:t>
      </w:r>
      <w:r w:rsidRPr="009B44A9">
        <w:rPr>
          <w:spacing w:val="-2"/>
        </w:rPr>
        <w:t xml:space="preserve"> </w:t>
      </w:r>
      <w:r w:rsidRPr="009B44A9">
        <w:t>Карманные</w:t>
      </w:r>
      <w:r w:rsidRPr="009B44A9">
        <w:rPr>
          <w:spacing w:val="-3"/>
        </w:rPr>
        <w:t xml:space="preserve"> </w:t>
      </w:r>
      <w:r w:rsidRPr="009B44A9">
        <w:t>деньги.</w:t>
      </w:r>
    </w:p>
    <w:p w:rsidR="00E76AB9" w:rsidRPr="009B44A9" w:rsidRDefault="00E76AB9" w:rsidP="007940B1">
      <w:pPr>
        <w:pStyle w:val="BodyText"/>
        <w:spacing w:before="60" w:line="292" w:lineRule="auto"/>
        <w:ind w:right="1337" w:firstLine="180"/>
        <w:jc w:val="both"/>
      </w:pPr>
      <w:r w:rsidRPr="009B44A9">
        <w:t>Школа, школьная жизнь, изучаемые предметы и отношение к ним. Посещение школьной</w:t>
      </w:r>
      <w:r w:rsidRPr="009B44A9">
        <w:rPr>
          <w:spacing w:val="-58"/>
        </w:rPr>
        <w:t xml:space="preserve"> </w:t>
      </w:r>
      <w:r w:rsidRPr="009B44A9">
        <w:t>библиотеки/ресурсного</w:t>
      </w:r>
      <w:r w:rsidRPr="009B44A9">
        <w:rPr>
          <w:spacing w:val="-1"/>
        </w:rPr>
        <w:t xml:space="preserve"> </w:t>
      </w:r>
      <w:r w:rsidRPr="009B44A9">
        <w:t>центра.</w:t>
      </w:r>
      <w:r w:rsidRPr="009B44A9">
        <w:rPr>
          <w:spacing w:val="-1"/>
        </w:rPr>
        <w:t xml:space="preserve"> </w:t>
      </w:r>
      <w:r w:rsidRPr="009B44A9">
        <w:t>Переписка</w:t>
      </w:r>
      <w:r w:rsidRPr="009B44A9">
        <w:rPr>
          <w:spacing w:val="-1"/>
        </w:rPr>
        <w:t xml:space="preserve"> </w:t>
      </w:r>
      <w:r w:rsidRPr="009B44A9">
        <w:t>с</w:t>
      </w:r>
      <w:r w:rsidRPr="009B44A9">
        <w:rPr>
          <w:spacing w:val="-1"/>
        </w:rPr>
        <w:t xml:space="preserve"> </w:t>
      </w:r>
      <w:r w:rsidRPr="009B44A9">
        <w:t>зарубежными</w:t>
      </w:r>
      <w:r w:rsidRPr="009B44A9">
        <w:rPr>
          <w:spacing w:val="-1"/>
        </w:rPr>
        <w:t xml:space="preserve"> </w:t>
      </w:r>
      <w:r w:rsidRPr="009B44A9">
        <w:t>сверстниками.</w:t>
      </w:r>
    </w:p>
    <w:p w:rsidR="00E76AB9" w:rsidRPr="009B44A9" w:rsidRDefault="00E76AB9" w:rsidP="007940B1">
      <w:pPr>
        <w:pStyle w:val="BodyText"/>
        <w:spacing w:line="292" w:lineRule="auto"/>
        <w:ind w:left="286" w:right="1657"/>
        <w:jc w:val="both"/>
      </w:pPr>
      <w:r w:rsidRPr="009B44A9">
        <w:t>Виды отдыха в различное время года. Путешествия по России и зарубежным странам.</w:t>
      </w:r>
      <w:r w:rsidRPr="009B44A9">
        <w:rPr>
          <w:spacing w:val="-58"/>
        </w:rPr>
        <w:t xml:space="preserve"> </w:t>
      </w:r>
      <w:r w:rsidRPr="009B44A9">
        <w:t>Природа: флора и фауна. Проблемы экологии. Климат, погода. Стихийные бедствия.</w:t>
      </w:r>
      <w:r w:rsidRPr="009B44A9">
        <w:rPr>
          <w:spacing w:val="1"/>
        </w:rPr>
        <w:t xml:space="preserve"> </w:t>
      </w:r>
      <w:r w:rsidRPr="009B44A9">
        <w:t>Условия</w:t>
      </w:r>
      <w:r w:rsidRPr="009B44A9">
        <w:rPr>
          <w:spacing w:val="-2"/>
        </w:rPr>
        <w:t xml:space="preserve"> </w:t>
      </w:r>
      <w:r w:rsidRPr="009B44A9">
        <w:t>проживания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городской/сельской</w:t>
      </w:r>
      <w:r w:rsidRPr="009B44A9">
        <w:rPr>
          <w:spacing w:val="-1"/>
        </w:rPr>
        <w:t xml:space="preserve"> </w:t>
      </w:r>
      <w:r w:rsidRPr="009B44A9">
        <w:t>местности.</w:t>
      </w:r>
      <w:r w:rsidRPr="009B44A9">
        <w:rPr>
          <w:spacing w:val="-1"/>
        </w:rPr>
        <w:t xml:space="preserve"> </w:t>
      </w:r>
      <w:r w:rsidRPr="009B44A9">
        <w:t>Транспорт.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Средства</w:t>
      </w:r>
      <w:r w:rsidRPr="009B44A9">
        <w:rPr>
          <w:spacing w:val="-4"/>
        </w:rPr>
        <w:t xml:space="preserve"> </w:t>
      </w:r>
      <w:r w:rsidRPr="009B44A9">
        <w:t>массовой</w:t>
      </w:r>
      <w:r w:rsidRPr="009B44A9">
        <w:rPr>
          <w:spacing w:val="-4"/>
        </w:rPr>
        <w:t xml:space="preserve"> </w:t>
      </w:r>
      <w:r w:rsidRPr="009B44A9">
        <w:t>информации</w:t>
      </w:r>
      <w:r w:rsidRPr="009B44A9">
        <w:rPr>
          <w:spacing w:val="-4"/>
        </w:rPr>
        <w:t xml:space="preserve"> </w:t>
      </w:r>
      <w:r w:rsidRPr="009B44A9">
        <w:t>(телевидение,</w:t>
      </w:r>
      <w:r w:rsidRPr="009B44A9">
        <w:rPr>
          <w:spacing w:val="-4"/>
        </w:rPr>
        <w:t xml:space="preserve"> </w:t>
      </w:r>
      <w:r w:rsidRPr="009B44A9">
        <w:t>радио,</w:t>
      </w:r>
      <w:r w:rsidRPr="009B44A9">
        <w:rPr>
          <w:spacing w:val="52"/>
        </w:rPr>
        <w:t xml:space="preserve"> </w:t>
      </w:r>
      <w:r w:rsidRPr="009B44A9">
        <w:t>пресса,</w:t>
      </w:r>
      <w:r w:rsidRPr="009B44A9">
        <w:rPr>
          <w:spacing w:val="-4"/>
        </w:rPr>
        <w:t xml:space="preserve"> </w:t>
      </w:r>
      <w:r w:rsidRPr="009B44A9">
        <w:t>Интернет).</w:t>
      </w:r>
    </w:p>
    <w:p w:rsidR="00E76AB9" w:rsidRPr="009B44A9" w:rsidRDefault="00E76AB9" w:rsidP="007940B1">
      <w:pPr>
        <w:pStyle w:val="BodyText"/>
        <w:spacing w:before="59" w:line="292" w:lineRule="auto"/>
        <w:ind w:right="527" w:firstLine="180"/>
        <w:jc w:val="both"/>
      </w:pPr>
      <w:r w:rsidRPr="009B44A9">
        <w:t>Родная страна и страна/страны изучаемого языка. Их географическое положение, столицы;</w:t>
      </w:r>
      <w:r w:rsidRPr="009B44A9">
        <w:rPr>
          <w:spacing w:val="1"/>
        </w:rPr>
        <w:t xml:space="preserve"> </w:t>
      </w:r>
      <w:r w:rsidRPr="009B44A9">
        <w:t>население;</w:t>
      </w:r>
      <w:r w:rsidRPr="009B44A9">
        <w:rPr>
          <w:spacing w:val="-7"/>
        </w:rPr>
        <w:t xml:space="preserve"> </w:t>
      </w:r>
      <w:r w:rsidRPr="009B44A9">
        <w:t>официальные</w:t>
      </w:r>
      <w:r w:rsidRPr="009B44A9">
        <w:rPr>
          <w:spacing w:val="-6"/>
        </w:rPr>
        <w:t xml:space="preserve"> </w:t>
      </w:r>
      <w:r w:rsidRPr="009B44A9">
        <w:t>языки;</w:t>
      </w:r>
      <w:r w:rsidRPr="009B44A9">
        <w:rPr>
          <w:spacing w:val="-7"/>
        </w:rPr>
        <w:t xml:space="preserve"> </w:t>
      </w:r>
      <w:r w:rsidRPr="009B44A9">
        <w:t>достопримечательности,</w:t>
      </w:r>
      <w:r w:rsidRPr="009B44A9">
        <w:rPr>
          <w:spacing w:val="-6"/>
        </w:rPr>
        <w:t xml:space="preserve"> </w:t>
      </w:r>
      <w:r w:rsidRPr="009B44A9">
        <w:t>культурные</w:t>
      </w:r>
      <w:r w:rsidRPr="009B44A9">
        <w:rPr>
          <w:spacing w:val="-5"/>
        </w:rPr>
        <w:t xml:space="preserve"> </w:t>
      </w:r>
      <w:r w:rsidRPr="009B44A9">
        <w:t>особенности</w:t>
      </w:r>
      <w:r w:rsidRPr="009B44A9">
        <w:rPr>
          <w:spacing w:val="-6"/>
        </w:rPr>
        <w:t xml:space="preserve"> </w:t>
      </w:r>
      <w:r w:rsidRPr="009B44A9">
        <w:t>(национальные</w:t>
      </w:r>
      <w:r w:rsidRPr="009B44A9">
        <w:rPr>
          <w:spacing w:val="-57"/>
        </w:rPr>
        <w:t xml:space="preserve"> </w:t>
      </w:r>
      <w:r w:rsidRPr="009B44A9">
        <w:t>праздники,</w:t>
      </w:r>
      <w:r w:rsidRPr="009B44A9">
        <w:rPr>
          <w:spacing w:val="-1"/>
        </w:rPr>
        <w:t xml:space="preserve"> </w:t>
      </w:r>
      <w:r w:rsidRPr="009B44A9">
        <w:t>традиции, обычаи).</w:t>
      </w:r>
    </w:p>
    <w:p w:rsidR="00E76AB9" w:rsidRPr="009B44A9" w:rsidRDefault="00E76AB9" w:rsidP="007940B1">
      <w:pPr>
        <w:pStyle w:val="BodyText"/>
        <w:spacing w:line="292" w:lineRule="auto"/>
        <w:ind w:right="748" w:firstLine="180"/>
        <w:jc w:val="both"/>
      </w:pPr>
      <w:r w:rsidRPr="009B44A9">
        <w:t>Выдающиеся люди родной страны и страны/стран изучаемого языка: учёные, писатели, поэты,</w:t>
      </w:r>
      <w:r w:rsidRPr="009B44A9">
        <w:rPr>
          <w:spacing w:val="-58"/>
        </w:rPr>
        <w:t xml:space="preserve"> </w:t>
      </w:r>
      <w:r w:rsidRPr="009B44A9">
        <w:t>художники,</w:t>
      </w:r>
      <w:r w:rsidRPr="009B44A9">
        <w:rPr>
          <w:spacing w:val="-1"/>
        </w:rPr>
        <w:t xml:space="preserve"> </w:t>
      </w:r>
      <w:r w:rsidRPr="009B44A9">
        <w:t>музыканты, спортсмены.</w:t>
      </w:r>
    </w:p>
    <w:p w:rsidR="00E76AB9" w:rsidRPr="009B44A9" w:rsidRDefault="00E76AB9" w:rsidP="007940B1">
      <w:pPr>
        <w:pStyle w:val="Heading1"/>
        <w:spacing w:before="117"/>
        <w:jc w:val="both"/>
      </w:pPr>
      <w:r w:rsidRPr="009B44A9">
        <w:t>ВИДЫ</w:t>
      </w:r>
      <w:r w:rsidRPr="009B44A9">
        <w:rPr>
          <w:spacing w:val="-7"/>
        </w:rPr>
        <w:t xml:space="preserve"> </w:t>
      </w:r>
      <w:r w:rsidRPr="009B44A9">
        <w:t>РЕЧЕВОЙ</w:t>
      </w:r>
      <w:r w:rsidRPr="009B44A9">
        <w:rPr>
          <w:spacing w:val="-7"/>
        </w:rPr>
        <w:t xml:space="preserve"> </w:t>
      </w:r>
      <w:r w:rsidRPr="009B44A9">
        <w:t>ДЕЯТЕЛЬНОСТИ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Говорение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Развитие</w:t>
      </w:r>
      <w:r w:rsidRPr="009B44A9">
        <w:rPr>
          <w:spacing w:val="-4"/>
        </w:rPr>
        <w:t xml:space="preserve"> </w:t>
      </w:r>
      <w:r w:rsidRPr="009B44A9">
        <w:t>коммуникативных</w:t>
      </w:r>
      <w:r w:rsidRPr="009B44A9">
        <w:rPr>
          <w:spacing w:val="-4"/>
        </w:rPr>
        <w:t xml:space="preserve"> </w:t>
      </w:r>
      <w:r w:rsidRPr="009B44A9">
        <w:t>умений</w:t>
      </w:r>
      <w:r w:rsidRPr="009B44A9">
        <w:rPr>
          <w:spacing w:val="-4"/>
        </w:rPr>
        <w:t xml:space="preserve"> </w:t>
      </w:r>
      <w:r w:rsidRPr="009B44A9">
        <w:rPr>
          <w:b/>
          <w:i/>
        </w:rPr>
        <w:t>диалогической</w:t>
      </w:r>
      <w:r w:rsidRPr="009B44A9">
        <w:rPr>
          <w:b/>
          <w:i/>
          <w:spacing w:val="-5"/>
        </w:rPr>
        <w:t xml:space="preserve"> </w:t>
      </w:r>
      <w:r w:rsidRPr="009B44A9">
        <w:rPr>
          <w:b/>
          <w:i/>
        </w:rPr>
        <w:t>речи</w:t>
      </w:r>
      <w:r w:rsidRPr="009B44A9">
        <w:t>,</w:t>
      </w:r>
      <w:r w:rsidRPr="009B44A9">
        <w:rPr>
          <w:spacing w:val="-3"/>
        </w:rPr>
        <w:t xml:space="preserve"> </w:t>
      </w:r>
      <w:r w:rsidRPr="009B44A9">
        <w:t>а</w:t>
      </w:r>
      <w:r w:rsidRPr="009B44A9">
        <w:rPr>
          <w:spacing w:val="-4"/>
        </w:rPr>
        <w:t xml:space="preserve"> </w:t>
      </w:r>
      <w:r w:rsidRPr="009B44A9">
        <w:t>именно</w:t>
      </w:r>
      <w:r w:rsidRPr="009B44A9">
        <w:rPr>
          <w:spacing w:val="-4"/>
        </w:rPr>
        <w:t xml:space="preserve"> </w:t>
      </w:r>
      <w:r w:rsidRPr="009B44A9">
        <w:t>умений</w:t>
      </w:r>
      <w:r w:rsidRPr="009B44A9">
        <w:rPr>
          <w:spacing w:val="-4"/>
        </w:rPr>
        <w:t xml:space="preserve"> </w:t>
      </w:r>
      <w:r w:rsidRPr="009B44A9">
        <w:t>вести</w:t>
      </w:r>
      <w:r w:rsidRPr="009B44A9">
        <w:rPr>
          <w:spacing w:val="-3"/>
        </w:rPr>
        <w:t xml:space="preserve"> </w:t>
      </w:r>
      <w:r w:rsidRPr="009B44A9">
        <w:t>разные</w:t>
      </w:r>
      <w:r w:rsidRPr="009B44A9">
        <w:rPr>
          <w:spacing w:val="-4"/>
        </w:rPr>
        <w:t xml:space="preserve"> </w:t>
      </w:r>
      <w:r w:rsidRPr="009B44A9">
        <w:t>виды</w:t>
      </w:r>
      <w:r w:rsidRPr="009B44A9">
        <w:rPr>
          <w:spacing w:val="-57"/>
        </w:rPr>
        <w:t xml:space="preserve"> </w:t>
      </w:r>
      <w:r w:rsidRPr="009B44A9">
        <w:t>диалогов (диалог этикетного характера, диалог-побуждение к действию, диалог-расспрос;</w:t>
      </w:r>
      <w:r w:rsidRPr="009B44A9">
        <w:rPr>
          <w:spacing w:val="1"/>
        </w:rPr>
        <w:t xml:space="preserve"> </w:t>
      </w:r>
      <w:r w:rsidRPr="009B44A9">
        <w:t>комбинированный</w:t>
      </w:r>
      <w:r w:rsidRPr="009B44A9">
        <w:rPr>
          <w:spacing w:val="-1"/>
        </w:rPr>
        <w:t xml:space="preserve"> </w:t>
      </w:r>
      <w:r w:rsidRPr="009B44A9">
        <w:t>диалог, включающий</w:t>
      </w:r>
      <w:r w:rsidRPr="009B44A9">
        <w:rPr>
          <w:spacing w:val="-1"/>
        </w:rPr>
        <w:t xml:space="preserve"> </w:t>
      </w:r>
      <w:r w:rsidRPr="009B44A9">
        <w:t>различные виды</w:t>
      </w:r>
      <w:r w:rsidRPr="009B44A9">
        <w:rPr>
          <w:spacing w:val="-1"/>
        </w:rPr>
        <w:t xml:space="preserve"> </w:t>
      </w:r>
      <w:r w:rsidRPr="009B44A9">
        <w:t>диалогов):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диалог этикетного характера</w:t>
      </w:r>
      <w:r w:rsidRPr="009B44A9">
        <w:t>: начинать, поддерживать и заканчивать разговор, вежливо</w:t>
      </w:r>
      <w:r w:rsidRPr="009B44A9">
        <w:rPr>
          <w:spacing w:val="1"/>
        </w:rPr>
        <w:t xml:space="preserve"> </w:t>
      </w:r>
      <w:r w:rsidRPr="009B44A9">
        <w:t>переспрашивать; поздравлять с праздником, выражать пожелания и вежливо реагировать на</w:t>
      </w:r>
      <w:r w:rsidRPr="009B44A9">
        <w:rPr>
          <w:spacing w:val="1"/>
        </w:rPr>
        <w:t xml:space="preserve"> </w:t>
      </w:r>
      <w:r w:rsidRPr="009B44A9">
        <w:t>поздравление;</w:t>
      </w:r>
      <w:r w:rsidRPr="009B44A9">
        <w:rPr>
          <w:spacing w:val="-8"/>
        </w:rPr>
        <w:t xml:space="preserve"> </w:t>
      </w:r>
      <w:r w:rsidRPr="009B44A9">
        <w:t>выражать</w:t>
      </w:r>
      <w:r w:rsidRPr="009B44A9">
        <w:rPr>
          <w:spacing w:val="-7"/>
        </w:rPr>
        <w:t xml:space="preserve"> </w:t>
      </w:r>
      <w:r w:rsidRPr="009B44A9">
        <w:t>благодарность;</w:t>
      </w:r>
      <w:r w:rsidRPr="009B44A9">
        <w:rPr>
          <w:spacing w:val="-7"/>
        </w:rPr>
        <w:t xml:space="preserve"> </w:t>
      </w:r>
      <w:r w:rsidRPr="009B44A9">
        <w:t>вежливо</w:t>
      </w:r>
      <w:r w:rsidRPr="009B44A9">
        <w:rPr>
          <w:spacing w:val="-6"/>
        </w:rPr>
        <w:t xml:space="preserve"> </w:t>
      </w:r>
      <w:r w:rsidRPr="009B44A9">
        <w:t>соглашаться</w:t>
      </w:r>
      <w:r w:rsidRPr="009B44A9">
        <w:rPr>
          <w:spacing w:val="-7"/>
        </w:rPr>
        <w:t xml:space="preserve"> </w:t>
      </w:r>
      <w:r w:rsidRPr="009B44A9">
        <w:t>на</w:t>
      </w:r>
      <w:r w:rsidRPr="009B44A9">
        <w:rPr>
          <w:spacing w:val="-7"/>
        </w:rPr>
        <w:t xml:space="preserve"> </w:t>
      </w:r>
      <w:r w:rsidRPr="009B44A9">
        <w:t>предложение/отказываться</w:t>
      </w:r>
      <w:r w:rsidRPr="009B44A9">
        <w:rPr>
          <w:spacing w:val="-7"/>
        </w:rPr>
        <w:t xml:space="preserve"> </w:t>
      </w:r>
      <w:r w:rsidRPr="009B44A9">
        <w:t>от</w:t>
      </w:r>
      <w:r w:rsidRPr="009B44A9">
        <w:rPr>
          <w:spacing w:val="-57"/>
        </w:rPr>
        <w:t xml:space="preserve"> </w:t>
      </w:r>
      <w:r w:rsidRPr="009B44A9">
        <w:t>предложения</w:t>
      </w:r>
      <w:r w:rsidRPr="009B44A9">
        <w:rPr>
          <w:spacing w:val="-2"/>
        </w:rPr>
        <w:t xml:space="preserve"> </w:t>
      </w:r>
      <w:r w:rsidRPr="009B44A9">
        <w:t>собеседника;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диалог-побуждение к действию</w:t>
      </w:r>
      <w:r w:rsidRPr="009B44A9">
        <w:t>: обращаться с просьбой, вежливо соглашаться/не соглашаться</w:t>
      </w:r>
      <w:r w:rsidRPr="009B44A9">
        <w:rPr>
          <w:spacing w:val="1"/>
        </w:rPr>
        <w:t xml:space="preserve"> </w:t>
      </w:r>
      <w:r w:rsidRPr="009B44A9">
        <w:t>выполнить</w:t>
      </w:r>
      <w:r w:rsidRPr="009B44A9">
        <w:rPr>
          <w:spacing w:val="-7"/>
        </w:rPr>
        <w:t xml:space="preserve"> </w:t>
      </w:r>
      <w:r w:rsidRPr="009B44A9">
        <w:t>просьбу;</w:t>
      </w:r>
      <w:r w:rsidRPr="009B44A9">
        <w:rPr>
          <w:spacing w:val="-6"/>
        </w:rPr>
        <w:t xml:space="preserve"> </w:t>
      </w:r>
      <w:r w:rsidRPr="009B44A9">
        <w:t>приглашать</w:t>
      </w:r>
      <w:r w:rsidRPr="009B44A9">
        <w:rPr>
          <w:spacing w:val="-6"/>
        </w:rPr>
        <w:t xml:space="preserve"> </w:t>
      </w:r>
      <w:r w:rsidRPr="009B44A9">
        <w:t>собеседника</w:t>
      </w:r>
      <w:r w:rsidRPr="009B44A9">
        <w:rPr>
          <w:spacing w:val="-6"/>
        </w:rPr>
        <w:t xml:space="preserve"> </w:t>
      </w:r>
      <w:r w:rsidRPr="009B44A9">
        <w:t>к</w:t>
      </w:r>
      <w:r w:rsidRPr="009B44A9">
        <w:rPr>
          <w:spacing w:val="-6"/>
        </w:rPr>
        <w:t xml:space="preserve"> </w:t>
      </w:r>
      <w:r w:rsidRPr="009B44A9">
        <w:t>совместной</w:t>
      </w:r>
      <w:r w:rsidRPr="009B44A9">
        <w:rPr>
          <w:spacing w:val="-5"/>
        </w:rPr>
        <w:t xml:space="preserve"> </w:t>
      </w:r>
      <w:r w:rsidRPr="009B44A9">
        <w:t>деятельности,</w:t>
      </w:r>
      <w:r w:rsidRPr="009B44A9">
        <w:rPr>
          <w:spacing w:val="-5"/>
        </w:rPr>
        <w:t xml:space="preserve"> </w:t>
      </w:r>
      <w:r w:rsidRPr="009B44A9">
        <w:t>вежливо</w:t>
      </w:r>
      <w:r w:rsidRPr="009B44A9">
        <w:rPr>
          <w:spacing w:val="-6"/>
        </w:rPr>
        <w:t xml:space="preserve"> </w:t>
      </w:r>
      <w:r w:rsidRPr="009B44A9">
        <w:t>соглашаться/не</w:t>
      </w:r>
      <w:r w:rsidRPr="009B44A9">
        <w:rPr>
          <w:spacing w:val="-57"/>
        </w:rPr>
        <w:t xml:space="preserve"> </w:t>
      </w:r>
      <w:r w:rsidRPr="009B44A9">
        <w:t>соглашаться</w:t>
      </w:r>
      <w:r w:rsidRPr="009B44A9">
        <w:rPr>
          <w:spacing w:val="-2"/>
        </w:rPr>
        <w:t xml:space="preserve"> </w:t>
      </w:r>
      <w:r w:rsidRPr="009B44A9">
        <w:t>на</w:t>
      </w:r>
      <w:r w:rsidRPr="009B44A9">
        <w:rPr>
          <w:spacing w:val="-1"/>
        </w:rPr>
        <w:t xml:space="preserve"> </w:t>
      </w:r>
      <w:r w:rsidRPr="009B44A9">
        <w:t>предложение</w:t>
      </w:r>
      <w:r w:rsidRPr="009B44A9">
        <w:rPr>
          <w:spacing w:val="-1"/>
        </w:rPr>
        <w:t xml:space="preserve"> </w:t>
      </w:r>
      <w:r w:rsidRPr="009B44A9">
        <w:t>собеседника,</w:t>
      </w:r>
      <w:r w:rsidRPr="009B44A9">
        <w:rPr>
          <w:spacing w:val="-1"/>
        </w:rPr>
        <w:t xml:space="preserve"> </w:t>
      </w:r>
      <w:r w:rsidRPr="009B44A9">
        <w:t>объясняя</w:t>
      </w:r>
      <w:r w:rsidRPr="009B44A9">
        <w:rPr>
          <w:spacing w:val="-1"/>
        </w:rPr>
        <w:t xml:space="preserve"> </w:t>
      </w:r>
      <w:r w:rsidRPr="009B44A9">
        <w:t>причину</w:t>
      </w:r>
      <w:r w:rsidRPr="009B44A9">
        <w:rPr>
          <w:spacing w:val="-1"/>
        </w:rPr>
        <w:t xml:space="preserve"> </w:t>
      </w:r>
      <w:r w:rsidRPr="009B44A9">
        <w:t>своего</w:t>
      </w:r>
      <w:r w:rsidRPr="009B44A9">
        <w:rPr>
          <w:spacing w:val="-1"/>
        </w:rPr>
        <w:t xml:space="preserve"> </w:t>
      </w:r>
      <w:r w:rsidRPr="009B44A9">
        <w:t>решения;</w:t>
      </w:r>
    </w:p>
    <w:p w:rsidR="00E76AB9" w:rsidRPr="009B44A9" w:rsidRDefault="00E76AB9" w:rsidP="007940B1">
      <w:pPr>
        <w:pStyle w:val="BodyText"/>
        <w:spacing w:line="292" w:lineRule="auto"/>
        <w:ind w:right="215" w:firstLine="180"/>
        <w:jc w:val="both"/>
      </w:pPr>
      <w:r w:rsidRPr="009B44A9">
        <w:rPr>
          <w:i/>
        </w:rPr>
        <w:t>диалог-расспрос</w:t>
      </w:r>
      <w:r w:rsidRPr="009B44A9">
        <w:t>: сообщать фактическую информацию, отвечая на вопросы разных видов; выражать</w:t>
      </w:r>
      <w:r w:rsidRPr="009B44A9">
        <w:rPr>
          <w:spacing w:val="-57"/>
        </w:rPr>
        <w:t xml:space="preserve"> </w:t>
      </w:r>
      <w:r w:rsidRPr="009B44A9">
        <w:t>своё отношение к обсуждаемым фактам и событиям; запрашивать интересующую информацию;</w:t>
      </w:r>
      <w:r w:rsidRPr="009B44A9">
        <w:rPr>
          <w:spacing w:val="1"/>
        </w:rPr>
        <w:t xml:space="preserve"> </w:t>
      </w:r>
      <w:r w:rsidRPr="009B44A9">
        <w:t>переходить</w:t>
      </w:r>
      <w:r w:rsidRPr="009B44A9">
        <w:rPr>
          <w:spacing w:val="-2"/>
        </w:rPr>
        <w:t xml:space="preserve"> </w:t>
      </w:r>
      <w:r w:rsidRPr="009B44A9">
        <w:t>с позиции</w:t>
      </w:r>
      <w:r w:rsidRPr="009B44A9">
        <w:rPr>
          <w:spacing w:val="-1"/>
        </w:rPr>
        <w:t xml:space="preserve"> </w:t>
      </w:r>
      <w:r w:rsidRPr="009B44A9">
        <w:t>спрашивающего на</w:t>
      </w:r>
      <w:r w:rsidRPr="009B44A9">
        <w:rPr>
          <w:spacing w:val="-1"/>
        </w:rPr>
        <w:t xml:space="preserve"> </w:t>
      </w:r>
      <w:r w:rsidRPr="009B44A9">
        <w:t>позицию</w:t>
      </w:r>
      <w:r w:rsidRPr="009B44A9">
        <w:rPr>
          <w:spacing w:val="-1"/>
        </w:rPr>
        <w:t xml:space="preserve"> </w:t>
      </w:r>
      <w:r w:rsidRPr="009B44A9">
        <w:t>отвечающего</w:t>
      </w:r>
      <w:r w:rsidRPr="009B44A9">
        <w:rPr>
          <w:spacing w:val="-1"/>
        </w:rPr>
        <w:t xml:space="preserve"> </w:t>
      </w:r>
      <w:r w:rsidRPr="009B44A9">
        <w:t>и наоборот.</w:t>
      </w:r>
    </w:p>
    <w:p w:rsidR="00E76AB9" w:rsidRPr="009B44A9" w:rsidRDefault="00E76AB9" w:rsidP="007940B1">
      <w:pPr>
        <w:pStyle w:val="BodyText"/>
        <w:spacing w:line="292" w:lineRule="auto"/>
        <w:ind w:right="712" w:firstLine="180"/>
        <w:jc w:val="both"/>
      </w:pPr>
      <w:r w:rsidRPr="009B44A9">
        <w:t>Названные умения диалогической речи развиваются в стандартных ситуациях неофициального</w:t>
      </w:r>
      <w:r w:rsidRPr="009B44A9">
        <w:rPr>
          <w:spacing w:val="-58"/>
        </w:rPr>
        <w:t xml:space="preserve"> </w:t>
      </w:r>
      <w:r w:rsidRPr="009B44A9">
        <w:t>общения в рамках тематического содержания речи с использованием ключевых слов, речевых</w:t>
      </w:r>
      <w:r w:rsidRPr="009B44A9">
        <w:rPr>
          <w:spacing w:val="1"/>
        </w:rPr>
        <w:t xml:space="preserve"> </w:t>
      </w:r>
      <w:r w:rsidRPr="009B44A9">
        <w:t>ситуаций и/или иллюстраций, фотографий с соблюдением нормы речевого этикета, принятых в</w:t>
      </w:r>
      <w:r w:rsidRPr="009B44A9">
        <w:rPr>
          <w:spacing w:val="1"/>
        </w:rPr>
        <w:t xml:space="preserve"> </w:t>
      </w:r>
      <w:r w:rsidRPr="009B44A9">
        <w:t>стране/</w:t>
      </w:r>
      <w:r w:rsidRPr="009B44A9">
        <w:rPr>
          <w:spacing w:val="-2"/>
        </w:rPr>
        <w:t xml:space="preserve"> </w:t>
      </w:r>
      <w:r w:rsidRPr="009B44A9">
        <w:t>странах изучаемого языка.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диалога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пяти</w:t>
      </w:r>
      <w:r w:rsidRPr="009B44A9">
        <w:rPr>
          <w:b/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реплик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стороны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каждого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собеседника.</w:t>
      </w:r>
    </w:p>
    <w:p w:rsidR="00E76AB9" w:rsidRPr="009B44A9" w:rsidRDefault="00E76AB9" w:rsidP="007940B1">
      <w:pPr>
        <w:spacing w:before="53"/>
        <w:ind w:left="2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Развитие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монологической</w:t>
      </w:r>
      <w:r w:rsidRPr="009B44A9">
        <w:rPr>
          <w:b/>
          <w:i/>
          <w:spacing w:val="-6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речи</w:t>
      </w:r>
      <w:r w:rsidRPr="009B44A9">
        <w:rPr>
          <w:sz w:val="24"/>
          <w:szCs w:val="24"/>
        </w:rPr>
        <w:t>:</w:t>
      </w:r>
    </w:p>
    <w:p w:rsidR="00E76AB9" w:rsidRPr="009B44A9" w:rsidRDefault="00E76AB9" w:rsidP="007940B1">
      <w:pPr>
        <w:pStyle w:val="BodyText"/>
        <w:spacing w:before="60" w:line="292" w:lineRule="auto"/>
        <w:ind w:right="254" w:firstLine="180"/>
        <w:jc w:val="both"/>
      </w:pPr>
      <w:r w:rsidRPr="009B44A9">
        <w:t>создание устных связных монологических высказываний с использованием основных</w:t>
      </w:r>
      <w:r w:rsidRPr="009B44A9">
        <w:rPr>
          <w:spacing w:val="1"/>
        </w:rPr>
        <w:t xml:space="preserve"> </w:t>
      </w:r>
      <w:r w:rsidRPr="009B44A9">
        <w:t>коммуникативных типов речи: описание (предмета, местности, внешности и одежды человека), в том</w:t>
      </w:r>
      <w:r w:rsidRPr="009B44A9">
        <w:rPr>
          <w:spacing w:val="-57"/>
        </w:rPr>
        <w:t xml:space="preserve"> </w:t>
      </w:r>
      <w:r w:rsidRPr="009B44A9">
        <w:t>числе характеристика (черты характера реального человека или литературного персонажа);</w:t>
      </w:r>
      <w:r w:rsidRPr="009B44A9">
        <w:rPr>
          <w:spacing w:val="1"/>
        </w:rPr>
        <w:t xml:space="preserve"> </w:t>
      </w:r>
      <w:r w:rsidRPr="009B44A9">
        <w:t>повествование/сообщение;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выражение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аргументирование</w:t>
      </w:r>
      <w:r w:rsidRPr="009B44A9">
        <w:rPr>
          <w:spacing w:val="-2"/>
        </w:rPr>
        <w:t xml:space="preserve"> </w:t>
      </w:r>
      <w:r w:rsidRPr="009B44A9">
        <w:t>своего</w:t>
      </w:r>
      <w:r w:rsidRPr="009B44A9">
        <w:rPr>
          <w:spacing w:val="-3"/>
        </w:rPr>
        <w:t xml:space="preserve"> </w:t>
      </w:r>
      <w:r w:rsidRPr="009B44A9">
        <w:t>мнения</w:t>
      </w:r>
      <w:r w:rsidRPr="009B44A9">
        <w:rPr>
          <w:spacing w:val="-3"/>
        </w:rPr>
        <w:t xml:space="preserve"> </w:t>
      </w:r>
      <w:r w:rsidRPr="009B44A9">
        <w:t>по</w:t>
      </w:r>
      <w:r w:rsidRPr="009B44A9">
        <w:rPr>
          <w:spacing w:val="-3"/>
        </w:rPr>
        <w:t xml:space="preserve"> </w:t>
      </w:r>
      <w:r w:rsidRPr="009B44A9">
        <w:t>отношению</w:t>
      </w:r>
      <w:r w:rsidRPr="009B44A9">
        <w:rPr>
          <w:spacing w:val="-4"/>
        </w:rPr>
        <w:t xml:space="preserve"> </w:t>
      </w:r>
      <w:r w:rsidRPr="009B44A9">
        <w:t>к</w:t>
      </w:r>
      <w:r w:rsidRPr="009B44A9">
        <w:rPr>
          <w:spacing w:val="-3"/>
        </w:rPr>
        <w:t xml:space="preserve"> </w:t>
      </w:r>
      <w:r w:rsidRPr="009B44A9">
        <w:t>услышанному/прочитанному;</w:t>
      </w:r>
    </w:p>
    <w:p w:rsidR="00E76AB9" w:rsidRPr="009B44A9" w:rsidRDefault="00E76AB9" w:rsidP="007940B1">
      <w:pPr>
        <w:spacing w:line="274" w:lineRule="exact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 w:line="292" w:lineRule="auto"/>
        <w:ind w:left="286" w:right="2175" w:hanging="181"/>
        <w:jc w:val="both"/>
      </w:pPr>
      <w:r w:rsidRPr="009B44A9">
        <w:t>изложение (пересказ) основного содержания прочитанного/прослушанного текста;</w:t>
      </w:r>
      <w:r w:rsidRPr="009B44A9">
        <w:rPr>
          <w:spacing w:val="-57"/>
        </w:rPr>
        <w:t xml:space="preserve"> </w:t>
      </w:r>
      <w:r w:rsidRPr="009B44A9">
        <w:t>составление</w:t>
      </w:r>
      <w:r w:rsidRPr="009B44A9">
        <w:rPr>
          <w:spacing w:val="-1"/>
        </w:rPr>
        <w:t xml:space="preserve"> </w:t>
      </w:r>
      <w:r w:rsidRPr="009B44A9">
        <w:t>рассказа по картинкам;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изложение</w:t>
      </w:r>
      <w:r w:rsidRPr="009B44A9">
        <w:rPr>
          <w:spacing w:val="-4"/>
        </w:rPr>
        <w:t xml:space="preserve"> </w:t>
      </w:r>
      <w:r w:rsidRPr="009B44A9">
        <w:t>результатов</w:t>
      </w:r>
      <w:r w:rsidRPr="009B44A9">
        <w:rPr>
          <w:spacing w:val="-5"/>
        </w:rPr>
        <w:t xml:space="preserve"> </w:t>
      </w:r>
      <w:r w:rsidRPr="009B44A9">
        <w:t>выполненной</w:t>
      </w:r>
      <w:r w:rsidRPr="009B44A9">
        <w:rPr>
          <w:spacing w:val="-4"/>
        </w:rPr>
        <w:t xml:space="preserve"> </w:t>
      </w:r>
      <w:r w:rsidRPr="009B44A9">
        <w:t>проектной</w:t>
      </w:r>
      <w:r w:rsidRPr="009B44A9">
        <w:rPr>
          <w:spacing w:val="-3"/>
        </w:rPr>
        <w:t xml:space="preserve"> </w:t>
      </w:r>
      <w:r w:rsidRPr="009B44A9">
        <w:t>работы.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Данные умения монологической речи развиваются в стандартных ситуациях неофициального</w:t>
      </w:r>
      <w:r w:rsidRPr="009B44A9">
        <w:rPr>
          <w:spacing w:val="1"/>
        </w:rPr>
        <w:t xml:space="preserve"> </w:t>
      </w:r>
      <w:r w:rsidRPr="009B44A9">
        <w:t>общения в рамках тематического содержания речи с опорой</w:t>
      </w:r>
      <w:r w:rsidRPr="009B44A9">
        <w:rPr>
          <w:spacing w:val="1"/>
        </w:rPr>
        <w:t xml:space="preserve"> </w:t>
      </w:r>
      <w:r w:rsidRPr="009B44A9">
        <w:t>на</w:t>
      </w:r>
      <w:r w:rsidRPr="009B44A9">
        <w:rPr>
          <w:spacing w:val="1"/>
        </w:rPr>
        <w:t xml:space="preserve"> </w:t>
      </w:r>
      <w:r w:rsidRPr="009B44A9">
        <w:t>вопросы,</w:t>
      </w:r>
      <w:r w:rsidRPr="009B44A9">
        <w:rPr>
          <w:spacing w:val="1"/>
        </w:rPr>
        <w:t xml:space="preserve"> </w:t>
      </w:r>
      <w:r w:rsidRPr="009B44A9">
        <w:t>ключевые слова, план</w:t>
      </w:r>
      <w:r w:rsidRPr="009B44A9">
        <w:rPr>
          <w:spacing w:val="-58"/>
        </w:rPr>
        <w:t xml:space="preserve"> </w:t>
      </w:r>
      <w:r w:rsidRPr="009B44A9">
        <w:t>и/или</w:t>
      </w:r>
      <w:r w:rsidRPr="009B44A9">
        <w:rPr>
          <w:spacing w:val="-1"/>
        </w:rPr>
        <w:t xml:space="preserve"> </w:t>
      </w:r>
      <w:r w:rsidRPr="009B44A9">
        <w:t>иллюстрации, фотографии, таблицы.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монологического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 xml:space="preserve">7-8 </w:t>
      </w:r>
      <w:r w:rsidRPr="009B44A9">
        <w:rPr>
          <w:i/>
          <w:sz w:val="24"/>
          <w:szCs w:val="24"/>
        </w:rPr>
        <w:t>фраз.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Аудирование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Предъявление</w:t>
      </w:r>
      <w:r w:rsidRPr="009B44A9">
        <w:rPr>
          <w:spacing w:val="-5"/>
        </w:rPr>
        <w:t xml:space="preserve"> </w:t>
      </w:r>
      <w:r w:rsidRPr="009B44A9">
        <w:t>учащимся</w:t>
      </w:r>
      <w:r w:rsidRPr="009B44A9">
        <w:rPr>
          <w:spacing w:val="-6"/>
        </w:rPr>
        <w:t xml:space="preserve"> </w:t>
      </w:r>
      <w:r w:rsidRPr="009B44A9">
        <w:t>материала,</w:t>
      </w:r>
      <w:r w:rsidRPr="009B44A9">
        <w:rPr>
          <w:spacing w:val="-5"/>
        </w:rPr>
        <w:t xml:space="preserve"> </w:t>
      </w:r>
      <w:r w:rsidRPr="009B44A9">
        <w:t>предназначенного</w:t>
      </w:r>
      <w:r w:rsidRPr="009B44A9">
        <w:rPr>
          <w:spacing w:val="-5"/>
        </w:rPr>
        <w:t xml:space="preserve"> </w:t>
      </w:r>
      <w:r w:rsidRPr="009B44A9">
        <w:t>для</w:t>
      </w:r>
      <w:r w:rsidRPr="009B44A9">
        <w:rPr>
          <w:spacing w:val="-6"/>
        </w:rPr>
        <w:t xml:space="preserve"> </w:t>
      </w:r>
      <w:r w:rsidRPr="009B44A9">
        <w:t>восприятия</w:t>
      </w:r>
      <w:r w:rsidRPr="009B44A9">
        <w:rPr>
          <w:spacing w:val="-5"/>
        </w:rPr>
        <w:t xml:space="preserve"> </w:t>
      </w:r>
      <w:r w:rsidRPr="009B44A9">
        <w:t>на</w:t>
      </w:r>
      <w:r w:rsidRPr="009B44A9">
        <w:rPr>
          <w:spacing w:val="-5"/>
        </w:rPr>
        <w:t xml:space="preserve"> </w:t>
      </w:r>
      <w:r w:rsidRPr="009B44A9">
        <w:t>слух,</w:t>
      </w:r>
      <w:r w:rsidRPr="009B44A9">
        <w:rPr>
          <w:spacing w:val="-5"/>
        </w:rPr>
        <w:t xml:space="preserve"> </w:t>
      </w:r>
      <w:r w:rsidRPr="009B44A9">
        <w:t>осуществляется:</w:t>
      </w:r>
    </w:p>
    <w:p w:rsidR="00E76AB9" w:rsidRPr="009B44A9" w:rsidRDefault="00E76AB9" w:rsidP="007940B1">
      <w:pPr>
        <w:pStyle w:val="BodyText"/>
        <w:spacing w:before="60" w:line="292" w:lineRule="auto"/>
        <w:ind w:right="156" w:firstLine="180"/>
        <w:jc w:val="both"/>
      </w:pPr>
      <w:r w:rsidRPr="009B44A9">
        <w:t xml:space="preserve">При </w:t>
      </w:r>
      <w:r w:rsidRPr="009B44A9">
        <w:rPr>
          <w:i/>
        </w:rPr>
        <w:t xml:space="preserve">непосредственном </w:t>
      </w:r>
      <w:r w:rsidRPr="009B44A9">
        <w:t>общении: понимание на слух речи учителя и одноклассников и</w:t>
      </w:r>
      <w:r w:rsidRPr="009B44A9">
        <w:rPr>
          <w:spacing w:val="1"/>
        </w:rPr>
        <w:t xml:space="preserve"> </w:t>
      </w:r>
      <w:r w:rsidRPr="009B44A9">
        <w:t>вербальная/невербальная реакция на услышанное; использовать переспрос или просьбу повторить для</w:t>
      </w:r>
      <w:r w:rsidRPr="009B44A9">
        <w:rPr>
          <w:spacing w:val="-58"/>
        </w:rPr>
        <w:t xml:space="preserve"> </w:t>
      </w:r>
      <w:r w:rsidRPr="009B44A9">
        <w:t>уточнения</w:t>
      </w:r>
      <w:r w:rsidRPr="009B44A9">
        <w:rPr>
          <w:spacing w:val="-2"/>
        </w:rPr>
        <w:t xml:space="preserve"> </w:t>
      </w:r>
      <w:r w:rsidRPr="009B44A9">
        <w:t>отдельных деталей.</w:t>
      </w:r>
    </w:p>
    <w:p w:rsidR="00E76AB9" w:rsidRPr="009B44A9" w:rsidRDefault="00E76AB9" w:rsidP="007940B1">
      <w:pPr>
        <w:pStyle w:val="BodyText"/>
        <w:spacing w:line="292" w:lineRule="auto"/>
        <w:ind w:right="286" w:firstLine="180"/>
        <w:jc w:val="both"/>
      </w:pPr>
      <w:r w:rsidRPr="009B44A9">
        <w:t xml:space="preserve">- При </w:t>
      </w:r>
      <w:r w:rsidRPr="009B44A9">
        <w:rPr>
          <w:i/>
        </w:rPr>
        <w:t xml:space="preserve">опосредованном </w:t>
      </w:r>
      <w:r w:rsidRPr="009B44A9">
        <w:t>общении: дальнейшее развитие восприятия и понимания на слух несложных</w:t>
      </w:r>
      <w:r w:rsidRPr="009B44A9">
        <w:rPr>
          <w:spacing w:val="-57"/>
        </w:rPr>
        <w:t xml:space="preserve"> </w:t>
      </w:r>
      <w:r w:rsidRPr="009B44A9">
        <w:t>аутентичных текстов, содержащих отдельные неизученные языковые явления, с разной глубиной</w:t>
      </w:r>
      <w:r w:rsidRPr="009B44A9">
        <w:rPr>
          <w:spacing w:val="1"/>
        </w:rPr>
        <w:t xml:space="preserve"> </w:t>
      </w:r>
      <w:r w:rsidRPr="009B44A9">
        <w:t>проникновения в их содержание в зависимости от поставленной коммуникативной задачи: с</w:t>
      </w:r>
      <w:r w:rsidRPr="009B44A9">
        <w:rPr>
          <w:spacing w:val="1"/>
        </w:rPr>
        <w:t xml:space="preserve"> </w:t>
      </w:r>
      <w:r w:rsidRPr="009B44A9">
        <w:t>пониманием основного содержания; с пониманием нужной/интересующей/запрашиваемой</w:t>
      </w:r>
      <w:r w:rsidRPr="009B44A9">
        <w:rPr>
          <w:spacing w:val="1"/>
        </w:rPr>
        <w:t xml:space="preserve"> </w:t>
      </w:r>
      <w:r w:rsidRPr="009B44A9"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357" w:firstLine="180"/>
        <w:jc w:val="both"/>
      </w:pPr>
      <w:r w:rsidRPr="009B44A9">
        <w:t xml:space="preserve">Аудирование с пониманием </w:t>
      </w:r>
      <w:r w:rsidRPr="009B44A9">
        <w:rPr>
          <w:b/>
        </w:rPr>
        <w:t xml:space="preserve">основного содержания </w:t>
      </w:r>
      <w:r w:rsidRPr="009B44A9">
        <w:t>текста предполагает умение определять</w:t>
      </w:r>
      <w:r w:rsidRPr="009B44A9">
        <w:rPr>
          <w:spacing w:val="1"/>
        </w:rPr>
        <w:t xml:space="preserve"> </w:t>
      </w:r>
      <w:r w:rsidRPr="009B44A9">
        <w:t>основную тему/идею и главные факты/события в воспринимаемом на слух тексте, отделять главную</w:t>
      </w:r>
      <w:r w:rsidRPr="009B44A9">
        <w:rPr>
          <w:spacing w:val="-58"/>
        </w:rPr>
        <w:t xml:space="preserve"> </w:t>
      </w:r>
      <w:r w:rsidRPr="009B44A9">
        <w:t>информацию от второстепенной, прогнозировать содержание текста по началу сообщения;</w:t>
      </w:r>
      <w:r w:rsidRPr="009B44A9">
        <w:rPr>
          <w:spacing w:val="1"/>
        </w:rPr>
        <w:t xml:space="preserve"> </w:t>
      </w:r>
      <w:r w:rsidRPr="009B44A9">
        <w:t>игнорировать</w:t>
      </w:r>
      <w:r w:rsidRPr="009B44A9">
        <w:rPr>
          <w:spacing w:val="-3"/>
        </w:rPr>
        <w:t xml:space="preserve"> </w:t>
      </w:r>
      <w:r w:rsidRPr="009B44A9">
        <w:t>незнакомые</w:t>
      </w:r>
      <w:r w:rsidRPr="009B44A9">
        <w:rPr>
          <w:spacing w:val="-1"/>
        </w:rPr>
        <w:t xml:space="preserve"> </w:t>
      </w:r>
      <w:r w:rsidRPr="009B44A9">
        <w:t>слова,</w:t>
      </w:r>
      <w:r w:rsidRPr="009B44A9">
        <w:rPr>
          <w:spacing w:val="-1"/>
        </w:rPr>
        <w:t xml:space="preserve"> </w:t>
      </w:r>
      <w:r w:rsidRPr="009B44A9">
        <w:t>не</w:t>
      </w:r>
      <w:r w:rsidRPr="009B44A9">
        <w:rPr>
          <w:spacing w:val="-1"/>
        </w:rPr>
        <w:t xml:space="preserve"> </w:t>
      </w:r>
      <w:r w:rsidRPr="009B44A9">
        <w:t>существенные</w:t>
      </w:r>
      <w:r w:rsidRPr="009B44A9">
        <w:rPr>
          <w:spacing w:val="-1"/>
        </w:rPr>
        <w:t xml:space="preserve"> </w:t>
      </w:r>
      <w:r w:rsidRPr="009B44A9">
        <w:t>для</w:t>
      </w:r>
      <w:r w:rsidRPr="009B44A9">
        <w:rPr>
          <w:spacing w:val="-2"/>
        </w:rPr>
        <w:t xml:space="preserve"> </w:t>
      </w:r>
      <w:r w:rsidRPr="009B44A9">
        <w:t>понимания</w:t>
      </w:r>
      <w:r w:rsidRPr="009B44A9">
        <w:rPr>
          <w:spacing w:val="-2"/>
        </w:rPr>
        <w:t xml:space="preserve"> </w:t>
      </w:r>
      <w:r w:rsidRPr="009B44A9">
        <w:t>основного</w:t>
      </w:r>
      <w:r w:rsidRPr="009B44A9">
        <w:rPr>
          <w:spacing w:val="-1"/>
        </w:rPr>
        <w:t xml:space="preserve"> </w:t>
      </w:r>
      <w:r w:rsidRPr="009B44A9">
        <w:t>содержания.</w:t>
      </w:r>
    </w:p>
    <w:p w:rsidR="00E76AB9" w:rsidRPr="009B44A9" w:rsidRDefault="00E76AB9" w:rsidP="007940B1">
      <w:pPr>
        <w:spacing w:line="292" w:lineRule="auto"/>
        <w:ind w:left="106" w:right="411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Аудирование с пониманием </w:t>
      </w:r>
      <w:r w:rsidRPr="009B44A9">
        <w:rPr>
          <w:b/>
          <w:sz w:val="24"/>
          <w:szCs w:val="24"/>
        </w:rPr>
        <w:t xml:space="preserve">нужной/интересующей/запрашиваемой информации </w:t>
      </w:r>
      <w:r w:rsidRPr="009B44A9">
        <w:rPr>
          <w:sz w:val="24"/>
          <w:szCs w:val="24"/>
        </w:rPr>
        <w:t>предполагает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умение выделять нужную/интересующую/запрашиваемую информацию, представленную в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эксплицитной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(явной)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форме, 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воспринимаемом на слух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6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аудирования</w:t>
      </w:r>
      <w:r w:rsidRPr="009B44A9">
        <w:t>:</w:t>
      </w:r>
      <w:r w:rsidRPr="009B44A9">
        <w:rPr>
          <w:spacing w:val="-6"/>
        </w:rPr>
        <w:t xml:space="preserve"> </w:t>
      </w:r>
      <w:r w:rsidRPr="009B44A9">
        <w:t>диалог</w:t>
      </w:r>
      <w:r w:rsidRPr="009B44A9">
        <w:rPr>
          <w:spacing w:val="-5"/>
        </w:rPr>
        <w:t xml:space="preserve"> </w:t>
      </w:r>
      <w:r w:rsidRPr="009B44A9">
        <w:t>(беседа),</w:t>
      </w:r>
      <w:r w:rsidRPr="009B44A9">
        <w:rPr>
          <w:spacing w:val="-5"/>
        </w:rPr>
        <w:t xml:space="preserve"> </w:t>
      </w:r>
      <w:r w:rsidRPr="009B44A9">
        <w:t>высказывания</w:t>
      </w:r>
      <w:r w:rsidRPr="009B44A9">
        <w:rPr>
          <w:spacing w:val="-6"/>
        </w:rPr>
        <w:t xml:space="preserve"> </w:t>
      </w:r>
      <w:r w:rsidRPr="009B44A9">
        <w:t>собеседников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6"/>
        </w:rPr>
        <w:t xml:space="preserve"> </w:t>
      </w:r>
      <w:r w:rsidRPr="009B44A9">
        <w:t>ситуациях</w:t>
      </w:r>
      <w:r w:rsidRPr="009B44A9">
        <w:rPr>
          <w:spacing w:val="-5"/>
        </w:rPr>
        <w:t xml:space="preserve"> </w:t>
      </w:r>
      <w:r w:rsidRPr="009B44A9">
        <w:t>повседневного</w:t>
      </w:r>
      <w:r w:rsidRPr="009B44A9">
        <w:rPr>
          <w:spacing w:val="-57"/>
        </w:rPr>
        <w:t xml:space="preserve"> </w:t>
      </w:r>
      <w:r w:rsidRPr="009B44A9">
        <w:t>общения,</w:t>
      </w:r>
      <w:r w:rsidRPr="009B44A9">
        <w:rPr>
          <w:spacing w:val="-1"/>
        </w:rPr>
        <w:t xml:space="preserve"> </w:t>
      </w:r>
      <w:r w:rsidRPr="009B44A9">
        <w:t>рассказ, сообщение информационного</w:t>
      </w:r>
      <w:r w:rsidRPr="009B44A9">
        <w:rPr>
          <w:spacing w:val="-1"/>
        </w:rPr>
        <w:t xml:space="preserve"> </w:t>
      </w:r>
      <w:r w:rsidRPr="009B44A9">
        <w:t>характера.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Время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звучания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5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аудирования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5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1,5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минут.</w:t>
      </w:r>
    </w:p>
    <w:p w:rsidR="00E76AB9" w:rsidRPr="009B44A9" w:rsidRDefault="00E76AB9" w:rsidP="007940B1">
      <w:pPr>
        <w:pStyle w:val="Heading2"/>
        <w:spacing w:before="51"/>
        <w:jc w:val="both"/>
      </w:pPr>
      <w:r w:rsidRPr="009B44A9">
        <w:t>Смысловое</w:t>
      </w:r>
      <w:r w:rsidRPr="009B44A9">
        <w:rPr>
          <w:spacing w:val="-5"/>
        </w:rPr>
        <w:t xml:space="preserve"> </w:t>
      </w:r>
      <w:r w:rsidRPr="009B44A9">
        <w:t>чтение</w:t>
      </w:r>
    </w:p>
    <w:p w:rsidR="00E76AB9" w:rsidRPr="009B44A9" w:rsidRDefault="00E76AB9" w:rsidP="007940B1">
      <w:pPr>
        <w:pStyle w:val="BodyText"/>
        <w:spacing w:before="60" w:line="292" w:lineRule="auto"/>
        <w:ind w:right="145" w:firstLine="180"/>
        <w:jc w:val="both"/>
      </w:pPr>
      <w:r w:rsidRPr="009B44A9">
        <w:t>Развитие умения читать про себя и понимать несложные аутентичные тексты разных жанров и</w:t>
      </w:r>
      <w:r w:rsidRPr="009B44A9">
        <w:rPr>
          <w:spacing w:val="1"/>
        </w:rPr>
        <w:t xml:space="preserve"> </w:t>
      </w:r>
      <w:r w:rsidRPr="009B44A9">
        <w:t>стилей, содержащие отдельные неизученные языковые явления, с различной глубиной проникновения</w:t>
      </w:r>
      <w:r w:rsidRPr="009B44A9">
        <w:rPr>
          <w:spacing w:val="-58"/>
        </w:rPr>
        <w:t xml:space="preserve"> </w:t>
      </w:r>
      <w:r w:rsidRPr="009B44A9">
        <w:t>в их содержание в зависимости от поставленной коммуникативной задачи: с пониманием основного</w:t>
      </w:r>
      <w:r w:rsidRPr="009B44A9">
        <w:rPr>
          <w:spacing w:val="1"/>
        </w:rPr>
        <w:t xml:space="preserve"> </w:t>
      </w:r>
      <w:r w:rsidRPr="009B44A9">
        <w:t>содержания; с пониманием нужной/интересующей/запрашиваемой информации; с полным</w:t>
      </w:r>
      <w:r w:rsidRPr="009B44A9">
        <w:rPr>
          <w:spacing w:val="1"/>
        </w:rPr>
        <w:t xml:space="preserve"> </w:t>
      </w:r>
      <w:r w:rsidRPr="009B44A9">
        <w:t>пониманием</w:t>
      </w:r>
      <w:r w:rsidRPr="009B44A9">
        <w:rPr>
          <w:spacing w:val="-1"/>
        </w:rPr>
        <w:t xml:space="preserve"> </w:t>
      </w:r>
      <w:r w:rsidRPr="009B44A9">
        <w:t>содержания.</w:t>
      </w:r>
    </w:p>
    <w:p w:rsidR="00E76AB9" w:rsidRPr="009B44A9" w:rsidRDefault="00E76AB9" w:rsidP="007940B1">
      <w:pPr>
        <w:pStyle w:val="BodyText"/>
        <w:spacing w:line="292" w:lineRule="auto"/>
        <w:ind w:right="352" w:firstLine="180"/>
        <w:jc w:val="both"/>
      </w:pPr>
      <w:r w:rsidRPr="009B44A9">
        <w:t xml:space="preserve">Чтение </w:t>
      </w:r>
      <w:r w:rsidRPr="009B44A9">
        <w:rPr>
          <w:b/>
        </w:rPr>
        <w:t xml:space="preserve">с пониманием основного содержания текста </w:t>
      </w:r>
      <w:r w:rsidRPr="009B44A9">
        <w:t>предполагает умения: определять</w:t>
      </w:r>
      <w:r w:rsidRPr="009B44A9">
        <w:rPr>
          <w:spacing w:val="1"/>
        </w:rPr>
        <w:t xml:space="preserve"> </w:t>
      </w:r>
      <w:r w:rsidRPr="009B44A9">
        <w:t>тему/основную</w:t>
      </w:r>
      <w:r w:rsidRPr="009B44A9">
        <w:rPr>
          <w:spacing w:val="-7"/>
        </w:rPr>
        <w:t xml:space="preserve"> </w:t>
      </w:r>
      <w:r w:rsidRPr="009B44A9">
        <w:t>мысль,</w:t>
      </w:r>
      <w:r w:rsidRPr="009B44A9">
        <w:rPr>
          <w:spacing w:val="-5"/>
        </w:rPr>
        <w:t xml:space="preserve"> </w:t>
      </w:r>
      <w:r w:rsidRPr="009B44A9">
        <w:t>выделять</w:t>
      </w:r>
      <w:r w:rsidRPr="009B44A9">
        <w:rPr>
          <w:spacing w:val="-6"/>
        </w:rPr>
        <w:t xml:space="preserve"> </w:t>
      </w:r>
      <w:r w:rsidRPr="009B44A9">
        <w:t>главные</w:t>
      </w:r>
      <w:r w:rsidRPr="009B44A9">
        <w:rPr>
          <w:spacing w:val="-6"/>
        </w:rPr>
        <w:t xml:space="preserve"> </w:t>
      </w:r>
      <w:r w:rsidRPr="009B44A9">
        <w:t>факты/события</w:t>
      </w:r>
      <w:r w:rsidRPr="009B44A9">
        <w:rPr>
          <w:spacing w:val="-6"/>
        </w:rPr>
        <w:t xml:space="preserve"> </w:t>
      </w:r>
      <w:r w:rsidRPr="009B44A9">
        <w:t>(опуская</w:t>
      </w:r>
      <w:r w:rsidRPr="009B44A9">
        <w:rPr>
          <w:spacing w:val="-6"/>
        </w:rPr>
        <w:t xml:space="preserve"> </w:t>
      </w:r>
      <w:r w:rsidRPr="009B44A9">
        <w:t>второстепенные);</w:t>
      </w:r>
      <w:r w:rsidRPr="009B44A9">
        <w:rPr>
          <w:spacing w:val="-6"/>
        </w:rPr>
        <w:t xml:space="preserve"> </w:t>
      </w:r>
      <w:r w:rsidRPr="009B44A9">
        <w:t>прогнозировать</w:t>
      </w:r>
      <w:r w:rsidRPr="009B44A9">
        <w:rPr>
          <w:spacing w:val="-57"/>
        </w:rPr>
        <w:t xml:space="preserve"> </w:t>
      </w:r>
      <w:r w:rsidRPr="009B44A9">
        <w:t>содержание текста по заголовку/началу текста; определять логическую последовательность главных</w:t>
      </w:r>
      <w:r w:rsidRPr="009B44A9">
        <w:rPr>
          <w:spacing w:val="-57"/>
        </w:rPr>
        <w:t xml:space="preserve"> </w:t>
      </w:r>
      <w:r w:rsidRPr="009B44A9">
        <w:t>фактов, событий; игнорировать незнакомые слова, несущественные для понимания основного</w:t>
      </w:r>
      <w:r w:rsidRPr="009B44A9">
        <w:rPr>
          <w:spacing w:val="1"/>
        </w:rPr>
        <w:t xml:space="preserve"> </w:t>
      </w:r>
      <w:r w:rsidRPr="009B44A9">
        <w:t>содержания;</w:t>
      </w:r>
      <w:r w:rsidRPr="009B44A9">
        <w:rPr>
          <w:spacing w:val="-2"/>
        </w:rPr>
        <w:t xml:space="preserve"> </w:t>
      </w:r>
      <w:r w:rsidRPr="009B44A9">
        <w:t>понимать</w:t>
      </w:r>
      <w:r w:rsidRPr="009B44A9">
        <w:rPr>
          <w:spacing w:val="-1"/>
        </w:rPr>
        <w:t xml:space="preserve"> </w:t>
      </w:r>
      <w:r w:rsidRPr="009B44A9">
        <w:t>интернациональные слова.</w:t>
      </w:r>
    </w:p>
    <w:p w:rsidR="00E76AB9" w:rsidRPr="009B44A9" w:rsidRDefault="00E76AB9" w:rsidP="007940B1">
      <w:pPr>
        <w:pStyle w:val="BodyText"/>
        <w:spacing w:line="292" w:lineRule="auto"/>
        <w:ind w:right="159" w:firstLine="180"/>
        <w:jc w:val="both"/>
      </w:pPr>
      <w:r w:rsidRPr="009B44A9">
        <w:t xml:space="preserve">Чтение </w:t>
      </w:r>
      <w:r w:rsidRPr="009B44A9">
        <w:rPr>
          <w:b/>
        </w:rPr>
        <w:t xml:space="preserve">с пониманием нужной/интересующей/запрашиваемой информации </w:t>
      </w:r>
      <w:r w:rsidRPr="009B44A9">
        <w:t>предполагает умение</w:t>
      </w:r>
      <w:r w:rsidRPr="009B44A9">
        <w:rPr>
          <w:spacing w:val="-57"/>
        </w:rPr>
        <w:t xml:space="preserve"> </w:t>
      </w:r>
      <w:r w:rsidRPr="009B44A9">
        <w:t>находить в прочитанном тексте и понимать запрашиваемую информацию, представленную в</w:t>
      </w:r>
      <w:r w:rsidRPr="009B44A9">
        <w:rPr>
          <w:spacing w:val="1"/>
        </w:rPr>
        <w:t xml:space="preserve"> </w:t>
      </w:r>
      <w:r w:rsidRPr="009B44A9">
        <w:t>эксплицитной (явной) форме; оценивать найденную информацию с точки зрения её значимости</w:t>
      </w:r>
      <w:r w:rsidRPr="009B44A9">
        <w:rPr>
          <w:spacing w:val="1"/>
        </w:rPr>
        <w:t xml:space="preserve"> </w:t>
      </w:r>
      <w:r w:rsidRPr="009B44A9">
        <w:t>для</w:t>
      </w:r>
      <w:r w:rsidRPr="009B44A9">
        <w:rPr>
          <w:spacing w:val="1"/>
        </w:rPr>
        <w:t xml:space="preserve"> </w:t>
      </w:r>
      <w:r w:rsidRPr="009B44A9">
        <w:t>решения</w:t>
      </w:r>
      <w:r w:rsidRPr="009B44A9">
        <w:rPr>
          <w:spacing w:val="-2"/>
        </w:rPr>
        <w:t xml:space="preserve"> </w:t>
      </w:r>
      <w:r w:rsidRPr="009B44A9">
        <w:t>коммуникативной задачи.</w:t>
      </w:r>
    </w:p>
    <w:p w:rsidR="00E76AB9" w:rsidRPr="009B44A9" w:rsidRDefault="00E76AB9" w:rsidP="007940B1">
      <w:pPr>
        <w:pStyle w:val="BodyText"/>
        <w:spacing w:line="292" w:lineRule="auto"/>
        <w:ind w:right="189" w:firstLine="180"/>
        <w:jc w:val="both"/>
      </w:pPr>
      <w:r w:rsidRPr="009B44A9">
        <w:t xml:space="preserve">Чтение </w:t>
      </w:r>
      <w:r w:rsidRPr="009B44A9">
        <w:rPr>
          <w:b/>
        </w:rPr>
        <w:t xml:space="preserve">с полным пониманием содержания </w:t>
      </w:r>
      <w:r w:rsidRPr="009B44A9">
        <w:t>несложных аутентичных текстов, содержащих</w:t>
      </w:r>
      <w:r w:rsidRPr="009B44A9">
        <w:rPr>
          <w:spacing w:val="1"/>
        </w:rPr>
        <w:t xml:space="preserve"> </w:t>
      </w:r>
      <w:r w:rsidRPr="009B44A9">
        <w:t>отдельные неизученные языковые явления. В ходе чтения с полным пониманием формируются и</w:t>
      </w:r>
      <w:r w:rsidRPr="009B44A9">
        <w:rPr>
          <w:spacing w:val="1"/>
        </w:rPr>
        <w:t xml:space="preserve"> </w:t>
      </w:r>
      <w:r w:rsidRPr="009B44A9">
        <w:t>развиваются умения полно и точно понимать текст на основе его информационной переработки</w:t>
      </w:r>
      <w:r w:rsidRPr="009B44A9">
        <w:rPr>
          <w:spacing w:val="1"/>
        </w:rPr>
        <w:t xml:space="preserve"> </w:t>
      </w:r>
      <w:r w:rsidRPr="009B44A9">
        <w:t>(смыслового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структурного</w:t>
      </w:r>
      <w:r w:rsidRPr="009B44A9">
        <w:rPr>
          <w:spacing w:val="-4"/>
        </w:rPr>
        <w:t xml:space="preserve"> </w:t>
      </w:r>
      <w:r w:rsidRPr="009B44A9">
        <w:t>анализа</w:t>
      </w:r>
      <w:r w:rsidRPr="009B44A9">
        <w:rPr>
          <w:spacing w:val="-5"/>
        </w:rPr>
        <w:t xml:space="preserve"> </w:t>
      </w:r>
      <w:r w:rsidRPr="009B44A9">
        <w:t>отдельных</w:t>
      </w:r>
      <w:r w:rsidRPr="009B44A9">
        <w:rPr>
          <w:spacing w:val="-4"/>
        </w:rPr>
        <w:t xml:space="preserve"> </w:t>
      </w:r>
      <w:r w:rsidRPr="009B44A9">
        <w:t>частей</w:t>
      </w:r>
      <w:r w:rsidRPr="009B44A9">
        <w:rPr>
          <w:spacing w:val="-4"/>
        </w:rPr>
        <w:t xml:space="preserve"> </w:t>
      </w:r>
      <w:r w:rsidRPr="009B44A9">
        <w:t>текста,</w:t>
      </w:r>
      <w:r w:rsidRPr="009B44A9">
        <w:rPr>
          <w:spacing w:val="-5"/>
        </w:rPr>
        <w:t xml:space="preserve"> </w:t>
      </w:r>
      <w:r w:rsidRPr="009B44A9">
        <w:t>выборочного</w:t>
      </w:r>
      <w:r w:rsidRPr="009B44A9">
        <w:rPr>
          <w:spacing w:val="-4"/>
        </w:rPr>
        <w:t xml:space="preserve"> </w:t>
      </w:r>
      <w:r w:rsidRPr="009B44A9">
        <w:t>перевода);</w:t>
      </w:r>
      <w:r w:rsidRPr="009B44A9">
        <w:rPr>
          <w:spacing w:val="-5"/>
        </w:rPr>
        <w:t xml:space="preserve"> </w:t>
      </w:r>
      <w:r w:rsidRPr="009B44A9">
        <w:t>неизученные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/>
        <w:jc w:val="both"/>
      </w:pPr>
      <w:r w:rsidRPr="009B44A9">
        <w:t>языковые</w:t>
      </w:r>
      <w:r w:rsidRPr="009B44A9">
        <w:rPr>
          <w:spacing w:val="-4"/>
        </w:rPr>
        <w:t xml:space="preserve"> </w:t>
      </w:r>
      <w:r w:rsidRPr="009B44A9">
        <w:t>явления.</w:t>
      </w:r>
    </w:p>
    <w:p w:rsidR="00E76AB9" w:rsidRPr="009B44A9" w:rsidRDefault="00E76AB9" w:rsidP="007940B1">
      <w:pPr>
        <w:pStyle w:val="BodyText"/>
        <w:spacing w:before="60" w:line="292" w:lineRule="auto"/>
        <w:ind w:right="204" w:firstLine="180"/>
        <w:jc w:val="both"/>
      </w:pPr>
      <w:r w:rsidRPr="009B44A9">
        <w:t>В ходе чтения с полным пониманием формируются и развиваются умения устанавливать причинно-</w:t>
      </w:r>
      <w:r w:rsidRPr="009B44A9">
        <w:rPr>
          <w:spacing w:val="-57"/>
        </w:rPr>
        <w:t xml:space="preserve"> </w:t>
      </w:r>
      <w:r w:rsidRPr="009B44A9">
        <w:t>следственную взаимосвязь изложенных в тексте фактов и событий, восстанавливать текст из</w:t>
      </w:r>
      <w:r w:rsidRPr="009B44A9">
        <w:rPr>
          <w:spacing w:val="1"/>
        </w:rPr>
        <w:t xml:space="preserve"> </w:t>
      </w:r>
      <w:r w:rsidRPr="009B44A9">
        <w:t>разрозненных</w:t>
      </w:r>
      <w:r w:rsidRPr="009B44A9">
        <w:rPr>
          <w:spacing w:val="-1"/>
        </w:rPr>
        <w:t xml:space="preserve"> </w:t>
      </w:r>
      <w:r w:rsidRPr="009B44A9">
        <w:t>абзацев.</w:t>
      </w:r>
    </w:p>
    <w:p w:rsidR="00E76AB9" w:rsidRPr="009B44A9" w:rsidRDefault="00E76AB9" w:rsidP="007940B1">
      <w:pPr>
        <w:spacing w:line="292" w:lineRule="auto"/>
        <w:ind w:left="106" w:right="953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Чтение </w:t>
      </w:r>
      <w:r w:rsidRPr="009B44A9">
        <w:rPr>
          <w:b/>
          <w:sz w:val="24"/>
          <w:szCs w:val="24"/>
        </w:rPr>
        <w:t xml:space="preserve">несплошных текстов (таблиц, диаграмм, схем) </w:t>
      </w:r>
      <w:r w:rsidRPr="009B44A9">
        <w:rPr>
          <w:sz w:val="24"/>
          <w:szCs w:val="24"/>
        </w:rPr>
        <w:t>и понимание представленной в них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189"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6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чтения</w:t>
      </w:r>
      <w:r w:rsidRPr="009B44A9">
        <w:t>:</w:t>
      </w:r>
      <w:r w:rsidRPr="009B44A9">
        <w:rPr>
          <w:spacing w:val="-6"/>
        </w:rPr>
        <w:t xml:space="preserve"> </w:t>
      </w:r>
      <w:r w:rsidRPr="009B44A9">
        <w:t>интервью,</w:t>
      </w:r>
      <w:r w:rsidRPr="009B44A9">
        <w:rPr>
          <w:spacing w:val="-5"/>
        </w:rPr>
        <w:t xml:space="preserve"> </w:t>
      </w:r>
      <w:r w:rsidRPr="009B44A9">
        <w:t>диалог</w:t>
      </w:r>
      <w:r w:rsidRPr="009B44A9">
        <w:rPr>
          <w:spacing w:val="-4"/>
        </w:rPr>
        <w:t xml:space="preserve"> </w:t>
      </w:r>
      <w:r w:rsidRPr="009B44A9">
        <w:t>(беседа),</w:t>
      </w:r>
      <w:r w:rsidRPr="009B44A9">
        <w:rPr>
          <w:spacing w:val="-5"/>
        </w:rPr>
        <w:t xml:space="preserve"> </w:t>
      </w:r>
      <w:r w:rsidRPr="009B44A9">
        <w:t>рассказ,</w:t>
      </w:r>
      <w:r w:rsidRPr="009B44A9">
        <w:rPr>
          <w:spacing w:val="-5"/>
        </w:rPr>
        <w:t xml:space="preserve"> </w:t>
      </w:r>
      <w:r w:rsidRPr="009B44A9">
        <w:t>отрывок</w:t>
      </w:r>
      <w:r w:rsidRPr="009B44A9">
        <w:rPr>
          <w:spacing w:val="-6"/>
        </w:rPr>
        <w:t xml:space="preserve"> </w:t>
      </w:r>
      <w:r w:rsidRPr="009B44A9">
        <w:t>из</w:t>
      </w:r>
      <w:r w:rsidRPr="009B44A9">
        <w:rPr>
          <w:spacing w:val="-5"/>
        </w:rPr>
        <w:t xml:space="preserve"> </w:t>
      </w:r>
      <w:r w:rsidRPr="009B44A9">
        <w:t>художественного</w:t>
      </w:r>
      <w:r w:rsidRPr="009B44A9">
        <w:rPr>
          <w:spacing w:val="-5"/>
        </w:rPr>
        <w:t xml:space="preserve"> </w:t>
      </w:r>
      <w:r w:rsidRPr="009B44A9">
        <w:t>произведения,</w:t>
      </w:r>
      <w:r w:rsidRPr="009B44A9">
        <w:rPr>
          <w:spacing w:val="-57"/>
        </w:rPr>
        <w:t xml:space="preserve"> </w:t>
      </w:r>
      <w:r w:rsidRPr="009B44A9">
        <w:t>отрывок из статьи научно-популярного характера, сообщение информационного характера,</w:t>
      </w:r>
      <w:r w:rsidRPr="009B44A9">
        <w:rPr>
          <w:spacing w:val="1"/>
        </w:rPr>
        <w:t xml:space="preserve"> </w:t>
      </w:r>
      <w:r w:rsidRPr="009B44A9">
        <w:t>объявление,</w:t>
      </w:r>
      <w:r w:rsidRPr="009B44A9">
        <w:rPr>
          <w:spacing w:val="-3"/>
        </w:rPr>
        <w:t xml:space="preserve"> </w:t>
      </w:r>
      <w:r w:rsidRPr="009B44A9">
        <w:t>кулинарный</w:t>
      </w:r>
      <w:r w:rsidRPr="009B44A9">
        <w:rPr>
          <w:spacing w:val="-3"/>
        </w:rPr>
        <w:t xml:space="preserve"> </w:t>
      </w:r>
      <w:r w:rsidRPr="009B44A9">
        <w:t>рецепт,</w:t>
      </w:r>
      <w:r w:rsidRPr="009B44A9">
        <w:rPr>
          <w:spacing w:val="-3"/>
        </w:rPr>
        <w:t xml:space="preserve"> </w:t>
      </w:r>
      <w:r w:rsidRPr="009B44A9">
        <w:t>меню;</w:t>
      </w:r>
      <w:r w:rsidRPr="009B44A9">
        <w:rPr>
          <w:spacing w:val="-4"/>
        </w:rPr>
        <w:t xml:space="preserve"> </w:t>
      </w:r>
      <w:r w:rsidRPr="009B44A9">
        <w:t>электронное</w:t>
      </w:r>
      <w:r w:rsidRPr="009B44A9">
        <w:rPr>
          <w:spacing w:val="-3"/>
        </w:rPr>
        <w:t xml:space="preserve"> </w:t>
      </w:r>
      <w:r w:rsidRPr="009B44A9">
        <w:t>сообщение</w:t>
      </w:r>
      <w:r w:rsidRPr="009B44A9">
        <w:rPr>
          <w:spacing w:val="-3"/>
        </w:rPr>
        <w:t xml:space="preserve"> </w:t>
      </w:r>
      <w:r w:rsidRPr="009B44A9">
        <w:t>личного</w:t>
      </w:r>
      <w:r w:rsidRPr="009B44A9">
        <w:rPr>
          <w:spacing w:val="-3"/>
        </w:rPr>
        <w:t xml:space="preserve"> </w:t>
      </w:r>
      <w:r w:rsidRPr="009B44A9">
        <w:t>характера,</w:t>
      </w:r>
      <w:r w:rsidRPr="009B44A9">
        <w:rPr>
          <w:spacing w:val="-3"/>
        </w:rPr>
        <w:t xml:space="preserve"> </w:t>
      </w:r>
      <w:r w:rsidRPr="009B44A9">
        <w:t>стихотворение.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1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250</w:t>
      </w:r>
      <w:r w:rsidRPr="009B44A9">
        <w:rPr>
          <w:b/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2"/>
        <w:spacing w:before="57"/>
        <w:jc w:val="both"/>
      </w:pPr>
      <w:r w:rsidRPr="009B44A9">
        <w:t>Письменная</w:t>
      </w:r>
      <w:r w:rsidRPr="009B44A9">
        <w:rPr>
          <w:spacing w:val="-5"/>
        </w:rPr>
        <w:t xml:space="preserve"> </w:t>
      </w:r>
      <w:r w:rsidRPr="009B44A9">
        <w:t>речь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Развитие</w:t>
      </w:r>
      <w:r w:rsidRPr="009B44A9">
        <w:rPr>
          <w:spacing w:val="-3"/>
        </w:rPr>
        <w:t xml:space="preserve"> </w:t>
      </w:r>
      <w:r w:rsidRPr="009B44A9">
        <w:t>умений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составление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плана/тезисов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устного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или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сообщения;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228" w:line="292" w:lineRule="auto"/>
        <w:ind w:right="404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заполнение анкет и формуляров, сообщать о себе основные сведения (имя, фамилия, пол,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возраст, гражданство, адрес, увлечения) в соответствии с нормами, принятыми в стране/странах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167" w:line="292" w:lineRule="auto"/>
        <w:ind w:right="582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написание электронного сообщения личного характера: сообщать краткие сведения о себе,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излагать различные события, делиться впечатлениями, выражать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благодарность/извинения/просьбу,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запрашивать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интересующую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информацию;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166" w:line="292" w:lineRule="auto"/>
        <w:ind w:right="245" w:firstLine="0"/>
        <w:jc w:val="both"/>
        <w:rPr>
          <w:i/>
          <w:sz w:val="24"/>
          <w:szCs w:val="24"/>
        </w:rPr>
      </w:pPr>
      <w:r w:rsidRPr="009B44A9">
        <w:rPr>
          <w:sz w:val="24"/>
          <w:szCs w:val="24"/>
        </w:rPr>
        <w:t>оформлять обращение, завершающую фразу и подпись в соответствии с нормами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неофициального общения, принятыми в стране/странах изучаемого языка. </w:t>
      </w:r>
      <w:r w:rsidRPr="009B44A9">
        <w:rPr>
          <w:i/>
          <w:sz w:val="24"/>
          <w:szCs w:val="24"/>
        </w:rPr>
        <w:t xml:space="preserve">Объём письма — до </w:t>
      </w:r>
      <w:r w:rsidRPr="009B44A9">
        <w:rPr>
          <w:b/>
          <w:i/>
          <w:sz w:val="24"/>
          <w:szCs w:val="24"/>
        </w:rPr>
        <w:t>80</w:t>
      </w:r>
      <w:r w:rsidRPr="009B44A9">
        <w:rPr>
          <w:b/>
          <w:i/>
          <w:spacing w:val="-5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слов;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166" w:line="292" w:lineRule="auto"/>
        <w:ind w:right="532" w:firstLine="0"/>
        <w:jc w:val="both"/>
        <w:rPr>
          <w:i/>
          <w:sz w:val="24"/>
          <w:szCs w:val="24"/>
        </w:rPr>
      </w:pPr>
      <w:r w:rsidRPr="009B44A9">
        <w:rPr>
          <w:sz w:val="24"/>
          <w:szCs w:val="24"/>
        </w:rPr>
        <w:t>создание небольшого письменного высказывания с опорой на образец, план, таблицу и/или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прочитанный/прослушанный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текст.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письменного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80</w:t>
      </w:r>
      <w:r w:rsidRPr="009B44A9">
        <w:rPr>
          <w:b/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1"/>
        <w:spacing w:before="227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Фонетическая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 w:line="292" w:lineRule="auto"/>
        <w:ind w:right="484" w:firstLine="180"/>
        <w:jc w:val="both"/>
      </w:pPr>
      <w:r w:rsidRPr="009B44A9">
        <w:t>Различение на слух и адекватное, без фонематических ошибок, ведущих к сбою в коммуникации,</w:t>
      </w:r>
      <w:r w:rsidRPr="009B44A9">
        <w:rPr>
          <w:spacing w:val="-58"/>
        </w:rPr>
        <w:t xml:space="preserve"> </w:t>
      </w:r>
      <w:r w:rsidRPr="009B44A9">
        <w:t>произнесение слов с соблюдением правильного ударения и фраз с соблюдением их ритмико-</w:t>
      </w:r>
      <w:r w:rsidRPr="009B44A9">
        <w:rPr>
          <w:spacing w:val="1"/>
        </w:rPr>
        <w:t xml:space="preserve"> </w:t>
      </w:r>
      <w:r w:rsidRPr="009B44A9">
        <w:t>интонационных особенностей, в том числе отсутствия фразового ударения на служебных словах;</w:t>
      </w:r>
      <w:r w:rsidRPr="009B44A9">
        <w:rPr>
          <w:spacing w:val="1"/>
        </w:rPr>
        <w:t xml:space="preserve"> </w:t>
      </w:r>
      <w:r w:rsidRPr="009B44A9">
        <w:t>чтение</w:t>
      </w:r>
      <w:r w:rsidRPr="009B44A9">
        <w:rPr>
          <w:spacing w:val="-1"/>
        </w:rPr>
        <w:t xml:space="preserve"> </w:t>
      </w:r>
      <w:r w:rsidRPr="009B44A9">
        <w:t>новых слов</w:t>
      </w:r>
      <w:r w:rsidRPr="009B44A9">
        <w:rPr>
          <w:spacing w:val="-1"/>
        </w:rPr>
        <w:t xml:space="preserve"> </w:t>
      </w:r>
      <w:r w:rsidRPr="009B44A9">
        <w:t>согласно основным</w:t>
      </w:r>
      <w:r w:rsidRPr="009B44A9">
        <w:rPr>
          <w:spacing w:val="-1"/>
        </w:rPr>
        <w:t xml:space="preserve"> </w:t>
      </w:r>
      <w:r w:rsidRPr="009B44A9">
        <w:t>правилам чтения.</w:t>
      </w:r>
    </w:p>
    <w:p w:rsidR="00E76AB9" w:rsidRPr="009B44A9" w:rsidRDefault="00E76AB9" w:rsidP="007940B1">
      <w:pPr>
        <w:pStyle w:val="BodyText"/>
        <w:spacing w:line="292" w:lineRule="auto"/>
        <w:ind w:right="416" w:firstLine="180"/>
        <w:jc w:val="both"/>
      </w:pPr>
      <w:r w:rsidRPr="009B44A9">
        <w:t>Чтение вслух небольших аутентичных текстов, построенных на изученном языковом материале, с</w:t>
      </w:r>
      <w:r w:rsidRPr="009B44A9">
        <w:rPr>
          <w:spacing w:val="-58"/>
        </w:rPr>
        <w:t xml:space="preserve"> </w:t>
      </w:r>
      <w:r w:rsidRPr="009B44A9">
        <w:t>соблюдением</w:t>
      </w:r>
      <w:r w:rsidRPr="009B44A9">
        <w:rPr>
          <w:spacing w:val="-4"/>
        </w:rPr>
        <w:t xml:space="preserve"> </w:t>
      </w:r>
      <w:r w:rsidRPr="009B44A9">
        <w:t>правил</w:t>
      </w:r>
      <w:r w:rsidRPr="009B44A9">
        <w:rPr>
          <w:spacing w:val="-5"/>
        </w:rPr>
        <w:t xml:space="preserve"> </w:t>
      </w:r>
      <w:r w:rsidRPr="009B44A9">
        <w:t>чтения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соответствующей</w:t>
      </w:r>
      <w:r w:rsidRPr="009B44A9">
        <w:rPr>
          <w:spacing w:val="-4"/>
        </w:rPr>
        <w:t xml:space="preserve"> </w:t>
      </w:r>
      <w:r w:rsidRPr="009B44A9">
        <w:t>интонации,</w:t>
      </w:r>
      <w:r w:rsidRPr="009B44A9">
        <w:rPr>
          <w:spacing w:val="-3"/>
        </w:rPr>
        <w:t xml:space="preserve"> </w:t>
      </w:r>
      <w:r w:rsidRPr="009B44A9">
        <w:t>демонстрирующих</w:t>
      </w:r>
      <w:r w:rsidRPr="009B44A9">
        <w:rPr>
          <w:spacing w:val="-4"/>
        </w:rPr>
        <w:t xml:space="preserve"> </w:t>
      </w:r>
      <w:r w:rsidRPr="009B44A9">
        <w:t>понимание</w:t>
      </w:r>
      <w:r w:rsidRPr="009B44A9">
        <w:rPr>
          <w:spacing w:val="-4"/>
        </w:rPr>
        <w:t xml:space="preserve"> </w:t>
      </w:r>
      <w:r w:rsidRPr="009B44A9">
        <w:t>текста.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чтения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вслух</w:t>
      </w:r>
      <w:r w:rsidRPr="009B44A9">
        <w:t>:</w:t>
      </w:r>
      <w:r w:rsidRPr="009B44A9">
        <w:rPr>
          <w:spacing w:val="-4"/>
        </w:rPr>
        <w:t xml:space="preserve"> </w:t>
      </w:r>
      <w:r w:rsidRPr="009B44A9">
        <w:t>сообщение</w:t>
      </w:r>
      <w:r w:rsidRPr="009B44A9">
        <w:rPr>
          <w:spacing w:val="-4"/>
        </w:rPr>
        <w:t xml:space="preserve"> </w:t>
      </w:r>
      <w:r w:rsidRPr="009B44A9">
        <w:t>информационного</w:t>
      </w:r>
      <w:r w:rsidRPr="009B44A9">
        <w:rPr>
          <w:spacing w:val="-4"/>
        </w:rPr>
        <w:t xml:space="preserve"> </w:t>
      </w:r>
      <w:r w:rsidRPr="009B44A9">
        <w:t>характера,</w:t>
      </w:r>
      <w:r w:rsidRPr="009B44A9">
        <w:rPr>
          <w:spacing w:val="-4"/>
        </w:rPr>
        <w:t xml:space="preserve"> </w:t>
      </w:r>
      <w:r w:rsidRPr="009B44A9">
        <w:t>отрывок</w:t>
      </w:r>
      <w:r w:rsidRPr="009B44A9">
        <w:rPr>
          <w:spacing w:val="-4"/>
        </w:rPr>
        <w:t xml:space="preserve"> </w:t>
      </w:r>
      <w:r w:rsidRPr="009B44A9">
        <w:t>из</w:t>
      </w:r>
      <w:r w:rsidRPr="009B44A9">
        <w:rPr>
          <w:spacing w:val="-5"/>
        </w:rPr>
        <w:t xml:space="preserve"> </w:t>
      </w:r>
      <w:r w:rsidRPr="009B44A9">
        <w:t>статьи</w:t>
      </w:r>
      <w:r w:rsidRPr="009B44A9">
        <w:rPr>
          <w:spacing w:val="-4"/>
        </w:rPr>
        <w:t xml:space="preserve"> </w:t>
      </w:r>
      <w:r w:rsidRPr="009B44A9">
        <w:t>научно-</w:t>
      </w:r>
      <w:r w:rsidRPr="009B44A9">
        <w:rPr>
          <w:spacing w:val="-57"/>
        </w:rPr>
        <w:t xml:space="preserve"> </w:t>
      </w:r>
      <w:r w:rsidRPr="009B44A9">
        <w:t>популярного</w:t>
      </w:r>
      <w:r w:rsidRPr="009B44A9">
        <w:rPr>
          <w:spacing w:val="-1"/>
        </w:rPr>
        <w:t xml:space="preserve"> </w:t>
      </w:r>
      <w:r w:rsidRPr="009B44A9">
        <w:t>характера, рассказ, диалог</w:t>
      </w:r>
      <w:r w:rsidRPr="009B44A9">
        <w:rPr>
          <w:spacing w:val="-1"/>
        </w:rPr>
        <w:t xml:space="preserve"> </w:t>
      </w:r>
      <w:r w:rsidRPr="009B44A9">
        <w:t>(беседа).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вслух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9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90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2"/>
        <w:spacing w:before="57"/>
        <w:jc w:val="both"/>
      </w:pPr>
      <w:r w:rsidRPr="009B44A9">
        <w:t>Орфография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пунктуация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Правильное</w:t>
      </w:r>
      <w:r w:rsidRPr="009B44A9">
        <w:rPr>
          <w:spacing w:val="-4"/>
        </w:rPr>
        <w:t xml:space="preserve"> </w:t>
      </w:r>
      <w:r w:rsidRPr="009B44A9">
        <w:t>написание</w:t>
      </w:r>
      <w:r w:rsidRPr="009B44A9">
        <w:rPr>
          <w:spacing w:val="-3"/>
        </w:rPr>
        <w:t xml:space="preserve"> </w:t>
      </w:r>
      <w:r w:rsidRPr="009B44A9">
        <w:t>изученных</w:t>
      </w:r>
      <w:r w:rsidRPr="009B44A9">
        <w:rPr>
          <w:spacing w:val="-3"/>
        </w:rPr>
        <w:t xml:space="preserve"> </w:t>
      </w:r>
      <w:r w:rsidRPr="009B44A9">
        <w:t>слов.</w:t>
      </w:r>
    </w:p>
    <w:p w:rsidR="00E76AB9" w:rsidRPr="009B44A9" w:rsidRDefault="00E76AB9" w:rsidP="007940B1">
      <w:pPr>
        <w:pStyle w:val="BodyText"/>
        <w:spacing w:before="60" w:line="292" w:lineRule="auto"/>
        <w:ind w:right="287" w:firstLine="180"/>
        <w:jc w:val="both"/>
      </w:pPr>
      <w:r w:rsidRPr="009B44A9">
        <w:t>Правильное использование знаков препинания: точки, вопросительного и восклицательного знаков</w:t>
      </w:r>
      <w:r w:rsidRPr="009B44A9">
        <w:rPr>
          <w:spacing w:val="-58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конце предложения;</w:t>
      </w:r>
      <w:r w:rsidRPr="009B44A9">
        <w:rPr>
          <w:spacing w:val="-1"/>
        </w:rPr>
        <w:t xml:space="preserve"> </w:t>
      </w:r>
      <w:r w:rsidRPr="009B44A9">
        <w:t>запятой при перечислении.</w:t>
      </w:r>
    </w:p>
    <w:p w:rsidR="00E76AB9" w:rsidRPr="009B44A9" w:rsidRDefault="00E76AB9" w:rsidP="007940B1">
      <w:pPr>
        <w:pStyle w:val="BodyText"/>
        <w:spacing w:line="292" w:lineRule="auto"/>
        <w:ind w:right="127" w:firstLine="180"/>
        <w:jc w:val="both"/>
      </w:pPr>
      <w:r w:rsidRPr="009B44A9">
        <w:t>Пунктуационно правильно, в соответствии с нормами речевого этикета, принятыми в стране/странах</w:t>
      </w:r>
      <w:r w:rsidRPr="009B44A9">
        <w:rPr>
          <w:spacing w:val="-57"/>
        </w:rPr>
        <w:t xml:space="preserve"> </w:t>
      </w:r>
      <w:r w:rsidRPr="009B44A9">
        <w:t>изучаемого</w:t>
      </w:r>
      <w:r w:rsidRPr="009B44A9">
        <w:rPr>
          <w:spacing w:val="-1"/>
        </w:rPr>
        <w:t xml:space="preserve"> </w:t>
      </w:r>
      <w:r w:rsidRPr="009B44A9">
        <w:t>языка,</w:t>
      </w:r>
      <w:r w:rsidRPr="009B44A9">
        <w:rPr>
          <w:spacing w:val="-1"/>
        </w:rPr>
        <w:t xml:space="preserve"> </w:t>
      </w:r>
      <w:r w:rsidRPr="009B44A9">
        <w:t>оформлять</w:t>
      </w:r>
      <w:r w:rsidRPr="009B44A9">
        <w:rPr>
          <w:spacing w:val="-1"/>
        </w:rPr>
        <w:t xml:space="preserve"> </w:t>
      </w:r>
      <w:r w:rsidRPr="009B44A9">
        <w:t>электронное</w:t>
      </w:r>
      <w:r w:rsidRPr="009B44A9">
        <w:rPr>
          <w:spacing w:val="-1"/>
        </w:rPr>
        <w:t xml:space="preserve"> </w:t>
      </w:r>
      <w:r w:rsidRPr="009B44A9">
        <w:t>сообщение личного</w:t>
      </w:r>
      <w:r w:rsidRPr="009B44A9">
        <w:rPr>
          <w:spacing w:val="-1"/>
        </w:rPr>
        <w:t xml:space="preserve"> </w:t>
      </w:r>
      <w:r w:rsidRPr="009B44A9">
        <w:t>характера.</w:t>
      </w:r>
    </w:p>
    <w:p w:rsidR="00E76AB9" w:rsidRPr="009B44A9" w:rsidRDefault="00E76AB9" w:rsidP="007940B1">
      <w:pPr>
        <w:pStyle w:val="Heading2"/>
        <w:spacing w:line="275" w:lineRule="exact"/>
        <w:jc w:val="both"/>
      </w:pPr>
      <w:r w:rsidRPr="009B44A9">
        <w:t>Лексическая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59"/>
        <w:ind w:left="286"/>
        <w:jc w:val="both"/>
      </w:pPr>
      <w:r w:rsidRPr="009B44A9">
        <w:t>Распознавание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звучащем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письменном</w:t>
      </w:r>
      <w:r w:rsidRPr="009B44A9">
        <w:rPr>
          <w:spacing w:val="-3"/>
        </w:rPr>
        <w:t xml:space="preserve"> </w:t>
      </w:r>
      <w:r w:rsidRPr="009B44A9">
        <w:t>тексте</w:t>
      </w:r>
      <w:r w:rsidRPr="009B44A9">
        <w:rPr>
          <w:spacing w:val="-3"/>
        </w:rPr>
        <w:t xml:space="preserve"> </w:t>
      </w:r>
      <w:r w:rsidRPr="009B44A9">
        <w:t>750</w:t>
      </w:r>
      <w:r w:rsidRPr="009B44A9">
        <w:rPr>
          <w:spacing w:val="-3"/>
        </w:rPr>
        <w:t xml:space="preserve"> </w:t>
      </w:r>
      <w:r w:rsidRPr="009B44A9">
        <w:t>лексических</w:t>
      </w:r>
      <w:r w:rsidRPr="009B44A9">
        <w:rPr>
          <w:spacing w:val="-3"/>
        </w:rPr>
        <w:t xml:space="preserve"> </w:t>
      </w:r>
      <w:r w:rsidRPr="009B44A9">
        <w:t>единиц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правильное</w:t>
      </w:r>
    </w:p>
    <w:p w:rsidR="00E76AB9" w:rsidRPr="009B44A9" w:rsidRDefault="00E76AB9" w:rsidP="007940B1">
      <w:pPr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 w:line="292" w:lineRule="auto"/>
        <w:ind w:right="621"/>
        <w:jc w:val="both"/>
      </w:pPr>
      <w:r w:rsidRPr="009B44A9">
        <w:t>употребление в устной и письменной речи 700 лексических единиц, обслуживающих ситуации</w:t>
      </w:r>
      <w:r w:rsidRPr="009B44A9">
        <w:rPr>
          <w:spacing w:val="1"/>
        </w:rPr>
        <w:t xml:space="preserve"> </w:t>
      </w:r>
      <w:r w:rsidRPr="009B44A9">
        <w:t>общения в рамках отобранного тематического содержания, с соблюдением существующей нормы</w:t>
      </w:r>
      <w:r w:rsidRPr="009B44A9">
        <w:rPr>
          <w:spacing w:val="-58"/>
        </w:rPr>
        <w:t xml:space="preserve"> </w:t>
      </w:r>
      <w:r w:rsidRPr="009B44A9">
        <w:t>лексической</w:t>
      </w:r>
      <w:r w:rsidRPr="009B44A9">
        <w:rPr>
          <w:spacing w:val="-1"/>
        </w:rPr>
        <w:t xml:space="preserve"> </w:t>
      </w:r>
      <w:r w:rsidRPr="009B44A9">
        <w:t>сочетаемости.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Распознавание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звучащем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письменном</w:t>
      </w:r>
      <w:r w:rsidRPr="009B44A9">
        <w:rPr>
          <w:spacing w:val="-3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употребление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устной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168" w:line="292" w:lineRule="auto"/>
        <w:ind w:right="845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изученных лексических единиц, синонимов, антонимов и наиболее частотных фразовых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глаголов,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сокращений и аббревиатур;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167" w:line="292" w:lineRule="auto"/>
        <w:ind w:right="1356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различных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средств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связи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обеспечения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логичности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целостности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высказывания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(premièrement,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deuxièmement,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au début,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à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la fin,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puis, alors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др.).</w:t>
      </w:r>
    </w:p>
    <w:p w:rsidR="00E76AB9" w:rsidRPr="009B44A9" w:rsidRDefault="00E76AB9" w:rsidP="007940B1">
      <w:pPr>
        <w:pStyle w:val="BodyText"/>
        <w:spacing w:before="107"/>
        <w:ind w:left="286"/>
        <w:jc w:val="both"/>
      </w:pPr>
      <w:r w:rsidRPr="009B44A9">
        <w:t>Распознавание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образование</w:t>
      </w:r>
      <w:r w:rsidRPr="009B44A9">
        <w:rPr>
          <w:spacing w:val="-4"/>
        </w:rPr>
        <w:t xml:space="preserve"> </w:t>
      </w:r>
      <w:r w:rsidRPr="009B44A9">
        <w:t>родственных</w:t>
      </w:r>
      <w:r w:rsidRPr="009B44A9">
        <w:rPr>
          <w:spacing w:val="-4"/>
        </w:rPr>
        <w:t xml:space="preserve"> </w:t>
      </w:r>
      <w:r w:rsidRPr="009B44A9">
        <w:t>слов</w:t>
      </w:r>
      <w:r w:rsidRPr="009B44A9">
        <w:rPr>
          <w:spacing w:val="-5"/>
        </w:rPr>
        <w:t xml:space="preserve"> </w:t>
      </w:r>
      <w:r w:rsidRPr="009B44A9">
        <w:t>с</w:t>
      </w:r>
      <w:r w:rsidRPr="009B44A9">
        <w:rPr>
          <w:spacing w:val="-4"/>
        </w:rPr>
        <w:t xml:space="preserve"> </w:t>
      </w:r>
      <w:r w:rsidRPr="009B44A9">
        <w:t>использованием</w:t>
      </w:r>
      <w:r w:rsidRPr="009B44A9">
        <w:rPr>
          <w:spacing w:val="-3"/>
        </w:rPr>
        <w:t xml:space="preserve"> </w:t>
      </w:r>
      <w:r w:rsidRPr="009B44A9">
        <w:t>аффиксации: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pré-;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имён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существительных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-oir/-oire,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-té,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-ude,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-aison,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-ure,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-ise;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имён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прилагательных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-el/-elle,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-ile,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-il/-ille,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-eau/-elle,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-aire,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-atif/-ative.</w:t>
      </w:r>
    </w:p>
    <w:p w:rsidR="00E76AB9" w:rsidRPr="009B44A9" w:rsidRDefault="00E76AB9" w:rsidP="007940B1">
      <w:pPr>
        <w:pStyle w:val="Heading2"/>
        <w:spacing w:before="168"/>
        <w:jc w:val="both"/>
      </w:pPr>
      <w:r w:rsidRPr="009B44A9">
        <w:t>Грамматическая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Распознавание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звучащем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письменном</w:t>
      </w:r>
      <w:r w:rsidRPr="009B44A9">
        <w:rPr>
          <w:spacing w:val="-3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употребление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устной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BodyText"/>
        <w:spacing w:before="60" w:line="292" w:lineRule="auto"/>
        <w:ind w:right="798" w:firstLine="180"/>
        <w:jc w:val="both"/>
      </w:pPr>
      <w:r w:rsidRPr="009B44A9">
        <w:t>—настоящего времени условного наклонения (conditionnel présent). Употребление conditionnel</w:t>
      </w:r>
      <w:r w:rsidRPr="009B44A9">
        <w:rPr>
          <w:spacing w:val="-58"/>
        </w:rPr>
        <w:t xml:space="preserve"> </w:t>
      </w:r>
      <w:r w:rsidRPr="009B44A9">
        <w:t>présent в независимом предложении для выражения вежливой просьбы, желаемого или</w:t>
      </w:r>
      <w:r w:rsidRPr="009B44A9">
        <w:rPr>
          <w:spacing w:val="1"/>
        </w:rPr>
        <w:t xml:space="preserve"> </w:t>
      </w:r>
      <w:r w:rsidRPr="009B44A9">
        <w:t>предполагаемого</w:t>
      </w:r>
      <w:r w:rsidRPr="009B44A9">
        <w:rPr>
          <w:spacing w:val="-1"/>
        </w:rPr>
        <w:t xml:space="preserve"> </w:t>
      </w:r>
      <w:r w:rsidRPr="009B44A9">
        <w:t>действия;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—образование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употребление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устной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</w:t>
      </w:r>
      <w:r w:rsidRPr="009B44A9">
        <w:rPr>
          <w:spacing w:val="-2"/>
        </w:rPr>
        <w:t xml:space="preserve"> </w:t>
      </w:r>
      <w:r w:rsidRPr="009B44A9">
        <w:t>futur</w:t>
      </w:r>
      <w:r w:rsidRPr="009B44A9">
        <w:rPr>
          <w:spacing w:val="-3"/>
        </w:rPr>
        <w:t xml:space="preserve"> </w:t>
      </w:r>
      <w:r w:rsidRPr="009B44A9">
        <w:t>dans</w:t>
      </w:r>
      <w:r w:rsidRPr="009B44A9">
        <w:rPr>
          <w:spacing w:val="-2"/>
        </w:rPr>
        <w:t xml:space="preserve"> </w:t>
      </w:r>
      <w:r w:rsidRPr="009B44A9">
        <w:t>le</w:t>
      </w:r>
      <w:r w:rsidRPr="009B44A9">
        <w:rPr>
          <w:spacing w:val="-2"/>
        </w:rPr>
        <w:t xml:space="preserve"> </w:t>
      </w:r>
      <w:r w:rsidRPr="009B44A9">
        <w:t>passé;</w:t>
      </w:r>
    </w:p>
    <w:p w:rsidR="00E76AB9" w:rsidRPr="009B44A9" w:rsidRDefault="00E76AB9" w:rsidP="007940B1">
      <w:pPr>
        <w:pStyle w:val="BodyText"/>
        <w:spacing w:before="61"/>
        <w:ind w:left="286"/>
        <w:jc w:val="both"/>
      </w:pPr>
      <w:r w:rsidRPr="009B44A9">
        <w:t>—употребление</w:t>
      </w:r>
      <w:r w:rsidRPr="009B44A9">
        <w:rPr>
          <w:spacing w:val="-4"/>
        </w:rPr>
        <w:t xml:space="preserve"> </w:t>
      </w:r>
      <w:r w:rsidRPr="009B44A9">
        <w:t>предлога</w:t>
      </w:r>
      <w:r w:rsidRPr="009B44A9">
        <w:rPr>
          <w:spacing w:val="-3"/>
        </w:rPr>
        <w:t xml:space="preserve"> </w:t>
      </w:r>
      <w:r w:rsidRPr="009B44A9">
        <w:t>«de»</w:t>
      </w:r>
      <w:r w:rsidRPr="009B44A9">
        <w:rPr>
          <w:spacing w:val="-3"/>
        </w:rPr>
        <w:t xml:space="preserve"> </w:t>
      </w:r>
      <w:r w:rsidRPr="009B44A9">
        <w:t>после</w:t>
      </w:r>
      <w:r w:rsidRPr="009B44A9">
        <w:rPr>
          <w:spacing w:val="-4"/>
        </w:rPr>
        <w:t xml:space="preserve"> </w:t>
      </w:r>
      <w:r w:rsidRPr="009B44A9">
        <w:t>слов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выражений,</w:t>
      </w:r>
      <w:r w:rsidRPr="009B44A9">
        <w:rPr>
          <w:spacing w:val="-4"/>
        </w:rPr>
        <w:t xml:space="preserve"> </w:t>
      </w:r>
      <w:r w:rsidRPr="009B44A9">
        <w:t>обозначающих</w:t>
      </w:r>
      <w:r w:rsidRPr="009B44A9">
        <w:rPr>
          <w:spacing w:val="-3"/>
        </w:rPr>
        <w:t xml:space="preserve"> </w:t>
      </w:r>
      <w:r w:rsidRPr="009B44A9">
        <w:t>количество;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—употребление</w:t>
      </w:r>
      <w:r w:rsidRPr="009B44A9">
        <w:rPr>
          <w:spacing w:val="-4"/>
        </w:rPr>
        <w:t xml:space="preserve"> </w:t>
      </w:r>
      <w:r w:rsidRPr="009B44A9">
        <w:t>местоимения</w:t>
      </w:r>
      <w:r w:rsidRPr="009B44A9">
        <w:rPr>
          <w:spacing w:val="-3"/>
        </w:rPr>
        <w:t xml:space="preserve"> </w:t>
      </w:r>
      <w:r w:rsidRPr="009B44A9">
        <w:t>«en»;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—употребление</w:t>
      </w:r>
      <w:r w:rsidRPr="009B44A9">
        <w:rPr>
          <w:spacing w:val="-7"/>
        </w:rPr>
        <w:t xml:space="preserve"> </w:t>
      </w:r>
      <w:r w:rsidRPr="009B44A9">
        <w:t>повелительного</w:t>
      </w:r>
      <w:r w:rsidRPr="009B44A9">
        <w:rPr>
          <w:spacing w:val="-6"/>
        </w:rPr>
        <w:t xml:space="preserve"> </w:t>
      </w:r>
      <w:r w:rsidRPr="009B44A9">
        <w:t>наклонения</w:t>
      </w:r>
      <w:r w:rsidRPr="009B44A9">
        <w:rPr>
          <w:spacing w:val="-6"/>
        </w:rPr>
        <w:t xml:space="preserve"> </w:t>
      </w:r>
      <w:r w:rsidRPr="009B44A9">
        <w:t>(impératif);</w:t>
      </w:r>
    </w:p>
    <w:p w:rsidR="00E76AB9" w:rsidRPr="009B44A9" w:rsidRDefault="00E76AB9" w:rsidP="007940B1">
      <w:pPr>
        <w:pStyle w:val="BodyText"/>
        <w:spacing w:before="60" w:line="292" w:lineRule="auto"/>
        <w:ind w:right="461" w:firstLine="180"/>
        <w:jc w:val="both"/>
      </w:pPr>
      <w:r w:rsidRPr="009B44A9">
        <w:t>—употребление причастия прошедшего времени (participe passé). Согласование причастия</w:t>
      </w:r>
      <w:r w:rsidRPr="009B44A9">
        <w:rPr>
          <w:spacing w:val="1"/>
        </w:rPr>
        <w:t xml:space="preserve"> </w:t>
      </w:r>
      <w:r w:rsidRPr="009B44A9">
        <w:t>прошедшего времени (accord du participe passé). Participe passé в сложных временах.Participe passé в</w:t>
      </w:r>
      <w:r w:rsidRPr="009B44A9">
        <w:rPr>
          <w:spacing w:val="-58"/>
        </w:rPr>
        <w:t xml:space="preserve"> </w:t>
      </w:r>
      <w:r w:rsidRPr="009B44A9">
        <w:t>пассивном</w:t>
      </w:r>
      <w:r w:rsidRPr="009B44A9">
        <w:rPr>
          <w:spacing w:val="-1"/>
        </w:rPr>
        <w:t xml:space="preserve"> </w:t>
      </w:r>
      <w:r w:rsidRPr="009B44A9">
        <w:t>залоге.</w:t>
      </w:r>
      <w:r w:rsidRPr="009B44A9">
        <w:rPr>
          <w:spacing w:val="-1"/>
        </w:rPr>
        <w:t xml:space="preserve"> </w:t>
      </w:r>
      <w:r w:rsidRPr="009B44A9">
        <w:t>Participe passé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роли</w:t>
      </w:r>
      <w:r w:rsidRPr="009B44A9">
        <w:rPr>
          <w:spacing w:val="-1"/>
        </w:rPr>
        <w:t xml:space="preserve"> </w:t>
      </w:r>
      <w:r w:rsidRPr="009B44A9">
        <w:t>причастия</w:t>
      </w:r>
      <w:r w:rsidRPr="009B44A9">
        <w:rPr>
          <w:spacing w:val="-1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прилагательного;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—указательное</w:t>
      </w:r>
      <w:r w:rsidRPr="009B44A9">
        <w:rPr>
          <w:spacing w:val="-3"/>
        </w:rPr>
        <w:t xml:space="preserve"> </w:t>
      </w:r>
      <w:r w:rsidRPr="009B44A9">
        <w:t>местоимение</w:t>
      </w:r>
      <w:r w:rsidRPr="009B44A9">
        <w:rPr>
          <w:spacing w:val="-2"/>
        </w:rPr>
        <w:t xml:space="preserve"> </w:t>
      </w:r>
      <w:r w:rsidRPr="009B44A9">
        <w:t>ce</w:t>
      </w:r>
      <w:r w:rsidRPr="009B44A9">
        <w:rPr>
          <w:spacing w:val="-2"/>
        </w:rPr>
        <w:t xml:space="preserve"> </w:t>
      </w:r>
      <w:r w:rsidRPr="009B44A9">
        <w:t>/</w:t>
      </w:r>
      <w:r w:rsidRPr="009B44A9">
        <w:rPr>
          <w:spacing w:val="-3"/>
        </w:rPr>
        <w:t xml:space="preserve"> </w:t>
      </w:r>
      <w:r w:rsidRPr="009B44A9">
        <w:t>ça</w:t>
      </w:r>
      <w:r w:rsidRPr="009B44A9">
        <w:rPr>
          <w:spacing w:val="-2"/>
        </w:rPr>
        <w:t xml:space="preserve"> </w:t>
      </w:r>
      <w:r w:rsidRPr="009B44A9">
        <w:t>/</w:t>
      </w:r>
      <w:r w:rsidRPr="009B44A9">
        <w:rPr>
          <w:spacing w:val="-3"/>
        </w:rPr>
        <w:t xml:space="preserve"> </w:t>
      </w:r>
      <w:r w:rsidRPr="009B44A9">
        <w:t>cela</w:t>
      </w:r>
      <w:r w:rsidRPr="009B44A9">
        <w:rPr>
          <w:spacing w:val="-2"/>
        </w:rPr>
        <w:t xml:space="preserve"> </w:t>
      </w:r>
      <w:r w:rsidRPr="009B44A9">
        <w:t>;</w:t>
      </w:r>
    </w:p>
    <w:p w:rsidR="00E76AB9" w:rsidRPr="009B44A9" w:rsidRDefault="00E76AB9" w:rsidP="007940B1">
      <w:pPr>
        <w:pStyle w:val="BodyText"/>
        <w:spacing w:before="60" w:line="292" w:lineRule="auto"/>
        <w:ind w:right="196" w:firstLine="180"/>
        <w:jc w:val="both"/>
      </w:pPr>
      <w:r w:rsidRPr="009B44A9">
        <w:t>—одновременное употребление местоимений (прямого и косвенного) во французском предложении</w:t>
      </w:r>
      <w:r w:rsidRPr="009B44A9">
        <w:rPr>
          <w:spacing w:val="-57"/>
        </w:rPr>
        <w:t xml:space="preserve"> </w:t>
      </w:r>
      <w:r w:rsidRPr="009B44A9">
        <w:t>(pronoms</w:t>
      </w:r>
      <w:r w:rsidRPr="009B44A9">
        <w:rPr>
          <w:spacing w:val="-1"/>
        </w:rPr>
        <w:t xml:space="preserve"> </w:t>
      </w:r>
      <w:r w:rsidRPr="009B44A9">
        <w:t>personnels doubles);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—согласование</w:t>
      </w:r>
      <w:r w:rsidRPr="009B44A9">
        <w:rPr>
          <w:spacing w:val="-5"/>
        </w:rPr>
        <w:t xml:space="preserve"> </w:t>
      </w:r>
      <w:r w:rsidRPr="009B44A9">
        <w:t>времен</w:t>
      </w:r>
      <w:r w:rsidRPr="009B44A9">
        <w:rPr>
          <w:spacing w:val="-4"/>
        </w:rPr>
        <w:t xml:space="preserve"> </w:t>
      </w:r>
      <w:r w:rsidRPr="009B44A9">
        <w:t>изъявительного</w:t>
      </w:r>
      <w:r w:rsidRPr="009B44A9">
        <w:rPr>
          <w:spacing w:val="-5"/>
        </w:rPr>
        <w:t xml:space="preserve"> </w:t>
      </w:r>
      <w:r w:rsidRPr="009B44A9">
        <w:t>наклонения</w:t>
      </w:r>
      <w:r w:rsidRPr="009B44A9">
        <w:rPr>
          <w:spacing w:val="-5"/>
        </w:rPr>
        <w:t xml:space="preserve"> </w:t>
      </w:r>
      <w:r w:rsidRPr="009B44A9">
        <w:t>(concordance</w:t>
      </w:r>
      <w:r w:rsidRPr="009B44A9">
        <w:rPr>
          <w:spacing w:val="-4"/>
        </w:rPr>
        <w:t xml:space="preserve"> </w:t>
      </w:r>
      <w:r w:rsidRPr="009B44A9">
        <w:t>des</w:t>
      </w:r>
      <w:r w:rsidRPr="009B44A9">
        <w:rPr>
          <w:spacing w:val="-5"/>
        </w:rPr>
        <w:t xml:space="preserve"> </w:t>
      </w:r>
      <w:r w:rsidRPr="009B44A9">
        <w:t>temps</w:t>
      </w:r>
      <w:r w:rsidRPr="009B44A9">
        <w:rPr>
          <w:spacing w:val="-4"/>
        </w:rPr>
        <w:t xml:space="preserve"> </w:t>
      </w:r>
      <w:r w:rsidRPr="009B44A9">
        <w:t>de</w:t>
      </w:r>
      <w:r w:rsidRPr="009B44A9">
        <w:rPr>
          <w:spacing w:val="-5"/>
        </w:rPr>
        <w:t xml:space="preserve"> </w:t>
      </w:r>
      <w:r w:rsidRPr="009B44A9">
        <w:t>l’indicatif).</w:t>
      </w:r>
    </w:p>
    <w:p w:rsidR="00E76AB9" w:rsidRPr="009B44A9" w:rsidRDefault="00E76AB9" w:rsidP="007940B1">
      <w:pPr>
        <w:pStyle w:val="Heading1"/>
        <w:spacing w:before="180"/>
        <w:jc w:val="both"/>
      </w:pPr>
      <w:r w:rsidRPr="009B44A9">
        <w:t>СОЦИОКУЛЬТУРНЫЕ</w:t>
      </w:r>
      <w:r w:rsidRPr="009B44A9">
        <w:rPr>
          <w:spacing w:val="-7"/>
        </w:rPr>
        <w:t xml:space="preserve"> </w:t>
      </w:r>
      <w:r w:rsidRPr="009B44A9">
        <w:t>ЗНАНИЯ</w:t>
      </w:r>
      <w:r w:rsidRPr="009B44A9">
        <w:rPr>
          <w:spacing w:val="-7"/>
        </w:rPr>
        <w:t xml:space="preserve"> </w:t>
      </w:r>
      <w:r w:rsidRPr="009B44A9">
        <w:t>И</w:t>
      </w:r>
      <w:r w:rsidRPr="009B44A9">
        <w:rPr>
          <w:spacing w:val="-6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t>Социокультурная и страноведческая составляющая процесса обучения французскому языку</w:t>
      </w:r>
      <w:r w:rsidRPr="009B44A9">
        <w:rPr>
          <w:spacing w:val="1"/>
        </w:rPr>
        <w:t xml:space="preserve"> </w:t>
      </w:r>
      <w:r w:rsidRPr="009B44A9">
        <w:t>обогащается</w:t>
      </w:r>
      <w:r w:rsidRPr="009B44A9">
        <w:rPr>
          <w:spacing w:val="-5"/>
        </w:rPr>
        <w:t xml:space="preserve"> </w:t>
      </w:r>
      <w:r w:rsidRPr="009B44A9">
        <w:t>за</w:t>
      </w:r>
      <w:r w:rsidRPr="009B44A9">
        <w:rPr>
          <w:spacing w:val="-4"/>
        </w:rPr>
        <w:t xml:space="preserve"> </w:t>
      </w:r>
      <w:r w:rsidRPr="009B44A9">
        <w:t>счёт</w:t>
      </w:r>
      <w:r w:rsidRPr="009B44A9">
        <w:rPr>
          <w:spacing w:val="-5"/>
        </w:rPr>
        <w:t xml:space="preserve"> </w:t>
      </w:r>
      <w:r w:rsidRPr="009B44A9">
        <w:t>расширения</w:t>
      </w:r>
      <w:r w:rsidRPr="009B44A9">
        <w:rPr>
          <w:spacing w:val="-5"/>
        </w:rPr>
        <w:t xml:space="preserve"> </w:t>
      </w:r>
      <w:r w:rsidRPr="009B44A9">
        <w:t>объема</w:t>
      </w:r>
      <w:r w:rsidRPr="009B44A9">
        <w:rPr>
          <w:spacing w:val="-4"/>
        </w:rPr>
        <w:t xml:space="preserve"> </w:t>
      </w:r>
      <w:r w:rsidRPr="009B44A9">
        <w:t>лингвострановедческих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страноведческих</w:t>
      </w:r>
      <w:r w:rsidRPr="009B44A9">
        <w:rPr>
          <w:spacing w:val="-4"/>
        </w:rPr>
        <w:t xml:space="preserve"> </w:t>
      </w:r>
      <w:r w:rsidRPr="009B44A9">
        <w:t>знаний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за</w:t>
      </w:r>
      <w:r w:rsidRPr="009B44A9">
        <w:rPr>
          <w:spacing w:val="-4"/>
        </w:rPr>
        <w:t xml:space="preserve"> </w:t>
      </w:r>
      <w:r w:rsidRPr="009B44A9">
        <w:t>счет</w:t>
      </w:r>
      <w:r w:rsidRPr="009B44A9">
        <w:rPr>
          <w:spacing w:val="-57"/>
        </w:rPr>
        <w:t xml:space="preserve"> </w:t>
      </w:r>
      <w:r w:rsidRPr="009B44A9">
        <w:t>новой тематики и проблематики речевого общения. Учащиеся развивают свою когнитивную</w:t>
      </w:r>
      <w:r w:rsidRPr="009B44A9">
        <w:rPr>
          <w:spacing w:val="1"/>
        </w:rPr>
        <w:t xml:space="preserve"> </w:t>
      </w:r>
      <w:r w:rsidRPr="009B44A9">
        <w:t>(познавательную) компетенцию. Они узнают много новой информации культурологического</w:t>
      </w:r>
      <w:r w:rsidRPr="009B44A9">
        <w:rPr>
          <w:spacing w:val="1"/>
        </w:rPr>
        <w:t xml:space="preserve"> </w:t>
      </w:r>
      <w:r w:rsidRPr="009B44A9">
        <w:t>характера</w:t>
      </w:r>
      <w:r w:rsidRPr="009B44A9">
        <w:rPr>
          <w:spacing w:val="-1"/>
        </w:rPr>
        <w:t xml:space="preserve"> </w:t>
      </w:r>
      <w:r w:rsidRPr="009B44A9">
        <w:t>о Франции и других</w:t>
      </w:r>
      <w:r w:rsidRPr="009B44A9">
        <w:rPr>
          <w:spacing w:val="-1"/>
        </w:rPr>
        <w:t xml:space="preserve"> </w:t>
      </w:r>
      <w:r w:rsidRPr="009B44A9">
        <w:t>франкоговорящих странах.</w:t>
      </w:r>
    </w:p>
    <w:p w:rsidR="00E76AB9" w:rsidRPr="009B44A9" w:rsidRDefault="00E76AB9" w:rsidP="007940B1">
      <w:pPr>
        <w:pStyle w:val="BodyText"/>
        <w:spacing w:line="292" w:lineRule="auto"/>
        <w:ind w:right="231" w:firstLine="180"/>
        <w:jc w:val="both"/>
      </w:pPr>
      <w:r w:rsidRPr="009B44A9">
        <w:t>Расширяя свой диапазон страноведческих и лингвострановедческих знаний, учащиеся разнообразят</w:t>
      </w:r>
      <w:r w:rsidRPr="009B44A9">
        <w:rPr>
          <w:spacing w:val="-58"/>
        </w:rPr>
        <w:t xml:space="preserve"> </w:t>
      </w:r>
      <w:r w:rsidRPr="009B44A9">
        <w:t>содержательную сторону общения со своими франкоязычными сверстниками, постепенно снимают</w:t>
      </w:r>
      <w:r w:rsidRPr="009B44A9">
        <w:rPr>
          <w:spacing w:val="1"/>
        </w:rPr>
        <w:t xml:space="preserve"> </w:t>
      </w:r>
      <w:r w:rsidRPr="009B44A9">
        <w:t>трудности понимания, связанные с фоновыми знаниями, без которых межкультурная коммуникация</w:t>
      </w:r>
      <w:r w:rsidRPr="009B44A9">
        <w:rPr>
          <w:spacing w:val="1"/>
        </w:rPr>
        <w:t xml:space="preserve"> </w:t>
      </w:r>
      <w:r w:rsidRPr="009B44A9">
        <w:t>может</w:t>
      </w:r>
      <w:r w:rsidRPr="009B44A9">
        <w:rPr>
          <w:spacing w:val="-2"/>
        </w:rPr>
        <w:t xml:space="preserve"> </w:t>
      </w:r>
      <w:r w:rsidRPr="009B44A9">
        <w:t>быть</w:t>
      </w:r>
      <w:r w:rsidRPr="009B44A9">
        <w:rPr>
          <w:spacing w:val="-1"/>
        </w:rPr>
        <w:t xml:space="preserve"> </w:t>
      </w:r>
      <w:r w:rsidRPr="009B44A9">
        <w:t>затруднена.</w:t>
      </w:r>
    </w:p>
    <w:p w:rsidR="00E76AB9" w:rsidRPr="009B44A9" w:rsidRDefault="00E76AB9" w:rsidP="007940B1">
      <w:pPr>
        <w:pStyle w:val="Heading2"/>
        <w:spacing w:line="274" w:lineRule="exact"/>
        <w:jc w:val="both"/>
      </w:pPr>
      <w:r w:rsidRPr="009B44A9">
        <w:t>Развитие</w:t>
      </w:r>
      <w:r w:rsidRPr="009B44A9">
        <w:rPr>
          <w:spacing w:val="-6"/>
        </w:rPr>
        <w:t xml:space="preserve"> </w:t>
      </w:r>
      <w:r w:rsidRPr="009B44A9">
        <w:t>умений: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165" w:line="292" w:lineRule="auto"/>
        <w:ind w:right="265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кратко представлять Россию и страну/страны изучаемого языка: рассказывать о некоторых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выдающихся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людях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родной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страны/стран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(ученых,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писателях,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поэтах,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художниках,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музыкантах, спортсменах и т. д.);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66" w:line="292" w:lineRule="auto"/>
        <w:ind w:right="920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оказывать помощь зарубежным гостям в ситуациях повседневного общения (объяснить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местонахождение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объекта, сообщить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возможный маршрут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 т.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д.);</w:t>
      </w:r>
    </w:p>
    <w:p w:rsidR="00E76AB9" w:rsidRPr="009B44A9" w:rsidRDefault="00E76AB9" w:rsidP="007940B1">
      <w:pPr>
        <w:pStyle w:val="ListParagraph"/>
        <w:numPr>
          <w:ilvl w:val="0"/>
          <w:numId w:val="15"/>
        </w:numPr>
        <w:tabs>
          <w:tab w:val="left" w:pos="887"/>
        </w:tabs>
        <w:spacing w:before="119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соблюдение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нормы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вежливости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международном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общении.</w:t>
      </w:r>
    </w:p>
    <w:p w:rsidR="00E76AB9" w:rsidRPr="009B44A9" w:rsidRDefault="00E76AB9" w:rsidP="007940B1">
      <w:pPr>
        <w:pStyle w:val="Heading1"/>
        <w:spacing w:before="168"/>
        <w:jc w:val="both"/>
      </w:pPr>
      <w:r w:rsidRPr="009B44A9">
        <w:t>КОМПЕНСАТОРНЫЕ</w:t>
      </w:r>
      <w:r w:rsidRPr="009B44A9">
        <w:rPr>
          <w:spacing w:val="-9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255" w:firstLine="180"/>
        <w:jc w:val="both"/>
      </w:pPr>
      <w:r w:rsidRPr="009B44A9">
        <w:t>Использование при чтении и аудировании языковой, в том числе контекстуальной, догадки;</w:t>
      </w:r>
      <w:r w:rsidRPr="009B44A9">
        <w:rPr>
          <w:spacing w:val="1"/>
        </w:rPr>
        <w:t xml:space="preserve"> </w:t>
      </w:r>
      <w:r w:rsidRPr="009B44A9">
        <w:t>использовать при говорении и письме перифраз/толкование, синонимические средства, описание</w:t>
      </w:r>
      <w:r w:rsidRPr="009B44A9">
        <w:rPr>
          <w:spacing w:val="1"/>
        </w:rPr>
        <w:t xml:space="preserve"> </w:t>
      </w:r>
      <w:r w:rsidRPr="009B44A9">
        <w:t>предмета вместо его названия; при непосредственном общении догадываться о значении незнакомых</w:t>
      </w:r>
      <w:r w:rsidRPr="009B44A9">
        <w:rPr>
          <w:spacing w:val="-57"/>
        </w:rPr>
        <w:t xml:space="preserve"> </w:t>
      </w:r>
      <w:r w:rsidRPr="009B44A9">
        <w:t>слов с помощью используемых собеседником жестов и мимики; переспрашивать, просить повторить,</w:t>
      </w:r>
      <w:r w:rsidRPr="009B44A9">
        <w:rPr>
          <w:spacing w:val="-58"/>
        </w:rPr>
        <w:t xml:space="preserve"> </w:t>
      </w:r>
      <w:r w:rsidRPr="009B44A9">
        <w:t>уточняя значения незнакомых слов. Использование в качестве опоры при составлении собственных</w:t>
      </w:r>
      <w:r w:rsidRPr="009B44A9">
        <w:rPr>
          <w:spacing w:val="1"/>
        </w:rPr>
        <w:t xml:space="preserve"> </w:t>
      </w:r>
      <w:r w:rsidRPr="009B44A9">
        <w:t>высказываний</w:t>
      </w:r>
      <w:r w:rsidRPr="009B44A9">
        <w:rPr>
          <w:spacing w:val="-1"/>
        </w:rPr>
        <w:t xml:space="preserve"> </w:t>
      </w:r>
      <w:r w:rsidRPr="009B44A9">
        <w:t>ключевых слов, плана.</w:t>
      </w:r>
    </w:p>
    <w:p w:rsidR="00E76AB9" w:rsidRPr="009B44A9" w:rsidRDefault="00E76AB9" w:rsidP="007940B1">
      <w:pPr>
        <w:pStyle w:val="BodyText"/>
        <w:spacing w:line="292" w:lineRule="auto"/>
        <w:ind w:right="460" w:firstLine="180"/>
        <w:jc w:val="both"/>
      </w:pPr>
      <w:r w:rsidRPr="009B44A9">
        <w:t>Игнорирование информации, не являющейся необходимой для понимания основного содержания</w:t>
      </w:r>
      <w:r w:rsidRPr="009B44A9">
        <w:rPr>
          <w:spacing w:val="-57"/>
        </w:rPr>
        <w:t xml:space="preserve"> </w:t>
      </w:r>
      <w:r w:rsidRPr="009B44A9">
        <w:t>прочитанного/прослушанного</w:t>
      </w:r>
      <w:r w:rsidRPr="009B44A9">
        <w:rPr>
          <w:spacing w:val="-3"/>
        </w:rPr>
        <w:t xml:space="preserve"> </w:t>
      </w:r>
      <w:r w:rsidRPr="009B44A9">
        <w:t>текста</w:t>
      </w:r>
      <w:r w:rsidRPr="009B44A9">
        <w:rPr>
          <w:spacing w:val="-2"/>
        </w:rPr>
        <w:t xml:space="preserve"> </w:t>
      </w:r>
      <w:r w:rsidRPr="009B44A9">
        <w:t>или</w:t>
      </w:r>
      <w:r w:rsidRPr="009B44A9">
        <w:rPr>
          <w:spacing w:val="-3"/>
        </w:rPr>
        <w:t xml:space="preserve"> </w:t>
      </w:r>
      <w:r w:rsidRPr="009B44A9">
        <w:t>для</w:t>
      </w:r>
      <w:r w:rsidRPr="009B44A9">
        <w:rPr>
          <w:spacing w:val="-3"/>
        </w:rPr>
        <w:t xml:space="preserve"> </w:t>
      </w:r>
      <w:r w:rsidRPr="009B44A9">
        <w:t>нахождения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запрашиваемой</w:t>
      </w:r>
      <w:r w:rsidRPr="009B44A9">
        <w:rPr>
          <w:spacing w:val="-2"/>
        </w:rPr>
        <w:t xml:space="preserve"> </w:t>
      </w:r>
      <w:r w:rsidRPr="009B44A9"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430" w:firstLine="180"/>
        <w:jc w:val="both"/>
      </w:pPr>
      <w:r w:rsidRPr="009B44A9">
        <w:t>Сравнение (в том числе установление основания для сравнения) объектов, явлений, процессов, их</w:t>
      </w:r>
      <w:r w:rsidRPr="009B44A9">
        <w:rPr>
          <w:spacing w:val="-58"/>
        </w:rPr>
        <w:t xml:space="preserve"> </w:t>
      </w:r>
      <w:r w:rsidRPr="009B44A9">
        <w:t>элементов</w:t>
      </w:r>
      <w:r w:rsidRPr="009B44A9">
        <w:rPr>
          <w:spacing w:val="-2"/>
        </w:rPr>
        <w:t xml:space="preserve"> </w:t>
      </w:r>
      <w:r w:rsidRPr="009B44A9">
        <w:t>и основных функций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рамках изученной тематики.</w:t>
      </w:r>
    </w:p>
    <w:p w:rsidR="00E76AB9" w:rsidRPr="009B44A9" w:rsidRDefault="00E76AB9" w:rsidP="007940B1">
      <w:pPr>
        <w:pStyle w:val="Heading1"/>
        <w:numPr>
          <w:ilvl w:val="0"/>
          <w:numId w:val="21"/>
        </w:numPr>
        <w:tabs>
          <w:tab w:val="left" w:pos="287"/>
        </w:tabs>
        <w:spacing w:before="186"/>
        <w:jc w:val="both"/>
      </w:pPr>
      <w:r w:rsidRPr="009B44A9">
        <w:t>КЛАСС</w:t>
      </w:r>
    </w:p>
    <w:p w:rsidR="00E76AB9" w:rsidRPr="009B44A9" w:rsidRDefault="00E76AB9" w:rsidP="007940B1">
      <w:pPr>
        <w:spacing w:before="156"/>
        <w:ind w:left="286"/>
        <w:jc w:val="both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КОММУНИКАТИВНЫЕ</w:t>
      </w:r>
      <w:r w:rsidRPr="009B44A9">
        <w:rPr>
          <w:b/>
          <w:spacing w:val="-10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1270" w:firstLine="180"/>
        <w:jc w:val="both"/>
      </w:pPr>
      <w:r w:rsidRPr="009B44A9">
        <w:t>Формирование умения общаться в устной и письменной форме, используя рецептивные и</w:t>
      </w:r>
      <w:r w:rsidRPr="009B44A9">
        <w:rPr>
          <w:spacing w:val="-58"/>
        </w:rPr>
        <w:t xml:space="preserve"> </w:t>
      </w:r>
      <w:r w:rsidRPr="009B44A9">
        <w:t>продуктивные</w:t>
      </w:r>
      <w:r w:rsidRPr="009B44A9">
        <w:rPr>
          <w:spacing w:val="-2"/>
        </w:rPr>
        <w:t xml:space="preserve"> </w:t>
      </w:r>
      <w:r w:rsidRPr="009B44A9">
        <w:t>виды</w:t>
      </w:r>
      <w:r w:rsidRPr="009B44A9">
        <w:rPr>
          <w:spacing w:val="-2"/>
        </w:rPr>
        <w:t xml:space="preserve"> </w:t>
      </w:r>
      <w:r w:rsidRPr="009B44A9">
        <w:t>речевой</w:t>
      </w:r>
      <w:r w:rsidRPr="009B44A9">
        <w:rPr>
          <w:spacing w:val="-2"/>
        </w:rPr>
        <w:t xml:space="preserve"> </w:t>
      </w:r>
      <w:r w:rsidRPr="009B44A9">
        <w:t>деятельности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рамках</w:t>
      </w:r>
      <w:r w:rsidRPr="009B44A9">
        <w:rPr>
          <w:spacing w:val="-1"/>
        </w:rPr>
        <w:t xml:space="preserve"> </w:t>
      </w:r>
      <w:r w:rsidRPr="009B44A9">
        <w:t>тематического</w:t>
      </w:r>
      <w:r w:rsidRPr="009B44A9">
        <w:rPr>
          <w:spacing w:val="-2"/>
        </w:rPr>
        <w:t xml:space="preserve"> </w:t>
      </w:r>
      <w:r w:rsidRPr="009B44A9">
        <w:t>содержания</w:t>
      </w:r>
      <w:r w:rsidRPr="009B44A9">
        <w:rPr>
          <w:spacing w:val="-3"/>
        </w:rPr>
        <w:t xml:space="preserve"> </w:t>
      </w:r>
      <w:r w:rsidRPr="009B44A9">
        <w:t>речи.</w:t>
      </w:r>
    </w:p>
    <w:p w:rsidR="00E76AB9" w:rsidRPr="009B44A9" w:rsidRDefault="00E76AB9" w:rsidP="007940B1">
      <w:pPr>
        <w:pStyle w:val="BodyText"/>
        <w:spacing w:line="292" w:lineRule="auto"/>
        <w:ind w:left="286" w:right="3617"/>
        <w:jc w:val="both"/>
      </w:pPr>
      <w:r w:rsidRPr="009B44A9">
        <w:t>Взаимоотношения в семье и с друзьями. Конфликты и их решения.</w:t>
      </w:r>
      <w:r w:rsidRPr="009B44A9">
        <w:rPr>
          <w:spacing w:val="-58"/>
        </w:rPr>
        <w:t xml:space="preserve"> </w:t>
      </w:r>
      <w:r w:rsidRPr="009B44A9">
        <w:t>Внешность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характер</w:t>
      </w:r>
      <w:r w:rsidRPr="009B44A9">
        <w:rPr>
          <w:spacing w:val="-2"/>
        </w:rPr>
        <w:t xml:space="preserve"> </w:t>
      </w:r>
      <w:r w:rsidRPr="009B44A9">
        <w:t>человека/литературного</w:t>
      </w:r>
      <w:r w:rsidRPr="009B44A9">
        <w:rPr>
          <w:spacing w:val="-1"/>
        </w:rPr>
        <w:t xml:space="preserve"> </w:t>
      </w:r>
      <w:r w:rsidRPr="009B44A9">
        <w:t>персонажа.</w:t>
      </w:r>
    </w:p>
    <w:p w:rsidR="00E76AB9" w:rsidRPr="009B44A9" w:rsidRDefault="00E76AB9" w:rsidP="007940B1">
      <w:pPr>
        <w:pStyle w:val="BodyText"/>
        <w:spacing w:line="292" w:lineRule="auto"/>
        <w:ind w:right="253" w:firstLine="180"/>
        <w:jc w:val="both"/>
      </w:pPr>
      <w:r w:rsidRPr="009B44A9">
        <w:t>Досуг и увлечения / хобби современного подростка (чтение, кино, театр, музыка, музей, живопись).</w:t>
      </w:r>
      <w:r w:rsidRPr="009B44A9">
        <w:rPr>
          <w:spacing w:val="-58"/>
        </w:rPr>
        <w:t xml:space="preserve"> </w:t>
      </w:r>
      <w:r w:rsidRPr="009B44A9">
        <w:t>Роль</w:t>
      </w:r>
      <w:r w:rsidRPr="009B44A9">
        <w:rPr>
          <w:spacing w:val="-2"/>
        </w:rPr>
        <w:t xml:space="preserve"> </w:t>
      </w:r>
      <w:r w:rsidRPr="009B44A9">
        <w:t>книги в</w:t>
      </w:r>
      <w:r w:rsidRPr="009B44A9">
        <w:rPr>
          <w:spacing w:val="-1"/>
        </w:rPr>
        <w:t xml:space="preserve"> </w:t>
      </w:r>
      <w:r w:rsidRPr="009B44A9">
        <w:t>жизни подростка.</w:t>
      </w:r>
    </w:p>
    <w:p w:rsidR="00E76AB9" w:rsidRPr="009B44A9" w:rsidRDefault="00E76AB9" w:rsidP="007940B1">
      <w:pPr>
        <w:pStyle w:val="BodyText"/>
        <w:spacing w:line="292" w:lineRule="auto"/>
        <w:ind w:left="286" w:right="5185"/>
        <w:jc w:val="both"/>
      </w:pPr>
      <w:r w:rsidRPr="009B44A9">
        <w:t>Здоровый образ жизни. Сбалансированное питание.</w:t>
      </w:r>
      <w:r w:rsidRPr="009B44A9">
        <w:rPr>
          <w:spacing w:val="-58"/>
        </w:rPr>
        <w:t xml:space="preserve"> </w:t>
      </w:r>
      <w:r w:rsidRPr="009B44A9">
        <w:t>Покупки.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Школьная</w:t>
      </w:r>
      <w:r w:rsidRPr="009B44A9">
        <w:rPr>
          <w:spacing w:val="-5"/>
        </w:rPr>
        <w:t xml:space="preserve"> </w:t>
      </w:r>
      <w:r w:rsidRPr="009B44A9">
        <w:t>жизнь.</w:t>
      </w:r>
      <w:r w:rsidRPr="009B44A9">
        <w:rPr>
          <w:spacing w:val="-4"/>
        </w:rPr>
        <w:t xml:space="preserve"> </w:t>
      </w:r>
      <w:r w:rsidRPr="009B44A9">
        <w:t>Переписка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4"/>
        </w:rPr>
        <w:t xml:space="preserve"> </w:t>
      </w:r>
      <w:r w:rsidRPr="009B44A9">
        <w:t>зарубежными</w:t>
      </w:r>
      <w:r w:rsidRPr="009B44A9">
        <w:rPr>
          <w:spacing w:val="-4"/>
        </w:rPr>
        <w:t xml:space="preserve"> </w:t>
      </w:r>
      <w:r w:rsidRPr="009B44A9">
        <w:t>сверстниками.</w:t>
      </w:r>
    </w:p>
    <w:p w:rsidR="00E76AB9" w:rsidRPr="009B44A9" w:rsidRDefault="00E76AB9" w:rsidP="007940B1">
      <w:pPr>
        <w:pStyle w:val="BodyText"/>
        <w:spacing w:before="57" w:line="292" w:lineRule="auto"/>
        <w:ind w:left="286" w:right="456"/>
        <w:jc w:val="both"/>
      </w:pPr>
      <w:r w:rsidRPr="009B44A9">
        <w:t>Виды отдыха в различное время года. Путешествия по России и зарубежным странам. Транспорт.</w:t>
      </w:r>
      <w:r w:rsidRPr="009B44A9">
        <w:rPr>
          <w:spacing w:val="-58"/>
        </w:rPr>
        <w:t xml:space="preserve"> </w:t>
      </w:r>
      <w:r w:rsidRPr="009B44A9">
        <w:t>Природа:</w:t>
      </w:r>
      <w:r w:rsidRPr="009B44A9">
        <w:rPr>
          <w:spacing w:val="-2"/>
        </w:rPr>
        <w:t xml:space="preserve"> </w:t>
      </w:r>
      <w:r w:rsidRPr="009B44A9">
        <w:t>флора и фауна.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Средства</w:t>
      </w:r>
      <w:r w:rsidRPr="009B44A9">
        <w:rPr>
          <w:spacing w:val="-5"/>
        </w:rPr>
        <w:t xml:space="preserve"> </w:t>
      </w:r>
      <w:r w:rsidRPr="009B44A9">
        <w:t>массовой</w:t>
      </w:r>
      <w:r w:rsidRPr="009B44A9">
        <w:rPr>
          <w:spacing w:val="-5"/>
        </w:rPr>
        <w:t xml:space="preserve"> </w:t>
      </w:r>
      <w:r w:rsidRPr="009B44A9">
        <w:t>информации</w:t>
      </w:r>
      <w:r w:rsidRPr="009B44A9">
        <w:rPr>
          <w:spacing w:val="-5"/>
        </w:rPr>
        <w:t xml:space="preserve"> </w:t>
      </w:r>
      <w:r w:rsidRPr="009B44A9">
        <w:t>(телевидение,</w:t>
      </w:r>
      <w:r w:rsidRPr="009B44A9">
        <w:rPr>
          <w:spacing w:val="-5"/>
        </w:rPr>
        <w:t xml:space="preserve"> </w:t>
      </w:r>
      <w:r w:rsidRPr="009B44A9">
        <w:t>пресса,</w:t>
      </w:r>
      <w:r w:rsidRPr="009B44A9">
        <w:rPr>
          <w:spacing w:val="-5"/>
        </w:rPr>
        <w:t xml:space="preserve"> </w:t>
      </w:r>
      <w:r w:rsidRPr="009B44A9">
        <w:t>Интернет).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t>Родная страна и страна/страны изучаемого языка. Их географическое положение, столицы и</w:t>
      </w:r>
      <w:r w:rsidRPr="009B44A9">
        <w:rPr>
          <w:spacing w:val="1"/>
        </w:rPr>
        <w:t xml:space="preserve"> </w:t>
      </w:r>
      <w:r w:rsidRPr="009B44A9">
        <w:t>крупные города, регионы; население; официальные языки; достопримечательности, культурные</w:t>
      </w:r>
      <w:r w:rsidRPr="009B44A9">
        <w:rPr>
          <w:spacing w:val="1"/>
        </w:rPr>
        <w:t xml:space="preserve"> </w:t>
      </w:r>
      <w:r w:rsidRPr="009B44A9">
        <w:t>особенности</w:t>
      </w:r>
      <w:r w:rsidRPr="009B44A9">
        <w:rPr>
          <w:spacing w:val="-5"/>
        </w:rPr>
        <w:t xml:space="preserve"> </w:t>
      </w:r>
      <w:r w:rsidRPr="009B44A9">
        <w:t>(национальные</w:t>
      </w:r>
      <w:r w:rsidRPr="009B44A9">
        <w:rPr>
          <w:spacing w:val="-4"/>
        </w:rPr>
        <w:t xml:space="preserve"> </w:t>
      </w:r>
      <w:r w:rsidRPr="009B44A9">
        <w:t>праздники,</w:t>
      </w:r>
      <w:r w:rsidRPr="009B44A9">
        <w:rPr>
          <w:spacing w:val="-4"/>
        </w:rPr>
        <w:t xml:space="preserve"> </w:t>
      </w:r>
      <w:r w:rsidRPr="009B44A9">
        <w:t>знаменательные</w:t>
      </w:r>
      <w:r w:rsidRPr="009B44A9">
        <w:rPr>
          <w:spacing w:val="-5"/>
        </w:rPr>
        <w:t xml:space="preserve"> </w:t>
      </w:r>
      <w:r w:rsidRPr="009B44A9">
        <w:t>даты,</w:t>
      </w:r>
      <w:r w:rsidRPr="009B44A9">
        <w:rPr>
          <w:spacing w:val="-4"/>
        </w:rPr>
        <w:t xml:space="preserve"> </w:t>
      </w:r>
      <w:r w:rsidRPr="009B44A9">
        <w:t>традиции,</w:t>
      </w:r>
      <w:r w:rsidRPr="009B44A9">
        <w:rPr>
          <w:spacing w:val="-4"/>
        </w:rPr>
        <w:t xml:space="preserve"> </w:t>
      </w:r>
      <w:r w:rsidRPr="009B44A9">
        <w:t>обычаи);</w:t>
      </w:r>
      <w:r w:rsidRPr="009B44A9">
        <w:rPr>
          <w:spacing w:val="-5"/>
        </w:rPr>
        <w:t xml:space="preserve"> </w:t>
      </w:r>
      <w:r w:rsidRPr="009B44A9">
        <w:t>страницы</w:t>
      </w:r>
      <w:r w:rsidRPr="009B44A9">
        <w:rPr>
          <w:spacing w:val="-5"/>
        </w:rPr>
        <w:t xml:space="preserve"> </w:t>
      </w:r>
      <w:r w:rsidRPr="009B44A9">
        <w:t>истории.</w:t>
      </w:r>
    </w:p>
    <w:p w:rsidR="00E76AB9" w:rsidRPr="009B44A9" w:rsidRDefault="00E76AB9" w:rsidP="007940B1">
      <w:pPr>
        <w:pStyle w:val="BodyText"/>
        <w:spacing w:line="292" w:lineRule="auto"/>
        <w:ind w:right="452" w:firstLine="180"/>
        <w:jc w:val="both"/>
      </w:pPr>
      <w:r w:rsidRPr="009B44A9">
        <w:t>Выдающиеся люди родной страны и страны/стран изучаемого языка, их вклад в науку и мировую</w:t>
      </w:r>
      <w:r w:rsidRPr="009B44A9">
        <w:rPr>
          <w:spacing w:val="-58"/>
        </w:rPr>
        <w:t xml:space="preserve"> </w:t>
      </w:r>
      <w:r w:rsidRPr="009B44A9">
        <w:t>культуру:</w:t>
      </w:r>
      <w:r w:rsidRPr="009B44A9">
        <w:rPr>
          <w:spacing w:val="-3"/>
        </w:rPr>
        <w:t xml:space="preserve"> </w:t>
      </w:r>
      <w:r w:rsidRPr="009B44A9">
        <w:t>государственные</w:t>
      </w:r>
      <w:r w:rsidRPr="009B44A9">
        <w:rPr>
          <w:spacing w:val="-1"/>
        </w:rPr>
        <w:t xml:space="preserve"> </w:t>
      </w:r>
      <w:r w:rsidRPr="009B44A9">
        <w:t>деятели,</w:t>
      </w:r>
      <w:r w:rsidRPr="009B44A9">
        <w:rPr>
          <w:spacing w:val="-1"/>
        </w:rPr>
        <w:t xml:space="preserve"> </w:t>
      </w:r>
      <w:r w:rsidRPr="009B44A9">
        <w:t>учёные,</w:t>
      </w:r>
      <w:r w:rsidRPr="009B44A9">
        <w:rPr>
          <w:spacing w:val="-1"/>
        </w:rPr>
        <w:t xml:space="preserve"> </w:t>
      </w:r>
      <w:r w:rsidRPr="009B44A9">
        <w:t>писатели,</w:t>
      </w:r>
      <w:r w:rsidRPr="009B44A9">
        <w:rPr>
          <w:spacing w:val="-1"/>
        </w:rPr>
        <w:t xml:space="preserve"> </w:t>
      </w:r>
      <w:r w:rsidRPr="009B44A9">
        <w:t>поэты,</w:t>
      </w:r>
      <w:r w:rsidRPr="009B44A9">
        <w:rPr>
          <w:spacing w:val="-1"/>
        </w:rPr>
        <w:t xml:space="preserve"> </w:t>
      </w:r>
      <w:r w:rsidRPr="009B44A9">
        <w:t>художники,</w:t>
      </w:r>
      <w:r w:rsidRPr="009B44A9">
        <w:rPr>
          <w:spacing w:val="-1"/>
        </w:rPr>
        <w:t xml:space="preserve"> </w:t>
      </w:r>
      <w:r w:rsidRPr="009B44A9">
        <w:t>музыканты.</w:t>
      </w:r>
    </w:p>
    <w:p w:rsidR="00E76AB9" w:rsidRPr="009B44A9" w:rsidRDefault="00E76AB9" w:rsidP="007940B1">
      <w:pPr>
        <w:pStyle w:val="Heading1"/>
        <w:spacing w:before="117"/>
        <w:jc w:val="both"/>
      </w:pPr>
      <w:r w:rsidRPr="009B44A9">
        <w:t>ВИДЫ</w:t>
      </w:r>
      <w:r w:rsidRPr="009B44A9">
        <w:rPr>
          <w:spacing w:val="-7"/>
        </w:rPr>
        <w:t xml:space="preserve"> </w:t>
      </w:r>
      <w:r w:rsidRPr="009B44A9">
        <w:t>РЕЧЕВОЙ</w:t>
      </w:r>
      <w:r w:rsidRPr="009B44A9">
        <w:rPr>
          <w:spacing w:val="-7"/>
        </w:rPr>
        <w:t xml:space="preserve"> </w:t>
      </w:r>
      <w:r w:rsidRPr="009B44A9">
        <w:t>ДЕЯТЕЛЬНОСТИ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Говорение</w:t>
      </w:r>
    </w:p>
    <w:p w:rsidR="00E76AB9" w:rsidRPr="009B44A9" w:rsidRDefault="00E76AB9" w:rsidP="007940B1">
      <w:pPr>
        <w:pStyle w:val="BodyText"/>
        <w:spacing w:before="60" w:line="292" w:lineRule="auto"/>
        <w:ind w:right="229" w:firstLine="180"/>
        <w:jc w:val="both"/>
      </w:pPr>
      <w:r w:rsidRPr="009B44A9">
        <w:t>Развитие</w:t>
      </w:r>
      <w:r w:rsidRPr="009B44A9">
        <w:rPr>
          <w:spacing w:val="-5"/>
        </w:rPr>
        <w:t xml:space="preserve"> </w:t>
      </w:r>
      <w:r w:rsidRPr="009B44A9">
        <w:t>коммуникативных</w:t>
      </w:r>
      <w:r w:rsidRPr="009B44A9">
        <w:rPr>
          <w:spacing w:val="-4"/>
        </w:rPr>
        <w:t xml:space="preserve"> </w:t>
      </w:r>
      <w:r w:rsidRPr="009B44A9">
        <w:t>умений</w:t>
      </w:r>
      <w:r w:rsidRPr="009B44A9">
        <w:rPr>
          <w:spacing w:val="-4"/>
        </w:rPr>
        <w:t xml:space="preserve"> </w:t>
      </w:r>
      <w:r w:rsidRPr="009B44A9">
        <w:rPr>
          <w:b/>
          <w:i/>
        </w:rPr>
        <w:t>диалогической</w:t>
      </w:r>
      <w:r w:rsidRPr="009B44A9">
        <w:rPr>
          <w:b/>
          <w:i/>
          <w:spacing w:val="-5"/>
        </w:rPr>
        <w:t xml:space="preserve"> </w:t>
      </w:r>
      <w:r w:rsidRPr="009B44A9">
        <w:rPr>
          <w:b/>
          <w:i/>
        </w:rPr>
        <w:t>речи</w:t>
      </w:r>
      <w:r w:rsidRPr="009B44A9">
        <w:t>,</w:t>
      </w:r>
      <w:r w:rsidRPr="009B44A9">
        <w:rPr>
          <w:spacing w:val="-4"/>
        </w:rPr>
        <w:t xml:space="preserve"> </w:t>
      </w:r>
      <w:r w:rsidRPr="009B44A9">
        <w:t>а</w:t>
      </w:r>
      <w:r w:rsidRPr="009B44A9">
        <w:rPr>
          <w:spacing w:val="-4"/>
        </w:rPr>
        <w:t xml:space="preserve"> </w:t>
      </w:r>
      <w:r w:rsidRPr="009B44A9">
        <w:t>именно</w:t>
      </w:r>
      <w:r w:rsidRPr="009B44A9">
        <w:rPr>
          <w:spacing w:val="-5"/>
        </w:rPr>
        <w:t xml:space="preserve"> </w:t>
      </w:r>
      <w:r w:rsidRPr="009B44A9">
        <w:t>умений</w:t>
      </w:r>
      <w:r w:rsidRPr="009B44A9">
        <w:rPr>
          <w:spacing w:val="-4"/>
        </w:rPr>
        <w:t xml:space="preserve"> </w:t>
      </w:r>
      <w:r w:rsidRPr="009B44A9">
        <w:t>вести</w:t>
      </w:r>
      <w:r w:rsidRPr="009B44A9">
        <w:rPr>
          <w:spacing w:val="-4"/>
        </w:rPr>
        <w:t xml:space="preserve"> </w:t>
      </w:r>
      <w:r w:rsidRPr="009B44A9">
        <w:t>комбинированный</w:t>
      </w:r>
      <w:r w:rsidRPr="009B44A9">
        <w:rPr>
          <w:spacing w:val="-57"/>
        </w:rPr>
        <w:t xml:space="preserve"> </w:t>
      </w:r>
      <w:r w:rsidRPr="009B44A9">
        <w:t>диалог, включающий различные виды диалогов (этикетный диалог, диалог-побуждение к действию,</w:t>
      </w:r>
      <w:r w:rsidRPr="009B44A9">
        <w:rPr>
          <w:spacing w:val="1"/>
        </w:rPr>
        <w:t xml:space="preserve"> </w:t>
      </w:r>
      <w:r w:rsidRPr="009B44A9">
        <w:t>диалог-расспрос);</w:t>
      </w:r>
      <w:r w:rsidRPr="009B44A9">
        <w:rPr>
          <w:spacing w:val="-2"/>
        </w:rPr>
        <w:t xml:space="preserve"> </w:t>
      </w:r>
      <w:r w:rsidRPr="009B44A9">
        <w:t>диалог-обмен мнениями: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диалог этикетного характера</w:t>
      </w:r>
      <w:r w:rsidRPr="009B44A9">
        <w:t>: начинать, поддерживать и заканчивать разговор, вежливо</w:t>
      </w:r>
      <w:r w:rsidRPr="009B44A9">
        <w:rPr>
          <w:spacing w:val="1"/>
        </w:rPr>
        <w:t xml:space="preserve"> </w:t>
      </w:r>
      <w:r w:rsidRPr="009B44A9">
        <w:t>переспрашивать; поздравлять с праздником, выражать пожелания и вежливо реагировать на</w:t>
      </w:r>
      <w:r w:rsidRPr="009B44A9">
        <w:rPr>
          <w:spacing w:val="1"/>
        </w:rPr>
        <w:t xml:space="preserve"> </w:t>
      </w:r>
      <w:r w:rsidRPr="009B44A9">
        <w:t>поздравление;</w:t>
      </w:r>
      <w:r w:rsidRPr="009B44A9">
        <w:rPr>
          <w:spacing w:val="-8"/>
        </w:rPr>
        <w:t xml:space="preserve"> </w:t>
      </w:r>
      <w:r w:rsidRPr="009B44A9">
        <w:t>выражать</w:t>
      </w:r>
      <w:r w:rsidRPr="009B44A9">
        <w:rPr>
          <w:spacing w:val="-7"/>
        </w:rPr>
        <w:t xml:space="preserve"> </w:t>
      </w:r>
      <w:r w:rsidRPr="009B44A9">
        <w:t>благодарность;</w:t>
      </w:r>
      <w:r w:rsidRPr="009B44A9">
        <w:rPr>
          <w:spacing w:val="-7"/>
        </w:rPr>
        <w:t xml:space="preserve"> </w:t>
      </w:r>
      <w:r w:rsidRPr="009B44A9">
        <w:t>вежливо</w:t>
      </w:r>
      <w:r w:rsidRPr="009B44A9">
        <w:rPr>
          <w:spacing w:val="-6"/>
        </w:rPr>
        <w:t xml:space="preserve"> </w:t>
      </w:r>
      <w:r w:rsidRPr="009B44A9">
        <w:t>соглашаться</w:t>
      </w:r>
      <w:r w:rsidRPr="009B44A9">
        <w:rPr>
          <w:spacing w:val="-7"/>
        </w:rPr>
        <w:t xml:space="preserve"> </w:t>
      </w:r>
      <w:r w:rsidRPr="009B44A9">
        <w:t>на</w:t>
      </w:r>
      <w:r w:rsidRPr="009B44A9">
        <w:rPr>
          <w:spacing w:val="-7"/>
        </w:rPr>
        <w:t xml:space="preserve"> </w:t>
      </w:r>
      <w:r w:rsidRPr="009B44A9">
        <w:t>предложение/отказываться</w:t>
      </w:r>
      <w:r w:rsidRPr="009B44A9">
        <w:rPr>
          <w:spacing w:val="-7"/>
        </w:rPr>
        <w:t xml:space="preserve"> </w:t>
      </w:r>
      <w:r w:rsidRPr="009B44A9">
        <w:t>от</w:t>
      </w:r>
      <w:r w:rsidRPr="009B44A9">
        <w:rPr>
          <w:spacing w:val="-57"/>
        </w:rPr>
        <w:t xml:space="preserve"> </w:t>
      </w:r>
      <w:r w:rsidRPr="009B44A9">
        <w:t>предложения</w:t>
      </w:r>
      <w:r w:rsidRPr="009B44A9">
        <w:rPr>
          <w:spacing w:val="-2"/>
        </w:rPr>
        <w:t xml:space="preserve"> </w:t>
      </w:r>
      <w:r w:rsidRPr="009B44A9">
        <w:t>собеседника;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диалог-побуждение к действию</w:t>
      </w:r>
      <w:r w:rsidRPr="009B44A9">
        <w:t>: обращаться с просьбой, вежливо соглашаться/не соглашаться</w:t>
      </w:r>
      <w:r w:rsidRPr="009B44A9">
        <w:rPr>
          <w:spacing w:val="1"/>
        </w:rPr>
        <w:t xml:space="preserve"> </w:t>
      </w:r>
      <w:r w:rsidRPr="009B44A9">
        <w:t>выполнить</w:t>
      </w:r>
      <w:r w:rsidRPr="009B44A9">
        <w:rPr>
          <w:spacing w:val="-7"/>
        </w:rPr>
        <w:t xml:space="preserve"> </w:t>
      </w:r>
      <w:r w:rsidRPr="009B44A9">
        <w:t>просьбу;</w:t>
      </w:r>
      <w:r w:rsidRPr="009B44A9">
        <w:rPr>
          <w:spacing w:val="-6"/>
        </w:rPr>
        <w:t xml:space="preserve"> </w:t>
      </w:r>
      <w:r w:rsidRPr="009B44A9">
        <w:t>приглашать</w:t>
      </w:r>
      <w:r w:rsidRPr="009B44A9">
        <w:rPr>
          <w:spacing w:val="-6"/>
        </w:rPr>
        <w:t xml:space="preserve"> </w:t>
      </w:r>
      <w:r w:rsidRPr="009B44A9">
        <w:t>собеседника</w:t>
      </w:r>
      <w:r w:rsidRPr="009B44A9">
        <w:rPr>
          <w:spacing w:val="-6"/>
        </w:rPr>
        <w:t xml:space="preserve"> </w:t>
      </w:r>
      <w:r w:rsidRPr="009B44A9">
        <w:t>к</w:t>
      </w:r>
      <w:r w:rsidRPr="009B44A9">
        <w:rPr>
          <w:spacing w:val="-6"/>
        </w:rPr>
        <w:t xml:space="preserve"> </w:t>
      </w:r>
      <w:r w:rsidRPr="009B44A9">
        <w:t>совместной</w:t>
      </w:r>
      <w:r w:rsidRPr="009B44A9">
        <w:rPr>
          <w:spacing w:val="-5"/>
        </w:rPr>
        <w:t xml:space="preserve"> </w:t>
      </w:r>
      <w:r w:rsidRPr="009B44A9">
        <w:t>деятельности,</w:t>
      </w:r>
      <w:r w:rsidRPr="009B44A9">
        <w:rPr>
          <w:spacing w:val="-5"/>
        </w:rPr>
        <w:t xml:space="preserve"> </w:t>
      </w:r>
      <w:r w:rsidRPr="009B44A9">
        <w:t>вежливо</w:t>
      </w:r>
      <w:r w:rsidRPr="009B44A9">
        <w:rPr>
          <w:spacing w:val="-6"/>
        </w:rPr>
        <w:t xml:space="preserve"> </w:t>
      </w:r>
      <w:r w:rsidRPr="009B44A9">
        <w:t>соглашаться/не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8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/>
        <w:jc w:val="both"/>
      </w:pPr>
      <w:r w:rsidRPr="009B44A9">
        <w:t>соглашаться</w:t>
      </w:r>
      <w:r w:rsidRPr="009B44A9">
        <w:rPr>
          <w:spacing w:val="-6"/>
        </w:rPr>
        <w:t xml:space="preserve"> </w:t>
      </w:r>
      <w:r w:rsidRPr="009B44A9">
        <w:t>на</w:t>
      </w:r>
      <w:r w:rsidRPr="009B44A9">
        <w:rPr>
          <w:spacing w:val="-4"/>
        </w:rPr>
        <w:t xml:space="preserve"> </w:t>
      </w:r>
      <w:r w:rsidRPr="009B44A9">
        <w:t>предложение</w:t>
      </w:r>
      <w:r w:rsidRPr="009B44A9">
        <w:rPr>
          <w:spacing w:val="-4"/>
        </w:rPr>
        <w:t xml:space="preserve"> </w:t>
      </w:r>
      <w:r w:rsidRPr="009B44A9">
        <w:t>собеседника,</w:t>
      </w:r>
      <w:r w:rsidRPr="009B44A9">
        <w:rPr>
          <w:spacing w:val="-4"/>
        </w:rPr>
        <w:t xml:space="preserve"> </w:t>
      </w:r>
      <w:r w:rsidRPr="009B44A9">
        <w:t>объясняя</w:t>
      </w:r>
      <w:r w:rsidRPr="009B44A9">
        <w:rPr>
          <w:spacing w:val="-5"/>
        </w:rPr>
        <w:t xml:space="preserve"> </w:t>
      </w:r>
      <w:r w:rsidRPr="009B44A9">
        <w:t>причину</w:t>
      </w:r>
      <w:r w:rsidRPr="009B44A9">
        <w:rPr>
          <w:spacing w:val="-4"/>
        </w:rPr>
        <w:t xml:space="preserve"> </w:t>
      </w:r>
      <w:r w:rsidRPr="009B44A9">
        <w:t>своего</w:t>
      </w:r>
      <w:r w:rsidRPr="009B44A9">
        <w:rPr>
          <w:spacing w:val="-4"/>
        </w:rPr>
        <w:t xml:space="preserve"> </w:t>
      </w:r>
      <w:r w:rsidRPr="009B44A9">
        <w:t>решения;</w:t>
      </w:r>
    </w:p>
    <w:p w:rsidR="00E76AB9" w:rsidRPr="009B44A9" w:rsidRDefault="00E76AB9" w:rsidP="007940B1">
      <w:pPr>
        <w:pStyle w:val="BodyText"/>
        <w:spacing w:before="60" w:line="292" w:lineRule="auto"/>
        <w:ind w:right="215" w:firstLine="180"/>
        <w:jc w:val="both"/>
      </w:pPr>
      <w:r w:rsidRPr="009B44A9">
        <w:rPr>
          <w:i/>
        </w:rPr>
        <w:t>диалог-расспрос</w:t>
      </w:r>
      <w:r w:rsidRPr="009B44A9">
        <w:t>: сообщать фактическую информацию, отвечая на вопросы разных видов; выражать</w:t>
      </w:r>
      <w:r w:rsidRPr="009B44A9">
        <w:rPr>
          <w:spacing w:val="-57"/>
        </w:rPr>
        <w:t xml:space="preserve"> </w:t>
      </w:r>
      <w:r w:rsidRPr="009B44A9">
        <w:t>своё отношение к обсуждаемым фактам и событиям; запрашивать интересующую информацию;</w:t>
      </w:r>
      <w:r w:rsidRPr="009B44A9">
        <w:rPr>
          <w:spacing w:val="1"/>
        </w:rPr>
        <w:t xml:space="preserve"> </w:t>
      </w:r>
      <w:r w:rsidRPr="009B44A9">
        <w:t>переходить</w:t>
      </w:r>
      <w:r w:rsidRPr="009B44A9">
        <w:rPr>
          <w:spacing w:val="-2"/>
        </w:rPr>
        <w:t xml:space="preserve"> </w:t>
      </w:r>
      <w:r w:rsidRPr="009B44A9">
        <w:t>с позиции</w:t>
      </w:r>
      <w:r w:rsidRPr="009B44A9">
        <w:rPr>
          <w:spacing w:val="-1"/>
        </w:rPr>
        <w:t xml:space="preserve"> </w:t>
      </w:r>
      <w:r w:rsidRPr="009B44A9">
        <w:t>спрашивающего на</w:t>
      </w:r>
      <w:r w:rsidRPr="009B44A9">
        <w:rPr>
          <w:spacing w:val="-1"/>
        </w:rPr>
        <w:t xml:space="preserve"> </w:t>
      </w:r>
      <w:r w:rsidRPr="009B44A9">
        <w:t>позицию</w:t>
      </w:r>
      <w:r w:rsidRPr="009B44A9">
        <w:rPr>
          <w:spacing w:val="-1"/>
        </w:rPr>
        <w:t xml:space="preserve"> </w:t>
      </w:r>
      <w:r w:rsidRPr="009B44A9">
        <w:t>отвечающего</w:t>
      </w:r>
      <w:r w:rsidRPr="009B44A9">
        <w:rPr>
          <w:spacing w:val="-1"/>
        </w:rPr>
        <w:t xml:space="preserve"> </w:t>
      </w:r>
      <w:r w:rsidRPr="009B44A9">
        <w:t>и наоборот;</w:t>
      </w:r>
    </w:p>
    <w:p w:rsidR="00E76AB9" w:rsidRPr="009B44A9" w:rsidRDefault="00E76AB9" w:rsidP="007940B1">
      <w:pPr>
        <w:pStyle w:val="BodyText"/>
        <w:spacing w:line="292" w:lineRule="auto"/>
        <w:ind w:right="179" w:firstLine="180"/>
        <w:jc w:val="both"/>
      </w:pPr>
      <w:r w:rsidRPr="009B44A9">
        <w:rPr>
          <w:i/>
        </w:rPr>
        <w:t>диалог обмен мнениями</w:t>
      </w:r>
      <w:r w:rsidRPr="009B44A9">
        <w:t>: выражать свою точку зрения и обосновывать её, высказывать своё</w:t>
      </w:r>
      <w:r w:rsidRPr="009B44A9">
        <w:rPr>
          <w:spacing w:val="1"/>
        </w:rPr>
        <w:t xml:space="preserve"> </w:t>
      </w:r>
      <w:r w:rsidRPr="009B44A9">
        <w:t>согласие/несогласие с точкой зрения собеседника, выражать сомнение, давать эмоциональную оценку</w:t>
      </w:r>
      <w:r w:rsidRPr="009B44A9">
        <w:rPr>
          <w:spacing w:val="-58"/>
        </w:rPr>
        <w:t xml:space="preserve"> </w:t>
      </w:r>
      <w:r w:rsidRPr="009B44A9">
        <w:t>обсуждаемым</w:t>
      </w:r>
      <w:r w:rsidRPr="009B44A9">
        <w:rPr>
          <w:spacing w:val="-1"/>
        </w:rPr>
        <w:t xml:space="preserve"> </w:t>
      </w:r>
      <w:r w:rsidRPr="009B44A9">
        <w:t>событиям</w:t>
      </w:r>
      <w:r w:rsidRPr="009B44A9">
        <w:rPr>
          <w:spacing w:val="-1"/>
        </w:rPr>
        <w:t xml:space="preserve"> </w:t>
      </w:r>
      <w:r w:rsidRPr="009B44A9">
        <w:t>(восхищение, удивление,</w:t>
      </w:r>
      <w:r w:rsidRPr="009B44A9">
        <w:rPr>
          <w:spacing w:val="-1"/>
        </w:rPr>
        <w:t xml:space="preserve"> </w:t>
      </w:r>
      <w:r w:rsidRPr="009B44A9">
        <w:t>радость,</w:t>
      </w:r>
      <w:r w:rsidRPr="009B44A9">
        <w:rPr>
          <w:spacing w:val="-1"/>
        </w:rPr>
        <w:t xml:space="preserve"> </w:t>
      </w:r>
      <w:r w:rsidRPr="009B44A9">
        <w:t>огорчение и</w:t>
      </w:r>
      <w:r w:rsidRPr="009B44A9">
        <w:rPr>
          <w:spacing w:val="-1"/>
        </w:rPr>
        <w:t xml:space="preserve"> </w:t>
      </w:r>
      <w:r w:rsidRPr="009B44A9">
        <w:t>т. д.).</w:t>
      </w:r>
    </w:p>
    <w:p w:rsidR="00E76AB9" w:rsidRPr="009B44A9" w:rsidRDefault="00E76AB9" w:rsidP="007940B1">
      <w:pPr>
        <w:pStyle w:val="BodyText"/>
        <w:spacing w:line="292" w:lineRule="auto"/>
        <w:ind w:right="712" w:firstLine="180"/>
        <w:jc w:val="both"/>
      </w:pPr>
      <w:r w:rsidRPr="009B44A9">
        <w:t>Названные умения диалогической речи развиваются в стандартных ситуациях неофициального</w:t>
      </w:r>
      <w:r w:rsidRPr="009B44A9">
        <w:rPr>
          <w:spacing w:val="-58"/>
        </w:rPr>
        <w:t xml:space="preserve"> </w:t>
      </w:r>
      <w:r w:rsidRPr="009B44A9">
        <w:t>общения в рамках тематического содержания речи с использованием ключевых слов, речевых</w:t>
      </w:r>
      <w:r w:rsidRPr="009B44A9">
        <w:rPr>
          <w:spacing w:val="1"/>
        </w:rPr>
        <w:t xml:space="preserve"> </w:t>
      </w:r>
      <w:r w:rsidRPr="009B44A9">
        <w:t>ситуаций и/или иллюстраций, фотографий или без опор с соблюдением нормы речевого этикета,</w:t>
      </w:r>
      <w:r w:rsidRPr="009B44A9">
        <w:rPr>
          <w:spacing w:val="-57"/>
        </w:rPr>
        <w:t xml:space="preserve"> </w:t>
      </w:r>
      <w:r w:rsidRPr="009B44A9">
        <w:t>принятых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стране/странах изучаемого языка.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диалога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пяти</w:t>
      </w:r>
      <w:r w:rsidRPr="009B44A9">
        <w:rPr>
          <w:b/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реплик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стороны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каждого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собеседника.</w:t>
      </w:r>
    </w:p>
    <w:p w:rsidR="00E76AB9" w:rsidRPr="009B44A9" w:rsidRDefault="00E76AB9" w:rsidP="007940B1">
      <w:pPr>
        <w:pStyle w:val="BodyText"/>
        <w:spacing w:before="56" w:line="292" w:lineRule="auto"/>
        <w:ind w:right="184" w:firstLine="180"/>
        <w:jc w:val="both"/>
      </w:pPr>
      <w:r w:rsidRPr="009B44A9">
        <w:t>Монологические высказывания учащихся становятся более развёрнутыми, богаче в содержательном</w:t>
      </w:r>
      <w:r w:rsidRPr="009B44A9">
        <w:rPr>
          <w:spacing w:val="-57"/>
        </w:rPr>
        <w:t xml:space="preserve"> </w:t>
      </w:r>
      <w:r w:rsidRPr="009B44A9">
        <w:t>отношении и в том, что касается их речевого оформления. Монологи принимают форму тематических</w:t>
      </w:r>
      <w:r w:rsidRPr="009B44A9">
        <w:rPr>
          <w:spacing w:val="-58"/>
        </w:rPr>
        <w:t xml:space="preserve"> </w:t>
      </w:r>
      <w:r w:rsidRPr="009B44A9">
        <w:t>сообщений,</w:t>
      </w:r>
      <w:r w:rsidRPr="009B44A9">
        <w:rPr>
          <w:spacing w:val="-2"/>
        </w:rPr>
        <w:t xml:space="preserve"> </w:t>
      </w:r>
      <w:r w:rsidRPr="009B44A9">
        <w:t>докладов,</w:t>
      </w:r>
      <w:r w:rsidRPr="009B44A9">
        <w:rPr>
          <w:spacing w:val="-2"/>
        </w:rPr>
        <w:t xml:space="preserve"> </w:t>
      </w:r>
      <w:r w:rsidRPr="009B44A9">
        <w:t>выступлений</w:t>
      </w:r>
      <w:r w:rsidRPr="009B44A9">
        <w:rPr>
          <w:spacing w:val="-2"/>
        </w:rPr>
        <w:t xml:space="preserve"> </w:t>
      </w:r>
      <w:r w:rsidRPr="009B44A9">
        <w:t>с</w:t>
      </w:r>
      <w:r w:rsidRPr="009B44A9">
        <w:rPr>
          <w:spacing w:val="-2"/>
        </w:rPr>
        <w:t xml:space="preserve"> </w:t>
      </w:r>
      <w:r w:rsidRPr="009B44A9">
        <w:t>изложением</w:t>
      </w:r>
      <w:r w:rsidRPr="009B44A9">
        <w:rPr>
          <w:spacing w:val="-2"/>
        </w:rPr>
        <w:t xml:space="preserve"> </w:t>
      </w:r>
      <w:r w:rsidRPr="009B44A9">
        <w:t>результатов</w:t>
      </w:r>
      <w:r w:rsidRPr="009B44A9">
        <w:rPr>
          <w:spacing w:val="-2"/>
        </w:rPr>
        <w:t xml:space="preserve"> </w:t>
      </w:r>
      <w:r w:rsidRPr="009B44A9">
        <w:t>выполненной</w:t>
      </w:r>
      <w:r w:rsidRPr="009B44A9">
        <w:rPr>
          <w:spacing w:val="-2"/>
        </w:rPr>
        <w:t xml:space="preserve"> </w:t>
      </w:r>
      <w:r w:rsidRPr="009B44A9">
        <w:t>проектной</w:t>
      </w:r>
      <w:r w:rsidRPr="009B44A9">
        <w:rPr>
          <w:spacing w:val="-2"/>
        </w:rPr>
        <w:t xml:space="preserve"> </w:t>
      </w:r>
      <w:r w:rsidRPr="009B44A9">
        <w:t>работы.</w:t>
      </w:r>
    </w:p>
    <w:p w:rsidR="00E76AB9" w:rsidRPr="009B44A9" w:rsidRDefault="00E76AB9" w:rsidP="007940B1">
      <w:pPr>
        <w:pStyle w:val="BodyText"/>
        <w:spacing w:line="292" w:lineRule="auto"/>
        <w:ind w:right="296" w:firstLine="180"/>
        <w:jc w:val="both"/>
      </w:pPr>
      <w:r w:rsidRPr="009B44A9">
        <w:t>Учащиеся продолжают совершенствовать свои умения во всех видах пересказа, а также умения</w:t>
      </w:r>
      <w:r w:rsidRPr="009B44A9">
        <w:rPr>
          <w:spacing w:val="1"/>
        </w:rPr>
        <w:t xml:space="preserve"> </w:t>
      </w:r>
      <w:r w:rsidRPr="009B44A9">
        <w:t>вести беседу на основе и в связи с содержанием прочитанного текста или прослушанного аудио</w:t>
      </w:r>
      <w:r w:rsidRPr="009B44A9">
        <w:rPr>
          <w:spacing w:val="1"/>
        </w:rPr>
        <w:t xml:space="preserve"> </w:t>
      </w:r>
      <w:r w:rsidRPr="009B44A9">
        <w:t>текста с выражением своего отношения к событиями фактам, изложенным в письменном или устном</w:t>
      </w:r>
      <w:r w:rsidRPr="009B44A9">
        <w:rPr>
          <w:spacing w:val="-58"/>
        </w:rPr>
        <w:t xml:space="preserve"> </w:t>
      </w:r>
      <w:r w:rsidRPr="009B44A9">
        <w:t>источнике</w:t>
      </w:r>
      <w:r w:rsidRPr="009B44A9">
        <w:rPr>
          <w:spacing w:val="-1"/>
        </w:rPr>
        <w:t xml:space="preserve"> </w:t>
      </w:r>
      <w:r w:rsidRPr="009B44A9"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322" w:firstLine="180"/>
        <w:jc w:val="both"/>
      </w:pPr>
      <w:r w:rsidRPr="009B44A9">
        <w:t>По завершении базового курса обучения французскому языку в основной школе учащиеся должны</w:t>
      </w:r>
      <w:r w:rsidRPr="009B44A9">
        <w:rPr>
          <w:spacing w:val="-58"/>
        </w:rPr>
        <w:t xml:space="preserve"> </w:t>
      </w:r>
      <w:r w:rsidRPr="009B44A9">
        <w:t>уметь: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—рассказать</w:t>
      </w:r>
      <w:r w:rsidRPr="009B44A9">
        <w:rPr>
          <w:spacing w:val="-5"/>
        </w:rPr>
        <w:t xml:space="preserve"> </w:t>
      </w:r>
      <w:r w:rsidRPr="009B44A9">
        <w:t>о</w:t>
      </w:r>
      <w:r w:rsidRPr="009B44A9">
        <w:rPr>
          <w:spacing w:val="-3"/>
        </w:rPr>
        <w:t xml:space="preserve"> </w:t>
      </w:r>
      <w:r w:rsidRPr="009B44A9">
        <w:t>каком-либо</w:t>
      </w:r>
      <w:r w:rsidRPr="009B44A9">
        <w:rPr>
          <w:spacing w:val="-4"/>
        </w:rPr>
        <w:t xml:space="preserve"> </w:t>
      </w:r>
      <w:r w:rsidRPr="009B44A9">
        <w:t>важном</w:t>
      </w:r>
      <w:r w:rsidRPr="009B44A9">
        <w:rPr>
          <w:spacing w:val="-3"/>
        </w:rPr>
        <w:t xml:space="preserve"> </w:t>
      </w:r>
      <w:r w:rsidRPr="009B44A9">
        <w:t>событии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своей</w:t>
      </w:r>
      <w:r w:rsidRPr="009B44A9">
        <w:rPr>
          <w:spacing w:val="-4"/>
        </w:rPr>
        <w:t xml:space="preserve"> </w:t>
      </w:r>
      <w:r w:rsidRPr="009B44A9">
        <w:t>жизни</w:t>
      </w:r>
      <w:r w:rsidRPr="009B44A9">
        <w:rPr>
          <w:spacing w:val="-3"/>
        </w:rPr>
        <w:t xml:space="preserve"> </w:t>
      </w:r>
      <w:r w:rsidRPr="009B44A9">
        <w:t>(встрече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интересным</w:t>
      </w:r>
      <w:r w:rsidRPr="009B44A9">
        <w:rPr>
          <w:spacing w:val="-4"/>
        </w:rPr>
        <w:t xml:space="preserve"> </w:t>
      </w:r>
      <w:r w:rsidRPr="009B44A9">
        <w:t>человеком,</w:t>
      </w:r>
      <w:r w:rsidRPr="009B44A9">
        <w:rPr>
          <w:spacing w:val="-57"/>
        </w:rPr>
        <w:t xml:space="preserve"> </w:t>
      </w:r>
      <w:r w:rsidRPr="009B44A9">
        <w:t>путешествии,</w:t>
      </w:r>
      <w:r w:rsidRPr="009B44A9">
        <w:rPr>
          <w:spacing w:val="-1"/>
        </w:rPr>
        <w:t xml:space="preserve"> </w:t>
      </w:r>
      <w:r w:rsidRPr="009B44A9">
        <w:t>празднике или вечере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школе и т.д.);</w:t>
      </w:r>
    </w:p>
    <w:p w:rsidR="00E76AB9" w:rsidRPr="009B44A9" w:rsidRDefault="00E76AB9" w:rsidP="007940B1">
      <w:pPr>
        <w:pStyle w:val="BodyText"/>
        <w:spacing w:line="292" w:lineRule="auto"/>
        <w:ind w:right="194" w:firstLine="180"/>
        <w:jc w:val="both"/>
      </w:pPr>
      <w:r w:rsidRPr="009B44A9">
        <w:t>—подготовить и представить небольшой репортаж о событии, участником или свидетелем которого</w:t>
      </w:r>
      <w:r w:rsidRPr="009B44A9">
        <w:rPr>
          <w:spacing w:val="-58"/>
        </w:rPr>
        <w:t xml:space="preserve"> </w:t>
      </w:r>
      <w:r w:rsidRPr="009B44A9">
        <w:t>они</w:t>
      </w:r>
      <w:r w:rsidRPr="009B44A9">
        <w:rPr>
          <w:spacing w:val="-1"/>
        </w:rPr>
        <w:t xml:space="preserve"> </w:t>
      </w:r>
      <w:r w:rsidRPr="009B44A9">
        <w:t>были;</w:t>
      </w:r>
    </w:p>
    <w:p w:rsidR="00E76AB9" w:rsidRPr="009B44A9" w:rsidRDefault="00E76AB9" w:rsidP="007940B1">
      <w:pPr>
        <w:pStyle w:val="BodyText"/>
        <w:spacing w:line="292" w:lineRule="auto"/>
        <w:ind w:right="654" w:firstLine="180"/>
        <w:jc w:val="both"/>
      </w:pPr>
      <w:r w:rsidRPr="009B44A9">
        <w:t>—сделать сообщение о Франции (другой франкоязычной стране), России, представив основные</w:t>
      </w:r>
      <w:r w:rsidRPr="009B44A9">
        <w:rPr>
          <w:spacing w:val="-57"/>
        </w:rPr>
        <w:t xml:space="preserve"> </w:t>
      </w:r>
      <w:r w:rsidRPr="009B44A9">
        <w:t>данные (географическое положение, климат, политический строй, население, общие сведения об</w:t>
      </w:r>
      <w:r w:rsidRPr="009B44A9">
        <w:rPr>
          <w:spacing w:val="1"/>
        </w:rPr>
        <w:t xml:space="preserve"> </w:t>
      </w:r>
      <w:r w:rsidRPr="009B44A9">
        <w:t>экономике);</w:t>
      </w:r>
    </w:p>
    <w:p w:rsidR="00E76AB9" w:rsidRPr="009B44A9" w:rsidRDefault="00E76AB9" w:rsidP="007940B1">
      <w:pPr>
        <w:pStyle w:val="BodyText"/>
        <w:spacing w:line="292" w:lineRule="auto"/>
        <w:ind w:right="252" w:firstLine="180"/>
        <w:jc w:val="both"/>
      </w:pPr>
      <w:r w:rsidRPr="009B44A9">
        <w:t>—представить столицу Франции и другой франкоязычной страны, столицу России и главный город</w:t>
      </w:r>
      <w:r w:rsidRPr="009B44A9">
        <w:rPr>
          <w:spacing w:val="-57"/>
        </w:rPr>
        <w:t xml:space="preserve"> </w:t>
      </w:r>
      <w:r w:rsidRPr="009B44A9">
        <w:t>своего</w:t>
      </w:r>
      <w:r w:rsidRPr="009B44A9">
        <w:rPr>
          <w:spacing w:val="-1"/>
        </w:rPr>
        <w:t xml:space="preserve"> </w:t>
      </w:r>
      <w:r w:rsidRPr="009B44A9">
        <w:t>региона (общие</w:t>
      </w:r>
      <w:r w:rsidRPr="009B44A9">
        <w:rPr>
          <w:spacing w:val="-1"/>
        </w:rPr>
        <w:t xml:space="preserve"> </w:t>
      </w:r>
      <w:r w:rsidRPr="009B44A9">
        <w:t>сведения</w:t>
      </w:r>
      <w:r w:rsidRPr="009B44A9">
        <w:rPr>
          <w:spacing w:val="-1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основные достопримечательности);</w:t>
      </w:r>
    </w:p>
    <w:p w:rsidR="00E76AB9" w:rsidRPr="009B44A9" w:rsidRDefault="00E76AB9" w:rsidP="007940B1">
      <w:pPr>
        <w:pStyle w:val="BodyText"/>
        <w:spacing w:line="292" w:lineRule="auto"/>
        <w:ind w:right="745" w:firstLine="180"/>
        <w:jc w:val="both"/>
      </w:pPr>
      <w:r w:rsidRPr="009B44A9">
        <w:t>—рассказать подробно о какой-либо достопримечательности Парижа, Москвы, своего родного</w:t>
      </w:r>
      <w:r w:rsidRPr="009B44A9">
        <w:rPr>
          <w:spacing w:val="-58"/>
        </w:rPr>
        <w:t xml:space="preserve"> </w:t>
      </w:r>
      <w:r w:rsidRPr="009B44A9">
        <w:t>города</w:t>
      </w:r>
      <w:r w:rsidRPr="009B44A9">
        <w:rPr>
          <w:spacing w:val="-1"/>
        </w:rPr>
        <w:t xml:space="preserve"> </w:t>
      </w:r>
      <w:r w:rsidRPr="009B44A9">
        <w:t>(исторический памятник,</w:t>
      </w:r>
      <w:r w:rsidRPr="009B44A9">
        <w:rPr>
          <w:spacing w:val="-1"/>
        </w:rPr>
        <w:t xml:space="preserve"> </w:t>
      </w:r>
      <w:r w:rsidRPr="009B44A9">
        <w:t>архитектурный комплекс и</w:t>
      </w:r>
      <w:r w:rsidRPr="009B44A9">
        <w:rPr>
          <w:spacing w:val="-1"/>
        </w:rPr>
        <w:t xml:space="preserve"> </w:t>
      </w:r>
      <w:r w:rsidRPr="009B44A9">
        <w:t>др.);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—представить</w:t>
      </w:r>
      <w:r w:rsidRPr="009B44A9">
        <w:rPr>
          <w:spacing w:val="-4"/>
        </w:rPr>
        <w:t xml:space="preserve"> </w:t>
      </w:r>
      <w:r w:rsidRPr="009B44A9">
        <w:t>один</w:t>
      </w:r>
      <w:r w:rsidRPr="009B44A9">
        <w:rPr>
          <w:spacing w:val="-3"/>
        </w:rPr>
        <w:t xml:space="preserve"> </w:t>
      </w:r>
      <w:r w:rsidRPr="009B44A9">
        <w:t>из</w:t>
      </w:r>
      <w:r w:rsidRPr="009B44A9">
        <w:rPr>
          <w:spacing w:val="-4"/>
        </w:rPr>
        <w:t xml:space="preserve"> </w:t>
      </w:r>
      <w:r w:rsidRPr="009B44A9">
        <w:t>главных</w:t>
      </w:r>
      <w:r w:rsidRPr="009B44A9">
        <w:rPr>
          <w:spacing w:val="-3"/>
        </w:rPr>
        <w:t xml:space="preserve"> </w:t>
      </w:r>
      <w:r w:rsidRPr="009B44A9">
        <w:t>художественных</w:t>
      </w:r>
      <w:r w:rsidRPr="009B44A9">
        <w:rPr>
          <w:spacing w:val="-3"/>
        </w:rPr>
        <w:t xml:space="preserve"> </w:t>
      </w:r>
      <w:r w:rsidRPr="009B44A9">
        <w:t>музеев</w:t>
      </w:r>
      <w:r w:rsidRPr="009B44A9">
        <w:rPr>
          <w:spacing w:val="-3"/>
        </w:rPr>
        <w:t xml:space="preserve"> </w:t>
      </w:r>
      <w:r w:rsidRPr="009B44A9">
        <w:t>Парижа,</w:t>
      </w:r>
      <w:r w:rsidRPr="009B44A9">
        <w:rPr>
          <w:spacing w:val="-3"/>
        </w:rPr>
        <w:t xml:space="preserve"> </w:t>
      </w:r>
      <w:r w:rsidRPr="009B44A9">
        <w:t>Москвы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своего</w:t>
      </w:r>
      <w:r w:rsidRPr="009B44A9">
        <w:rPr>
          <w:spacing w:val="-3"/>
        </w:rPr>
        <w:t xml:space="preserve"> </w:t>
      </w:r>
      <w:r w:rsidRPr="009B44A9">
        <w:t>родного</w:t>
      </w:r>
      <w:r w:rsidRPr="009B44A9">
        <w:rPr>
          <w:spacing w:val="-3"/>
        </w:rPr>
        <w:t xml:space="preserve"> </w:t>
      </w:r>
      <w:r w:rsidRPr="009B44A9">
        <w:t>города;</w:t>
      </w:r>
    </w:p>
    <w:p w:rsidR="00E76AB9" w:rsidRPr="009B44A9" w:rsidRDefault="00E76AB9" w:rsidP="007940B1">
      <w:pPr>
        <w:pStyle w:val="BodyText"/>
        <w:spacing w:before="50" w:line="292" w:lineRule="auto"/>
        <w:ind w:right="248" w:firstLine="180"/>
        <w:jc w:val="both"/>
      </w:pPr>
      <w:r w:rsidRPr="009B44A9">
        <w:t>—составить словесный портрет знаменитого французского художника (биография, основные этапы</w:t>
      </w:r>
      <w:r w:rsidRPr="009B44A9">
        <w:rPr>
          <w:spacing w:val="-57"/>
        </w:rPr>
        <w:t xml:space="preserve"> </w:t>
      </w:r>
      <w:r w:rsidRPr="009B44A9">
        <w:t>творчества,</w:t>
      </w:r>
      <w:r w:rsidRPr="009B44A9">
        <w:rPr>
          <w:spacing w:val="-1"/>
        </w:rPr>
        <w:t xml:space="preserve"> </w:t>
      </w:r>
      <w:r w:rsidRPr="009B44A9">
        <w:t>главные произведения);</w:t>
      </w:r>
    </w:p>
    <w:p w:rsidR="00E76AB9" w:rsidRPr="009B44A9" w:rsidRDefault="00E76AB9" w:rsidP="007940B1">
      <w:pPr>
        <w:pStyle w:val="BodyText"/>
        <w:spacing w:line="292" w:lineRule="auto"/>
        <w:ind w:right="864" w:firstLine="180"/>
        <w:jc w:val="both"/>
      </w:pPr>
      <w:r w:rsidRPr="009B44A9">
        <w:t>—описать сюжет и художественные достоинства (кратко) картины французского или другого</w:t>
      </w:r>
      <w:r w:rsidRPr="009B44A9">
        <w:rPr>
          <w:spacing w:val="-58"/>
        </w:rPr>
        <w:t xml:space="preserve"> </w:t>
      </w:r>
      <w:r w:rsidRPr="009B44A9">
        <w:t>известного</w:t>
      </w:r>
      <w:r w:rsidRPr="009B44A9">
        <w:rPr>
          <w:spacing w:val="-1"/>
        </w:rPr>
        <w:t xml:space="preserve"> </w:t>
      </w:r>
      <w:r w:rsidRPr="009B44A9">
        <w:t>художника;</w:t>
      </w:r>
    </w:p>
    <w:p w:rsidR="00E76AB9" w:rsidRPr="009B44A9" w:rsidRDefault="00E76AB9" w:rsidP="007940B1">
      <w:pPr>
        <w:pStyle w:val="BodyText"/>
        <w:spacing w:line="292" w:lineRule="auto"/>
        <w:ind w:right="701" w:firstLine="180"/>
        <w:jc w:val="both"/>
      </w:pPr>
      <w:r w:rsidRPr="009B44A9">
        <w:t>—рассказать об известном фильме французского кинорежиссёра (сюжет, исполнители главных</w:t>
      </w:r>
      <w:r w:rsidRPr="009B44A9">
        <w:rPr>
          <w:spacing w:val="-58"/>
        </w:rPr>
        <w:t xml:space="preserve"> </w:t>
      </w:r>
      <w:r w:rsidRPr="009B44A9">
        <w:t>ролей,</w:t>
      </w:r>
      <w:r w:rsidRPr="009B44A9">
        <w:rPr>
          <w:spacing w:val="-1"/>
        </w:rPr>
        <w:t xml:space="preserve"> </w:t>
      </w:r>
      <w:r w:rsidRPr="009B44A9">
        <w:t>игра актёров, свои впечатления);</w:t>
      </w:r>
    </w:p>
    <w:p w:rsidR="00E76AB9" w:rsidRPr="009B44A9" w:rsidRDefault="00E76AB9" w:rsidP="007940B1">
      <w:pPr>
        <w:pStyle w:val="BodyText"/>
        <w:spacing w:line="292" w:lineRule="auto"/>
        <w:ind w:right="416" w:firstLine="180"/>
        <w:jc w:val="both"/>
      </w:pPr>
      <w:r w:rsidRPr="009B44A9">
        <w:t>—рассказать биографию французского киноактёра, оставившего заметный след во французском и</w:t>
      </w:r>
      <w:r w:rsidRPr="009B44A9">
        <w:rPr>
          <w:spacing w:val="-58"/>
        </w:rPr>
        <w:t xml:space="preserve"> </w:t>
      </w:r>
      <w:r w:rsidRPr="009B44A9">
        <w:t>мировом</w:t>
      </w:r>
      <w:r w:rsidRPr="009B44A9">
        <w:rPr>
          <w:spacing w:val="-1"/>
        </w:rPr>
        <w:t xml:space="preserve"> </w:t>
      </w:r>
      <w:r w:rsidRPr="009B44A9">
        <w:t>кинематографе;</w:t>
      </w:r>
    </w:p>
    <w:p w:rsidR="00E76AB9" w:rsidRPr="009B44A9" w:rsidRDefault="00E76AB9" w:rsidP="007940B1">
      <w:pPr>
        <w:pStyle w:val="BodyText"/>
        <w:spacing w:line="292" w:lineRule="auto"/>
        <w:ind w:left="286" w:right="2441"/>
        <w:jc w:val="both"/>
        <w:rPr>
          <w:b/>
          <w:i/>
        </w:rPr>
      </w:pPr>
      <w:r w:rsidRPr="009B44A9">
        <w:t>—представить биографию известного французского исторического персонажа</w:t>
      </w:r>
      <w:r w:rsidRPr="009B44A9">
        <w:rPr>
          <w:spacing w:val="-58"/>
        </w:rPr>
        <w:t xml:space="preserve"> </w:t>
      </w:r>
      <w:r w:rsidRPr="009B44A9">
        <w:t>Развитие</w:t>
      </w:r>
      <w:r w:rsidRPr="009B44A9">
        <w:rPr>
          <w:spacing w:val="-1"/>
        </w:rPr>
        <w:t xml:space="preserve"> </w:t>
      </w:r>
      <w:r w:rsidRPr="009B44A9">
        <w:t>коммуникативных</w:t>
      </w:r>
      <w:r w:rsidRPr="009B44A9">
        <w:rPr>
          <w:spacing w:val="-1"/>
        </w:rPr>
        <w:t xml:space="preserve"> </w:t>
      </w:r>
      <w:r w:rsidRPr="009B44A9">
        <w:t xml:space="preserve">умений </w:t>
      </w:r>
      <w:r w:rsidRPr="009B44A9">
        <w:rPr>
          <w:b/>
          <w:i/>
        </w:rPr>
        <w:t>монологической</w:t>
      </w:r>
      <w:r w:rsidRPr="009B44A9">
        <w:rPr>
          <w:b/>
          <w:i/>
          <w:spacing w:val="-2"/>
        </w:rPr>
        <w:t xml:space="preserve"> </w:t>
      </w:r>
      <w:r w:rsidRPr="009B44A9">
        <w:rPr>
          <w:b/>
          <w:i/>
        </w:rPr>
        <w:t>речи</w:t>
      </w:r>
    </w:p>
    <w:p w:rsidR="00E76AB9" w:rsidRPr="009B44A9" w:rsidRDefault="00E76AB9" w:rsidP="007940B1">
      <w:pPr>
        <w:pStyle w:val="BodyText"/>
        <w:spacing w:line="292" w:lineRule="auto"/>
        <w:ind w:right="1686" w:firstLine="180"/>
        <w:jc w:val="both"/>
      </w:pPr>
      <w:r w:rsidRPr="009B44A9">
        <w:t>создание устных связных монологических высказываний с использованием основных</w:t>
      </w:r>
      <w:r w:rsidRPr="009B44A9">
        <w:rPr>
          <w:spacing w:val="-58"/>
        </w:rPr>
        <w:t xml:space="preserve"> </w:t>
      </w:r>
      <w:r w:rsidRPr="009B44A9">
        <w:t>коммуникативных</w:t>
      </w:r>
      <w:r w:rsidRPr="009B44A9">
        <w:rPr>
          <w:spacing w:val="-1"/>
        </w:rPr>
        <w:t xml:space="preserve"> </w:t>
      </w:r>
      <w:r w:rsidRPr="009B44A9">
        <w:t>типов</w:t>
      </w:r>
      <w:r w:rsidRPr="009B44A9">
        <w:rPr>
          <w:spacing w:val="-1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описание</w:t>
      </w:r>
      <w:r w:rsidRPr="009B44A9">
        <w:rPr>
          <w:spacing w:val="-4"/>
        </w:rPr>
        <w:t xml:space="preserve"> </w:t>
      </w:r>
      <w:r w:rsidRPr="009B44A9">
        <w:t>(предмета,</w:t>
      </w:r>
      <w:r w:rsidRPr="009B44A9">
        <w:rPr>
          <w:spacing w:val="-4"/>
        </w:rPr>
        <w:t xml:space="preserve"> </w:t>
      </w:r>
      <w:r w:rsidRPr="009B44A9">
        <w:t>местности,</w:t>
      </w:r>
      <w:r w:rsidRPr="009B44A9">
        <w:rPr>
          <w:spacing w:val="-4"/>
        </w:rPr>
        <w:t xml:space="preserve"> </w:t>
      </w:r>
      <w:r w:rsidRPr="009B44A9">
        <w:t>внешности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одежды</w:t>
      </w:r>
      <w:r w:rsidRPr="009B44A9">
        <w:rPr>
          <w:spacing w:val="-4"/>
        </w:rPr>
        <w:t xml:space="preserve"> </w:t>
      </w:r>
      <w:r w:rsidRPr="009B44A9">
        <w:t>человека),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том</w:t>
      </w:r>
      <w:r w:rsidRPr="009B44A9">
        <w:rPr>
          <w:spacing w:val="-4"/>
        </w:rPr>
        <w:t xml:space="preserve"> </w:t>
      </w:r>
      <w:r w:rsidRPr="009B44A9">
        <w:t>числе</w:t>
      </w:r>
      <w:r w:rsidRPr="009B44A9">
        <w:rPr>
          <w:spacing w:val="-4"/>
        </w:rPr>
        <w:t xml:space="preserve"> </w:t>
      </w:r>
      <w:r w:rsidRPr="009B44A9">
        <w:t>характеристика</w:t>
      </w:r>
      <w:r w:rsidRPr="009B44A9">
        <w:rPr>
          <w:spacing w:val="-4"/>
        </w:rPr>
        <w:t xml:space="preserve"> </w:t>
      </w:r>
      <w:r w:rsidRPr="009B44A9">
        <w:t>(черты</w:t>
      </w:r>
    </w:p>
    <w:p w:rsidR="00E76AB9" w:rsidRPr="009B44A9" w:rsidRDefault="00E76AB9" w:rsidP="007940B1">
      <w:pPr>
        <w:spacing w:line="275" w:lineRule="exact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 w:line="292" w:lineRule="auto"/>
        <w:ind w:left="286" w:right="4338" w:hanging="181"/>
        <w:jc w:val="both"/>
      </w:pPr>
      <w:r w:rsidRPr="009B44A9">
        <w:t>характера реального человека или литературного персонажа);</w:t>
      </w:r>
      <w:r w:rsidRPr="009B44A9">
        <w:rPr>
          <w:spacing w:val="-57"/>
        </w:rPr>
        <w:t xml:space="preserve"> </w:t>
      </w:r>
      <w:r w:rsidRPr="009B44A9">
        <w:t>повествование/сообщение;</w:t>
      </w:r>
      <w:r w:rsidRPr="009B44A9">
        <w:rPr>
          <w:spacing w:val="-2"/>
        </w:rPr>
        <w:t xml:space="preserve"> </w:t>
      </w:r>
      <w:r w:rsidRPr="009B44A9">
        <w:t>рассуждение;</w:t>
      </w:r>
    </w:p>
    <w:p w:rsidR="00E76AB9" w:rsidRPr="009B44A9" w:rsidRDefault="00E76AB9" w:rsidP="007940B1">
      <w:pPr>
        <w:pStyle w:val="BodyText"/>
        <w:spacing w:line="292" w:lineRule="auto"/>
        <w:ind w:right="3104" w:firstLine="180"/>
        <w:jc w:val="both"/>
      </w:pPr>
      <w:r w:rsidRPr="009B44A9">
        <w:t>выражение и краткое аргументирование своего мнения по отношению к</w:t>
      </w:r>
      <w:r w:rsidRPr="009B44A9">
        <w:rPr>
          <w:spacing w:val="-57"/>
        </w:rPr>
        <w:t xml:space="preserve"> </w:t>
      </w:r>
      <w:r w:rsidRPr="009B44A9">
        <w:t>услышанному/прочитанному;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t>изложение (пересказ) основного содержания прочитанного/прослушанного текста с выражением</w:t>
      </w:r>
      <w:r w:rsidRPr="009B44A9">
        <w:rPr>
          <w:spacing w:val="1"/>
        </w:rPr>
        <w:t xml:space="preserve"> </w:t>
      </w:r>
      <w:r w:rsidRPr="009B44A9">
        <w:t>своего</w:t>
      </w:r>
      <w:r w:rsidRPr="009B44A9">
        <w:rPr>
          <w:spacing w:val="-4"/>
        </w:rPr>
        <w:t xml:space="preserve"> </w:t>
      </w:r>
      <w:r w:rsidRPr="009B44A9">
        <w:t>отношения</w:t>
      </w:r>
      <w:r w:rsidRPr="009B44A9">
        <w:rPr>
          <w:spacing w:val="-4"/>
        </w:rPr>
        <w:t xml:space="preserve"> </w:t>
      </w:r>
      <w:r w:rsidRPr="009B44A9">
        <w:t>к</w:t>
      </w:r>
      <w:r w:rsidRPr="009B44A9">
        <w:rPr>
          <w:spacing w:val="-4"/>
        </w:rPr>
        <w:t xml:space="preserve"> </w:t>
      </w:r>
      <w:r w:rsidRPr="009B44A9">
        <w:t>событиям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фактам,</w:t>
      </w:r>
      <w:r w:rsidRPr="009B44A9">
        <w:rPr>
          <w:spacing w:val="-4"/>
        </w:rPr>
        <w:t xml:space="preserve"> </w:t>
      </w:r>
      <w:r w:rsidRPr="009B44A9">
        <w:t>изложенным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тексте;</w:t>
      </w:r>
      <w:r w:rsidRPr="009B44A9">
        <w:rPr>
          <w:spacing w:val="-5"/>
        </w:rPr>
        <w:t xml:space="preserve"> </w:t>
      </w:r>
      <w:r w:rsidRPr="009B44A9">
        <w:t>составление</w:t>
      </w:r>
      <w:r w:rsidRPr="009B44A9">
        <w:rPr>
          <w:spacing w:val="-3"/>
        </w:rPr>
        <w:t xml:space="preserve"> </w:t>
      </w:r>
      <w:r w:rsidRPr="009B44A9">
        <w:t>рассказа</w:t>
      </w:r>
      <w:r w:rsidRPr="009B44A9">
        <w:rPr>
          <w:spacing w:val="-3"/>
        </w:rPr>
        <w:t xml:space="preserve"> </w:t>
      </w:r>
      <w:r w:rsidRPr="009B44A9">
        <w:t>по</w:t>
      </w:r>
      <w:r w:rsidRPr="009B44A9">
        <w:rPr>
          <w:spacing w:val="-4"/>
        </w:rPr>
        <w:t xml:space="preserve"> </w:t>
      </w:r>
      <w:r w:rsidRPr="009B44A9">
        <w:t>картинкам;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изложение</w:t>
      </w:r>
      <w:r w:rsidRPr="009B44A9">
        <w:rPr>
          <w:spacing w:val="-4"/>
        </w:rPr>
        <w:t xml:space="preserve"> </w:t>
      </w:r>
      <w:r w:rsidRPr="009B44A9">
        <w:t>результатов</w:t>
      </w:r>
      <w:r w:rsidRPr="009B44A9">
        <w:rPr>
          <w:spacing w:val="-5"/>
        </w:rPr>
        <w:t xml:space="preserve"> </w:t>
      </w:r>
      <w:r w:rsidRPr="009B44A9">
        <w:t>выполненной</w:t>
      </w:r>
      <w:r w:rsidRPr="009B44A9">
        <w:rPr>
          <w:spacing w:val="-4"/>
        </w:rPr>
        <w:t xml:space="preserve"> </w:t>
      </w:r>
      <w:r w:rsidRPr="009B44A9">
        <w:t>проектной</w:t>
      </w:r>
      <w:r w:rsidRPr="009B44A9">
        <w:rPr>
          <w:spacing w:val="-3"/>
        </w:rPr>
        <w:t xml:space="preserve"> </w:t>
      </w:r>
      <w:r w:rsidRPr="009B44A9">
        <w:t>работы.</w:t>
      </w:r>
    </w:p>
    <w:p w:rsidR="00E76AB9" w:rsidRPr="009B44A9" w:rsidRDefault="00E76AB9" w:rsidP="007940B1">
      <w:pPr>
        <w:pStyle w:val="BodyText"/>
        <w:spacing w:before="57" w:line="292" w:lineRule="auto"/>
        <w:ind w:right="527" w:firstLine="180"/>
        <w:jc w:val="both"/>
      </w:pPr>
      <w:r w:rsidRPr="009B44A9">
        <w:t>Данные умения монологической речи развиваются в стандартных ситуациях неофициального</w:t>
      </w:r>
      <w:r w:rsidRPr="009B44A9">
        <w:rPr>
          <w:spacing w:val="1"/>
        </w:rPr>
        <w:t xml:space="preserve"> </w:t>
      </w:r>
      <w:r w:rsidRPr="009B44A9">
        <w:t>общения в рамках тематического содержания речи с опорой</w:t>
      </w:r>
      <w:r w:rsidRPr="009B44A9">
        <w:rPr>
          <w:spacing w:val="1"/>
        </w:rPr>
        <w:t xml:space="preserve"> </w:t>
      </w:r>
      <w:r w:rsidRPr="009B44A9">
        <w:t>на</w:t>
      </w:r>
      <w:r w:rsidRPr="009B44A9">
        <w:rPr>
          <w:spacing w:val="1"/>
        </w:rPr>
        <w:t xml:space="preserve"> </w:t>
      </w:r>
      <w:r w:rsidRPr="009B44A9">
        <w:t>вопросы,</w:t>
      </w:r>
      <w:r w:rsidRPr="009B44A9">
        <w:rPr>
          <w:spacing w:val="1"/>
        </w:rPr>
        <w:t xml:space="preserve"> </w:t>
      </w:r>
      <w:r w:rsidRPr="009B44A9">
        <w:t>ключевые слова, план</w:t>
      </w:r>
      <w:r w:rsidRPr="009B44A9">
        <w:rPr>
          <w:spacing w:val="-58"/>
        </w:rPr>
        <w:t xml:space="preserve"> </w:t>
      </w:r>
      <w:r w:rsidRPr="009B44A9">
        <w:t>и/или</w:t>
      </w:r>
      <w:r w:rsidRPr="009B44A9">
        <w:rPr>
          <w:spacing w:val="59"/>
        </w:rPr>
        <w:t xml:space="preserve"> </w:t>
      </w:r>
      <w:r w:rsidRPr="009B44A9">
        <w:t>иллюстрации,</w:t>
      </w:r>
      <w:r w:rsidRPr="009B44A9">
        <w:rPr>
          <w:spacing w:val="59"/>
        </w:rPr>
        <w:t xml:space="preserve"> </w:t>
      </w:r>
      <w:r w:rsidRPr="009B44A9">
        <w:t>фотографии,  таблицы или</w:t>
      </w:r>
      <w:r w:rsidRPr="009B44A9">
        <w:rPr>
          <w:spacing w:val="-1"/>
        </w:rPr>
        <w:t xml:space="preserve"> </w:t>
      </w:r>
      <w:r w:rsidRPr="009B44A9">
        <w:t>без</w:t>
      </w:r>
      <w:r w:rsidRPr="009B44A9">
        <w:rPr>
          <w:spacing w:val="-1"/>
        </w:rPr>
        <w:t xml:space="preserve"> </w:t>
      </w:r>
      <w:r w:rsidRPr="009B44A9">
        <w:t>опоры.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монологического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 xml:space="preserve">7-9 </w:t>
      </w:r>
      <w:r w:rsidRPr="009B44A9">
        <w:rPr>
          <w:i/>
          <w:sz w:val="24"/>
          <w:szCs w:val="24"/>
        </w:rPr>
        <w:t>фраз.</w:t>
      </w:r>
    </w:p>
    <w:p w:rsidR="00E76AB9" w:rsidRPr="009B44A9" w:rsidRDefault="00E76AB9" w:rsidP="007940B1">
      <w:pPr>
        <w:pStyle w:val="Heading2"/>
        <w:spacing w:before="61"/>
        <w:jc w:val="both"/>
      </w:pPr>
      <w:r w:rsidRPr="009B44A9">
        <w:t>Аудирование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t xml:space="preserve">При </w:t>
      </w:r>
      <w:r w:rsidRPr="009B44A9">
        <w:rPr>
          <w:i/>
        </w:rPr>
        <w:t xml:space="preserve">непосредственном </w:t>
      </w:r>
      <w:r w:rsidRPr="009B44A9">
        <w:t>общении: понимать на слух речь учителя и одноклассников и</w:t>
      </w:r>
      <w:r w:rsidRPr="009B44A9">
        <w:rPr>
          <w:spacing w:val="1"/>
        </w:rPr>
        <w:t xml:space="preserve"> </w:t>
      </w:r>
      <w:r w:rsidRPr="009B44A9">
        <w:t>вербально/невербально</w:t>
      </w:r>
      <w:r w:rsidRPr="009B44A9">
        <w:rPr>
          <w:spacing w:val="-5"/>
        </w:rPr>
        <w:t xml:space="preserve"> </w:t>
      </w:r>
      <w:r w:rsidRPr="009B44A9">
        <w:t>реагировать</w:t>
      </w:r>
      <w:r w:rsidRPr="009B44A9">
        <w:rPr>
          <w:spacing w:val="-6"/>
        </w:rPr>
        <w:t xml:space="preserve"> </w:t>
      </w:r>
      <w:r w:rsidRPr="009B44A9">
        <w:t>на</w:t>
      </w:r>
      <w:r w:rsidRPr="009B44A9">
        <w:rPr>
          <w:spacing w:val="-5"/>
        </w:rPr>
        <w:t xml:space="preserve"> </w:t>
      </w:r>
      <w:r w:rsidRPr="009B44A9">
        <w:t>услышанное;</w:t>
      </w:r>
      <w:r w:rsidRPr="009B44A9">
        <w:rPr>
          <w:spacing w:val="-5"/>
        </w:rPr>
        <w:t xml:space="preserve"> </w:t>
      </w:r>
      <w:r w:rsidRPr="009B44A9">
        <w:t>использовать</w:t>
      </w:r>
      <w:r w:rsidRPr="009B44A9">
        <w:rPr>
          <w:spacing w:val="-6"/>
        </w:rPr>
        <w:t xml:space="preserve"> </w:t>
      </w:r>
      <w:r w:rsidRPr="009B44A9">
        <w:t>переспрос</w:t>
      </w:r>
      <w:r w:rsidRPr="009B44A9">
        <w:rPr>
          <w:spacing w:val="-4"/>
        </w:rPr>
        <w:t xml:space="preserve"> </w:t>
      </w:r>
      <w:r w:rsidRPr="009B44A9">
        <w:t>или</w:t>
      </w:r>
      <w:r w:rsidRPr="009B44A9">
        <w:rPr>
          <w:spacing w:val="-5"/>
        </w:rPr>
        <w:t xml:space="preserve"> </w:t>
      </w:r>
      <w:r w:rsidRPr="009B44A9">
        <w:t>просьбу</w:t>
      </w:r>
      <w:r w:rsidRPr="009B44A9">
        <w:rPr>
          <w:spacing w:val="-5"/>
        </w:rPr>
        <w:t xml:space="preserve"> </w:t>
      </w:r>
      <w:r w:rsidRPr="009B44A9">
        <w:t>повторить</w:t>
      </w:r>
      <w:r w:rsidRPr="009B44A9">
        <w:rPr>
          <w:spacing w:val="-57"/>
        </w:rPr>
        <w:t xml:space="preserve"> </w:t>
      </w:r>
      <w:r w:rsidRPr="009B44A9">
        <w:t>для</w:t>
      </w:r>
      <w:r w:rsidRPr="009B44A9">
        <w:rPr>
          <w:spacing w:val="-2"/>
        </w:rPr>
        <w:t xml:space="preserve"> </w:t>
      </w:r>
      <w:r w:rsidRPr="009B44A9">
        <w:t>уточнения</w:t>
      </w:r>
      <w:r w:rsidRPr="009B44A9">
        <w:rPr>
          <w:spacing w:val="-1"/>
        </w:rPr>
        <w:t xml:space="preserve"> </w:t>
      </w:r>
      <w:r w:rsidRPr="009B44A9">
        <w:t>отдельных деталей.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t>При</w:t>
      </w:r>
      <w:r w:rsidRPr="009B44A9">
        <w:rPr>
          <w:spacing w:val="-5"/>
        </w:rPr>
        <w:t xml:space="preserve"> </w:t>
      </w:r>
      <w:r w:rsidRPr="009B44A9">
        <w:rPr>
          <w:i/>
        </w:rPr>
        <w:t>опосредованном</w:t>
      </w:r>
      <w:r w:rsidRPr="009B44A9">
        <w:rPr>
          <w:i/>
          <w:spacing w:val="-5"/>
        </w:rPr>
        <w:t xml:space="preserve"> </w:t>
      </w:r>
      <w:r w:rsidRPr="009B44A9">
        <w:t>общении:</w:t>
      </w:r>
      <w:r w:rsidRPr="009B44A9">
        <w:rPr>
          <w:spacing w:val="-4"/>
        </w:rPr>
        <w:t xml:space="preserve"> </w:t>
      </w:r>
      <w:r w:rsidRPr="009B44A9">
        <w:t>дальнейшее</w:t>
      </w:r>
      <w:r w:rsidRPr="009B44A9">
        <w:rPr>
          <w:spacing w:val="-3"/>
        </w:rPr>
        <w:t xml:space="preserve"> </w:t>
      </w:r>
      <w:r w:rsidRPr="009B44A9">
        <w:t>развитие</w:t>
      </w:r>
      <w:r w:rsidRPr="009B44A9">
        <w:rPr>
          <w:spacing w:val="-3"/>
        </w:rPr>
        <w:t xml:space="preserve"> </w:t>
      </w:r>
      <w:r w:rsidRPr="009B44A9">
        <w:t>восприятия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понимания</w:t>
      </w:r>
      <w:r w:rsidRPr="009B44A9">
        <w:rPr>
          <w:spacing w:val="-4"/>
        </w:rPr>
        <w:t xml:space="preserve"> </w:t>
      </w:r>
      <w:r w:rsidRPr="009B44A9">
        <w:t>на</w:t>
      </w:r>
      <w:r w:rsidRPr="009B44A9">
        <w:rPr>
          <w:spacing w:val="-3"/>
        </w:rPr>
        <w:t xml:space="preserve"> </w:t>
      </w:r>
      <w:r w:rsidRPr="009B44A9">
        <w:t>слух</w:t>
      </w:r>
      <w:r w:rsidRPr="009B44A9">
        <w:rPr>
          <w:spacing w:val="-3"/>
        </w:rPr>
        <w:t xml:space="preserve"> </w:t>
      </w:r>
      <w:r w:rsidRPr="009B44A9">
        <w:t>несложных</w:t>
      </w:r>
      <w:r w:rsidRPr="009B44A9">
        <w:rPr>
          <w:spacing w:val="-57"/>
        </w:rPr>
        <w:t xml:space="preserve"> </w:t>
      </w:r>
      <w:r w:rsidRPr="009B44A9">
        <w:t>аутентичных текстов, содержащих отдельные неизученные языковые явления, с разной глубиной</w:t>
      </w:r>
      <w:r w:rsidRPr="009B44A9">
        <w:rPr>
          <w:spacing w:val="1"/>
        </w:rPr>
        <w:t xml:space="preserve"> </w:t>
      </w:r>
      <w:r w:rsidRPr="009B44A9">
        <w:t>проникновения в их содержание в зависимости от поставленной коммуникативной задачи: с</w:t>
      </w:r>
      <w:r w:rsidRPr="009B44A9">
        <w:rPr>
          <w:spacing w:val="1"/>
        </w:rPr>
        <w:t xml:space="preserve"> </w:t>
      </w:r>
      <w:r w:rsidRPr="009B44A9">
        <w:t>пониманием основного содержания; с пониманием нужной/интересующей/ запрашиваемой</w:t>
      </w:r>
      <w:r w:rsidRPr="009B44A9">
        <w:rPr>
          <w:spacing w:val="1"/>
        </w:rPr>
        <w:t xml:space="preserve"> </w:t>
      </w:r>
      <w:r w:rsidRPr="009B44A9"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189" w:firstLine="180"/>
        <w:jc w:val="both"/>
      </w:pPr>
      <w:r w:rsidRPr="009B44A9">
        <w:t xml:space="preserve">Аудирование с пониманием </w:t>
      </w:r>
      <w:r w:rsidRPr="009B44A9">
        <w:rPr>
          <w:b/>
        </w:rPr>
        <w:t xml:space="preserve">основного содержания </w:t>
      </w:r>
      <w:r w:rsidRPr="009B44A9">
        <w:t>текста предполагает умение определять</w:t>
      </w:r>
      <w:r w:rsidRPr="009B44A9">
        <w:rPr>
          <w:spacing w:val="1"/>
        </w:rPr>
        <w:t xml:space="preserve"> </w:t>
      </w:r>
      <w:r w:rsidRPr="009B44A9">
        <w:t>основную тему/идею</w:t>
      </w:r>
      <w:r w:rsidRPr="009B44A9">
        <w:rPr>
          <w:spacing w:val="1"/>
        </w:rPr>
        <w:t xml:space="preserve"> </w:t>
      </w:r>
      <w:r w:rsidRPr="009B44A9">
        <w:t>и главные факты/события в воспринимаемом на слух тексте, отделять главную</w:t>
      </w:r>
      <w:r w:rsidRPr="009B44A9">
        <w:rPr>
          <w:spacing w:val="-58"/>
        </w:rPr>
        <w:t xml:space="preserve"> </w:t>
      </w:r>
      <w:r w:rsidRPr="009B44A9">
        <w:t>информацию от второстепенной, прогнозировать содержание текста по началу сообщения;</w:t>
      </w:r>
      <w:r w:rsidRPr="009B44A9">
        <w:rPr>
          <w:spacing w:val="1"/>
        </w:rPr>
        <w:t xml:space="preserve"> </w:t>
      </w:r>
      <w:r w:rsidRPr="009B44A9">
        <w:t>игнорировать</w:t>
      </w:r>
      <w:r w:rsidRPr="009B44A9">
        <w:rPr>
          <w:spacing w:val="-3"/>
        </w:rPr>
        <w:t xml:space="preserve"> </w:t>
      </w:r>
      <w:r w:rsidRPr="009B44A9">
        <w:t>незнакомые</w:t>
      </w:r>
      <w:r w:rsidRPr="009B44A9">
        <w:rPr>
          <w:spacing w:val="-1"/>
        </w:rPr>
        <w:t xml:space="preserve"> </w:t>
      </w:r>
      <w:r w:rsidRPr="009B44A9">
        <w:t>слова,</w:t>
      </w:r>
      <w:r w:rsidRPr="009B44A9">
        <w:rPr>
          <w:spacing w:val="-1"/>
        </w:rPr>
        <w:t xml:space="preserve"> </w:t>
      </w:r>
      <w:r w:rsidRPr="009B44A9">
        <w:t>не</w:t>
      </w:r>
      <w:r w:rsidRPr="009B44A9">
        <w:rPr>
          <w:spacing w:val="-1"/>
        </w:rPr>
        <w:t xml:space="preserve"> </w:t>
      </w:r>
      <w:r w:rsidRPr="009B44A9">
        <w:t>существенные</w:t>
      </w:r>
      <w:r w:rsidRPr="009B44A9">
        <w:rPr>
          <w:spacing w:val="-1"/>
        </w:rPr>
        <w:t xml:space="preserve"> </w:t>
      </w:r>
      <w:r w:rsidRPr="009B44A9">
        <w:t>для</w:t>
      </w:r>
      <w:r w:rsidRPr="009B44A9">
        <w:rPr>
          <w:spacing w:val="-2"/>
        </w:rPr>
        <w:t xml:space="preserve"> </w:t>
      </w:r>
      <w:r w:rsidRPr="009B44A9">
        <w:t>понимания</w:t>
      </w:r>
      <w:r w:rsidRPr="009B44A9">
        <w:rPr>
          <w:spacing w:val="-2"/>
        </w:rPr>
        <w:t xml:space="preserve"> </w:t>
      </w:r>
      <w:r w:rsidRPr="009B44A9">
        <w:t>основного</w:t>
      </w:r>
      <w:r w:rsidRPr="009B44A9">
        <w:rPr>
          <w:spacing w:val="-1"/>
        </w:rPr>
        <w:t xml:space="preserve"> </w:t>
      </w:r>
      <w:r w:rsidRPr="009B44A9">
        <w:t>содержания.</w:t>
      </w:r>
    </w:p>
    <w:p w:rsidR="00E76AB9" w:rsidRPr="009B44A9" w:rsidRDefault="00E76AB9" w:rsidP="007940B1">
      <w:pPr>
        <w:spacing w:line="292" w:lineRule="auto"/>
        <w:ind w:left="106" w:right="411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Аудирование с пониманием </w:t>
      </w:r>
      <w:r w:rsidRPr="009B44A9">
        <w:rPr>
          <w:b/>
          <w:sz w:val="24"/>
          <w:szCs w:val="24"/>
        </w:rPr>
        <w:t xml:space="preserve">нужной/интересующей/запрашиваемой информации </w:t>
      </w:r>
      <w:r w:rsidRPr="009B44A9">
        <w:rPr>
          <w:sz w:val="24"/>
          <w:szCs w:val="24"/>
        </w:rPr>
        <w:t>предполагает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умение выделять нужную/интересующую/запрашиваемую информацию, представленную в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эксплицитной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(явной)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форме 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воспринимаемом на слух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6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аудирования</w:t>
      </w:r>
      <w:r w:rsidRPr="009B44A9">
        <w:t>:</w:t>
      </w:r>
      <w:r w:rsidRPr="009B44A9">
        <w:rPr>
          <w:spacing w:val="-6"/>
        </w:rPr>
        <w:t xml:space="preserve"> </w:t>
      </w:r>
      <w:r w:rsidRPr="009B44A9">
        <w:t>диалог</w:t>
      </w:r>
      <w:r w:rsidRPr="009B44A9">
        <w:rPr>
          <w:spacing w:val="-5"/>
        </w:rPr>
        <w:t xml:space="preserve"> </w:t>
      </w:r>
      <w:r w:rsidRPr="009B44A9">
        <w:t>(беседа),</w:t>
      </w:r>
      <w:r w:rsidRPr="009B44A9">
        <w:rPr>
          <w:spacing w:val="-5"/>
        </w:rPr>
        <w:t xml:space="preserve"> </w:t>
      </w:r>
      <w:r w:rsidRPr="009B44A9">
        <w:t>высказывания</w:t>
      </w:r>
      <w:r w:rsidRPr="009B44A9">
        <w:rPr>
          <w:spacing w:val="-6"/>
        </w:rPr>
        <w:t xml:space="preserve"> </w:t>
      </w:r>
      <w:r w:rsidRPr="009B44A9">
        <w:t>собеседников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6"/>
        </w:rPr>
        <w:t xml:space="preserve"> </w:t>
      </w:r>
      <w:r w:rsidRPr="009B44A9">
        <w:t>ситуациях</w:t>
      </w:r>
      <w:r w:rsidRPr="009B44A9">
        <w:rPr>
          <w:spacing w:val="-5"/>
        </w:rPr>
        <w:t xml:space="preserve"> </w:t>
      </w:r>
      <w:r w:rsidRPr="009B44A9">
        <w:t>повседневного</w:t>
      </w:r>
      <w:r w:rsidRPr="009B44A9">
        <w:rPr>
          <w:spacing w:val="-57"/>
        </w:rPr>
        <w:t xml:space="preserve"> </w:t>
      </w:r>
      <w:r w:rsidRPr="009B44A9">
        <w:t>общения,</w:t>
      </w:r>
      <w:r w:rsidRPr="009B44A9">
        <w:rPr>
          <w:spacing w:val="-1"/>
        </w:rPr>
        <w:t xml:space="preserve"> </w:t>
      </w:r>
      <w:r w:rsidRPr="009B44A9">
        <w:t>рассказ, сообщение информационного</w:t>
      </w:r>
      <w:r w:rsidRPr="009B44A9">
        <w:rPr>
          <w:spacing w:val="-1"/>
        </w:rPr>
        <w:t xml:space="preserve"> </w:t>
      </w:r>
      <w:r w:rsidRPr="009B44A9">
        <w:t>характера.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Языковая</w:t>
      </w:r>
      <w:r w:rsidRPr="009B44A9">
        <w:rPr>
          <w:spacing w:val="-5"/>
        </w:rPr>
        <w:t xml:space="preserve"> </w:t>
      </w:r>
      <w:r w:rsidRPr="009B44A9">
        <w:t>сложность</w:t>
      </w:r>
      <w:r w:rsidRPr="009B44A9">
        <w:rPr>
          <w:spacing w:val="-5"/>
        </w:rPr>
        <w:t xml:space="preserve"> </w:t>
      </w:r>
      <w:r w:rsidRPr="009B44A9">
        <w:t>текстов</w:t>
      </w:r>
      <w:r w:rsidRPr="009B44A9">
        <w:rPr>
          <w:spacing w:val="-5"/>
        </w:rPr>
        <w:t xml:space="preserve"> </w:t>
      </w:r>
      <w:r w:rsidRPr="009B44A9">
        <w:t>для</w:t>
      </w:r>
      <w:r w:rsidRPr="009B44A9">
        <w:rPr>
          <w:spacing w:val="-5"/>
        </w:rPr>
        <w:t xml:space="preserve"> </w:t>
      </w:r>
      <w:r w:rsidRPr="009B44A9">
        <w:t>аудирования</w:t>
      </w:r>
      <w:r w:rsidRPr="009B44A9">
        <w:rPr>
          <w:spacing w:val="-5"/>
        </w:rPr>
        <w:t xml:space="preserve"> </w:t>
      </w:r>
      <w:r w:rsidRPr="009B44A9">
        <w:t>должна</w:t>
      </w:r>
      <w:r w:rsidRPr="009B44A9">
        <w:rPr>
          <w:spacing w:val="-4"/>
        </w:rPr>
        <w:t xml:space="preserve"> </w:t>
      </w:r>
      <w:r w:rsidRPr="009B44A9">
        <w:t>соответствовать</w:t>
      </w:r>
      <w:r w:rsidRPr="009B44A9">
        <w:rPr>
          <w:spacing w:val="-4"/>
        </w:rPr>
        <w:t xml:space="preserve"> </w:t>
      </w:r>
      <w:r w:rsidRPr="009B44A9">
        <w:t>базовому</w:t>
      </w:r>
      <w:r w:rsidRPr="009B44A9">
        <w:rPr>
          <w:spacing w:val="-4"/>
        </w:rPr>
        <w:t xml:space="preserve"> </w:t>
      </w:r>
      <w:r w:rsidRPr="009B44A9">
        <w:t>уровню</w:t>
      </w:r>
      <w:r w:rsidRPr="009B44A9">
        <w:rPr>
          <w:spacing w:val="-5"/>
        </w:rPr>
        <w:t xml:space="preserve"> </w:t>
      </w:r>
      <w:r w:rsidRPr="009B44A9">
        <w:t>(А2</w:t>
      </w:r>
      <w:r w:rsidRPr="009B44A9">
        <w:rPr>
          <w:spacing w:val="-4"/>
        </w:rPr>
        <w:t xml:space="preserve"> </w:t>
      </w:r>
      <w:r w:rsidRPr="009B44A9">
        <w:t>—</w:t>
      </w:r>
      <w:r w:rsidRPr="009B44A9">
        <w:rPr>
          <w:spacing w:val="-57"/>
        </w:rPr>
        <w:t xml:space="preserve"> </w:t>
      </w:r>
      <w:r w:rsidRPr="009B44A9">
        <w:t>допороговому</w:t>
      </w:r>
      <w:r w:rsidRPr="009B44A9">
        <w:rPr>
          <w:spacing w:val="-1"/>
        </w:rPr>
        <w:t xml:space="preserve"> </w:t>
      </w:r>
      <w:r w:rsidRPr="009B44A9">
        <w:t>уровню</w:t>
      </w:r>
      <w:r w:rsidRPr="009B44A9">
        <w:rPr>
          <w:spacing w:val="-1"/>
        </w:rPr>
        <w:t xml:space="preserve"> </w:t>
      </w:r>
      <w:r w:rsidRPr="009B44A9">
        <w:t>по общеевропейской шкале).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Время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звучания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5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аудирования</w:t>
      </w:r>
      <w:r w:rsidRPr="009B44A9">
        <w:rPr>
          <w:i/>
          <w:spacing w:val="5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5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1,5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минут.</w:t>
      </w:r>
    </w:p>
    <w:p w:rsidR="00E76AB9" w:rsidRPr="009B44A9" w:rsidRDefault="00E76AB9" w:rsidP="007940B1">
      <w:pPr>
        <w:pStyle w:val="Heading2"/>
        <w:spacing w:before="50"/>
        <w:jc w:val="both"/>
      </w:pPr>
      <w:r w:rsidRPr="009B44A9">
        <w:t>Смысловое</w:t>
      </w:r>
      <w:r w:rsidRPr="009B44A9">
        <w:rPr>
          <w:spacing w:val="-5"/>
        </w:rPr>
        <w:t xml:space="preserve"> </w:t>
      </w:r>
      <w:r w:rsidRPr="009B44A9">
        <w:t>чтение</w:t>
      </w:r>
    </w:p>
    <w:p w:rsidR="00E76AB9" w:rsidRPr="009B44A9" w:rsidRDefault="00E76AB9" w:rsidP="007940B1">
      <w:pPr>
        <w:pStyle w:val="BodyText"/>
        <w:spacing w:before="60" w:line="292" w:lineRule="auto"/>
        <w:ind w:right="145" w:firstLine="180"/>
        <w:jc w:val="both"/>
      </w:pPr>
      <w:r w:rsidRPr="009B44A9">
        <w:t>Развитие умения читать про себя и понимать несложные аутентичные тексты разных жанров и</w:t>
      </w:r>
      <w:r w:rsidRPr="009B44A9">
        <w:rPr>
          <w:spacing w:val="1"/>
        </w:rPr>
        <w:t xml:space="preserve"> </w:t>
      </w:r>
      <w:r w:rsidRPr="009B44A9">
        <w:t>стилей, содержащие отдельные неизученные языковые явления, с различной глубиной проникновения</w:t>
      </w:r>
      <w:r w:rsidRPr="009B44A9">
        <w:rPr>
          <w:spacing w:val="-58"/>
        </w:rPr>
        <w:t xml:space="preserve"> </w:t>
      </w:r>
      <w:r w:rsidRPr="009B44A9">
        <w:t>в их содержание в зависимости от поставленной коммуникативной задачи: с пониманием основного</w:t>
      </w:r>
      <w:r w:rsidRPr="009B44A9">
        <w:rPr>
          <w:spacing w:val="1"/>
        </w:rPr>
        <w:t xml:space="preserve"> </w:t>
      </w:r>
      <w:r w:rsidRPr="009B44A9">
        <w:t>содержания; с пониманием нужной/интересующей/запрашиваемой информации; с полным</w:t>
      </w:r>
      <w:r w:rsidRPr="009B44A9">
        <w:rPr>
          <w:spacing w:val="1"/>
        </w:rPr>
        <w:t xml:space="preserve"> </w:t>
      </w:r>
      <w:r w:rsidRPr="009B44A9">
        <w:t>пониманием.</w:t>
      </w:r>
    </w:p>
    <w:p w:rsidR="00E76AB9" w:rsidRPr="009B44A9" w:rsidRDefault="00E76AB9" w:rsidP="007940B1">
      <w:pPr>
        <w:spacing w:line="273" w:lineRule="exact"/>
        <w:ind w:left="2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Чтение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с</w:t>
      </w:r>
      <w:r w:rsidRPr="009B44A9">
        <w:rPr>
          <w:b/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пониманием</w:t>
      </w:r>
      <w:r w:rsidRPr="009B44A9">
        <w:rPr>
          <w:b/>
          <w:spacing w:val="-5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основного</w:t>
      </w:r>
      <w:r w:rsidRPr="009B44A9">
        <w:rPr>
          <w:b/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содержания</w:t>
      </w:r>
      <w:r w:rsidRPr="009B44A9">
        <w:rPr>
          <w:b/>
          <w:spacing w:val="-5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 xml:space="preserve">текста </w:t>
      </w:r>
      <w:r w:rsidRPr="009B44A9">
        <w:rPr>
          <w:sz w:val="24"/>
          <w:szCs w:val="24"/>
        </w:rPr>
        <w:t>предполагает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умения: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определять</w:t>
      </w:r>
      <w:r w:rsidRPr="009B44A9">
        <w:rPr>
          <w:spacing w:val="-6"/>
        </w:rPr>
        <w:t xml:space="preserve"> </w:t>
      </w:r>
      <w:r w:rsidRPr="009B44A9">
        <w:t>тему/основную</w:t>
      </w:r>
      <w:r w:rsidRPr="009B44A9">
        <w:rPr>
          <w:spacing w:val="-6"/>
        </w:rPr>
        <w:t xml:space="preserve"> </w:t>
      </w:r>
      <w:r w:rsidRPr="009B44A9">
        <w:t>мысль,</w:t>
      </w:r>
      <w:r w:rsidRPr="009B44A9">
        <w:rPr>
          <w:spacing w:val="-5"/>
        </w:rPr>
        <w:t xml:space="preserve"> </w:t>
      </w:r>
      <w:r w:rsidRPr="009B44A9">
        <w:t>выделять</w:t>
      </w:r>
      <w:r w:rsidRPr="009B44A9">
        <w:rPr>
          <w:spacing w:val="-6"/>
        </w:rPr>
        <w:t xml:space="preserve"> </w:t>
      </w:r>
      <w:r w:rsidRPr="009B44A9">
        <w:t>главные</w:t>
      </w:r>
      <w:r w:rsidRPr="009B44A9">
        <w:rPr>
          <w:spacing w:val="-4"/>
        </w:rPr>
        <w:t xml:space="preserve"> </w:t>
      </w:r>
      <w:r w:rsidRPr="009B44A9">
        <w:t>факты/</w:t>
      </w:r>
      <w:r w:rsidRPr="009B44A9">
        <w:rPr>
          <w:spacing w:val="-6"/>
        </w:rPr>
        <w:t xml:space="preserve"> </w:t>
      </w:r>
      <w:r w:rsidRPr="009B44A9">
        <w:t>события</w:t>
      </w:r>
      <w:r w:rsidRPr="009B44A9">
        <w:rPr>
          <w:spacing w:val="-6"/>
        </w:rPr>
        <w:t xml:space="preserve"> </w:t>
      </w:r>
      <w:r w:rsidRPr="009B44A9">
        <w:t>(опуская</w:t>
      </w:r>
      <w:r w:rsidRPr="009B44A9">
        <w:rPr>
          <w:spacing w:val="-6"/>
        </w:rPr>
        <w:t xml:space="preserve"> </w:t>
      </w:r>
      <w:r w:rsidRPr="009B44A9">
        <w:t>второстепенные);</w:t>
      </w:r>
      <w:r w:rsidRPr="009B44A9">
        <w:rPr>
          <w:spacing w:val="-57"/>
        </w:rPr>
        <w:t xml:space="preserve"> </w:t>
      </w:r>
      <w:r w:rsidRPr="009B44A9">
        <w:t>прогнозировать</w:t>
      </w:r>
      <w:r w:rsidRPr="009B44A9">
        <w:rPr>
          <w:spacing w:val="-2"/>
        </w:rPr>
        <w:t xml:space="preserve"> </w:t>
      </w:r>
      <w:r w:rsidRPr="009B44A9">
        <w:t>содержание текста</w:t>
      </w:r>
      <w:r w:rsidRPr="009B44A9">
        <w:rPr>
          <w:spacing w:val="-1"/>
        </w:rPr>
        <w:t xml:space="preserve"> </w:t>
      </w:r>
      <w:r w:rsidRPr="009B44A9">
        <w:t>по заголовку/началу</w:t>
      </w:r>
      <w:r w:rsidRPr="009B44A9">
        <w:rPr>
          <w:spacing w:val="-1"/>
        </w:rPr>
        <w:t xml:space="preserve"> </w:t>
      </w:r>
      <w:r w:rsidRPr="009B44A9">
        <w:t>текста;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определять</w:t>
      </w:r>
      <w:r w:rsidRPr="009B44A9">
        <w:rPr>
          <w:spacing w:val="-6"/>
        </w:rPr>
        <w:t xml:space="preserve"> </w:t>
      </w:r>
      <w:r w:rsidRPr="009B44A9">
        <w:t>логическую</w:t>
      </w:r>
      <w:r w:rsidRPr="009B44A9">
        <w:rPr>
          <w:spacing w:val="-6"/>
        </w:rPr>
        <w:t xml:space="preserve"> </w:t>
      </w:r>
      <w:r w:rsidRPr="009B44A9">
        <w:t>последовательность</w:t>
      </w:r>
      <w:r w:rsidRPr="009B44A9">
        <w:rPr>
          <w:spacing w:val="-6"/>
        </w:rPr>
        <w:t xml:space="preserve"> </w:t>
      </w:r>
      <w:r w:rsidRPr="009B44A9">
        <w:t>главных</w:t>
      </w:r>
      <w:r w:rsidRPr="009B44A9">
        <w:rPr>
          <w:spacing w:val="-5"/>
        </w:rPr>
        <w:t xml:space="preserve"> </w:t>
      </w:r>
      <w:r w:rsidRPr="009B44A9">
        <w:t>фактов,</w:t>
      </w:r>
      <w:r w:rsidRPr="009B44A9">
        <w:rPr>
          <w:spacing w:val="-5"/>
        </w:rPr>
        <w:t xml:space="preserve"> </w:t>
      </w:r>
      <w:r w:rsidRPr="009B44A9">
        <w:t>событий;</w:t>
      </w:r>
      <w:r w:rsidRPr="009B44A9">
        <w:rPr>
          <w:spacing w:val="-6"/>
        </w:rPr>
        <w:t xml:space="preserve"> </w:t>
      </w:r>
      <w:r w:rsidRPr="009B44A9">
        <w:t>разбивать</w:t>
      </w:r>
      <w:r w:rsidRPr="009B44A9">
        <w:rPr>
          <w:spacing w:val="-6"/>
        </w:rPr>
        <w:t xml:space="preserve"> </w:t>
      </w:r>
      <w:r w:rsidRPr="009B44A9">
        <w:t>текст</w:t>
      </w:r>
      <w:r w:rsidRPr="009B44A9">
        <w:rPr>
          <w:spacing w:val="-6"/>
        </w:rPr>
        <w:t xml:space="preserve"> </w:t>
      </w:r>
      <w:r w:rsidRPr="009B44A9">
        <w:t>на</w:t>
      </w:r>
      <w:r w:rsidRPr="009B44A9">
        <w:rPr>
          <w:spacing w:val="-57"/>
        </w:rPr>
        <w:t xml:space="preserve"> </w:t>
      </w:r>
      <w:r w:rsidRPr="009B44A9">
        <w:t>относительно</w:t>
      </w:r>
      <w:r w:rsidRPr="009B44A9">
        <w:rPr>
          <w:spacing w:val="-1"/>
        </w:rPr>
        <w:t xml:space="preserve"> </w:t>
      </w:r>
      <w:r w:rsidRPr="009B44A9">
        <w:t>самостоятельные смысловые части;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озаглавливать</w:t>
      </w:r>
      <w:r w:rsidRPr="009B44A9">
        <w:rPr>
          <w:spacing w:val="-7"/>
        </w:rPr>
        <w:t xml:space="preserve"> </w:t>
      </w:r>
      <w:r w:rsidRPr="009B44A9">
        <w:t>текст/его</w:t>
      </w:r>
      <w:r w:rsidRPr="009B44A9">
        <w:rPr>
          <w:spacing w:val="-6"/>
        </w:rPr>
        <w:t xml:space="preserve"> </w:t>
      </w:r>
      <w:r w:rsidRPr="009B44A9">
        <w:t>отдельные</w:t>
      </w:r>
      <w:r w:rsidRPr="009B44A9">
        <w:rPr>
          <w:spacing w:val="-6"/>
        </w:rPr>
        <w:t xml:space="preserve"> </w:t>
      </w:r>
      <w:r w:rsidRPr="009B44A9">
        <w:t>части;</w:t>
      </w:r>
    </w:p>
    <w:p w:rsidR="00E76AB9" w:rsidRPr="009B44A9" w:rsidRDefault="00E76AB9" w:rsidP="007940B1">
      <w:pPr>
        <w:pStyle w:val="BodyText"/>
        <w:spacing w:before="59" w:line="292" w:lineRule="auto"/>
        <w:ind w:right="282" w:firstLine="180"/>
        <w:jc w:val="both"/>
      </w:pPr>
      <w:r w:rsidRPr="009B44A9">
        <w:t>игнорировать незнакомые слова, несущественные для понимания основного содержания; понимать</w:t>
      </w:r>
      <w:r w:rsidRPr="009B44A9">
        <w:rPr>
          <w:spacing w:val="-57"/>
        </w:rPr>
        <w:t xml:space="preserve"> </w:t>
      </w:r>
      <w:r w:rsidRPr="009B44A9">
        <w:t>интернациональные</w:t>
      </w:r>
      <w:r w:rsidRPr="009B44A9">
        <w:rPr>
          <w:spacing w:val="-1"/>
        </w:rPr>
        <w:t xml:space="preserve"> </w:t>
      </w:r>
      <w:r w:rsidRPr="009B44A9">
        <w:t>слова.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6" w:line="292" w:lineRule="auto"/>
        <w:ind w:right="159" w:firstLine="180"/>
        <w:jc w:val="both"/>
      </w:pPr>
      <w:r w:rsidRPr="009B44A9">
        <w:t xml:space="preserve">Чтение </w:t>
      </w:r>
      <w:r w:rsidRPr="009B44A9">
        <w:rPr>
          <w:b/>
        </w:rPr>
        <w:t>с пониманием нужной/ интересующей/ запрашиваемойинформации</w:t>
      </w:r>
      <w:r w:rsidRPr="009B44A9">
        <w:t>предполагает умение</w:t>
      </w:r>
      <w:r w:rsidRPr="009B44A9">
        <w:rPr>
          <w:spacing w:val="-57"/>
        </w:rPr>
        <w:t xml:space="preserve"> </w:t>
      </w:r>
      <w:r w:rsidRPr="009B44A9">
        <w:t>находить в прочитанном тексте и понимать запрашиваемую информацию, представленную в</w:t>
      </w:r>
      <w:r w:rsidRPr="009B44A9">
        <w:rPr>
          <w:spacing w:val="1"/>
        </w:rPr>
        <w:t xml:space="preserve"> </w:t>
      </w:r>
      <w:r w:rsidRPr="009B44A9">
        <w:t>эксплицитной (явной) и имплицитной форме (неявной) форме; оценивать найденную информацию с</w:t>
      </w:r>
      <w:r w:rsidRPr="009B44A9">
        <w:rPr>
          <w:spacing w:val="1"/>
        </w:rPr>
        <w:t xml:space="preserve"> </w:t>
      </w:r>
      <w:r w:rsidRPr="009B44A9">
        <w:t>точки</w:t>
      </w:r>
      <w:r w:rsidRPr="009B44A9">
        <w:rPr>
          <w:spacing w:val="-1"/>
        </w:rPr>
        <w:t xml:space="preserve"> </w:t>
      </w:r>
      <w:r w:rsidRPr="009B44A9">
        <w:t>зрения</w:t>
      </w:r>
      <w:r w:rsidRPr="009B44A9">
        <w:rPr>
          <w:spacing w:val="-1"/>
        </w:rPr>
        <w:t xml:space="preserve"> </w:t>
      </w:r>
      <w:r w:rsidRPr="009B44A9">
        <w:t>её</w:t>
      </w:r>
      <w:r w:rsidRPr="009B44A9">
        <w:rPr>
          <w:spacing w:val="-1"/>
        </w:rPr>
        <w:t xml:space="preserve"> </w:t>
      </w:r>
      <w:r w:rsidRPr="009B44A9">
        <w:t>значимости для</w:t>
      </w:r>
      <w:r w:rsidRPr="009B44A9">
        <w:rPr>
          <w:spacing w:val="-1"/>
        </w:rPr>
        <w:t xml:space="preserve"> </w:t>
      </w:r>
      <w:r w:rsidRPr="009B44A9">
        <w:t>решения</w:t>
      </w:r>
      <w:r w:rsidRPr="009B44A9">
        <w:rPr>
          <w:spacing w:val="-2"/>
        </w:rPr>
        <w:t xml:space="preserve"> </w:t>
      </w:r>
      <w:r w:rsidRPr="009B44A9">
        <w:t>коммуникативной задачи.</w:t>
      </w:r>
    </w:p>
    <w:p w:rsidR="00E76AB9" w:rsidRPr="009B44A9" w:rsidRDefault="00E76AB9" w:rsidP="007940B1">
      <w:pPr>
        <w:pStyle w:val="BodyText"/>
        <w:spacing w:line="292" w:lineRule="auto"/>
        <w:ind w:right="220" w:firstLine="180"/>
        <w:jc w:val="both"/>
      </w:pPr>
      <w:r w:rsidRPr="009B44A9">
        <w:t xml:space="preserve">Чтение </w:t>
      </w:r>
      <w:r w:rsidRPr="009B44A9">
        <w:rPr>
          <w:b/>
        </w:rPr>
        <w:t xml:space="preserve">с полным пониманием содержания </w:t>
      </w:r>
      <w:r w:rsidRPr="009B44A9">
        <w:t>несложных аутентичных текстов, содержащих</w:t>
      </w:r>
      <w:r w:rsidRPr="009B44A9">
        <w:rPr>
          <w:spacing w:val="1"/>
        </w:rPr>
        <w:t xml:space="preserve"> </w:t>
      </w:r>
      <w:r w:rsidRPr="009B44A9">
        <w:t>отдельные неизученные языковые явления. В ходе чтения с полным пониманием формируются и</w:t>
      </w:r>
      <w:r w:rsidRPr="009B44A9">
        <w:rPr>
          <w:spacing w:val="1"/>
        </w:rPr>
        <w:t xml:space="preserve"> </w:t>
      </w:r>
      <w:r w:rsidRPr="009B44A9">
        <w:t>развиваются умения полно и точно понимать текст на основе его информационной переработки</w:t>
      </w:r>
      <w:r w:rsidRPr="009B44A9">
        <w:rPr>
          <w:spacing w:val="1"/>
        </w:rPr>
        <w:t xml:space="preserve"> </w:t>
      </w:r>
      <w:r w:rsidRPr="009B44A9">
        <w:t>(смыслового и структурного анализа отдельных частей текста, выборочного перевода); устанавливать</w:t>
      </w:r>
      <w:r w:rsidRPr="009B44A9">
        <w:rPr>
          <w:spacing w:val="-58"/>
        </w:rPr>
        <w:t xml:space="preserve"> </w:t>
      </w:r>
      <w:r w:rsidRPr="009B44A9">
        <w:t>причинно-следственную взаимосвязь изложенных в тексте фактов и событий, восстанавливать текст</w:t>
      </w:r>
      <w:r w:rsidRPr="009B44A9">
        <w:rPr>
          <w:spacing w:val="1"/>
        </w:rPr>
        <w:t xml:space="preserve"> </w:t>
      </w:r>
      <w:r w:rsidRPr="009B44A9">
        <w:t>из</w:t>
      </w:r>
      <w:r w:rsidRPr="009B44A9">
        <w:rPr>
          <w:spacing w:val="-2"/>
        </w:rPr>
        <w:t xml:space="preserve"> </w:t>
      </w:r>
      <w:r w:rsidRPr="009B44A9">
        <w:t>разрозненных абзацев</w:t>
      </w:r>
      <w:r w:rsidRPr="009B44A9">
        <w:rPr>
          <w:spacing w:val="-2"/>
        </w:rPr>
        <w:t xml:space="preserve"> </w:t>
      </w:r>
      <w:r w:rsidRPr="009B44A9">
        <w:t>или путём</w:t>
      </w:r>
      <w:r w:rsidRPr="009B44A9">
        <w:rPr>
          <w:spacing w:val="-1"/>
        </w:rPr>
        <w:t xml:space="preserve"> </w:t>
      </w:r>
      <w:r w:rsidRPr="009B44A9">
        <w:t>добавления</w:t>
      </w:r>
      <w:r w:rsidRPr="009B44A9">
        <w:rPr>
          <w:spacing w:val="-1"/>
        </w:rPr>
        <w:t xml:space="preserve"> </w:t>
      </w:r>
      <w:r w:rsidRPr="009B44A9">
        <w:t>пропущенных</w:t>
      </w:r>
      <w:r w:rsidRPr="009B44A9">
        <w:rPr>
          <w:spacing w:val="-1"/>
        </w:rPr>
        <w:t xml:space="preserve"> </w:t>
      </w:r>
      <w:r w:rsidRPr="009B44A9">
        <w:t>фрагментов.</w:t>
      </w:r>
    </w:p>
    <w:p w:rsidR="00E76AB9" w:rsidRPr="009B44A9" w:rsidRDefault="00E76AB9" w:rsidP="007940B1">
      <w:pPr>
        <w:spacing w:line="292" w:lineRule="auto"/>
        <w:ind w:left="106" w:right="953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Чтение </w:t>
      </w:r>
      <w:r w:rsidRPr="009B44A9">
        <w:rPr>
          <w:b/>
          <w:sz w:val="24"/>
          <w:szCs w:val="24"/>
        </w:rPr>
        <w:t xml:space="preserve">несплошных текстов (таблиц, диаграмм, схем) </w:t>
      </w:r>
      <w:r w:rsidRPr="009B44A9">
        <w:rPr>
          <w:sz w:val="24"/>
          <w:szCs w:val="24"/>
        </w:rPr>
        <w:t>и понимание представленной в них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187" w:firstLine="180"/>
        <w:jc w:val="both"/>
      </w:pPr>
      <w:r w:rsidRPr="009B44A9">
        <w:rPr>
          <w:i/>
        </w:rPr>
        <w:t>Тексты для чтения</w:t>
      </w:r>
      <w:r w:rsidRPr="009B44A9">
        <w:t>: диалог (беседа), интервью, рассказ, отрывок из художественного произведения,</w:t>
      </w:r>
      <w:r w:rsidRPr="009B44A9">
        <w:rPr>
          <w:spacing w:val="-57"/>
        </w:rPr>
        <w:t xml:space="preserve"> </w:t>
      </w:r>
      <w:r w:rsidRPr="009B44A9">
        <w:t>статья научно- популярного характера, сообщение информационного характера, объявление, памятка,</w:t>
      </w:r>
      <w:r w:rsidRPr="009B44A9">
        <w:rPr>
          <w:spacing w:val="-58"/>
        </w:rPr>
        <w:t xml:space="preserve"> </w:t>
      </w:r>
      <w:r w:rsidRPr="009B44A9">
        <w:t>инструкция, электронное сообщение личного характера, стихотворение; несплошной текст (таблица,</w:t>
      </w:r>
      <w:r w:rsidRPr="009B44A9">
        <w:rPr>
          <w:spacing w:val="1"/>
        </w:rPr>
        <w:t xml:space="preserve"> </w:t>
      </w:r>
      <w:r w:rsidRPr="009B44A9">
        <w:t>диаграмма).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Языковая</w:t>
      </w:r>
      <w:r w:rsidRPr="009B44A9">
        <w:rPr>
          <w:spacing w:val="-5"/>
        </w:rPr>
        <w:t xml:space="preserve"> </w:t>
      </w:r>
      <w:r w:rsidRPr="009B44A9">
        <w:t>сложность</w:t>
      </w:r>
      <w:r w:rsidRPr="009B44A9">
        <w:rPr>
          <w:spacing w:val="-5"/>
        </w:rPr>
        <w:t xml:space="preserve"> </w:t>
      </w:r>
      <w:r w:rsidRPr="009B44A9">
        <w:t>текстов</w:t>
      </w:r>
      <w:r w:rsidRPr="009B44A9">
        <w:rPr>
          <w:spacing w:val="-5"/>
        </w:rPr>
        <w:t xml:space="preserve"> </w:t>
      </w:r>
      <w:r w:rsidRPr="009B44A9">
        <w:t>для</w:t>
      </w:r>
      <w:r w:rsidRPr="009B44A9">
        <w:rPr>
          <w:spacing w:val="-5"/>
        </w:rPr>
        <w:t xml:space="preserve"> </w:t>
      </w:r>
      <w:r w:rsidRPr="009B44A9">
        <w:t>чтения</w:t>
      </w:r>
      <w:r w:rsidRPr="009B44A9">
        <w:rPr>
          <w:spacing w:val="-4"/>
        </w:rPr>
        <w:t xml:space="preserve"> </w:t>
      </w:r>
      <w:r w:rsidRPr="009B44A9">
        <w:t>должна</w:t>
      </w:r>
      <w:r w:rsidRPr="009B44A9">
        <w:rPr>
          <w:spacing w:val="-4"/>
        </w:rPr>
        <w:t xml:space="preserve"> </w:t>
      </w:r>
      <w:r w:rsidRPr="009B44A9">
        <w:t>соответствовать</w:t>
      </w:r>
      <w:r w:rsidRPr="009B44A9">
        <w:rPr>
          <w:spacing w:val="-5"/>
        </w:rPr>
        <w:t xml:space="preserve"> </w:t>
      </w:r>
      <w:r w:rsidRPr="009B44A9">
        <w:t>базовому</w:t>
      </w:r>
      <w:r w:rsidRPr="009B44A9">
        <w:rPr>
          <w:spacing w:val="-4"/>
        </w:rPr>
        <w:t xml:space="preserve"> </w:t>
      </w:r>
      <w:r w:rsidRPr="009B44A9">
        <w:t>уровню</w:t>
      </w:r>
      <w:r w:rsidRPr="009B44A9">
        <w:rPr>
          <w:spacing w:val="-4"/>
        </w:rPr>
        <w:t xml:space="preserve"> </w:t>
      </w:r>
      <w:r w:rsidRPr="009B44A9">
        <w:t>(А2</w:t>
      </w:r>
      <w:r w:rsidRPr="009B44A9">
        <w:rPr>
          <w:spacing w:val="-4"/>
        </w:rPr>
        <w:t xml:space="preserve"> </w:t>
      </w:r>
      <w:r w:rsidRPr="009B44A9">
        <w:t>—</w:t>
      </w:r>
      <w:r w:rsidRPr="009B44A9">
        <w:rPr>
          <w:spacing w:val="-57"/>
        </w:rPr>
        <w:t xml:space="preserve"> </w:t>
      </w:r>
      <w:r w:rsidRPr="009B44A9">
        <w:t>допороговому</w:t>
      </w:r>
      <w:r w:rsidRPr="009B44A9">
        <w:rPr>
          <w:spacing w:val="-1"/>
        </w:rPr>
        <w:t xml:space="preserve"> </w:t>
      </w:r>
      <w:r w:rsidRPr="009B44A9">
        <w:t>уровню</w:t>
      </w:r>
      <w:r w:rsidRPr="009B44A9">
        <w:rPr>
          <w:spacing w:val="-1"/>
        </w:rPr>
        <w:t xml:space="preserve"> </w:t>
      </w:r>
      <w:r w:rsidRPr="009B44A9">
        <w:t>по общеевропейской шкале).</w:t>
      </w:r>
    </w:p>
    <w:p w:rsidR="00E76AB9" w:rsidRPr="009B44A9" w:rsidRDefault="00E76AB9" w:rsidP="007940B1">
      <w:pPr>
        <w:spacing w:line="292" w:lineRule="auto"/>
        <w:ind w:left="286" w:right="4226"/>
        <w:jc w:val="both"/>
        <w:rPr>
          <w:b/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1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250-300</w:t>
      </w:r>
      <w:r w:rsidRPr="009B44A9">
        <w:rPr>
          <w:i/>
          <w:sz w:val="24"/>
          <w:szCs w:val="24"/>
        </w:rPr>
        <w:t>слов.</w:t>
      </w:r>
      <w:r w:rsidRPr="009B44A9">
        <w:rPr>
          <w:i/>
          <w:spacing w:val="-57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Письменная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речь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Развитие</w:t>
      </w:r>
      <w:r w:rsidRPr="009B44A9">
        <w:rPr>
          <w:spacing w:val="-3"/>
        </w:rPr>
        <w:t xml:space="preserve"> </w:t>
      </w:r>
      <w:r w:rsidRPr="009B44A9">
        <w:t>умений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5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составление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плана/тезисов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устного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или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сообщения;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228" w:line="292" w:lineRule="auto"/>
        <w:ind w:right="404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заполнение анкет и формуляров, сообщать о себе основных сведений (имя, фамилия, пол,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возраст, гражданство, адрес, увлечения) в соответствии с нормами, принятыми в стране/странах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7" w:line="292" w:lineRule="auto"/>
        <w:ind w:right="299" w:firstLine="0"/>
        <w:jc w:val="both"/>
        <w:rPr>
          <w:i/>
          <w:sz w:val="24"/>
          <w:szCs w:val="24"/>
        </w:rPr>
      </w:pPr>
      <w:r w:rsidRPr="009B44A9">
        <w:rPr>
          <w:sz w:val="24"/>
          <w:szCs w:val="24"/>
        </w:rPr>
        <w:t>написание электронного сообщения личного характера: сообщать краткие сведения о себе,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излагать различные события, делиться впечатлениями, выражать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благодарность/извинения/просьбу, запрашивать интересующую информацию; оформлять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обращение, завершающую фразу и подпись в соответствии с нормами неофициального общения,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принятыми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стране/странах изучаемого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языка.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письма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90</w:t>
      </w:r>
      <w:r w:rsidRPr="009B44A9">
        <w:rPr>
          <w:b/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5" w:line="292" w:lineRule="auto"/>
        <w:ind w:right="532" w:firstLine="0"/>
        <w:jc w:val="both"/>
        <w:rPr>
          <w:i/>
          <w:sz w:val="24"/>
          <w:szCs w:val="24"/>
        </w:rPr>
      </w:pPr>
      <w:r w:rsidRPr="009B44A9">
        <w:rPr>
          <w:sz w:val="24"/>
          <w:szCs w:val="24"/>
        </w:rPr>
        <w:t>создание небольшого письменного высказывания с опорой на образец, план, таблицу и/или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прочитанный/прослушанный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текст.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письменного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90</w:t>
      </w:r>
      <w:r w:rsidRPr="009B44A9">
        <w:rPr>
          <w:b/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6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заполнение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таблицы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краткой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фиксацией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прочитанного/прослушанного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текста;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229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преобразование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таблицы,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схемы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текстовый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вариант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представления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228"/>
        <w:ind w:left="886"/>
        <w:jc w:val="both"/>
        <w:rPr>
          <w:b/>
          <w:i/>
          <w:sz w:val="24"/>
          <w:szCs w:val="24"/>
        </w:rPr>
      </w:pPr>
      <w:r w:rsidRPr="009B44A9">
        <w:rPr>
          <w:sz w:val="24"/>
          <w:szCs w:val="24"/>
        </w:rPr>
        <w:t>письменное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представление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результатов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выполненной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проектной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работы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(</w:t>
      </w: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90-100</w:t>
      </w:r>
    </w:p>
    <w:p w:rsidR="00E76AB9" w:rsidRPr="009B44A9" w:rsidRDefault="00E76AB9" w:rsidP="007940B1">
      <w:pPr>
        <w:spacing w:before="60"/>
        <w:ind w:left="52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слов</w:t>
      </w:r>
      <w:r w:rsidRPr="009B44A9">
        <w:rPr>
          <w:sz w:val="24"/>
          <w:szCs w:val="24"/>
        </w:rPr>
        <w:t>).</w:t>
      </w:r>
    </w:p>
    <w:p w:rsidR="00E76AB9" w:rsidRPr="009B44A9" w:rsidRDefault="00E76AB9" w:rsidP="007940B1">
      <w:pPr>
        <w:pStyle w:val="BodyText"/>
        <w:ind w:left="0"/>
        <w:jc w:val="both"/>
      </w:pPr>
    </w:p>
    <w:p w:rsidR="00E76AB9" w:rsidRPr="009B44A9" w:rsidRDefault="00E76AB9" w:rsidP="007940B1">
      <w:pPr>
        <w:pStyle w:val="Heading1"/>
        <w:spacing w:before="1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Heading2"/>
        <w:spacing w:before="60"/>
        <w:jc w:val="both"/>
      </w:pPr>
      <w:r w:rsidRPr="009B44A9">
        <w:t>Фонетическая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 w:line="292" w:lineRule="auto"/>
        <w:ind w:right="484" w:firstLine="180"/>
        <w:jc w:val="both"/>
      </w:pPr>
      <w:r w:rsidRPr="009B44A9">
        <w:t>Различение на слух и адекватное, без фонематических ошибок, ведущих к сбою в коммуникации,</w:t>
      </w:r>
      <w:r w:rsidRPr="009B44A9">
        <w:rPr>
          <w:spacing w:val="-58"/>
        </w:rPr>
        <w:t xml:space="preserve"> </w:t>
      </w:r>
      <w:r w:rsidRPr="009B44A9">
        <w:t>произнесение слов с соблюдением правильного ударения и фраз с соблюдением их ритмико-</w:t>
      </w:r>
      <w:r w:rsidRPr="009B44A9">
        <w:rPr>
          <w:spacing w:val="1"/>
        </w:rPr>
        <w:t xml:space="preserve"> </w:t>
      </w:r>
      <w:r w:rsidRPr="009B44A9">
        <w:t>интонационных особенностей, в том числе отсутствия фразового ударения на служебных словах;</w:t>
      </w:r>
      <w:r w:rsidRPr="009B44A9">
        <w:rPr>
          <w:spacing w:val="1"/>
        </w:rPr>
        <w:t xml:space="preserve"> </w:t>
      </w:r>
      <w:r w:rsidRPr="009B44A9">
        <w:t>чтение</w:t>
      </w:r>
      <w:r w:rsidRPr="009B44A9">
        <w:rPr>
          <w:spacing w:val="-1"/>
        </w:rPr>
        <w:t xml:space="preserve"> </w:t>
      </w:r>
      <w:r w:rsidRPr="009B44A9">
        <w:t>новых слов</w:t>
      </w:r>
      <w:r w:rsidRPr="009B44A9">
        <w:rPr>
          <w:spacing w:val="-1"/>
        </w:rPr>
        <w:t xml:space="preserve"> </w:t>
      </w:r>
      <w:r w:rsidRPr="009B44A9">
        <w:t>согласно основным</w:t>
      </w:r>
      <w:r w:rsidRPr="009B44A9">
        <w:rPr>
          <w:spacing w:val="-1"/>
        </w:rPr>
        <w:t xml:space="preserve"> </w:t>
      </w:r>
      <w:r w:rsidRPr="009B44A9">
        <w:t>правилам чтения.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6"/>
        <w:ind w:left="286"/>
        <w:jc w:val="both"/>
      </w:pPr>
      <w:r w:rsidRPr="009B44A9">
        <w:t>Выражение</w:t>
      </w:r>
      <w:r w:rsidRPr="009B44A9">
        <w:rPr>
          <w:spacing w:val="-3"/>
        </w:rPr>
        <w:t xml:space="preserve"> </w:t>
      </w:r>
      <w:r w:rsidRPr="009B44A9">
        <w:t>модального</w:t>
      </w:r>
      <w:r w:rsidRPr="009B44A9">
        <w:rPr>
          <w:spacing w:val="-3"/>
        </w:rPr>
        <w:t xml:space="preserve"> </w:t>
      </w:r>
      <w:r w:rsidRPr="009B44A9">
        <w:t>значения,</w:t>
      </w:r>
      <w:r w:rsidRPr="009B44A9">
        <w:rPr>
          <w:spacing w:val="-3"/>
        </w:rPr>
        <w:t xml:space="preserve"> </w:t>
      </w:r>
      <w:r w:rsidRPr="009B44A9">
        <w:t>чувства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эмоции.</w:t>
      </w:r>
    </w:p>
    <w:p w:rsidR="00E76AB9" w:rsidRPr="009B44A9" w:rsidRDefault="00E76AB9" w:rsidP="007940B1">
      <w:pPr>
        <w:pStyle w:val="BodyText"/>
        <w:spacing w:before="60" w:line="292" w:lineRule="auto"/>
        <w:ind w:right="355" w:firstLine="180"/>
        <w:jc w:val="both"/>
      </w:pPr>
      <w:r w:rsidRPr="009B44A9">
        <w:t>Чтение вслух небольших текстов, построенных на изученном языковом материале, с соблюдением</w:t>
      </w:r>
      <w:r w:rsidRPr="009B44A9">
        <w:rPr>
          <w:spacing w:val="-58"/>
        </w:rPr>
        <w:t xml:space="preserve"> </w:t>
      </w:r>
      <w:r w:rsidRPr="009B44A9">
        <w:t>правил</w:t>
      </w:r>
      <w:r w:rsidRPr="009B44A9">
        <w:rPr>
          <w:spacing w:val="-2"/>
        </w:rPr>
        <w:t xml:space="preserve"> </w:t>
      </w:r>
      <w:r w:rsidRPr="009B44A9">
        <w:t>чтения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соответствующей</w:t>
      </w:r>
      <w:r w:rsidRPr="009B44A9">
        <w:rPr>
          <w:spacing w:val="-1"/>
        </w:rPr>
        <w:t xml:space="preserve"> </w:t>
      </w:r>
      <w:r w:rsidRPr="009B44A9">
        <w:t>интонации,</w:t>
      </w:r>
      <w:r w:rsidRPr="009B44A9">
        <w:rPr>
          <w:spacing w:val="-1"/>
        </w:rPr>
        <w:t xml:space="preserve"> </w:t>
      </w:r>
      <w:r w:rsidRPr="009B44A9">
        <w:t>демонстрирующих</w:t>
      </w:r>
      <w:r w:rsidRPr="009B44A9">
        <w:rPr>
          <w:spacing w:val="-1"/>
        </w:rPr>
        <w:t xml:space="preserve"> </w:t>
      </w:r>
      <w:r w:rsidRPr="009B44A9">
        <w:t>понимание</w:t>
      </w:r>
      <w:r w:rsidRPr="009B44A9">
        <w:rPr>
          <w:spacing w:val="-1"/>
        </w:rPr>
        <w:t xml:space="preserve"> </w:t>
      </w:r>
      <w:r w:rsidRPr="009B44A9">
        <w:t>текста.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Тексты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для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чтения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вслух</w:t>
      </w:r>
      <w:r w:rsidRPr="009B44A9">
        <w:t>:</w:t>
      </w:r>
      <w:r w:rsidRPr="009B44A9">
        <w:rPr>
          <w:spacing w:val="-4"/>
        </w:rPr>
        <w:t xml:space="preserve"> </w:t>
      </w:r>
      <w:r w:rsidRPr="009B44A9">
        <w:t>сообщение</w:t>
      </w:r>
      <w:r w:rsidRPr="009B44A9">
        <w:rPr>
          <w:spacing w:val="-4"/>
        </w:rPr>
        <w:t xml:space="preserve"> </w:t>
      </w:r>
      <w:r w:rsidRPr="009B44A9">
        <w:t>информационного</w:t>
      </w:r>
      <w:r w:rsidRPr="009B44A9">
        <w:rPr>
          <w:spacing w:val="-4"/>
        </w:rPr>
        <w:t xml:space="preserve"> </w:t>
      </w:r>
      <w:r w:rsidRPr="009B44A9">
        <w:t>характера,</w:t>
      </w:r>
      <w:r w:rsidRPr="009B44A9">
        <w:rPr>
          <w:spacing w:val="-4"/>
        </w:rPr>
        <w:t xml:space="preserve"> </w:t>
      </w:r>
      <w:r w:rsidRPr="009B44A9">
        <w:t>отрывок</w:t>
      </w:r>
      <w:r w:rsidRPr="009B44A9">
        <w:rPr>
          <w:spacing w:val="-4"/>
        </w:rPr>
        <w:t xml:space="preserve"> </w:t>
      </w:r>
      <w:r w:rsidRPr="009B44A9">
        <w:t>из</w:t>
      </w:r>
      <w:r w:rsidRPr="009B44A9">
        <w:rPr>
          <w:spacing w:val="-5"/>
        </w:rPr>
        <w:t xml:space="preserve"> </w:t>
      </w:r>
      <w:r w:rsidRPr="009B44A9">
        <w:t>статьи</w:t>
      </w:r>
      <w:r w:rsidRPr="009B44A9">
        <w:rPr>
          <w:spacing w:val="-4"/>
        </w:rPr>
        <w:t xml:space="preserve"> </w:t>
      </w:r>
      <w:r w:rsidRPr="009B44A9">
        <w:t>научно-</w:t>
      </w:r>
      <w:r w:rsidRPr="009B44A9">
        <w:rPr>
          <w:spacing w:val="-57"/>
        </w:rPr>
        <w:t xml:space="preserve"> </w:t>
      </w:r>
      <w:r w:rsidRPr="009B44A9">
        <w:t>популярного</w:t>
      </w:r>
      <w:r w:rsidRPr="009B44A9">
        <w:rPr>
          <w:spacing w:val="-1"/>
        </w:rPr>
        <w:t xml:space="preserve"> </w:t>
      </w:r>
      <w:r w:rsidRPr="009B44A9">
        <w:t>характера, рассказ, диалог</w:t>
      </w:r>
      <w:r w:rsidRPr="009B44A9">
        <w:rPr>
          <w:spacing w:val="-1"/>
        </w:rPr>
        <w:t xml:space="preserve"> </w:t>
      </w:r>
      <w:r w:rsidRPr="009B44A9">
        <w:t>(беседа).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Объём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чтения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вслух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10"/>
          <w:sz w:val="24"/>
          <w:szCs w:val="24"/>
        </w:rPr>
        <w:t xml:space="preserve"> </w:t>
      </w:r>
      <w:r w:rsidRPr="009B44A9">
        <w:rPr>
          <w:b/>
          <w:i/>
          <w:sz w:val="24"/>
          <w:szCs w:val="24"/>
        </w:rPr>
        <w:t>100</w:t>
      </w:r>
      <w:r w:rsidRPr="009B44A9">
        <w:rPr>
          <w:b/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слов.</w:t>
      </w:r>
    </w:p>
    <w:p w:rsidR="00E76AB9" w:rsidRPr="009B44A9" w:rsidRDefault="00E76AB9" w:rsidP="007940B1">
      <w:pPr>
        <w:pStyle w:val="Heading2"/>
        <w:spacing w:before="59"/>
        <w:jc w:val="both"/>
      </w:pPr>
      <w:r w:rsidRPr="009B44A9">
        <w:t>Орфография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пунктуация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Правильное</w:t>
      </w:r>
      <w:r w:rsidRPr="009B44A9">
        <w:rPr>
          <w:spacing w:val="-4"/>
        </w:rPr>
        <w:t xml:space="preserve"> </w:t>
      </w:r>
      <w:r w:rsidRPr="009B44A9">
        <w:t>написание</w:t>
      </w:r>
      <w:r w:rsidRPr="009B44A9">
        <w:rPr>
          <w:spacing w:val="-3"/>
        </w:rPr>
        <w:t xml:space="preserve"> </w:t>
      </w:r>
      <w:r w:rsidRPr="009B44A9">
        <w:t>изученных</w:t>
      </w:r>
      <w:r w:rsidRPr="009B44A9">
        <w:rPr>
          <w:spacing w:val="-3"/>
        </w:rPr>
        <w:t xml:space="preserve"> </w:t>
      </w:r>
      <w:r w:rsidRPr="009B44A9">
        <w:t>слов.</w:t>
      </w:r>
    </w:p>
    <w:p w:rsidR="00E76AB9" w:rsidRPr="009B44A9" w:rsidRDefault="00E76AB9" w:rsidP="007940B1">
      <w:pPr>
        <w:pStyle w:val="BodyText"/>
        <w:spacing w:before="60" w:line="292" w:lineRule="auto"/>
        <w:ind w:right="287" w:firstLine="180"/>
        <w:jc w:val="both"/>
      </w:pPr>
      <w:r w:rsidRPr="009B44A9">
        <w:t>Правильное использование знаков препинания: точки, вопросительного и восклицательного знаков</w:t>
      </w:r>
      <w:r w:rsidRPr="009B44A9">
        <w:rPr>
          <w:spacing w:val="-58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конце предложения;</w:t>
      </w:r>
      <w:r w:rsidRPr="009B44A9">
        <w:rPr>
          <w:spacing w:val="-1"/>
        </w:rPr>
        <w:t xml:space="preserve"> </w:t>
      </w:r>
      <w:r w:rsidRPr="009B44A9">
        <w:t>запятой при перечислении.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Пунктуационно правильное, в соответствии с нормами речевого этикета, принятыми в</w:t>
      </w:r>
      <w:r w:rsidRPr="009B44A9">
        <w:rPr>
          <w:spacing w:val="1"/>
        </w:rPr>
        <w:t xml:space="preserve"> </w:t>
      </w:r>
      <w:r w:rsidRPr="009B44A9">
        <w:t>стране/странах</w:t>
      </w:r>
      <w:r w:rsidRPr="009B44A9">
        <w:rPr>
          <w:spacing w:val="-5"/>
        </w:rPr>
        <w:t xml:space="preserve"> </w:t>
      </w:r>
      <w:r w:rsidRPr="009B44A9">
        <w:t>изучаемого</w:t>
      </w:r>
      <w:r w:rsidRPr="009B44A9">
        <w:rPr>
          <w:spacing w:val="-5"/>
        </w:rPr>
        <w:t xml:space="preserve"> </w:t>
      </w:r>
      <w:r w:rsidRPr="009B44A9">
        <w:t>языка,</w:t>
      </w:r>
      <w:r w:rsidRPr="009B44A9">
        <w:rPr>
          <w:spacing w:val="-5"/>
        </w:rPr>
        <w:t xml:space="preserve"> </w:t>
      </w:r>
      <w:r w:rsidRPr="009B44A9">
        <w:t>оформление</w:t>
      </w:r>
      <w:r w:rsidRPr="009B44A9">
        <w:rPr>
          <w:spacing w:val="-5"/>
        </w:rPr>
        <w:t xml:space="preserve"> </w:t>
      </w:r>
      <w:r w:rsidRPr="009B44A9">
        <w:t>электронного</w:t>
      </w:r>
      <w:r w:rsidRPr="009B44A9">
        <w:rPr>
          <w:spacing w:val="-5"/>
        </w:rPr>
        <w:t xml:space="preserve"> </w:t>
      </w:r>
      <w:r w:rsidRPr="009B44A9">
        <w:t>сообщения</w:t>
      </w:r>
      <w:r w:rsidRPr="009B44A9">
        <w:rPr>
          <w:spacing w:val="-5"/>
        </w:rPr>
        <w:t xml:space="preserve"> </w:t>
      </w:r>
      <w:r w:rsidRPr="009B44A9">
        <w:t>личного</w:t>
      </w:r>
      <w:r w:rsidRPr="009B44A9">
        <w:rPr>
          <w:spacing w:val="-5"/>
        </w:rPr>
        <w:t xml:space="preserve"> </w:t>
      </w:r>
      <w:r w:rsidRPr="009B44A9">
        <w:t>характера.</w:t>
      </w:r>
    </w:p>
    <w:p w:rsidR="00E76AB9" w:rsidRPr="009B44A9" w:rsidRDefault="00E76AB9" w:rsidP="007940B1">
      <w:pPr>
        <w:pStyle w:val="Heading2"/>
        <w:spacing w:line="275" w:lineRule="exact"/>
        <w:jc w:val="both"/>
      </w:pPr>
      <w:r w:rsidRPr="009B44A9">
        <w:t>Лексическая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spacing w:before="59" w:line="292" w:lineRule="auto"/>
        <w:ind w:left="106" w:right="229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 xml:space="preserve">Распознавание в звучащем и письменном тексте </w:t>
      </w:r>
      <w:r w:rsidRPr="009B44A9">
        <w:rPr>
          <w:i/>
          <w:sz w:val="24"/>
          <w:szCs w:val="24"/>
        </w:rPr>
        <w:t>900 лексических единиц и правильное употребление</w:t>
      </w:r>
      <w:r w:rsidRPr="009B44A9">
        <w:rPr>
          <w:i/>
          <w:spacing w:val="-5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 устной и письменной речи 850 лексических единиц</w:t>
      </w:r>
      <w:r w:rsidRPr="009B44A9">
        <w:rPr>
          <w:sz w:val="24"/>
          <w:szCs w:val="24"/>
        </w:rPr>
        <w:t>, обслуживающих ситуации общения в рамках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отобранного тематического содержания, с соблюдением существующей нормы лексической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сочетаемости.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Распознавание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звучащем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письменном</w:t>
      </w:r>
      <w:r w:rsidRPr="009B44A9">
        <w:rPr>
          <w:spacing w:val="-3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употребление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устной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8" w:line="292" w:lineRule="auto"/>
        <w:ind w:right="845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изученных лексических единиц, синонимов, антонимов и наиболее частотных фразовых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глаголов,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сокращений и аббревиатур;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различных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средств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связи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обеспечения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логичности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целостности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высказывания.</w:t>
      </w:r>
    </w:p>
    <w:p w:rsidR="00E76AB9" w:rsidRPr="009B44A9" w:rsidRDefault="00E76AB9" w:rsidP="007940B1">
      <w:pPr>
        <w:pStyle w:val="BodyText"/>
        <w:spacing w:before="168"/>
        <w:ind w:left="286"/>
        <w:jc w:val="both"/>
      </w:pPr>
      <w:r w:rsidRPr="009B44A9">
        <w:t>Распознавание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образование</w:t>
      </w:r>
      <w:r w:rsidRPr="009B44A9">
        <w:rPr>
          <w:spacing w:val="-4"/>
        </w:rPr>
        <w:t xml:space="preserve"> </w:t>
      </w:r>
      <w:r w:rsidRPr="009B44A9">
        <w:t>родственных</w:t>
      </w:r>
      <w:r w:rsidRPr="009B44A9">
        <w:rPr>
          <w:spacing w:val="-4"/>
        </w:rPr>
        <w:t xml:space="preserve"> </w:t>
      </w:r>
      <w:r w:rsidRPr="009B44A9">
        <w:t>слов</w:t>
      </w:r>
      <w:r w:rsidRPr="009B44A9">
        <w:rPr>
          <w:spacing w:val="-5"/>
        </w:rPr>
        <w:t xml:space="preserve"> </w:t>
      </w:r>
      <w:r w:rsidRPr="009B44A9">
        <w:t>с</w:t>
      </w:r>
      <w:r w:rsidRPr="009B44A9">
        <w:rPr>
          <w:spacing w:val="-4"/>
        </w:rPr>
        <w:t xml:space="preserve"> </w:t>
      </w:r>
      <w:r w:rsidRPr="009B44A9">
        <w:t>использованием</w:t>
      </w:r>
      <w:r w:rsidRPr="009B44A9">
        <w:rPr>
          <w:spacing w:val="-3"/>
        </w:rPr>
        <w:t xml:space="preserve"> </w:t>
      </w:r>
      <w:r w:rsidRPr="009B44A9">
        <w:t>аффиксации: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префиксов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dé-,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dis-;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228" w:line="292" w:lineRule="auto"/>
        <w:ind w:right="1197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имён существительных, имён прилагательных и наречий с помощью отрицательного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mé-;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имён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существительных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-ence/-ance,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-esse,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-ure,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-issement,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-age,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-issage;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наречий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-emment/-amment.</w:t>
      </w:r>
    </w:p>
    <w:p w:rsidR="00E76AB9" w:rsidRPr="009B44A9" w:rsidRDefault="00E76AB9" w:rsidP="007940B1">
      <w:pPr>
        <w:pStyle w:val="Heading2"/>
        <w:spacing w:before="169"/>
        <w:jc w:val="both"/>
      </w:pPr>
      <w:r w:rsidRPr="009B44A9">
        <w:t>Грамматическая</w:t>
      </w:r>
      <w:r w:rsidRPr="009B44A9">
        <w:rPr>
          <w:spacing w:val="-6"/>
        </w:rPr>
        <w:t xml:space="preserve"> </w:t>
      </w:r>
      <w:r w:rsidRPr="009B44A9">
        <w:t>сторона</w:t>
      </w:r>
      <w:r w:rsidRPr="009B44A9">
        <w:rPr>
          <w:spacing w:val="-4"/>
        </w:rPr>
        <w:t xml:space="preserve"> </w:t>
      </w:r>
      <w:r w:rsidRPr="009B44A9">
        <w:t>речи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Распознавание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звучащем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письменном</w:t>
      </w:r>
      <w:r w:rsidRPr="009B44A9">
        <w:rPr>
          <w:spacing w:val="-3"/>
        </w:rPr>
        <w:t xml:space="preserve"> </w:t>
      </w:r>
      <w:r w:rsidRPr="009B44A9">
        <w:t>тексте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употребление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устной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Сослагательное</w:t>
      </w:r>
      <w:r w:rsidRPr="009B44A9">
        <w:rPr>
          <w:spacing w:val="-5"/>
          <w:lang w:val="fr-FR"/>
        </w:rPr>
        <w:t xml:space="preserve"> </w:t>
      </w:r>
      <w:r w:rsidRPr="009B44A9">
        <w:t>наклонение</w:t>
      </w:r>
      <w:r w:rsidRPr="009B44A9">
        <w:rPr>
          <w:lang w:val="fr-FR"/>
        </w:rPr>
        <w:t>.</w:t>
      </w:r>
      <w:r w:rsidRPr="009B44A9">
        <w:rPr>
          <w:spacing w:val="-4"/>
          <w:lang w:val="fr-FR"/>
        </w:rPr>
        <w:t xml:space="preserve"> </w:t>
      </w:r>
      <w:r w:rsidRPr="009B44A9">
        <w:t>Настоящее</w:t>
      </w:r>
      <w:r w:rsidRPr="009B44A9">
        <w:rPr>
          <w:spacing w:val="-4"/>
          <w:lang w:val="fr-FR"/>
        </w:rPr>
        <w:t xml:space="preserve"> </w:t>
      </w:r>
      <w:r w:rsidRPr="009B44A9">
        <w:t>время</w:t>
      </w:r>
      <w:r w:rsidRPr="009B44A9">
        <w:rPr>
          <w:lang w:val="fr-FR"/>
        </w:rPr>
        <w:t>.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(Subjonctif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présent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des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verbes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après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les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locutions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il</w:t>
      </w:r>
      <w:r w:rsidRPr="009B44A9">
        <w:rPr>
          <w:spacing w:val="-57"/>
          <w:lang w:val="fr-FR"/>
        </w:rPr>
        <w:t xml:space="preserve"> </w:t>
      </w:r>
      <w:r w:rsidRPr="009B44A9">
        <w:rPr>
          <w:lang w:val="fr-FR"/>
        </w:rPr>
        <w:t>faut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que…,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il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ne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faut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pas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que…/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et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après</w:t>
      </w:r>
      <w:r w:rsidRPr="009B44A9">
        <w:rPr>
          <w:spacing w:val="-1"/>
          <w:lang w:val="fr-FR"/>
        </w:rPr>
        <w:t xml:space="preserve"> </w:t>
      </w:r>
      <w:r w:rsidRPr="009B44A9">
        <w:rPr>
          <w:lang w:val="fr-FR"/>
        </w:rPr>
        <w:t>les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verbes</w:t>
      </w:r>
      <w:r w:rsidRPr="009B44A9">
        <w:rPr>
          <w:spacing w:val="-1"/>
          <w:lang w:val="fr-FR"/>
        </w:rPr>
        <w:t xml:space="preserve"> </w:t>
      </w:r>
      <w:r w:rsidRPr="009B44A9">
        <w:rPr>
          <w:lang w:val="fr-FR"/>
        </w:rPr>
        <w:t>et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les</w:t>
      </w:r>
      <w:r w:rsidRPr="009B44A9">
        <w:rPr>
          <w:spacing w:val="-1"/>
          <w:lang w:val="fr-FR"/>
        </w:rPr>
        <w:t xml:space="preserve"> </w:t>
      </w:r>
      <w:r w:rsidRPr="009B44A9">
        <w:rPr>
          <w:lang w:val="fr-FR"/>
        </w:rPr>
        <w:t>locutions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verbales</w:t>
      </w:r>
      <w:r w:rsidRPr="009B44A9">
        <w:rPr>
          <w:spacing w:val="-1"/>
          <w:lang w:val="fr-FR"/>
        </w:rPr>
        <w:t xml:space="preserve"> </w:t>
      </w:r>
      <w:r w:rsidRPr="009B44A9">
        <w:rPr>
          <w:lang w:val="fr-FR"/>
        </w:rPr>
        <w:t>qui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expriment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la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volonté).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Указательные</w:t>
      </w:r>
      <w:r w:rsidRPr="009B44A9">
        <w:rPr>
          <w:spacing w:val="-7"/>
          <w:lang w:val="fr-FR"/>
        </w:rPr>
        <w:t xml:space="preserve"> </w:t>
      </w:r>
      <w:r w:rsidRPr="009B44A9">
        <w:t>местоимения</w:t>
      </w:r>
      <w:r w:rsidRPr="009B44A9">
        <w:rPr>
          <w:lang w:val="fr-FR"/>
        </w:rPr>
        <w:t>.</w:t>
      </w:r>
      <w:r w:rsidRPr="009B44A9">
        <w:rPr>
          <w:spacing w:val="-6"/>
          <w:lang w:val="fr-FR"/>
        </w:rPr>
        <w:t xml:space="preserve"> </w:t>
      </w:r>
      <w:r w:rsidRPr="009B44A9">
        <w:rPr>
          <w:lang w:val="fr-FR"/>
        </w:rPr>
        <w:t>(Pronoms</w:t>
      </w:r>
      <w:r w:rsidRPr="009B44A9">
        <w:rPr>
          <w:spacing w:val="-6"/>
          <w:lang w:val="fr-FR"/>
        </w:rPr>
        <w:t xml:space="preserve"> </w:t>
      </w:r>
      <w:r w:rsidRPr="009B44A9">
        <w:rPr>
          <w:lang w:val="fr-FR"/>
        </w:rPr>
        <w:t>démonstratifs:</w:t>
      </w:r>
      <w:r w:rsidRPr="009B44A9">
        <w:rPr>
          <w:spacing w:val="-7"/>
          <w:lang w:val="fr-FR"/>
        </w:rPr>
        <w:t xml:space="preserve"> </w:t>
      </w:r>
      <w:r w:rsidRPr="009B44A9">
        <w:rPr>
          <w:lang w:val="fr-FR"/>
        </w:rPr>
        <w:t>celui-ci,</w:t>
      </w:r>
      <w:r w:rsidRPr="009B44A9">
        <w:rPr>
          <w:spacing w:val="-6"/>
          <w:lang w:val="fr-FR"/>
        </w:rPr>
        <w:t xml:space="preserve"> </w:t>
      </w:r>
      <w:r w:rsidRPr="009B44A9">
        <w:rPr>
          <w:lang w:val="fr-FR"/>
        </w:rPr>
        <w:t>celle-ci,</w:t>
      </w:r>
      <w:r w:rsidRPr="009B44A9">
        <w:rPr>
          <w:spacing w:val="-6"/>
          <w:lang w:val="fr-FR"/>
        </w:rPr>
        <w:t xml:space="preserve"> </w:t>
      </w:r>
      <w:r w:rsidRPr="009B44A9">
        <w:rPr>
          <w:lang w:val="fr-FR"/>
        </w:rPr>
        <w:t>ceux-ci,</w:t>
      </w:r>
      <w:r w:rsidRPr="009B44A9">
        <w:rPr>
          <w:spacing w:val="-6"/>
          <w:lang w:val="fr-FR"/>
        </w:rPr>
        <w:t xml:space="preserve"> </w:t>
      </w:r>
      <w:r w:rsidRPr="009B44A9">
        <w:rPr>
          <w:lang w:val="fr-FR"/>
        </w:rPr>
        <w:t>celles-ci,</w:t>
      </w:r>
      <w:r w:rsidRPr="009B44A9">
        <w:rPr>
          <w:spacing w:val="-6"/>
          <w:lang w:val="fr-FR"/>
        </w:rPr>
        <w:t xml:space="preserve"> </w:t>
      </w:r>
      <w:r w:rsidRPr="009B44A9">
        <w:rPr>
          <w:lang w:val="fr-FR"/>
        </w:rPr>
        <w:t>celui</w:t>
      </w:r>
      <w:r w:rsidRPr="009B44A9">
        <w:rPr>
          <w:spacing w:val="-7"/>
          <w:lang w:val="fr-FR"/>
        </w:rPr>
        <w:t xml:space="preserve"> </w:t>
      </w:r>
      <w:r w:rsidRPr="009B44A9">
        <w:rPr>
          <w:lang w:val="fr-FR"/>
        </w:rPr>
        <w:t>que…,</w:t>
      </w:r>
      <w:r w:rsidRPr="009B44A9">
        <w:rPr>
          <w:spacing w:val="-57"/>
          <w:lang w:val="fr-FR"/>
        </w:rPr>
        <w:t xml:space="preserve"> </w:t>
      </w:r>
      <w:r w:rsidRPr="009B44A9">
        <w:rPr>
          <w:lang w:val="fr-FR"/>
        </w:rPr>
        <w:t>celui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de…)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Будущее</w:t>
      </w:r>
      <w:r w:rsidRPr="009B44A9">
        <w:rPr>
          <w:spacing w:val="-3"/>
          <w:lang w:val="fr-FR"/>
        </w:rPr>
        <w:t xml:space="preserve"> </w:t>
      </w:r>
      <w:r w:rsidRPr="009B44A9">
        <w:t>простое</w:t>
      </w:r>
      <w:r w:rsidRPr="009B44A9">
        <w:rPr>
          <w:spacing w:val="-3"/>
          <w:lang w:val="fr-FR"/>
        </w:rPr>
        <w:t xml:space="preserve"> </w:t>
      </w:r>
      <w:r w:rsidRPr="009B44A9">
        <w:t>время</w:t>
      </w:r>
      <w:r w:rsidRPr="009B44A9">
        <w:rPr>
          <w:spacing w:val="-4"/>
          <w:lang w:val="fr-FR"/>
        </w:rPr>
        <w:t xml:space="preserve"> </w:t>
      </w:r>
      <w:r w:rsidRPr="009B44A9">
        <w:t>и</w:t>
      </w:r>
      <w:r w:rsidRPr="009B44A9">
        <w:rPr>
          <w:spacing w:val="-3"/>
          <w:lang w:val="fr-FR"/>
        </w:rPr>
        <w:t xml:space="preserve"> </w:t>
      </w:r>
      <w:r w:rsidRPr="009B44A9">
        <w:t>деепричастие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(</w:t>
      </w:r>
      <w:r w:rsidRPr="009B44A9">
        <w:t>повторение</w:t>
      </w:r>
      <w:r w:rsidRPr="009B44A9">
        <w:rPr>
          <w:lang w:val="fr-FR"/>
        </w:rPr>
        <w:t>)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(Révision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du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futur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simple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et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du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gérondif).</w:t>
      </w:r>
    </w:p>
    <w:p w:rsidR="00E76AB9" w:rsidRPr="009B44A9" w:rsidRDefault="00E76AB9" w:rsidP="007940B1">
      <w:pPr>
        <w:pStyle w:val="BodyText"/>
        <w:spacing w:before="59" w:line="292" w:lineRule="auto"/>
        <w:ind w:right="473" w:firstLine="180"/>
        <w:jc w:val="both"/>
        <w:rPr>
          <w:lang w:val="fr-FR"/>
        </w:rPr>
      </w:pPr>
      <w:r w:rsidRPr="009B44A9">
        <w:t>—Употребление сослагательного наклонения в настоящем времени после глаголов, выражающих</w:t>
      </w:r>
      <w:r w:rsidRPr="009B44A9">
        <w:rPr>
          <w:spacing w:val="-58"/>
        </w:rPr>
        <w:t xml:space="preserve"> </w:t>
      </w:r>
      <w:r w:rsidRPr="009B44A9">
        <w:t>какое-нибудь</w:t>
      </w:r>
      <w:r w:rsidRPr="009B44A9">
        <w:rPr>
          <w:spacing w:val="-5"/>
        </w:rPr>
        <w:t xml:space="preserve"> </w:t>
      </w:r>
      <w:r w:rsidRPr="009B44A9">
        <w:t>чувство</w:t>
      </w:r>
      <w:r w:rsidRPr="009B44A9">
        <w:rPr>
          <w:spacing w:val="-3"/>
        </w:rPr>
        <w:t xml:space="preserve"> </w:t>
      </w:r>
      <w:r w:rsidRPr="009B44A9">
        <w:t>или</w:t>
      </w:r>
      <w:r w:rsidRPr="009B44A9">
        <w:rPr>
          <w:spacing w:val="-3"/>
        </w:rPr>
        <w:t xml:space="preserve"> </w:t>
      </w:r>
      <w:r w:rsidRPr="009B44A9">
        <w:t>эмоцию</w:t>
      </w:r>
      <w:r w:rsidRPr="009B44A9">
        <w:rPr>
          <w:spacing w:val="-5"/>
        </w:rPr>
        <w:t xml:space="preserve"> </w:t>
      </w:r>
      <w:r w:rsidRPr="009B44A9">
        <w:rPr>
          <w:lang w:val="fr-FR"/>
        </w:rPr>
        <w:t>(Subjonctif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présent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après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les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verbes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et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les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expressions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de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sentiment);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Притяжательные</w:t>
      </w:r>
      <w:r w:rsidRPr="009B44A9">
        <w:rPr>
          <w:spacing w:val="-4"/>
          <w:lang w:val="fr-FR"/>
        </w:rPr>
        <w:t xml:space="preserve"> </w:t>
      </w:r>
      <w:r w:rsidRPr="009B44A9">
        <w:t>местоимения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(Pronoms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possessifs: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le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mien,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le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tien,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le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sien,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le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nôtre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…).</w:t>
      </w:r>
    </w:p>
    <w:p w:rsidR="00E76AB9" w:rsidRPr="009B44A9" w:rsidRDefault="00E76AB9" w:rsidP="007940B1">
      <w:pPr>
        <w:pStyle w:val="BodyText"/>
        <w:spacing w:before="60" w:line="292" w:lineRule="auto"/>
        <w:ind w:right="260" w:firstLine="180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Возвратные</w:t>
      </w:r>
      <w:r w:rsidRPr="009B44A9">
        <w:rPr>
          <w:lang w:val="fr-FR"/>
        </w:rPr>
        <w:t xml:space="preserve"> </w:t>
      </w:r>
      <w:r w:rsidRPr="009B44A9">
        <w:t>глаголы</w:t>
      </w:r>
      <w:r w:rsidRPr="009B44A9">
        <w:rPr>
          <w:lang w:val="fr-FR"/>
        </w:rPr>
        <w:t xml:space="preserve"> </w:t>
      </w:r>
      <w:r w:rsidRPr="009B44A9">
        <w:t>и</w:t>
      </w:r>
      <w:r w:rsidRPr="009B44A9">
        <w:rPr>
          <w:lang w:val="fr-FR"/>
        </w:rPr>
        <w:t xml:space="preserve"> </w:t>
      </w:r>
      <w:r w:rsidRPr="009B44A9">
        <w:t>местоимения</w:t>
      </w:r>
      <w:r w:rsidRPr="009B44A9">
        <w:rPr>
          <w:lang w:val="fr-FR"/>
        </w:rPr>
        <w:t>-</w:t>
      </w:r>
      <w:r w:rsidRPr="009B44A9">
        <w:t>дополнения</w:t>
      </w:r>
      <w:r w:rsidRPr="009B44A9">
        <w:rPr>
          <w:lang w:val="fr-FR"/>
        </w:rPr>
        <w:t xml:space="preserve"> (</w:t>
      </w:r>
      <w:r w:rsidRPr="009B44A9">
        <w:t>повторение</w:t>
      </w:r>
      <w:r w:rsidRPr="009B44A9">
        <w:rPr>
          <w:lang w:val="fr-FR"/>
        </w:rPr>
        <w:t>) (Révision des verbes pronominaux et</w:t>
      </w:r>
      <w:r w:rsidRPr="009B44A9">
        <w:rPr>
          <w:spacing w:val="-57"/>
          <w:lang w:val="fr-FR"/>
        </w:rPr>
        <w:t xml:space="preserve"> </w:t>
      </w:r>
      <w:r w:rsidRPr="009B44A9">
        <w:rPr>
          <w:lang w:val="fr-FR"/>
        </w:rPr>
        <w:t>des</w:t>
      </w:r>
      <w:r w:rsidRPr="009B44A9">
        <w:rPr>
          <w:spacing w:val="-1"/>
          <w:lang w:val="fr-FR"/>
        </w:rPr>
        <w:t xml:space="preserve"> </w:t>
      </w:r>
      <w:r w:rsidRPr="009B44A9">
        <w:rPr>
          <w:lang w:val="fr-FR"/>
        </w:rPr>
        <w:t>pronoms compléments).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—Употребление</w:t>
      </w:r>
      <w:r w:rsidRPr="009B44A9">
        <w:rPr>
          <w:spacing w:val="-3"/>
        </w:rPr>
        <w:t xml:space="preserve"> </w:t>
      </w:r>
      <w:r w:rsidRPr="009B44A9">
        <w:t>местоимений-наречий</w:t>
      </w:r>
      <w:r w:rsidRPr="009B44A9">
        <w:rPr>
          <w:spacing w:val="-2"/>
        </w:rPr>
        <w:t xml:space="preserve"> </w:t>
      </w:r>
      <w:r w:rsidRPr="009B44A9">
        <w:t>Y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EN.</w:t>
      </w:r>
      <w:r w:rsidRPr="009B44A9">
        <w:rPr>
          <w:spacing w:val="-2"/>
        </w:rPr>
        <w:t xml:space="preserve"> </w:t>
      </w:r>
      <w:r w:rsidRPr="009B44A9">
        <w:t>Место</w:t>
      </w:r>
      <w:r w:rsidRPr="009B44A9">
        <w:rPr>
          <w:spacing w:val="-2"/>
        </w:rPr>
        <w:t xml:space="preserve"> </w:t>
      </w:r>
      <w:r w:rsidRPr="009B44A9">
        <w:t>Y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EN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предложении.</w:t>
      </w:r>
    </w:p>
    <w:p w:rsidR="00E76AB9" w:rsidRPr="009B44A9" w:rsidRDefault="00E76AB9" w:rsidP="007940B1">
      <w:pPr>
        <w:pStyle w:val="BodyText"/>
        <w:spacing w:before="60" w:line="292" w:lineRule="auto"/>
        <w:ind w:right="590" w:firstLine="180"/>
        <w:jc w:val="both"/>
      </w:pPr>
      <w:r w:rsidRPr="009B44A9">
        <w:t>—Согласование времён изъявительного наклонения (повторение) (Révision de la concordance des</w:t>
      </w:r>
      <w:r w:rsidRPr="009B44A9">
        <w:rPr>
          <w:spacing w:val="-58"/>
        </w:rPr>
        <w:t xml:space="preserve"> </w:t>
      </w:r>
      <w:r w:rsidRPr="009B44A9">
        <w:t>temps).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—Согласование</w:t>
      </w:r>
      <w:r w:rsidRPr="009B44A9">
        <w:rPr>
          <w:spacing w:val="-5"/>
        </w:rPr>
        <w:t xml:space="preserve"> </w:t>
      </w:r>
      <w:r w:rsidRPr="009B44A9">
        <w:t>причастия</w:t>
      </w:r>
      <w:r w:rsidRPr="009B44A9">
        <w:rPr>
          <w:spacing w:val="-5"/>
        </w:rPr>
        <w:t xml:space="preserve"> </w:t>
      </w:r>
      <w:r w:rsidRPr="009B44A9">
        <w:t>прошедшего</w:t>
      </w:r>
      <w:r w:rsidRPr="009B44A9">
        <w:rPr>
          <w:spacing w:val="-4"/>
        </w:rPr>
        <w:t xml:space="preserve"> </w:t>
      </w:r>
      <w:r w:rsidRPr="009B44A9">
        <w:t>времени</w:t>
      </w:r>
      <w:r w:rsidRPr="009B44A9">
        <w:rPr>
          <w:spacing w:val="-4"/>
        </w:rPr>
        <w:t xml:space="preserve"> </w:t>
      </w:r>
      <w:r w:rsidRPr="009B44A9">
        <w:t>(Accord</w:t>
      </w:r>
      <w:r w:rsidRPr="009B44A9">
        <w:rPr>
          <w:spacing w:val="-4"/>
        </w:rPr>
        <w:t xml:space="preserve"> </w:t>
      </w:r>
      <w:r w:rsidRPr="009B44A9">
        <w:t>du</w:t>
      </w:r>
      <w:r w:rsidRPr="009B44A9">
        <w:rPr>
          <w:spacing w:val="-4"/>
        </w:rPr>
        <w:t xml:space="preserve"> </w:t>
      </w:r>
      <w:r w:rsidRPr="009B44A9">
        <w:t>participe</w:t>
      </w:r>
      <w:r w:rsidRPr="009B44A9">
        <w:rPr>
          <w:spacing w:val="-4"/>
        </w:rPr>
        <w:t xml:space="preserve"> </w:t>
      </w:r>
      <w:r w:rsidRPr="009B44A9">
        <w:t>passé).</w:t>
      </w:r>
    </w:p>
    <w:p w:rsidR="00E76AB9" w:rsidRPr="009B44A9" w:rsidRDefault="00E76AB9" w:rsidP="007940B1">
      <w:pPr>
        <w:spacing w:line="275" w:lineRule="exact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6"/>
        <w:ind w:left="286"/>
        <w:jc w:val="both"/>
      </w:pPr>
      <w:r w:rsidRPr="009B44A9">
        <w:t>—Инфинитивный</w:t>
      </w:r>
      <w:r w:rsidRPr="009B44A9">
        <w:rPr>
          <w:spacing w:val="-5"/>
        </w:rPr>
        <w:t xml:space="preserve"> </w:t>
      </w:r>
      <w:r w:rsidRPr="009B44A9">
        <w:t>оборот</w:t>
      </w:r>
      <w:r w:rsidRPr="009B44A9">
        <w:rPr>
          <w:spacing w:val="-6"/>
        </w:rPr>
        <w:t xml:space="preserve"> </w:t>
      </w:r>
      <w:r w:rsidRPr="009B44A9">
        <w:t>(Proposition</w:t>
      </w:r>
      <w:r w:rsidRPr="009B44A9">
        <w:rPr>
          <w:spacing w:val="-4"/>
        </w:rPr>
        <w:t xml:space="preserve"> </w:t>
      </w:r>
      <w:r w:rsidRPr="009B44A9">
        <w:t>infinitive).</w:t>
      </w:r>
    </w:p>
    <w:p w:rsidR="00E76AB9" w:rsidRPr="009B44A9" w:rsidRDefault="00E76AB9" w:rsidP="007940B1">
      <w:pPr>
        <w:pStyle w:val="BodyText"/>
        <w:spacing w:before="60"/>
        <w:ind w:left="286"/>
        <w:jc w:val="both"/>
        <w:rPr>
          <w:lang w:val="fr-FR"/>
        </w:rPr>
      </w:pPr>
      <w:r w:rsidRPr="009B44A9">
        <w:t>—Употребление</w:t>
      </w:r>
      <w:r w:rsidRPr="009B44A9">
        <w:rPr>
          <w:spacing w:val="-5"/>
        </w:rPr>
        <w:t xml:space="preserve"> </w:t>
      </w:r>
      <w:r w:rsidRPr="009B44A9">
        <w:t>предлогов.</w:t>
      </w:r>
      <w:r w:rsidRPr="009B44A9">
        <w:rPr>
          <w:spacing w:val="-5"/>
        </w:rPr>
        <w:t xml:space="preserve"> </w:t>
      </w:r>
      <w:r w:rsidRPr="009B44A9">
        <w:t>Повторение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(Révision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de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différentes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prépositions).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—Порядковые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количественные</w:t>
      </w:r>
      <w:r w:rsidRPr="009B44A9">
        <w:rPr>
          <w:spacing w:val="-4"/>
        </w:rPr>
        <w:t xml:space="preserve"> </w:t>
      </w:r>
      <w:r w:rsidRPr="009B44A9">
        <w:t>числительные</w:t>
      </w:r>
      <w:r w:rsidRPr="009B44A9">
        <w:rPr>
          <w:spacing w:val="-5"/>
        </w:rPr>
        <w:t xml:space="preserve"> </w:t>
      </w:r>
      <w:r w:rsidRPr="009B44A9">
        <w:t>(Numéraux</w:t>
      </w:r>
      <w:r w:rsidRPr="009B44A9">
        <w:rPr>
          <w:spacing w:val="-4"/>
        </w:rPr>
        <w:t xml:space="preserve"> </w:t>
      </w:r>
      <w:r w:rsidRPr="009B44A9">
        <w:t>cardinaux</w:t>
      </w:r>
      <w:r w:rsidRPr="009B44A9">
        <w:rPr>
          <w:spacing w:val="-4"/>
        </w:rPr>
        <w:t xml:space="preserve"> </w:t>
      </w:r>
      <w:r w:rsidRPr="009B44A9">
        <w:t>et</w:t>
      </w:r>
      <w:r w:rsidRPr="009B44A9">
        <w:rPr>
          <w:spacing w:val="-6"/>
        </w:rPr>
        <w:t xml:space="preserve"> </w:t>
      </w:r>
      <w:r w:rsidRPr="009B44A9">
        <w:t>ordinaux).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—Имена</w:t>
      </w:r>
      <w:r w:rsidRPr="009B44A9">
        <w:rPr>
          <w:spacing w:val="-4"/>
        </w:rPr>
        <w:t xml:space="preserve"> </w:t>
      </w:r>
      <w:r w:rsidRPr="009B44A9">
        <w:t>собственные</w:t>
      </w:r>
      <w:r w:rsidRPr="009B44A9">
        <w:rPr>
          <w:spacing w:val="-3"/>
        </w:rPr>
        <w:t xml:space="preserve"> </w:t>
      </w:r>
      <w:r w:rsidRPr="009B44A9">
        <w:t>во</w:t>
      </w:r>
      <w:r w:rsidRPr="009B44A9">
        <w:rPr>
          <w:spacing w:val="-3"/>
        </w:rPr>
        <w:t xml:space="preserve"> </w:t>
      </w:r>
      <w:r w:rsidRPr="009B44A9">
        <w:t>множественном</w:t>
      </w:r>
      <w:r w:rsidRPr="009B44A9">
        <w:rPr>
          <w:spacing w:val="-3"/>
        </w:rPr>
        <w:t xml:space="preserve"> </w:t>
      </w:r>
      <w:r w:rsidRPr="009B44A9">
        <w:t>числе</w:t>
      </w:r>
      <w:r w:rsidRPr="009B44A9">
        <w:rPr>
          <w:spacing w:val="-3"/>
        </w:rPr>
        <w:t xml:space="preserve"> </w:t>
      </w:r>
      <w:r w:rsidRPr="009B44A9">
        <w:t>(Noms</w:t>
      </w:r>
      <w:r w:rsidRPr="009B44A9">
        <w:rPr>
          <w:spacing w:val="-3"/>
        </w:rPr>
        <w:t xml:space="preserve"> </w:t>
      </w:r>
      <w:r w:rsidRPr="009B44A9">
        <w:t>propres</w:t>
      </w:r>
      <w:r w:rsidRPr="009B44A9">
        <w:rPr>
          <w:spacing w:val="-3"/>
        </w:rPr>
        <w:t xml:space="preserve"> </w:t>
      </w:r>
      <w:r w:rsidRPr="009B44A9">
        <w:t>(noms</w:t>
      </w:r>
      <w:r w:rsidRPr="009B44A9">
        <w:rPr>
          <w:spacing w:val="-3"/>
        </w:rPr>
        <w:t xml:space="preserve"> </w:t>
      </w:r>
      <w:r w:rsidRPr="009B44A9">
        <w:t>de</w:t>
      </w:r>
      <w:r w:rsidRPr="009B44A9">
        <w:rPr>
          <w:spacing w:val="-3"/>
        </w:rPr>
        <w:t xml:space="preserve"> </w:t>
      </w:r>
      <w:r w:rsidRPr="009B44A9">
        <w:t>personnes)</w:t>
      </w:r>
      <w:r w:rsidRPr="009B44A9">
        <w:rPr>
          <w:spacing w:val="-4"/>
        </w:rPr>
        <w:t xml:space="preserve"> </w:t>
      </w:r>
      <w:r w:rsidRPr="009B44A9">
        <w:t>au</w:t>
      </w:r>
      <w:r w:rsidRPr="009B44A9">
        <w:rPr>
          <w:spacing w:val="-3"/>
        </w:rPr>
        <w:t xml:space="preserve"> </w:t>
      </w:r>
      <w:r w:rsidRPr="009B44A9">
        <w:t>pluriel).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—Недавнее</w:t>
      </w:r>
      <w:r w:rsidRPr="009B44A9">
        <w:rPr>
          <w:spacing w:val="-5"/>
        </w:rPr>
        <w:t xml:space="preserve"> </w:t>
      </w:r>
      <w:r w:rsidRPr="009B44A9">
        <w:t>прошедшее</w:t>
      </w:r>
      <w:r w:rsidRPr="009B44A9">
        <w:rPr>
          <w:spacing w:val="-5"/>
        </w:rPr>
        <w:t xml:space="preserve"> </w:t>
      </w:r>
      <w:r w:rsidRPr="009B44A9">
        <w:t>время</w:t>
      </w:r>
      <w:r w:rsidRPr="009B44A9">
        <w:rPr>
          <w:spacing w:val="-6"/>
        </w:rPr>
        <w:t xml:space="preserve"> </w:t>
      </w:r>
      <w:r w:rsidRPr="009B44A9">
        <w:t>(Passé</w:t>
      </w:r>
      <w:r w:rsidRPr="009B44A9">
        <w:rPr>
          <w:spacing w:val="-5"/>
        </w:rPr>
        <w:t xml:space="preserve"> </w:t>
      </w:r>
      <w:r w:rsidRPr="009B44A9">
        <w:t>immédiat).</w:t>
      </w:r>
    </w:p>
    <w:p w:rsidR="00E76AB9" w:rsidRPr="009B44A9" w:rsidRDefault="00E76AB9" w:rsidP="007940B1">
      <w:pPr>
        <w:pStyle w:val="Heading1"/>
        <w:spacing w:before="180"/>
        <w:jc w:val="both"/>
      </w:pPr>
      <w:r w:rsidRPr="009B44A9">
        <w:t>СОЦИОКУЛЬТУРНЫЕ</w:t>
      </w:r>
      <w:r w:rsidRPr="009B44A9">
        <w:rPr>
          <w:spacing w:val="-7"/>
        </w:rPr>
        <w:t xml:space="preserve"> </w:t>
      </w:r>
      <w:r w:rsidRPr="009B44A9">
        <w:t>ЗНАНИЯ</w:t>
      </w:r>
      <w:r w:rsidRPr="009B44A9">
        <w:rPr>
          <w:spacing w:val="-7"/>
        </w:rPr>
        <w:t xml:space="preserve"> </w:t>
      </w:r>
      <w:r w:rsidRPr="009B44A9">
        <w:t>И</w:t>
      </w:r>
      <w:r w:rsidRPr="009B44A9">
        <w:rPr>
          <w:spacing w:val="-6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588" w:firstLine="180"/>
        <w:jc w:val="both"/>
      </w:pPr>
      <w:r w:rsidRPr="009B44A9">
        <w:t>Осуществление межличностного и межкультурного общения неотделимо от использования</w:t>
      </w:r>
      <w:r w:rsidRPr="009B44A9">
        <w:rPr>
          <w:spacing w:val="1"/>
        </w:rPr>
        <w:t xml:space="preserve"> </w:t>
      </w:r>
      <w:r w:rsidRPr="009B44A9">
        <w:t>сопоставления знаний о национально-культурных особенностях своей страны и страны/стран</w:t>
      </w:r>
      <w:r w:rsidRPr="009B44A9">
        <w:rPr>
          <w:spacing w:val="1"/>
        </w:rPr>
        <w:t xml:space="preserve"> </w:t>
      </w:r>
      <w:r w:rsidRPr="009B44A9">
        <w:t>изучаемого языка, основных социокультурных элементов речевого поведенческого этикета в</w:t>
      </w:r>
      <w:r w:rsidRPr="009B44A9">
        <w:rPr>
          <w:spacing w:val="1"/>
        </w:rPr>
        <w:t xml:space="preserve"> </w:t>
      </w:r>
      <w:r w:rsidRPr="009B44A9">
        <w:t>франкоязычной среде. Важным становится знание и использование в устной и письменной речи</w:t>
      </w:r>
      <w:r w:rsidRPr="009B44A9">
        <w:rPr>
          <w:spacing w:val="1"/>
        </w:rPr>
        <w:t xml:space="preserve"> </w:t>
      </w:r>
      <w:r w:rsidRPr="009B44A9">
        <w:t>наиболее употребительной тематической фоновой лексики и реалий в рамках отобранного</w:t>
      </w:r>
      <w:r w:rsidRPr="009B44A9">
        <w:rPr>
          <w:spacing w:val="1"/>
        </w:rPr>
        <w:t xml:space="preserve"> </w:t>
      </w:r>
      <w:r w:rsidRPr="009B44A9">
        <w:t>тематического содержания (основные национальные праздники, традиции, обычаи; традиции в</w:t>
      </w:r>
      <w:r w:rsidRPr="009B44A9">
        <w:rPr>
          <w:spacing w:val="1"/>
        </w:rPr>
        <w:t xml:space="preserve"> </w:t>
      </w:r>
      <w:r w:rsidRPr="009B44A9">
        <w:t>проведении досуга, посещение музеев, кинотеатров, архитектурных и исторических памятников и</w:t>
      </w:r>
      <w:r w:rsidRPr="009B44A9">
        <w:rPr>
          <w:spacing w:val="-58"/>
        </w:rPr>
        <w:t xml:space="preserve"> </w:t>
      </w:r>
      <w:r w:rsidRPr="009B44A9">
        <w:t>т.д.).</w:t>
      </w:r>
    </w:p>
    <w:p w:rsidR="00E76AB9" w:rsidRPr="009B44A9" w:rsidRDefault="00E76AB9" w:rsidP="007940B1">
      <w:pPr>
        <w:pStyle w:val="Heading1"/>
        <w:spacing w:line="271" w:lineRule="exact"/>
        <w:jc w:val="both"/>
      </w:pPr>
      <w:r w:rsidRPr="009B44A9">
        <w:t>Развитие</w:t>
      </w:r>
      <w:r w:rsidRPr="009B44A9">
        <w:rPr>
          <w:spacing w:val="-5"/>
        </w:rPr>
        <w:t xml:space="preserve"> </w:t>
      </w:r>
      <w:r w:rsidRPr="009B44A9">
        <w:t>умений: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9" w:line="292" w:lineRule="auto"/>
        <w:ind w:right="863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писать своё имя и фамилию, а также имена и фамилии своих родственников и друзей на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языке;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правильно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оформлять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свой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адрес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(в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анкете);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6" w:line="292" w:lineRule="auto"/>
        <w:ind w:right="480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правильно оформлять электронное сообщение личного характера в соответствии с нормами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неофициального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общения,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принятыми 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стране/странах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 языка;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7" w:line="292" w:lineRule="auto"/>
        <w:ind w:right="247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кратко представлять Россию и страну/страны изучаемого языка: культурные явления,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события, достопримечательности; кратко рассказывать о некоторых выдающихся людях родной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страны и страны/стран изучаемого языка (учёных, писателях, поэтах, художниках, композиторах,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музыкантах,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спортсменах и т. д.);</w:t>
      </w:r>
    </w:p>
    <w:p w:rsidR="00E76AB9" w:rsidRPr="009B44A9" w:rsidRDefault="00E76AB9" w:rsidP="007940B1">
      <w:pPr>
        <w:pStyle w:val="ListParagraph"/>
        <w:numPr>
          <w:ilvl w:val="0"/>
          <w:numId w:val="14"/>
        </w:numPr>
        <w:tabs>
          <w:tab w:val="left" w:pos="887"/>
        </w:tabs>
        <w:spacing w:before="166" w:line="292" w:lineRule="auto"/>
        <w:ind w:right="920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оказывать помощь зарубежным гостям в ситуациях повседневного общения (объяснить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местонахождение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объекта,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сообщить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возможный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маршрут,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уточнить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часы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работы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т.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д.).</w:t>
      </w:r>
    </w:p>
    <w:p w:rsidR="00E76AB9" w:rsidRPr="009B44A9" w:rsidRDefault="00E76AB9" w:rsidP="007940B1">
      <w:pPr>
        <w:pStyle w:val="Heading1"/>
        <w:spacing w:before="107"/>
        <w:jc w:val="both"/>
      </w:pPr>
      <w:r w:rsidRPr="009B44A9">
        <w:t>КОМПЕНСАТОРНЫЕ</w:t>
      </w:r>
      <w:r w:rsidRPr="009B44A9">
        <w:rPr>
          <w:spacing w:val="-9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BodyText"/>
        <w:spacing w:before="60" w:line="292" w:lineRule="auto"/>
        <w:ind w:right="255" w:firstLine="180"/>
        <w:jc w:val="both"/>
      </w:pPr>
      <w:r w:rsidRPr="009B44A9">
        <w:t>Использование при чтении и аудировании языковой, в том числе контекстуальной, догадки;</w:t>
      </w:r>
      <w:r w:rsidRPr="009B44A9">
        <w:rPr>
          <w:spacing w:val="1"/>
        </w:rPr>
        <w:t xml:space="preserve"> </w:t>
      </w:r>
      <w:r w:rsidRPr="009B44A9">
        <w:t>использование при говорении и письме перифраза/толкования, синонимических средства, описания</w:t>
      </w:r>
      <w:r w:rsidRPr="009B44A9">
        <w:rPr>
          <w:spacing w:val="1"/>
        </w:rPr>
        <w:t xml:space="preserve"> </w:t>
      </w:r>
      <w:r w:rsidRPr="009B44A9">
        <w:t>предмета вместо его названия; при непосредственном общении догадываться о значении незнакомых</w:t>
      </w:r>
      <w:r w:rsidRPr="009B44A9">
        <w:rPr>
          <w:spacing w:val="-57"/>
        </w:rPr>
        <w:t xml:space="preserve"> </w:t>
      </w:r>
      <w:r w:rsidRPr="009B44A9">
        <w:t>слов с помощью используемых собеседником жестов и мимики; переспрашивать, просить повторить,</w:t>
      </w:r>
      <w:r w:rsidRPr="009B44A9">
        <w:rPr>
          <w:spacing w:val="-58"/>
        </w:rPr>
        <w:t xml:space="preserve"> </w:t>
      </w:r>
      <w:r w:rsidRPr="009B44A9">
        <w:t>уточняя</w:t>
      </w:r>
      <w:r w:rsidRPr="009B44A9">
        <w:rPr>
          <w:spacing w:val="-2"/>
        </w:rPr>
        <w:t xml:space="preserve"> </w:t>
      </w:r>
      <w:r w:rsidRPr="009B44A9">
        <w:t>значение незнакомых слов.</w:t>
      </w:r>
    </w:p>
    <w:p w:rsidR="00E76AB9" w:rsidRPr="009B44A9" w:rsidRDefault="00E76AB9" w:rsidP="007940B1">
      <w:pPr>
        <w:pStyle w:val="BodyText"/>
        <w:spacing w:line="292" w:lineRule="auto"/>
        <w:ind w:right="788" w:firstLine="180"/>
        <w:jc w:val="both"/>
      </w:pPr>
      <w:r w:rsidRPr="009B44A9">
        <w:t>Использование в качестве опоры при порождении собственных высказываний ключевых слов,</w:t>
      </w:r>
      <w:r w:rsidRPr="009B44A9">
        <w:rPr>
          <w:spacing w:val="-58"/>
        </w:rPr>
        <w:t xml:space="preserve"> </w:t>
      </w:r>
      <w:r w:rsidRPr="009B44A9">
        <w:t>плана.</w:t>
      </w:r>
    </w:p>
    <w:p w:rsidR="00E76AB9" w:rsidRPr="009B44A9" w:rsidRDefault="00E76AB9" w:rsidP="007940B1">
      <w:pPr>
        <w:pStyle w:val="BodyText"/>
        <w:spacing w:line="292" w:lineRule="auto"/>
        <w:ind w:right="460" w:firstLine="180"/>
        <w:jc w:val="both"/>
      </w:pPr>
      <w:r w:rsidRPr="009B44A9">
        <w:t>Игнорирование информации, не являющейся необходимой для понимания основного содержания</w:t>
      </w:r>
      <w:r w:rsidRPr="009B44A9">
        <w:rPr>
          <w:spacing w:val="-57"/>
        </w:rPr>
        <w:t xml:space="preserve"> </w:t>
      </w:r>
      <w:r w:rsidRPr="009B44A9">
        <w:t>прочитанного/прослушанного</w:t>
      </w:r>
      <w:r w:rsidRPr="009B44A9">
        <w:rPr>
          <w:spacing w:val="-3"/>
        </w:rPr>
        <w:t xml:space="preserve"> </w:t>
      </w:r>
      <w:r w:rsidRPr="009B44A9">
        <w:t>текста</w:t>
      </w:r>
      <w:r w:rsidRPr="009B44A9">
        <w:rPr>
          <w:spacing w:val="-2"/>
        </w:rPr>
        <w:t xml:space="preserve"> </w:t>
      </w:r>
      <w:r w:rsidRPr="009B44A9">
        <w:t>или</w:t>
      </w:r>
      <w:r w:rsidRPr="009B44A9">
        <w:rPr>
          <w:spacing w:val="-3"/>
        </w:rPr>
        <w:t xml:space="preserve"> </w:t>
      </w:r>
      <w:r w:rsidRPr="009B44A9">
        <w:t>для</w:t>
      </w:r>
      <w:r w:rsidRPr="009B44A9">
        <w:rPr>
          <w:spacing w:val="-3"/>
        </w:rPr>
        <w:t xml:space="preserve"> </w:t>
      </w:r>
      <w:r w:rsidRPr="009B44A9">
        <w:t>нахождения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тексте</w:t>
      </w:r>
      <w:r w:rsidRPr="009B44A9">
        <w:rPr>
          <w:spacing w:val="-2"/>
        </w:rPr>
        <w:t xml:space="preserve"> </w:t>
      </w:r>
      <w:r w:rsidRPr="009B44A9">
        <w:t>запрашиваемой</w:t>
      </w:r>
      <w:r w:rsidRPr="009B44A9">
        <w:rPr>
          <w:spacing w:val="-2"/>
        </w:rPr>
        <w:t xml:space="preserve"> </w:t>
      </w:r>
      <w:r w:rsidRPr="009B44A9">
        <w:t>информации.</w:t>
      </w:r>
    </w:p>
    <w:p w:rsidR="00E76AB9" w:rsidRPr="009B44A9" w:rsidRDefault="00E76AB9" w:rsidP="007940B1">
      <w:pPr>
        <w:pStyle w:val="BodyText"/>
        <w:spacing w:line="292" w:lineRule="auto"/>
        <w:ind w:right="430" w:firstLine="180"/>
        <w:jc w:val="both"/>
      </w:pPr>
      <w:r w:rsidRPr="009B44A9">
        <w:t>Сравнение (в том числе установление основания для сравнения) объектов, явлений, процессов, их</w:t>
      </w:r>
      <w:r w:rsidRPr="009B44A9">
        <w:rPr>
          <w:spacing w:val="-58"/>
        </w:rPr>
        <w:t xml:space="preserve"> </w:t>
      </w:r>
      <w:r w:rsidRPr="009B44A9">
        <w:t>элементов</w:t>
      </w:r>
      <w:r w:rsidRPr="009B44A9">
        <w:rPr>
          <w:spacing w:val="-2"/>
        </w:rPr>
        <w:t xml:space="preserve"> </w:t>
      </w:r>
      <w:r w:rsidRPr="009B44A9">
        <w:t>и  основных</w:t>
      </w:r>
      <w:r w:rsidRPr="009B44A9">
        <w:rPr>
          <w:spacing w:val="-1"/>
        </w:rPr>
        <w:t xml:space="preserve"> </w:t>
      </w:r>
      <w:r w:rsidRPr="009B44A9">
        <w:t>функций в</w:t>
      </w:r>
      <w:r w:rsidRPr="009B44A9">
        <w:rPr>
          <w:spacing w:val="-1"/>
        </w:rPr>
        <w:t xml:space="preserve"> </w:t>
      </w:r>
      <w:r w:rsidRPr="009B44A9">
        <w:t>рамках изученной</w:t>
      </w:r>
      <w:r w:rsidRPr="009B44A9">
        <w:rPr>
          <w:spacing w:val="-1"/>
        </w:rPr>
        <w:t xml:space="preserve"> </w:t>
      </w:r>
      <w:r w:rsidRPr="009B44A9">
        <w:t>тематики.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357D4" w:rsidRDefault="00E76AB9" w:rsidP="009357D4">
      <w:pPr>
        <w:spacing w:line="264" w:lineRule="auto"/>
        <w:ind w:left="120"/>
        <w:jc w:val="both"/>
        <w:rPr>
          <w:sz w:val="24"/>
          <w:szCs w:val="24"/>
        </w:rPr>
      </w:pPr>
      <w:r w:rsidRPr="009357D4">
        <w:rPr>
          <w:b/>
          <w:color w:val="000000"/>
          <w:sz w:val="24"/>
          <w:szCs w:val="24"/>
        </w:rPr>
        <w:t>ПЛАНИРУЕМЫЕ РЕЗУЛЬТАТЫ ОСВОЕНИЯ П</w:t>
      </w:r>
      <w:r>
        <w:rPr>
          <w:b/>
          <w:color w:val="000000"/>
          <w:sz w:val="24"/>
          <w:szCs w:val="24"/>
        </w:rPr>
        <w:t>РОГРАММЫ ПО ИНОСТРАННОМУ (ФРАНЦУЗ</w:t>
      </w:r>
      <w:r w:rsidRPr="009357D4">
        <w:rPr>
          <w:b/>
          <w:color w:val="000000"/>
          <w:sz w:val="24"/>
          <w:szCs w:val="24"/>
        </w:rPr>
        <w:t>СКОМУ</w:t>
      </w:r>
      <w:r>
        <w:rPr>
          <w:b/>
          <w:color w:val="000000"/>
          <w:sz w:val="24"/>
          <w:szCs w:val="24"/>
        </w:rPr>
        <w:t>, ВТОРОМУ ИНОСТРАННОМУ</w:t>
      </w:r>
      <w:r w:rsidRPr="009357D4">
        <w:rPr>
          <w:b/>
          <w:color w:val="000000"/>
          <w:sz w:val="24"/>
          <w:szCs w:val="24"/>
        </w:rPr>
        <w:t>) ЯЗЫКУ НА УРОВНЕ ОСНОВНОГО ОБЩЕГО ОБРАЗОВАНИЯ</w:t>
      </w:r>
    </w:p>
    <w:p w:rsidR="00E76AB9" w:rsidRPr="009357D4" w:rsidRDefault="00E76AB9" w:rsidP="009357D4">
      <w:pPr>
        <w:pStyle w:val="Heading1"/>
        <w:spacing w:before="66"/>
        <w:ind w:left="0"/>
        <w:jc w:val="both"/>
      </w:pPr>
      <w:r>
        <w:rPr>
          <w:noProof/>
          <w:lang w:eastAsia="ru-RU"/>
        </w:rPr>
        <w:pict>
          <v:rect id="_x0000_s1027" style="position:absolute;left:0;text-align:left;margin-left:33.3pt;margin-top:22.9pt;width:528.15pt;height:.6pt;z-index:-251656704;mso-wrap-distance-left:0;mso-wrap-distance-right:0;mso-position-horizontal-relative:page" fillcolor="black" stroked="f">
            <w10:wrap type="topAndBottom" anchorx="page"/>
          </v:rect>
        </w:pict>
      </w:r>
    </w:p>
    <w:p w:rsidR="00E76AB9" w:rsidRPr="009B44A9" w:rsidRDefault="00E76AB9" w:rsidP="007940B1">
      <w:pPr>
        <w:pStyle w:val="Heading1"/>
        <w:spacing w:before="190"/>
        <w:ind w:left="106"/>
        <w:jc w:val="both"/>
      </w:pPr>
      <w:r w:rsidRPr="009B44A9">
        <w:t>ЛИЧНОСТНЫЕ</w:t>
      </w:r>
      <w:r w:rsidRPr="009B44A9">
        <w:rPr>
          <w:spacing w:val="-9"/>
        </w:rPr>
        <w:t xml:space="preserve"> </w:t>
      </w:r>
      <w:r w:rsidRPr="009B44A9">
        <w:t>РЕЗУЛЬТАТЫ</w:t>
      </w:r>
    </w:p>
    <w:p w:rsidR="00E76AB9" w:rsidRPr="009B44A9" w:rsidRDefault="00E76AB9" w:rsidP="007940B1">
      <w:pPr>
        <w:pStyle w:val="BodyText"/>
        <w:spacing w:before="156" w:line="292" w:lineRule="auto"/>
        <w:ind w:right="692" w:firstLine="180"/>
        <w:jc w:val="both"/>
      </w:pPr>
      <w:r w:rsidRPr="009B44A9">
        <w:t>Личностные результаты освоения программы основного общего образования достигаются в</w:t>
      </w:r>
      <w:r w:rsidRPr="009B44A9">
        <w:rPr>
          <w:spacing w:val="1"/>
        </w:rPr>
        <w:t xml:space="preserve"> </w:t>
      </w:r>
      <w:r w:rsidRPr="009B44A9">
        <w:t>единстве учебной и воспитательной деятельности Организации в соответствии с традиционными</w:t>
      </w:r>
      <w:r w:rsidRPr="009B44A9">
        <w:rPr>
          <w:spacing w:val="-58"/>
        </w:rPr>
        <w:t xml:space="preserve"> </w:t>
      </w:r>
      <w:r w:rsidRPr="009B44A9">
        <w:t>российскими социокультурными и духовно-нравственными ценностями, принятыми в обществе</w:t>
      </w:r>
      <w:r w:rsidRPr="009B44A9">
        <w:rPr>
          <w:spacing w:val="1"/>
        </w:rPr>
        <w:t xml:space="preserve"> </w:t>
      </w:r>
      <w:r w:rsidRPr="009B44A9">
        <w:t>правилами и нормами поведения, и способствуют процессам самопознания, самовоспитания и</w:t>
      </w:r>
      <w:r w:rsidRPr="009B44A9">
        <w:rPr>
          <w:spacing w:val="1"/>
        </w:rPr>
        <w:t xml:space="preserve"> </w:t>
      </w:r>
      <w:r w:rsidRPr="009B44A9">
        <w:t>саморазвития,</w:t>
      </w:r>
      <w:r w:rsidRPr="009B44A9">
        <w:rPr>
          <w:spacing w:val="-1"/>
        </w:rPr>
        <w:t xml:space="preserve"> </w:t>
      </w:r>
      <w:r w:rsidRPr="009B44A9">
        <w:t>формирования</w:t>
      </w:r>
      <w:r w:rsidRPr="009B44A9">
        <w:rPr>
          <w:spacing w:val="-1"/>
        </w:rPr>
        <w:t xml:space="preserve"> </w:t>
      </w:r>
      <w:r w:rsidRPr="009B44A9">
        <w:t>внутренней позиции</w:t>
      </w:r>
      <w:r w:rsidRPr="009B44A9">
        <w:rPr>
          <w:spacing w:val="-1"/>
        </w:rPr>
        <w:t xml:space="preserve"> </w:t>
      </w:r>
      <w:r w:rsidRPr="009B44A9">
        <w:t>личности.</w:t>
      </w:r>
    </w:p>
    <w:p w:rsidR="00E76AB9" w:rsidRPr="009B44A9" w:rsidRDefault="00E76AB9" w:rsidP="007940B1">
      <w:pPr>
        <w:pStyle w:val="BodyText"/>
        <w:spacing w:line="292" w:lineRule="auto"/>
        <w:ind w:right="480" w:firstLine="180"/>
        <w:jc w:val="both"/>
      </w:pPr>
      <w:r w:rsidRPr="009B44A9">
        <w:rPr>
          <w:b/>
        </w:rPr>
        <w:t xml:space="preserve">Личностные результаты </w:t>
      </w:r>
      <w:r w:rsidRPr="009B44A9">
        <w:t>освоения программы основного общего образования должны отражать</w:t>
      </w:r>
      <w:r w:rsidRPr="009B44A9">
        <w:rPr>
          <w:spacing w:val="-57"/>
        </w:rPr>
        <w:t xml:space="preserve"> </w:t>
      </w:r>
      <w:r w:rsidRPr="009B44A9">
        <w:t>готовность обучающихся руководствоваться системой позитивных ценностных ориентаций и</w:t>
      </w:r>
      <w:r w:rsidRPr="009B44A9">
        <w:rPr>
          <w:spacing w:val="1"/>
        </w:rPr>
        <w:t xml:space="preserve"> </w:t>
      </w:r>
      <w:r w:rsidRPr="009B44A9">
        <w:t>расширение опыта деятельности на ее основе и в процессе реализации основных направлений</w:t>
      </w:r>
      <w:r w:rsidRPr="009B44A9">
        <w:rPr>
          <w:spacing w:val="1"/>
        </w:rPr>
        <w:t xml:space="preserve"> </w:t>
      </w:r>
      <w:r w:rsidRPr="009B44A9">
        <w:t>воспитательной</w:t>
      </w:r>
      <w:r w:rsidRPr="009B44A9">
        <w:rPr>
          <w:spacing w:val="-1"/>
        </w:rPr>
        <w:t xml:space="preserve"> </w:t>
      </w:r>
      <w:r w:rsidRPr="009B44A9">
        <w:t>деятельности, в</w:t>
      </w:r>
      <w:r w:rsidRPr="009B44A9">
        <w:rPr>
          <w:spacing w:val="-1"/>
        </w:rPr>
        <w:t xml:space="preserve"> </w:t>
      </w:r>
      <w:r w:rsidRPr="009B44A9">
        <w:t>том</w:t>
      </w:r>
      <w:r w:rsidRPr="009B44A9">
        <w:rPr>
          <w:spacing w:val="-1"/>
        </w:rPr>
        <w:t xml:space="preserve"> </w:t>
      </w:r>
      <w:r w:rsidRPr="009B44A9">
        <w:t>числе в</w:t>
      </w:r>
      <w:r w:rsidRPr="009B44A9">
        <w:rPr>
          <w:spacing w:val="-1"/>
        </w:rPr>
        <w:t xml:space="preserve"> </w:t>
      </w:r>
      <w:r w:rsidRPr="009B44A9">
        <w:t>части:</w:t>
      </w:r>
    </w:p>
    <w:p w:rsidR="00E76AB9" w:rsidRPr="009B44A9" w:rsidRDefault="00E76AB9" w:rsidP="007940B1">
      <w:pPr>
        <w:pStyle w:val="Heading2"/>
        <w:spacing w:line="274" w:lineRule="exact"/>
        <w:jc w:val="both"/>
        <w:rPr>
          <w:i w:val="0"/>
        </w:rPr>
      </w:pPr>
      <w:r w:rsidRPr="009B44A9">
        <w:t>Гражданского</w:t>
      </w:r>
      <w:r w:rsidRPr="009B44A9">
        <w:rPr>
          <w:spacing w:val="-4"/>
        </w:rPr>
        <w:t xml:space="preserve"> </w:t>
      </w:r>
      <w:r w:rsidRPr="009B44A9">
        <w:t>воспитания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BodyText"/>
        <w:spacing w:before="57" w:line="292" w:lineRule="auto"/>
        <w:ind w:right="163" w:firstLine="180"/>
        <w:jc w:val="both"/>
      </w:pPr>
      <w:r w:rsidRPr="009B44A9">
        <w:t>готовность к выполнению обязанностей гражданина и реализации его прав, уважение прав, свобод и</w:t>
      </w:r>
      <w:r w:rsidRPr="009B44A9">
        <w:rPr>
          <w:spacing w:val="-57"/>
        </w:rPr>
        <w:t xml:space="preserve"> </w:t>
      </w:r>
      <w:r w:rsidRPr="009B44A9">
        <w:t>законных</w:t>
      </w:r>
      <w:r w:rsidRPr="009B44A9">
        <w:rPr>
          <w:spacing w:val="-1"/>
        </w:rPr>
        <w:t xml:space="preserve"> </w:t>
      </w:r>
      <w:r w:rsidRPr="009B44A9">
        <w:t>интересов</w:t>
      </w:r>
      <w:r w:rsidRPr="009B44A9">
        <w:rPr>
          <w:spacing w:val="-1"/>
        </w:rPr>
        <w:t xml:space="preserve"> </w:t>
      </w:r>
      <w:r w:rsidRPr="009B44A9">
        <w:t>других людей;</w:t>
      </w:r>
    </w:p>
    <w:p w:rsidR="00E76AB9" w:rsidRPr="009B44A9" w:rsidRDefault="00E76AB9" w:rsidP="007940B1">
      <w:pPr>
        <w:pStyle w:val="BodyText"/>
        <w:spacing w:line="292" w:lineRule="auto"/>
        <w:ind w:right="173" w:firstLine="180"/>
        <w:jc w:val="both"/>
      </w:pPr>
      <w:r w:rsidRPr="009B44A9">
        <w:t>активное участие в жизни семьи, образовательной организации, местного сообщества, родного края,</w:t>
      </w:r>
      <w:r w:rsidRPr="009B44A9">
        <w:rPr>
          <w:spacing w:val="-58"/>
        </w:rPr>
        <w:t xml:space="preserve"> </w:t>
      </w:r>
      <w:r w:rsidRPr="009B44A9">
        <w:t>страны;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неприятие</w:t>
      </w:r>
      <w:r w:rsidRPr="009B44A9">
        <w:rPr>
          <w:spacing w:val="-4"/>
        </w:rPr>
        <w:t xml:space="preserve"> </w:t>
      </w:r>
      <w:r w:rsidRPr="009B44A9">
        <w:t>любых</w:t>
      </w:r>
      <w:r w:rsidRPr="009B44A9">
        <w:rPr>
          <w:spacing w:val="-3"/>
        </w:rPr>
        <w:t xml:space="preserve"> </w:t>
      </w:r>
      <w:r w:rsidRPr="009B44A9">
        <w:t>форм</w:t>
      </w:r>
      <w:r w:rsidRPr="009B44A9">
        <w:rPr>
          <w:spacing w:val="-4"/>
        </w:rPr>
        <w:t xml:space="preserve"> </w:t>
      </w:r>
      <w:r w:rsidRPr="009B44A9">
        <w:t>экстремизма,</w:t>
      </w:r>
      <w:r w:rsidRPr="009B44A9">
        <w:rPr>
          <w:spacing w:val="-3"/>
        </w:rPr>
        <w:t xml:space="preserve"> </w:t>
      </w:r>
      <w:r w:rsidRPr="009B44A9">
        <w:t>дискриминации;</w:t>
      </w:r>
    </w:p>
    <w:p w:rsidR="00E76AB9" w:rsidRPr="009B44A9" w:rsidRDefault="00E76AB9" w:rsidP="007940B1">
      <w:pPr>
        <w:pStyle w:val="BodyText"/>
        <w:spacing w:before="59"/>
        <w:ind w:left="286"/>
        <w:jc w:val="both"/>
      </w:pPr>
      <w:r w:rsidRPr="009B44A9">
        <w:t>понимание</w:t>
      </w:r>
      <w:r w:rsidRPr="009B44A9">
        <w:rPr>
          <w:spacing w:val="-3"/>
        </w:rPr>
        <w:t xml:space="preserve"> </w:t>
      </w:r>
      <w:r w:rsidRPr="009B44A9">
        <w:t>роли</w:t>
      </w:r>
      <w:r w:rsidRPr="009B44A9">
        <w:rPr>
          <w:spacing w:val="-3"/>
        </w:rPr>
        <w:t xml:space="preserve"> </w:t>
      </w:r>
      <w:r w:rsidRPr="009B44A9">
        <w:t>различных</w:t>
      </w:r>
      <w:r w:rsidRPr="009B44A9">
        <w:rPr>
          <w:spacing w:val="-3"/>
        </w:rPr>
        <w:t xml:space="preserve"> </w:t>
      </w:r>
      <w:r w:rsidRPr="009B44A9">
        <w:t>социальных</w:t>
      </w:r>
      <w:r w:rsidRPr="009B44A9">
        <w:rPr>
          <w:spacing w:val="-3"/>
        </w:rPr>
        <w:t xml:space="preserve"> </w:t>
      </w:r>
      <w:r w:rsidRPr="009B44A9">
        <w:t>институтов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жизни</w:t>
      </w:r>
      <w:r w:rsidRPr="009B44A9">
        <w:rPr>
          <w:spacing w:val="-3"/>
        </w:rPr>
        <w:t xml:space="preserve"> </w:t>
      </w:r>
      <w:r w:rsidRPr="009B44A9">
        <w:t>человека;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представление об основных правах, свободах и</w:t>
      </w:r>
      <w:r w:rsidRPr="009B44A9">
        <w:rPr>
          <w:spacing w:val="1"/>
        </w:rPr>
        <w:t xml:space="preserve"> </w:t>
      </w:r>
      <w:r w:rsidRPr="009B44A9">
        <w:t>обязанностях гражданина, социальных нормах и</w:t>
      </w:r>
      <w:r w:rsidRPr="009B44A9">
        <w:rPr>
          <w:spacing w:val="-57"/>
        </w:rPr>
        <w:t xml:space="preserve"> </w:t>
      </w:r>
      <w:r w:rsidRPr="009B44A9">
        <w:t>правилах</w:t>
      </w:r>
      <w:r w:rsidRPr="009B44A9">
        <w:rPr>
          <w:spacing w:val="-3"/>
        </w:rPr>
        <w:t xml:space="preserve"> </w:t>
      </w:r>
      <w:r w:rsidRPr="009B44A9">
        <w:t>межличностных</w:t>
      </w:r>
      <w:r w:rsidRPr="009B44A9">
        <w:rPr>
          <w:spacing w:val="-2"/>
        </w:rPr>
        <w:t xml:space="preserve"> </w:t>
      </w:r>
      <w:r w:rsidRPr="009B44A9">
        <w:t>отношений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поликультурном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многоконфессиональном</w:t>
      </w:r>
      <w:r w:rsidRPr="009B44A9">
        <w:rPr>
          <w:spacing w:val="-2"/>
        </w:rPr>
        <w:t xml:space="preserve"> </w:t>
      </w:r>
      <w:r w:rsidRPr="009B44A9">
        <w:t>обществе;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представление</w:t>
      </w:r>
      <w:r w:rsidRPr="009B44A9">
        <w:rPr>
          <w:spacing w:val="-4"/>
        </w:rPr>
        <w:t xml:space="preserve"> </w:t>
      </w:r>
      <w:r w:rsidRPr="009B44A9">
        <w:t>о</w:t>
      </w:r>
      <w:r w:rsidRPr="009B44A9">
        <w:rPr>
          <w:spacing w:val="-4"/>
        </w:rPr>
        <w:t xml:space="preserve"> </w:t>
      </w:r>
      <w:r w:rsidRPr="009B44A9">
        <w:t>способах</w:t>
      </w:r>
      <w:r w:rsidRPr="009B44A9">
        <w:rPr>
          <w:spacing w:val="-4"/>
        </w:rPr>
        <w:t xml:space="preserve"> </w:t>
      </w:r>
      <w:r w:rsidRPr="009B44A9">
        <w:t>противодействия</w:t>
      </w:r>
      <w:r w:rsidRPr="009B44A9">
        <w:rPr>
          <w:spacing w:val="-4"/>
        </w:rPr>
        <w:t xml:space="preserve"> </w:t>
      </w:r>
      <w:r w:rsidRPr="009B44A9">
        <w:t>коррупции;</w:t>
      </w:r>
    </w:p>
    <w:p w:rsidR="00E76AB9" w:rsidRPr="009B44A9" w:rsidRDefault="00E76AB9" w:rsidP="007940B1">
      <w:pPr>
        <w:pStyle w:val="BodyText"/>
        <w:spacing w:before="60" w:line="292" w:lineRule="auto"/>
        <w:ind w:right="1327" w:firstLine="180"/>
        <w:jc w:val="both"/>
      </w:pPr>
      <w:r w:rsidRPr="009B44A9">
        <w:t>готовность к разнообразной совместной деятельности, стремление к взаимопониманию и</w:t>
      </w:r>
      <w:r w:rsidRPr="009B44A9">
        <w:rPr>
          <w:spacing w:val="-58"/>
        </w:rPr>
        <w:t xml:space="preserve"> </w:t>
      </w:r>
      <w:r w:rsidRPr="009B44A9">
        <w:t>взаимопомощи,</w:t>
      </w:r>
      <w:r w:rsidRPr="009B44A9">
        <w:rPr>
          <w:spacing w:val="-1"/>
        </w:rPr>
        <w:t xml:space="preserve"> </w:t>
      </w:r>
      <w:r w:rsidRPr="009B44A9">
        <w:t>активное участие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школьном</w:t>
      </w:r>
      <w:r w:rsidRPr="009B44A9">
        <w:rPr>
          <w:spacing w:val="-1"/>
        </w:rPr>
        <w:t xml:space="preserve"> </w:t>
      </w:r>
      <w:r w:rsidRPr="009B44A9">
        <w:t>самоуправлении;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t>готовность</w:t>
      </w:r>
      <w:r w:rsidRPr="009B44A9">
        <w:rPr>
          <w:spacing w:val="-5"/>
        </w:rPr>
        <w:t xml:space="preserve"> </w:t>
      </w:r>
      <w:r w:rsidRPr="009B44A9">
        <w:t>к</w:t>
      </w:r>
      <w:r w:rsidRPr="009B44A9">
        <w:rPr>
          <w:spacing w:val="-5"/>
        </w:rPr>
        <w:t xml:space="preserve"> </w:t>
      </w:r>
      <w:r w:rsidRPr="009B44A9">
        <w:t>участию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гуманитарной</w:t>
      </w:r>
      <w:r w:rsidRPr="009B44A9">
        <w:rPr>
          <w:spacing w:val="-4"/>
        </w:rPr>
        <w:t xml:space="preserve"> </w:t>
      </w:r>
      <w:r w:rsidRPr="009B44A9">
        <w:t>деятельности</w:t>
      </w:r>
      <w:r w:rsidRPr="009B44A9">
        <w:rPr>
          <w:spacing w:val="-3"/>
        </w:rPr>
        <w:t xml:space="preserve"> </w:t>
      </w:r>
      <w:r w:rsidRPr="009B44A9">
        <w:t>(волонтёрство,</w:t>
      </w:r>
      <w:r w:rsidRPr="009B44A9">
        <w:rPr>
          <w:spacing w:val="-4"/>
        </w:rPr>
        <w:t xml:space="preserve"> </w:t>
      </w:r>
      <w:r w:rsidRPr="009B44A9">
        <w:t>помощь</w:t>
      </w:r>
      <w:r w:rsidRPr="009B44A9">
        <w:rPr>
          <w:spacing w:val="-4"/>
        </w:rPr>
        <w:t xml:space="preserve"> </w:t>
      </w:r>
      <w:r w:rsidRPr="009B44A9">
        <w:t>людям,</w:t>
      </w:r>
      <w:r w:rsidRPr="009B44A9">
        <w:rPr>
          <w:spacing w:val="-4"/>
        </w:rPr>
        <w:t xml:space="preserve"> </w:t>
      </w:r>
      <w:r w:rsidRPr="009B44A9">
        <w:t>нуждающимся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57"/>
        </w:rPr>
        <w:t xml:space="preserve"> </w:t>
      </w:r>
      <w:r w:rsidRPr="009B44A9">
        <w:t>ней).</w:t>
      </w:r>
    </w:p>
    <w:p w:rsidR="00E76AB9" w:rsidRPr="009B44A9" w:rsidRDefault="00E76AB9" w:rsidP="007940B1">
      <w:pPr>
        <w:pStyle w:val="Heading2"/>
        <w:spacing w:line="275" w:lineRule="exact"/>
        <w:jc w:val="both"/>
        <w:rPr>
          <w:i w:val="0"/>
        </w:rPr>
      </w:pPr>
      <w:r w:rsidRPr="009B44A9">
        <w:t>Патриотического</w:t>
      </w:r>
      <w:r w:rsidRPr="009B44A9">
        <w:rPr>
          <w:spacing w:val="-6"/>
        </w:rPr>
        <w:t xml:space="preserve"> </w:t>
      </w:r>
      <w:r w:rsidRPr="009B44A9">
        <w:t>воспитания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BodyText"/>
        <w:spacing w:before="59" w:line="292" w:lineRule="auto"/>
        <w:ind w:right="604" w:firstLine="180"/>
        <w:jc w:val="both"/>
      </w:pPr>
      <w:r w:rsidRPr="009B44A9">
        <w:t>осознание российской гражданской идентичности в поликультурном и многоконфессиональном</w:t>
      </w:r>
      <w:r w:rsidRPr="009B44A9">
        <w:rPr>
          <w:spacing w:val="-58"/>
        </w:rPr>
        <w:t xml:space="preserve"> </w:t>
      </w:r>
      <w:r w:rsidRPr="009B44A9">
        <w:t>обществе, проявление интереса к познанию родного языка, истории, культуры Российской</w:t>
      </w:r>
      <w:r w:rsidRPr="009B44A9">
        <w:rPr>
          <w:spacing w:val="1"/>
        </w:rPr>
        <w:t xml:space="preserve"> </w:t>
      </w:r>
      <w:r w:rsidRPr="009B44A9">
        <w:t>Федерации,</w:t>
      </w:r>
      <w:r w:rsidRPr="009B44A9">
        <w:rPr>
          <w:spacing w:val="-1"/>
        </w:rPr>
        <w:t xml:space="preserve"> </w:t>
      </w:r>
      <w:r w:rsidRPr="009B44A9">
        <w:t>своего края, народов</w:t>
      </w:r>
      <w:r w:rsidRPr="009B44A9">
        <w:rPr>
          <w:spacing w:val="-1"/>
        </w:rPr>
        <w:t xml:space="preserve"> </w:t>
      </w:r>
      <w:r w:rsidRPr="009B44A9">
        <w:t>России;</w:t>
      </w:r>
    </w:p>
    <w:p w:rsidR="00E76AB9" w:rsidRPr="009B44A9" w:rsidRDefault="00E76AB9" w:rsidP="007940B1">
      <w:pPr>
        <w:pStyle w:val="BodyText"/>
        <w:spacing w:line="292" w:lineRule="auto"/>
        <w:ind w:right="1068" w:firstLine="180"/>
        <w:jc w:val="both"/>
      </w:pPr>
      <w:r w:rsidRPr="009B44A9">
        <w:t>ценностное отношение к достижениям своей Родины — России, к науке, искусству, спорту,</w:t>
      </w:r>
      <w:r w:rsidRPr="009B44A9">
        <w:rPr>
          <w:spacing w:val="-58"/>
        </w:rPr>
        <w:t xml:space="preserve"> </w:t>
      </w:r>
      <w:r w:rsidRPr="009B44A9">
        <w:t>технологиям,</w:t>
      </w:r>
      <w:r w:rsidRPr="009B44A9">
        <w:rPr>
          <w:spacing w:val="-1"/>
        </w:rPr>
        <w:t xml:space="preserve"> </w:t>
      </w:r>
      <w:r w:rsidRPr="009B44A9">
        <w:t>боевым подвигам</w:t>
      </w:r>
      <w:r w:rsidRPr="009B44A9">
        <w:rPr>
          <w:spacing w:val="-1"/>
        </w:rPr>
        <w:t xml:space="preserve"> </w:t>
      </w:r>
      <w:r w:rsidRPr="009B44A9">
        <w:t>и трудовым</w:t>
      </w:r>
      <w:r w:rsidRPr="009B44A9">
        <w:rPr>
          <w:spacing w:val="-1"/>
        </w:rPr>
        <w:t xml:space="preserve"> </w:t>
      </w:r>
      <w:r w:rsidRPr="009B44A9">
        <w:t>достижениям народа;</w:t>
      </w:r>
    </w:p>
    <w:p w:rsidR="00E76AB9" w:rsidRPr="009B44A9" w:rsidRDefault="00E76AB9" w:rsidP="007940B1">
      <w:pPr>
        <w:pStyle w:val="BodyText"/>
        <w:spacing w:line="292" w:lineRule="auto"/>
        <w:ind w:right="1163" w:firstLine="180"/>
        <w:jc w:val="both"/>
      </w:pPr>
      <w:r w:rsidRPr="009B44A9">
        <w:t>уважение к символам России, государственным праздникам, историческому и природному</w:t>
      </w:r>
      <w:r w:rsidRPr="009B44A9">
        <w:rPr>
          <w:spacing w:val="-57"/>
        </w:rPr>
        <w:t xml:space="preserve"> </w:t>
      </w:r>
      <w:r w:rsidRPr="009B44A9">
        <w:t>наследию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памятникам,</w:t>
      </w:r>
      <w:r w:rsidRPr="009B44A9">
        <w:rPr>
          <w:spacing w:val="-1"/>
        </w:rPr>
        <w:t xml:space="preserve"> </w:t>
      </w:r>
      <w:r w:rsidRPr="009B44A9">
        <w:t>традициям</w:t>
      </w:r>
      <w:r w:rsidRPr="009B44A9">
        <w:rPr>
          <w:spacing w:val="-2"/>
        </w:rPr>
        <w:t xml:space="preserve"> </w:t>
      </w:r>
      <w:r w:rsidRPr="009B44A9">
        <w:t>разных</w:t>
      </w:r>
      <w:r w:rsidRPr="009B44A9">
        <w:rPr>
          <w:spacing w:val="-1"/>
        </w:rPr>
        <w:t xml:space="preserve"> </w:t>
      </w:r>
      <w:r w:rsidRPr="009B44A9">
        <w:t>народов,</w:t>
      </w:r>
      <w:r w:rsidRPr="009B44A9">
        <w:rPr>
          <w:spacing w:val="-1"/>
        </w:rPr>
        <w:t xml:space="preserve"> </w:t>
      </w:r>
      <w:r w:rsidRPr="009B44A9">
        <w:t>проживающих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родной</w:t>
      </w:r>
      <w:r w:rsidRPr="009B44A9">
        <w:rPr>
          <w:spacing w:val="-1"/>
        </w:rPr>
        <w:t xml:space="preserve"> </w:t>
      </w:r>
      <w:r w:rsidRPr="009B44A9">
        <w:t>стране.</w:t>
      </w:r>
    </w:p>
    <w:p w:rsidR="00E76AB9" w:rsidRPr="009B44A9" w:rsidRDefault="00E76AB9" w:rsidP="007940B1">
      <w:pPr>
        <w:pStyle w:val="Heading2"/>
        <w:spacing w:line="275" w:lineRule="exact"/>
        <w:jc w:val="both"/>
        <w:rPr>
          <w:i w:val="0"/>
        </w:rPr>
      </w:pPr>
      <w:r w:rsidRPr="009B44A9">
        <w:t>Духовно-нравственного</w:t>
      </w:r>
      <w:r w:rsidRPr="009B44A9">
        <w:rPr>
          <w:spacing w:val="-10"/>
        </w:rPr>
        <w:t xml:space="preserve"> </w:t>
      </w:r>
      <w:r w:rsidRPr="009B44A9">
        <w:t>воспитания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BodyText"/>
        <w:spacing w:before="57"/>
        <w:ind w:left="286"/>
        <w:jc w:val="both"/>
      </w:pPr>
      <w:r w:rsidRPr="009B44A9">
        <w:t>ориентация</w:t>
      </w:r>
      <w:r w:rsidRPr="009B44A9">
        <w:rPr>
          <w:spacing w:val="-4"/>
        </w:rPr>
        <w:t xml:space="preserve"> </w:t>
      </w:r>
      <w:r w:rsidRPr="009B44A9">
        <w:t>на</w:t>
      </w:r>
      <w:r w:rsidRPr="009B44A9">
        <w:rPr>
          <w:spacing w:val="-2"/>
        </w:rPr>
        <w:t xml:space="preserve"> </w:t>
      </w:r>
      <w:r w:rsidRPr="009B44A9">
        <w:t>моральные</w:t>
      </w:r>
      <w:r w:rsidRPr="009B44A9">
        <w:rPr>
          <w:spacing w:val="-2"/>
        </w:rPr>
        <w:t xml:space="preserve"> </w:t>
      </w:r>
      <w:r w:rsidRPr="009B44A9">
        <w:t>ценности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нормы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ситуациях</w:t>
      </w:r>
      <w:r w:rsidRPr="009B44A9">
        <w:rPr>
          <w:spacing w:val="-3"/>
        </w:rPr>
        <w:t xml:space="preserve"> </w:t>
      </w:r>
      <w:r w:rsidRPr="009B44A9">
        <w:t>нравственного</w:t>
      </w:r>
      <w:r w:rsidRPr="009B44A9">
        <w:rPr>
          <w:spacing w:val="-2"/>
        </w:rPr>
        <w:t xml:space="preserve"> </w:t>
      </w:r>
      <w:r w:rsidRPr="009B44A9">
        <w:t>выбора;</w:t>
      </w:r>
    </w:p>
    <w:p w:rsidR="00E76AB9" w:rsidRPr="009B44A9" w:rsidRDefault="00E76AB9" w:rsidP="007940B1">
      <w:pPr>
        <w:pStyle w:val="BodyText"/>
        <w:spacing w:before="61" w:line="292" w:lineRule="auto"/>
        <w:ind w:right="502" w:firstLine="180"/>
        <w:jc w:val="both"/>
      </w:pPr>
      <w:r w:rsidRPr="009B44A9">
        <w:t>готовность оценивать свое поведение и поступки, поведение и поступки других людей с позиции</w:t>
      </w:r>
      <w:r w:rsidRPr="009B44A9">
        <w:rPr>
          <w:spacing w:val="-58"/>
        </w:rPr>
        <w:t xml:space="preserve"> </w:t>
      </w:r>
      <w:r w:rsidRPr="009B44A9">
        <w:t>нравственных</w:t>
      </w:r>
      <w:r w:rsidRPr="009B44A9">
        <w:rPr>
          <w:spacing w:val="-1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правовых норм</w:t>
      </w:r>
      <w:r w:rsidRPr="009B44A9">
        <w:rPr>
          <w:spacing w:val="-1"/>
        </w:rPr>
        <w:t xml:space="preserve"> </w:t>
      </w:r>
      <w:r w:rsidRPr="009B44A9">
        <w:t>с учетом</w:t>
      </w:r>
      <w:r w:rsidRPr="009B44A9">
        <w:rPr>
          <w:spacing w:val="-1"/>
        </w:rPr>
        <w:t xml:space="preserve"> </w:t>
      </w:r>
      <w:r w:rsidRPr="009B44A9">
        <w:t>осознания</w:t>
      </w:r>
      <w:r w:rsidRPr="009B44A9">
        <w:rPr>
          <w:spacing w:val="-1"/>
        </w:rPr>
        <w:t xml:space="preserve"> </w:t>
      </w:r>
      <w:r w:rsidRPr="009B44A9">
        <w:t>последствий</w:t>
      </w:r>
      <w:r w:rsidRPr="009B44A9">
        <w:rPr>
          <w:spacing w:val="-1"/>
        </w:rPr>
        <w:t xml:space="preserve"> </w:t>
      </w:r>
      <w:r w:rsidRPr="009B44A9">
        <w:t>поступков;</w:t>
      </w:r>
    </w:p>
    <w:p w:rsidR="00E76AB9" w:rsidRPr="009B44A9" w:rsidRDefault="00E76AB9" w:rsidP="007940B1">
      <w:pPr>
        <w:pStyle w:val="BodyText"/>
        <w:spacing w:line="292" w:lineRule="auto"/>
        <w:ind w:right="907" w:firstLine="180"/>
        <w:jc w:val="both"/>
      </w:pPr>
      <w:r w:rsidRPr="009B44A9">
        <w:t>активное неприятие асоциальных поступков, свобода и ответственность личности в условиях</w:t>
      </w:r>
      <w:r w:rsidRPr="009B44A9">
        <w:rPr>
          <w:spacing w:val="-58"/>
        </w:rPr>
        <w:t xml:space="preserve"> </w:t>
      </w:r>
      <w:r w:rsidRPr="009B44A9">
        <w:t>индивидуального</w:t>
      </w:r>
      <w:r w:rsidRPr="009B44A9">
        <w:rPr>
          <w:spacing w:val="-1"/>
        </w:rPr>
        <w:t xml:space="preserve"> </w:t>
      </w:r>
      <w:r w:rsidRPr="009B44A9">
        <w:t>и общественного пространства.</w:t>
      </w:r>
    </w:p>
    <w:p w:rsidR="00E76AB9" w:rsidRPr="009B44A9" w:rsidRDefault="00E76AB9" w:rsidP="007940B1">
      <w:pPr>
        <w:pStyle w:val="Heading2"/>
        <w:spacing w:line="275" w:lineRule="exact"/>
        <w:jc w:val="both"/>
        <w:rPr>
          <w:i w:val="0"/>
        </w:rPr>
      </w:pPr>
      <w:r w:rsidRPr="009B44A9">
        <w:t>Эстетического</w:t>
      </w:r>
      <w:r w:rsidRPr="009B44A9">
        <w:rPr>
          <w:spacing w:val="-7"/>
        </w:rPr>
        <w:t xml:space="preserve"> </w:t>
      </w:r>
      <w:r w:rsidRPr="009B44A9">
        <w:t>воспитания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BodyText"/>
        <w:spacing w:before="59" w:line="292" w:lineRule="auto"/>
        <w:ind w:right="730" w:firstLine="180"/>
        <w:jc w:val="both"/>
      </w:pPr>
      <w:r w:rsidRPr="009B44A9">
        <w:t>восприимчивость к разным видам искусства, традициям и творчеству своего и других народов,</w:t>
      </w:r>
      <w:r w:rsidRPr="009B44A9">
        <w:rPr>
          <w:spacing w:val="-57"/>
        </w:rPr>
        <w:t xml:space="preserve"> </w:t>
      </w:r>
      <w:r w:rsidRPr="009B44A9">
        <w:t>понимание</w:t>
      </w:r>
      <w:r w:rsidRPr="009B44A9">
        <w:rPr>
          <w:spacing w:val="-1"/>
        </w:rPr>
        <w:t xml:space="preserve"> </w:t>
      </w:r>
      <w:r w:rsidRPr="009B44A9">
        <w:t>эмоционального воздействия</w:t>
      </w:r>
      <w:r w:rsidRPr="009B44A9">
        <w:rPr>
          <w:spacing w:val="-1"/>
        </w:rPr>
        <w:t xml:space="preserve"> </w:t>
      </w:r>
      <w:r w:rsidRPr="009B44A9">
        <w:t>искусства;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74" w:line="292" w:lineRule="auto"/>
        <w:ind w:left="286"/>
        <w:jc w:val="both"/>
      </w:pPr>
      <w:r w:rsidRPr="009B44A9">
        <w:t>осознание важности художественной культуры как средства коммуникации и самовыражения;</w:t>
      </w:r>
      <w:r w:rsidRPr="009B44A9">
        <w:rPr>
          <w:spacing w:val="1"/>
        </w:rPr>
        <w:t xml:space="preserve"> </w:t>
      </w:r>
      <w:r w:rsidRPr="009B44A9">
        <w:t>понимание</w:t>
      </w:r>
      <w:r w:rsidRPr="009B44A9">
        <w:rPr>
          <w:spacing w:val="-4"/>
        </w:rPr>
        <w:t xml:space="preserve"> </w:t>
      </w:r>
      <w:r w:rsidRPr="009B44A9">
        <w:t>ценности</w:t>
      </w:r>
      <w:r w:rsidRPr="009B44A9">
        <w:rPr>
          <w:spacing w:val="-4"/>
        </w:rPr>
        <w:t xml:space="preserve"> </w:t>
      </w:r>
      <w:r w:rsidRPr="009B44A9">
        <w:t>отечественного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мирового</w:t>
      </w:r>
      <w:r w:rsidRPr="009B44A9">
        <w:rPr>
          <w:spacing w:val="-3"/>
        </w:rPr>
        <w:t xml:space="preserve"> </w:t>
      </w:r>
      <w:r w:rsidRPr="009B44A9">
        <w:t>искусства,</w:t>
      </w:r>
      <w:r w:rsidRPr="009B44A9">
        <w:rPr>
          <w:spacing w:val="-4"/>
        </w:rPr>
        <w:t xml:space="preserve"> </w:t>
      </w:r>
      <w:r w:rsidRPr="009B44A9">
        <w:t>роли</w:t>
      </w:r>
      <w:r w:rsidRPr="009B44A9">
        <w:rPr>
          <w:spacing w:val="-3"/>
        </w:rPr>
        <w:t xml:space="preserve"> </w:t>
      </w:r>
      <w:r w:rsidRPr="009B44A9">
        <w:t>этнических</w:t>
      </w:r>
      <w:r w:rsidRPr="009B44A9">
        <w:rPr>
          <w:spacing w:val="-4"/>
        </w:rPr>
        <w:t xml:space="preserve"> </w:t>
      </w:r>
      <w:r w:rsidRPr="009B44A9">
        <w:t>культурных</w:t>
      </w:r>
      <w:r w:rsidRPr="009B44A9">
        <w:rPr>
          <w:spacing w:val="-3"/>
        </w:rPr>
        <w:t xml:space="preserve"> </w:t>
      </w:r>
      <w:r w:rsidRPr="009B44A9">
        <w:t>традиций</w:t>
      </w:r>
    </w:p>
    <w:p w:rsidR="00E76AB9" w:rsidRPr="009B44A9" w:rsidRDefault="00E76AB9" w:rsidP="007940B1">
      <w:pPr>
        <w:pStyle w:val="BodyText"/>
        <w:spacing w:line="275" w:lineRule="exact"/>
        <w:jc w:val="both"/>
      </w:pPr>
      <w:r w:rsidRPr="009B44A9">
        <w:t>и</w:t>
      </w:r>
      <w:r w:rsidRPr="009B44A9">
        <w:rPr>
          <w:spacing w:val="-3"/>
        </w:rPr>
        <w:t xml:space="preserve"> </w:t>
      </w:r>
      <w:r w:rsidRPr="009B44A9">
        <w:t>народного</w:t>
      </w:r>
      <w:r w:rsidRPr="009B44A9">
        <w:rPr>
          <w:spacing w:val="-3"/>
        </w:rPr>
        <w:t xml:space="preserve"> </w:t>
      </w:r>
      <w:r w:rsidRPr="009B44A9">
        <w:t>творчества;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стремление</w:t>
      </w:r>
      <w:r w:rsidRPr="009B44A9">
        <w:rPr>
          <w:spacing w:val="-4"/>
        </w:rPr>
        <w:t xml:space="preserve"> </w:t>
      </w:r>
      <w:r w:rsidRPr="009B44A9">
        <w:t>к</w:t>
      </w:r>
      <w:r w:rsidRPr="009B44A9">
        <w:rPr>
          <w:spacing w:val="-4"/>
        </w:rPr>
        <w:t xml:space="preserve"> </w:t>
      </w:r>
      <w:r w:rsidRPr="009B44A9">
        <w:t>самовыражению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разных</w:t>
      </w:r>
      <w:r w:rsidRPr="009B44A9">
        <w:rPr>
          <w:spacing w:val="-3"/>
        </w:rPr>
        <w:t xml:space="preserve"> </w:t>
      </w:r>
      <w:r w:rsidRPr="009B44A9">
        <w:t>видах</w:t>
      </w:r>
      <w:r w:rsidRPr="009B44A9">
        <w:rPr>
          <w:spacing w:val="-3"/>
        </w:rPr>
        <w:t xml:space="preserve"> </w:t>
      </w:r>
      <w:r w:rsidRPr="009B44A9">
        <w:t>искусства.</w:t>
      </w:r>
    </w:p>
    <w:p w:rsidR="00E76AB9" w:rsidRPr="009B44A9" w:rsidRDefault="00E76AB9" w:rsidP="007940B1">
      <w:pPr>
        <w:pStyle w:val="Heading2"/>
        <w:spacing w:before="60"/>
        <w:jc w:val="both"/>
        <w:rPr>
          <w:i w:val="0"/>
        </w:rPr>
      </w:pPr>
      <w:r w:rsidRPr="009B44A9">
        <w:t>Физического</w:t>
      </w:r>
      <w:r w:rsidRPr="009B44A9">
        <w:rPr>
          <w:spacing w:val="-3"/>
        </w:rPr>
        <w:t xml:space="preserve"> </w:t>
      </w:r>
      <w:r w:rsidRPr="009B44A9">
        <w:t>воспитания,</w:t>
      </w:r>
      <w:r w:rsidRPr="009B44A9">
        <w:rPr>
          <w:spacing w:val="-5"/>
        </w:rPr>
        <w:t xml:space="preserve"> </w:t>
      </w:r>
      <w:r w:rsidRPr="009B44A9">
        <w:t>формирования</w:t>
      </w:r>
      <w:r w:rsidRPr="009B44A9">
        <w:rPr>
          <w:spacing w:val="-7"/>
        </w:rPr>
        <w:t xml:space="preserve"> </w:t>
      </w:r>
      <w:r w:rsidRPr="009B44A9">
        <w:t>культуры</w:t>
      </w:r>
      <w:r w:rsidRPr="009B44A9">
        <w:rPr>
          <w:spacing w:val="-5"/>
        </w:rPr>
        <w:t xml:space="preserve"> </w:t>
      </w:r>
      <w:r w:rsidRPr="009B44A9">
        <w:t>здоровьяи</w:t>
      </w:r>
      <w:r w:rsidRPr="009B44A9">
        <w:rPr>
          <w:spacing w:val="-6"/>
        </w:rPr>
        <w:t xml:space="preserve"> </w:t>
      </w:r>
      <w:r w:rsidRPr="009B44A9">
        <w:t>эмоционального</w:t>
      </w:r>
      <w:r w:rsidRPr="009B44A9">
        <w:rPr>
          <w:spacing w:val="-5"/>
        </w:rPr>
        <w:t xml:space="preserve"> </w:t>
      </w:r>
      <w:r w:rsidRPr="009B44A9">
        <w:t>благополучия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осознание</w:t>
      </w:r>
      <w:r w:rsidRPr="009B44A9">
        <w:rPr>
          <w:spacing w:val="-3"/>
        </w:rPr>
        <w:t xml:space="preserve"> </w:t>
      </w:r>
      <w:r w:rsidRPr="009B44A9">
        <w:t>ценности</w:t>
      </w:r>
      <w:r w:rsidRPr="009B44A9">
        <w:rPr>
          <w:spacing w:val="-2"/>
        </w:rPr>
        <w:t xml:space="preserve"> </w:t>
      </w:r>
      <w:r w:rsidRPr="009B44A9">
        <w:t>жизни;</w:t>
      </w:r>
    </w:p>
    <w:p w:rsidR="00E76AB9" w:rsidRPr="009B44A9" w:rsidRDefault="00E76AB9" w:rsidP="007940B1">
      <w:pPr>
        <w:pStyle w:val="BodyText"/>
        <w:spacing w:before="60" w:line="292" w:lineRule="auto"/>
        <w:ind w:right="260" w:firstLine="180"/>
        <w:jc w:val="both"/>
      </w:pPr>
      <w:r w:rsidRPr="009B44A9">
        <w:t>ответственное отношение</w:t>
      </w:r>
      <w:r w:rsidRPr="009B44A9">
        <w:rPr>
          <w:spacing w:val="1"/>
        </w:rPr>
        <w:t xml:space="preserve"> </w:t>
      </w:r>
      <w:r w:rsidRPr="009B44A9">
        <w:t>к</w:t>
      </w:r>
      <w:r w:rsidRPr="009B44A9">
        <w:rPr>
          <w:spacing w:val="1"/>
        </w:rPr>
        <w:t xml:space="preserve"> </w:t>
      </w:r>
      <w:r w:rsidRPr="009B44A9">
        <w:t>своему</w:t>
      </w:r>
      <w:r w:rsidRPr="009B44A9">
        <w:rPr>
          <w:spacing w:val="1"/>
        </w:rPr>
        <w:t xml:space="preserve"> </w:t>
      </w:r>
      <w:r w:rsidRPr="009B44A9">
        <w:t>здоровью</w:t>
      </w:r>
      <w:r w:rsidRPr="009B44A9">
        <w:rPr>
          <w:spacing w:val="1"/>
        </w:rPr>
        <w:t xml:space="preserve"> </w:t>
      </w:r>
      <w:r w:rsidRPr="009B44A9">
        <w:t>и</w:t>
      </w:r>
      <w:r w:rsidRPr="009B44A9">
        <w:rPr>
          <w:spacing w:val="1"/>
        </w:rPr>
        <w:t xml:space="preserve"> </w:t>
      </w:r>
      <w:r w:rsidRPr="009B44A9">
        <w:t>установка на здоровый образ жизни (здоровое</w:t>
      </w:r>
      <w:r w:rsidRPr="009B44A9">
        <w:rPr>
          <w:spacing w:val="1"/>
        </w:rPr>
        <w:t xml:space="preserve"> </w:t>
      </w:r>
      <w:r w:rsidRPr="009B44A9">
        <w:t>питание, соблюдение гигиенических правил, сбалансированный режим занятий и отдыха, регулярная</w:t>
      </w:r>
      <w:r w:rsidRPr="009B44A9">
        <w:rPr>
          <w:spacing w:val="-58"/>
        </w:rPr>
        <w:t xml:space="preserve"> </w:t>
      </w:r>
      <w:r w:rsidRPr="009B44A9">
        <w:t>физическая</w:t>
      </w:r>
      <w:r w:rsidRPr="009B44A9">
        <w:rPr>
          <w:spacing w:val="-2"/>
        </w:rPr>
        <w:t xml:space="preserve"> </w:t>
      </w:r>
      <w:r w:rsidRPr="009B44A9">
        <w:t>активность);</w:t>
      </w:r>
    </w:p>
    <w:p w:rsidR="00E76AB9" w:rsidRPr="009B44A9" w:rsidRDefault="00E76AB9" w:rsidP="007940B1">
      <w:pPr>
        <w:pStyle w:val="BodyText"/>
        <w:spacing w:line="292" w:lineRule="auto"/>
        <w:ind w:right="954" w:firstLine="180"/>
        <w:jc w:val="both"/>
      </w:pPr>
      <w:r w:rsidRPr="009B44A9">
        <w:t>осознание последствий и неприятие вредных привычек (употребление алкоголя, наркотиков,</w:t>
      </w:r>
      <w:r w:rsidRPr="009B44A9">
        <w:rPr>
          <w:spacing w:val="-58"/>
        </w:rPr>
        <w:t xml:space="preserve"> </w:t>
      </w:r>
      <w:r w:rsidRPr="009B44A9">
        <w:t>курение)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иных форм</w:t>
      </w:r>
      <w:r w:rsidRPr="009B44A9">
        <w:rPr>
          <w:spacing w:val="-1"/>
        </w:rPr>
        <w:t xml:space="preserve"> </w:t>
      </w:r>
      <w:r w:rsidRPr="009B44A9">
        <w:t>вреда для</w:t>
      </w:r>
      <w:r w:rsidRPr="009B44A9">
        <w:rPr>
          <w:spacing w:val="-2"/>
        </w:rPr>
        <w:t xml:space="preserve"> </w:t>
      </w:r>
      <w:r w:rsidRPr="009B44A9">
        <w:t>физического и</w:t>
      </w:r>
      <w:r w:rsidRPr="009B44A9">
        <w:rPr>
          <w:spacing w:val="-1"/>
        </w:rPr>
        <w:t xml:space="preserve"> </w:t>
      </w:r>
      <w:r w:rsidRPr="009B44A9">
        <w:t>психического здоровья;</w:t>
      </w:r>
    </w:p>
    <w:p w:rsidR="00E76AB9" w:rsidRPr="009B44A9" w:rsidRDefault="00E76AB9" w:rsidP="007940B1">
      <w:pPr>
        <w:pStyle w:val="BodyText"/>
        <w:spacing w:line="292" w:lineRule="auto"/>
        <w:ind w:left="286" w:right="527"/>
        <w:jc w:val="both"/>
      </w:pPr>
      <w:r w:rsidRPr="009B44A9">
        <w:t>соблюдение правил безопасности, в том числе навыков безопасного поведения в интернет-среде;</w:t>
      </w:r>
      <w:r w:rsidRPr="009B44A9">
        <w:rPr>
          <w:spacing w:val="-58"/>
        </w:rPr>
        <w:t xml:space="preserve"> </w:t>
      </w:r>
      <w:r w:rsidRPr="009B44A9">
        <w:t>способность</w:t>
      </w:r>
      <w:r w:rsidRPr="009B44A9">
        <w:rPr>
          <w:spacing w:val="-2"/>
        </w:rPr>
        <w:t xml:space="preserve"> </w:t>
      </w:r>
      <w:r w:rsidRPr="009B44A9">
        <w:t>адаптироваться</w:t>
      </w:r>
      <w:r w:rsidRPr="009B44A9">
        <w:rPr>
          <w:spacing w:val="-2"/>
        </w:rPr>
        <w:t xml:space="preserve"> </w:t>
      </w:r>
      <w:r w:rsidRPr="009B44A9">
        <w:t>к</w:t>
      </w:r>
      <w:r w:rsidRPr="009B44A9">
        <w:rPr>
          <w:spacing w:val="-2"/>
        </w:rPr>
        <w:t xml:space="preserve"> </w:t>
      </w:r>
      <w:r w:rsidRPr="009B44A9">
        <w:t>стрессовым</w:t>
      </w:r>
      <w:r w:rsidRPr="009B44A9">
        <w:rPr>
          <w:spacing w:val="-1"/>
        </w:rPr>
        <w:t xml:space="preserve"> </w:t>
      </w:r>
      <w:r w:rsidRPr="009B44A9">
        <w:t>ситуациям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меняющимся</w:t>
      </w:r>
      <w:r w:rsidRPr="009B44A9">
        <w:rPr>
          <w:spacing w:val="-2"/>
        </w:rPr>
        <w:t xml:space="preserve"> </w:t>
      </w:r>
      <w:r w:rsidRPr="009B44A9">
        <w:t>социальным,</w:t>
      </w:r>
    </w:p>
    <w:p w:rsidR="00E76AB9" w:rsidRPr="009B44A9" w:rsidRDefault="00E76AB9" w:rsidP="007940B1">
      <w:pPr>
        <w:pStyle w:val="BodyText"/>
        <w:spacing w:line="292" w:lineRule="auto"/>
        <w:ind w:right="637"/>
        <w:jc w:val="both"/>
      </w:pPr>
      <w:r w:rsidRPr="009B44A9">
        <w:t>информационным и природным условиям, в том числе осмысляя собственный опыт и выстраивая</w:t>
      </w:r>
      <w:r w:rsidRPr="009B44A9">
        <w:rPr>
          <w:spacing w:val="-57"/>
        </w:rPr>
        <w:t xml:space="preserve"> </w:t>
      </w:r>
      <w:r w:rsidRPr="009B44A9">
        <w:t>дальнейшие</w:t>
      </w:r>
      <w:r w:rsidRPr="009B44A9">
        <w:rPr>
          <w:spacing w:val="-1"/>
        </w:rPr>
        <w:t xml:space="preserve"> </w:t>
      </w:r>
      <w:r w:rsidRPr="009B44A9">
        <w:t>цели;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умение</w:t>
      </w:r>
      <w:r w:rsidRPr="009B44A9">
        <w:rPr>
          <w:spacing w:val="-2"/>
        </w:rPr>
        <w:t xml:space="preserve"> </w:t>
      </w:r>
      <w:r w:rsidRPr="009B44A9">
        <w:t>принимать</w:t>
      </w:r>
      <w:r w:rsidRPr="009B44A9">
        <w:rPr>
          <w:spacing w:val="-3"/>
        </w:rPr>
        <w:t xml:space="preserve"> </w:t>
      </w:r>
      <w:r w:rsidRPr="009B44A9">
        <w:t>себя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других,</w:t>
      </w:r>
      <w:r w:rsidRPr="009B44A9">
        <w:rPr>
          <w:spacing w:val="-2"/>
        </w:rPr>
        <w:t xml:space="preserve"> </w:t>
      </w:r>
      <w:r w:rsidRPr="009B44A9">
        <w:t>не</w:t>
      </w:r>
      <w:r w:rsidRPr="009B44A9">
        <w:rPr>
          <w:spacing w:val="-1"/>
        </w:rPr>
        <w:t xml:space="preserve"> </w:t>
      </w:r>
      <w:r w:rsidRPr="009B44A9">
        <w:t>осуждая;</w:t>
      </w:r>
    </w:p>
    <w:p w:rsidR="00E76AB9" w:rsidRPr="009B44A9" w:rsidRDefault="00E76AB9" w:rsidP="007940B1">
      <w:pPr>
        <w:pStyle w:val="BodyText"/>
        <w:spacing w:before="56" w:line="292" w:lineRule="auto"/>
        <w:ind w:right="1051" w:firstLine="180"/>
        <w:jc w:val="both"/>
      </w:pPr>
      <w:r w:rsidRPr="009B44A9">
        <w:t>умение осознавать эмоциональное состояние себя и других, умение управлять собственным</w:t>
      </w:r>
      <w:r w:rsidRPr="009B44A9">
        <w:rPr>
          <w:spacing w:val="-58"/>
        </w:rPr>
        <w:t xml:space="preserve"> </w:t>
      </w:r>
      <w:r w:rsidRPr="009B44A9">
        <w:t>эмоциональным</w:t>
      </w:r>
      <w:r w:rsidRPr="009B44A9">
        <w:rPr>
          <w:spacing w:val="-1"/>
        </w:rPr>
        <w:t xml:space="preserve"> </w:t>
      </w:r>
      <w:r w:rsidRPr="009B44A9">
        <w:t>состоянием;</w:t>
      </w:r>
    </w:p>
    <w:p w:rsidR="00E76AB9" w:rsidRPr="009B44A9" w:rsidRDefault="00E76AB9" w:rsidP="007940B1">
      <w:pPr>
        <w:pStyle w:val="BodyText"/>
        <w:spacing w:line="292" w:lineRule="auto"/>
        <w:ind w:right="195" w:firstLine="180"/>
        <w:jc w:val="both"/>
      </w:pPr>
      <w:r w:rsidRPr="009B44A9">
        <w:t>сформированность навыка рефлексии, признание своего права на ошибку и такого же права другого</w:t>
      </w:r>
      <w:r w:rsidRPr="009B44A9">
        <w:rPr>
          <w:spacing w:val="-57"/>
        </w:rPr>
        <w:t xml:space="preserve"> </w:t>
      </w:r>
      <w:r w:rsidRPr="009B44A9">
        <w:t>человека.</w:t>
      </w:r>
    </w:p>
    <w:p w:rsidR="00E76AB9" w:rsidRPr="009B44A9" w:rsidRDefault="00E76AB9" w:rsidP="007940B1">
      <w:pPr>
        <w:pStyle w:val="Heading2"/>
        <w:spacing w:line="275" w:lineRule="exact"/>
        <w:jc w:val="both"/>
        <w:rPr>
          <w:i w:val="0"/>
        </w:rPr>
      </w:pPr>
      <w:r w:rsidRPr="009B44A9">
        <w:t>Трудового</w:t>
      </w:r>
      <w:r w:rsidRPr="009B44A9">
        <w:rPr>
          <w:spacing w:val="-7"/>
        </w:rPr>
        <w:t xml:space="preserve"> </w:t>
      </w:r>
      <w:r w:rsidRPr="009B44A9">
        <w:t>воспитания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BodyText"/>
        <w:spacing w:before="59" w:line="292" w:lineRule="auto"/>
        <w:ind w:right="120" w:firstLine="180"/>
        <w:jc w:val="both"/>
      </w:pPr>
      <w:r w:rsidRPr="009B44A9">
        <w:t>установка на активное участие в решении практических задач (в рамках семьи, Организации, города,</w:t>
      </w:r>
      <w:r w:rsidRPr="009B44A9">
        <w:rPr>
          <w:spacing w:val="-58"/>
        </w:rPr>
        <w:t xml:space="preserve"> </w:t>
      </w:r>
      <w:r w:rsidRPr="009B44A9">
        <w:t>края)</w:t>
      </w:r>
      <w:r w:rsidRPr="009B44A9">
        <w:rPr>
          <w:spacing w:val="1"/>
        </w:rPr>
        <w:t xml:space="preserve"> </w:t>
      </w:r>
      <w:r w:rsidRPr="009B44A9">
        <w:t>технологической</w:t>
      </w:r>
      <w:r w:rsidRPr="009B44A9">
        <w:rPr>
          <w:spacing w:val="1"/>
        </w:rPr>
        <w:t xml:space="preserve"> </w:t>
      </w:r>
      <w:r w:rsidRPr="009B44A9">
        <w:t>и социальной направленности, способность инициировать, планировать и</w:t>
      </w:r>
      <w:r w:rsidRPr="009B44A9">
        <w:rPr>
          <w:spacing w:val="1"/>
        </w:rPr>
        <w:t xml:space="preserve"> </w:t>
      </w:r>
      <w:r w:rsidRPr="009B44A9">
        <w:t>самостоятельно</w:t>
      </w:r>
      <w:r w:rsidRPr="009B44A9">
        <w:rPr>
          <w:spacing w:val="-1"/>
        </w:rPr>
        <w:t xml:space="preserve"> </w:t>
      </w:r>
      <w:r w:rsidRPr="009B44A9">
        <w:t>выполнять</w:t>
      </w:r>
      <w:r w:rsidRPr="009B44A9">
        <w:rPr>
          <w:spacing w:val="-1"/>
        </w:rPr>
        <w:t xml:space="preserve"> </w:t>
      </w:r>
      <w:r w:rsidRPr="009B44A9">
        <w:t>такого рода</w:t>
      </w:r>
      <w:r w:rsidRPr="009B44A9">
        <w:rPr>
          <w:spacing w:val="-1"/>
        </w:rPr>
        <w:t xml:space="preserve"> </w:t>
      </w:r>
      <w:r w:rsidRPr="009B44A9">
        <w:t>деятельность;</w:t>
      </w:r>
    </w:p>
    <w:p w:rsidR="00E76AB9" w:rsidRPr="009B44A9" w:rsidRDefault="00E76AB9" w:rsidP="007940B1">
      <w:pPr>
        <w:pStyle w:val="BodyText"/>
        <w:spacing w:line="292" w:lineRule="auto"/>
        <w:ind w:right="772" w:firstLine="180"/>
        <w:jc w:val="both"/>
      </w:pPr>
      <w:r w:rsidRPr="009B44A9">
        <w:t>интерес к практическому изучению профессий и труда различного рода, в том числе на основе</w:t>
      </w:r>
      <w:r w:rsidRPr="009B44A9">
        <w:rPr>
          <w:spacing w:val="-58"/>
        </w:rPr>
        <w:t xml:space="preserve"> </w:t>
      </w:r>
      <w:r w:rsidRPr="009B44A9">
        <w:t>применения</w:t>
      </w:r>
      <w:r w:rsidRPr="009B44A9">
        <w:rPr>
          <w:spacing w:val="-2"/>
        </w:rPr>
        <w:t xml:space="preserve"> </w:t>
      </w:r>
      <w:r w:rsidRPr="009B44A9">
        <w:t>изучаемого предметного знания;</w:t>
      </w:r>
    </w:p>
    <w:p w:rsidR="00E76AB9" w:rsidRPr="009B44A9" w:rsidRDefault="00E76AB9" w:rsidP="007940B1">
      <w:pPr>
        <w:pStyle w:val="BodyText"/>
        <w:spacing w:line="292" w:lineRule="auto"/>
        <w:ind w:right="1118" w:firstLine="180"/>
        <w:jc w:val="both"/>
      </w:pPr>
      <w:r w:rsidRPr="009B44A9">
        <w:t>осознание важности обучения на протяжении всей жизни для успешной профессиональной</w:t>
      </w:r>
      <w:r w:rsidRPr="009B44A9">
        <w:rPr>
          <w:spacing w:val="-57"/>
        </w:rPr>
        <w:t xml:space="preserve"> </w:t>
      </w:r>
      <w:r w:rsidRPr="009B44A9">
        <w:t>деятельности</w:t>
      </w:r>
      <w:r w:rsidRPr="009B44A9">
        <w:rPr>
          <w:spacing w:val="-1"/>
        </w:rPr>
        <w:t xml:space="preserve"> </w:t>
      </w:r>
      <w:r w:rsidRPr="009B44A9">
        <w:t>и развитие необходимых</w:t>
      </w:r>
      <w:r w:rsidRPr="009B44A9">
        <w:rPr>
          <w:spacing w:val="-1"/>
        </w:rPr>
        <w:t xml:space="preserve"> </w:t>
      </w:r>
      <w:r w:rsidRPr="009B44A9">
        <w:t>умений для</w:t>
      </w:r>
      <w:r w:rsidRPr="009B44A9">
        <w:rPr>
          <w:spacing w:val="-1"/>
        </w:rPr>
        <w:t xml:space="preserve"> </w:t>
      </w:r>
      <w:r w:rsidRPr="009B44A9">
        <w:t>этого;</w:t>
      </w:r>
    </w:p>
    <w:p w:rsidR="00E76AB9" w:rsidRPr="009B44A9" w:rsidRDefault="00E76AB9" w:rsidP="007940B1">
      <w:pPr>
        <w:pStyle w:val="BodyText"/>
        <w:spacing w:line="292" w:lineRule="auto"/>
        <w:ind w:left="286" w:right="4226"/>
        <w:jc w:val="both"/>
      </w:pPr>
      <w:r w:rsidRPr="009B44A9">
        <w:t>готовность адаптироваться в профессиональной среде;</w:t>
      </w:r>
      <w:r w:rsidRPr="009B44A9">
        <w:rPr>
          <w:spacing w:val="1"/>
        </w:rPr>
        <w:t xml:space="preserve"> </w:t>
      </w:r>
      <w:r w:rsidRPr="009B44A9">
        <w:t>уважение</w:t>
      </w:r>
      <w:r w:rsidRPr="009B44A9">
        <w:rPr>
          <w:spacing w:val="-5"/>
        </w:rPr>
        <w:t xml:space="preserve"> </w:t>
      </w:r>
      <w:r w:rsidRPr="009B44A9">
        <w:t>к</w:t>
      </w:r>
      <w:r w:rsidRPr="009B44A9">
        <w:rPr>
          <w:spacing w:val="-4"/>
        </w:rPr>
        <w:t xml:space="preserve"> </w:t>
      </w:r>
      <w:r w:rsidRPr="009B44A9">
        <w:t>труду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результатам</w:t>
      </w:r>
      <w:r w:rsidRPr="009B44A9">
        <w:rPr>
          <w:spacing w:val="-4"/>
        </w:rPr>
        <w:t xml:space="preserve"> </w:t>
      </w:r>
      <w:r w:rsidRPr="009B44A9">
        <w:t>трудовой</w:t>
      </w:r>
      <w:r w:rsidRPr="009B44A9">
        <w:rPr>
          <w:spacing w:val="-4"/>
        </w:rPr>
        <w:t xml:space="preserve"> </w:t>
      </w:r>
      <w:r w:rsidRPr="009B44A9">
        <w:t>деятельности;</w:t>
      </w:r>
    </w:p>
    <w:p w:rsidR="00E76AB9" w:rsidRPr="009B44A9" w:rsidRDefault="00E76AB9" w:rsidP="007940B1">
      <w:pPr>
        <w:pStyle w:val="BodyText"/>
        <w:spacing w:line="292" w:lineRule="auto"/>
        <w:ind w:right="511" w:firstLine="180"/>
        <w:jc w:val="both"/>
      </w:pPr>
      <w:r w:rsidRPr="009B44A9">
        <w:t>осознанный выбор и построение индивидуальной траектории образования и жизненных планов с</w:t>
      </w:r>
      <w:r w:rsidRPr="009B44A9">
        <w:rPr>
          <w:spacing w:val="-58"/>
        </w:rPr>
        <w:t xml:space="preserve"> </w:t>
      </w:r>
      <w:r w:rsidRPr="009B44A9">
        <w:t>учетом</w:t>
      </w:r>
      <w:r w:rsidRPr="009B44A9">
        <w:rPr>
          <w:spacing w:val="-1"/>
        </w:rPr>
        <w:t xml:space="preserve"> </w:t>
      </w:r>
      <w:r w:rsidRPr="009B44A9">
        <w:t>личных и общественных</w:t>
      </w:r>
      <w:r w:rsidRPr="009B44A9">
        <w:rPr>
          <w:spacing w:val="-1"/>
        </w:rPr>
        <w:t xml:space="preserve"> </w:t>
      </w:r>
      <w:r w:rsidRPr="009B44A9">
        <w:t>интересов</w:t>
      </w:r>
      <w:r w:rsidRPr="009B44A9">
        <w:rPr>
          <w:spacing w:val="-1"/>
        </w:rPr>
        <w:t xml:space="preserve"> </w:t>
      </w:r>
      <w:r w:rsidRPr="009B44A9">
        <w:t>и потребностей.</w:t>
      </w:r>
    </w:p>
    <w:p w:rsidR="00E76AB9" w:rsidRPr="009B44A9" w:rsidRDefault="00E76AB9" w:rsidP="007940B1">
      <w:pPr>
        <w:pStyle w:val="Heading2"/>
        <w:spacing w:line="275" w:lineRule="exact"/>
        <w:jc w:val="both"/>
        <w:rPr>
          <w:i w:val="0"/>
        </w:rPr>
      </w:pPr>
      <w:r w:rsidRPr="009B44A9">
        <w:t>Экологического</w:t>
      </w:r>
      <w:r w:rsidRPr="009B44A9">
        <w:rPr>
          <w:spacing w:val="-6"/>
        </w:rPr>
        <w:t xml:space="preserve"> </w:t>
      </w:r>
      <w:r w:rsidRPr="009B44A9">
        <w:t>воспитания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BodyText"/>
        <w:spacing w:before="55" w:line="292" w:lineRule="auto"/>
        <w:ind w:right="212" w:firstLine="180"/>
        <w:jc w:val="both"/>
      </w:pPr>
      <w:r w:rsidRPr="009B44A9">
        <w:t>ориентация на применение знаний из социальных и естественных наук для решения задач в области</w:t>
      </w:r>
      <w:r w:rsidRPr="009B44A9">
        <w:rPr>
          <w:spacing w:val="-58"/>
        </w:rPr>
        <w:t xml:space="preserve"> </w:t>
      </w:r>
      <w:r w:rsidRPr="009B44A9">
        <w:t>окружающей среды, планирования поступков и оценки их возможных последствий для окружающей</w:t>
      </w:r>
      <w:r w:rsidRPr="009B44A9">
        <w:rPr>
          <w:spacing w:val="1"/>
        </w:rPr>
        <w:t xml:space="preserve"> </w:t>
      </w:r>
      <w:r w:rsidRPr="009B44A9">
        <w:t>среды;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повышение</w:t>
      </w:r>
      <w:r w:rsidRPr="009B44A9">
        <w:rPr>
          <w:spacing w:val="-5"/>
        </w:rPr>
        <w:t xml:space="preserve"> </w:t>
      </w:r>
      <w:r w:rsidRPr="009B44A9">
        <w:t>уровня</w:t>
      </w:r>
      <w:r w:rsidRPr="009B44A9">
        <w:rPr>
          <w:spacing w:val="-6"/>
        </w:rPr>
        <w:t xml:space="preserve"> </w:t>
      </w:r>
      <w:r w:rsidRPr="009B44A9">
        <w:t>экологической</w:t>
      </w:r>
      <w:r w:rsidRPr="009B44A9">
        <w:rPr>
          <w:spacing w:val="-4"/>
        </w:rPr>
        <w:t xml:space="preserve"> </w:t>
      </w:r>
      <w:r w:rsidRPr="009B44A9">
        <w:t>культуры,</w:t>
      </w:r>
      <w:r w:rsidRPr="009B44A9">
        <w:rPr>
          <w:spacing w:val="-5"/>
        </w:rPr>
        <w:t xml:space="preserve"> </w:t>
      </w:r>
      <w:r w:rsidRPr="009B44A9">
        <w:t>осознание</w:t>
      </w:r>
      <w:r w:rsidRPr="009B44A9">
        <w:rPr>
          <w:spacing w:val="-4"/>
        </w:rPr>
        <w:t xml:space="preserve"> </w:t>
      </w:r>
      <w:r w:rsidRPr="009B44A9">
        <w:t>глобального</w:t>
      </w:r>
      <w:r w:rsidRPr="009B44A9">
        <w:rPr>
          <w:spacing w:val="-5"/>
        </w:rPr>
        <w:t xml:space="preserve"> </w:t>
      </w:r>
      <w:r w:rsidRPr="009B44A9">
        <w:t>характера</w:t>
      </w:r>
      <w:r w:rsidRPr="009B44A9">
        <w:rPr>
          <w:spacing w:val="-5"/>
        </w:rPr>
        <w:t xml:space="preserve"> </w:t>
      </w:r>
      <w:r w:rsidRPr="009B44A9">
        <w:t>экологических</w:t>
      </w:r>
      <w:r w:rsidRPr="009B44A9">
        <w:rPr>
          <w:spacing w:val="-57"/>
        </w:rPr>
        <w:t xml:space="preserve"> </w:t>
      </w:r>
      <w:r w:rsidRPr="009B44A9">
        <w:t>проблем</w:t>
      </w:r>
      <w:r w:rsidRPr="009B44A9">
        <w:rPr>
          <w:spacing w:val="-1"/>
        </w:rPr>
        <w:t xml:space="preserve"> </w:t>
      </w:r>
      <w:r w:rsidRPr="009B44A9">
        <w:t>и путей их решения;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активное</w:t>
      </w:r>
      <w:r w:rsidRPr="009B44A9">
        <w:rPr>
          <w:spacing w:val="-4"/>
        </w:rPr>
        <w:t xml:space="preserve"> </w:t>
      </w:r>
      <w:r w:rsidRPr="009B44A9">
        <w:t>неприятие</w:t>
      </w:r>
      <w:r w:rsidRPr="009B44A9">
        <w:rPr>
          <w:spacing w:val="-4"/>
        </w:rPr>
        <w:t xml:space="preserve"> </w:t>
      </w:r>
      <w:r w:rsidRPr="009B44A9">
        <w:t>действий,</w:t>
      </w:r>
      <w:r w:rsidRPr="009B44A9">
        <w:rPr>
          <w:spacing w:val="-4"/>
        </w:rPr>
        <w:t xml:space="preserve"> </w:t>
      </w:r>
      <w:r w:rsidRPr="009B44A9">
        <w:t>приносящих</w:t>
      </w:r>
      <w:r w:rsidRPr="009B44A9">
        <w:rPr>
          <w:spacing w:val="-3"/>
        </w:rPr>
        <w:t xml:space="preserve"> </w:t>
      </w:r>
      <w:r w:rsidRPr="009B44A9">
        <w:t>вред</w:t>
      </w:r>
      <w:r w:rsidRPr="009B44A9">
        <w:rPr>
          <w:spacing w:val="-5"/>
        </w:rPr>
        <w:t xml:space="preserve"> </w:t>
      </w:r>
      <w:r w:rsidRPr="009B44A9">
        <w:t>окружающей</w:t>
      </w:r>
      <w:r w:rsidRPr="009B44A9">
        <w:rPr>
          <w:spacing w:val="-4"/>
        </w:rPr>
        <w:t xml:space="preserve"> </w:t>
      </w:r>
      <w:r w:rsidRPr="009B44A9">
        <w:t>среде;</w:t>
      </w:r>
    </w:p>
    <w:p w:rsidR="00E76AB9" w:rsidRPr="009B44A9" w:rsidRDefault="00E76AB9" w:rsidP="007940B1">
      <w:pPr>
        <w:pStyle w:val="BodyText"/>
        <w:spacing w:before="58" w:line="292" w:lineRule="auto"/>
        <w:ind w:right="1363" w:firstLine="180"/>
        <w:jc w:val="both"/>
      </w:pPr>
      <w:r w:rsidRPr="009B44A9">
        <w:t>осознание своей роли как гражданина и потребителя в условиях взаимосвязи природной,</w:t>
      </w:r>
      <w:r w:rsidRPr="009B44A9">
        <w:rPr>
          <w:spacing w:val="-58"/>
        </w:rPr>
        <w:t xml:space="preserve"> </w:t>
      </w:r>
      <w:r w:rsidRPr="009B44A9">
        <w:t>технологической</w:t>
      </w:r>
      <w:r w:rsidRPr="009B44A9">
        <w:rPr>
          <w:spacing w:val="-1"/>
        </w:rPr>
        <w:t xml:space="preserve"> </w:t>
      </w:r>
      <w:r w:rsidRPr="009B44A9">
        <w:t>и социальной сред;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готовность</w:t>
      </w:r>
      <w:r w:rsidRPr="009B44A9">
        <w:rPr>
          <w:spacing w:val="-6"/>
        </w:rPr>
        <w:t xml:space="preserve"> </w:t>
      </w:r>
      <w:r w:rsidRPr="009B44A9">
        <w:t>к</w:t>
      </w:r>
      <w:r w:rsidRPr="009B44A9">
        <w:rPr>
          <w:spacing w:val="-6"/>
        </w:rPr>
        <w:t xml:space="preserve"> </w:t>
      </w:r>
      <w:r w:rsidRPr="009B44A9">
        <w:t>участию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6"/>
        </w:rPr>
        <w:t xml:space="preserve"> </w:t>
      </w:r>
      <w:r w:rsidRPr="009B44A9">
        <w:t>практической</w:t>
      </w:r>
      <w:r w:rsidRPr="009B44A9">
        <w:rPr>
          <w:spacing w:val="-4"/>
        </w:rPr>
        <w:t xml:space="preserve"> </w:t>
      </w:r>
      <w:r w:rsidRPr="009B44A9">
        <w:t>деятельности</w:t>
      </w:r>
      <w:r w:rsidRPr="009B44A9">
        <w:rPr>
          <w:spacing w:val="-5"/>
        </w:rPr>
        <w:t xml:space="preserve"> </w:t>
      </w:r>
      <w:r w:rsidRPr="009B44A9">
        <w:t>экологической</w:t>
      </w:r>
      <w:r w:rsidRPr="009B44A9">
        <w:rPr>
          <w:spacing w:val="-4"/>
        </w:rPr>
        <w:t xml:space="preserve"> </w:t>
      </w:r>
      <w:r w:rsidRPr="009B44A9">
        <w:t>направленности.</w:t>
      </w:r>
    </w:p>
    <w:p w:rsidR="00E76AB9" w:rsidRPr="009B44A9" w:rsidRDefault="00E76AB9" w:rsidP="007940B1">
      <w:pPr>
        <w:pStyle w:val="Heading2"/>
        <w:spacing w:before="60"/>
        <w:jc w:val="both"/>
        <w:rPr>
          <w:i w:val="0"/>
        </w:rPr>
      </w:pPr>
      <w:r w:rsidRPr="009B44A9">
        <w:t>Ценности</w:t>
      </w:r>
      <w:r w:rsidRPr="009B44A9">
        <w:rPr>
          <w:spacing w:val="-5"/>
        </w:rPr>
        <w:t xml:space="preserve"> </w:t>
      </w:r>
      <w:r w:rsidRPr="009B44A9">
        <w:t>научного</w:t>
      </w:r>
      <w:r w:rsidRPr="009B44A9">
        <w:rPr>
          <w:spacing w:val="-3"/>
        </w:rPr>
        <w:t xml:space="preserve"> </w:t>
      </w:r>
      <w:r w:rsidRPr="009B44A9">
        <w:t>познания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ориентация в деятельности на современную систему научных представлений об основных</w:t>
      </w:r>
      <w:r w:rsidRPr="009B44A9">
        <w:rPr>
          <w:spacing w:val="1"/>
        </w:rPr>
        <w:t xml:space="preserve"> </w:t>
      </w:r>
      <w:r w:rsidRPr="009B44A9">
        <w:t>закономерностях</w:t>
      </w:r>
      <w:r w:rsidRPr="009B44A9">
        <w:rPr>
          <w:spacing w:val="-4"/>
        </w:rPr>
        <w:t xml:space="preserve"> </w:t>
      </w:r>
      <w:r w:rsidRPr="009B44A9">
        <w:t>развития</w:t>
      </w:r>
      <w:r w:rsidRPr="009B44A9">
        <w:rPr>
          <w:spacing w:val="-5"/>
        </w:rPr>
        <w:t xml:space="preserve"> </w:t>
      </w:r>
      <w:r w:rsidRPr="009B44A9">
        <w:t>человека,</w:t>
      </w:r>
      <w:r w:rsidRPr="009B44A9">
        <w:rPr>
          <w:spacing w:val="-4"/>
        </w:rPr>
        <w:t xml:space="preserve"> </w:t>
      </w:r>
      <w:r w:rsidRPr="009B44A9">
        <w:t>природы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общества,</w:t>
      </w:r>
      <w:r w:rsidRPr="009B44A9">
        <w:rPr>
          <w:spacing w:val="-3"/>
        </w:rPr>
        <w:t xml:space="preserve"> </w:t>
      </w:r>
      <w:r w:rsidRPr="009B44A9">
        <w:t>взаимосвязях</w:t>
      </w:r>
      <w:r w:rsidRPr="009B44A9">
        <w:rPr>
          <w:spacing w:val="-4"/>
        </w:rPr>
        <w:t xml:space="preserve"> </w:t>
      </w:r>
      <w:r w:rsidRPr="009B44A9">
        <w:t>человека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4"/>
        </w:rPr>
        <w:t xml:space="preserve"> </w:t>
      </w:r>
      <w:r w:rsidRPr="009B44A9">
        <w:t>природной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57"/>
        </w:rPr>
        <w:t xml:space="preserve"> </w:t>
      </w:r>
      <w:r w:rsidRPr="009B44A9">
        <w:t>социальной</w:t>
      </w:r>
      <w:r w:rsidRPr="009B44A9">
        <w:rPr>
          <w:spacing w:val="-1"/>
        </w:rPr>
        <w:t xml:space="preserve"> </w:t>
      </w:r>
      <w:r w:rsidRPr="009B44A9">
        <w:t>средой;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6"/>
        <w:ind w:left="286"/>
        <w:jc w:val="both"/>
      </w:pPr>
      <w:r w:rsidRPr="009B44A9">
        <w:t>овладение</w:t>
      </w:r>
      <w:r w:rsidRPr="009B44A9">
        <w:rPr>
          <w:spacing w:val="-4"/>
        </w:rPr>
        <w:t xml:space="preserve"> </w:t>
      </w:r>
      <w:r w:rsidRPr="009B44A9">
        <w:t>языковой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читательской</w:t>
      </w:r>
      <w:r w:rsidRPr="009B44A9">
        <w:rPr>
          <w:spacing w:val="-4"/>
        </w:rPr>
        <w:t xml:space="preserve"> </w:t>
      </w:r>
      <w:r w:rsidRPr="009B44A9">
        <w:t>культурой</w:t>
      </w:r>
      <w:r w:rsidRPr="009B44A9">
        <w:rPr>
          <w:spacing w:val="-3"/>
        </w:rPr>
        <w:t xml:space="preserve"> </w:t>
      </w:r>
      <w:r w:rsidRPr="009B44A9">
        <w:t>как</w:t>
      </w:r>
      <w:r w:rsidRPr="009B44A9">
        <w:rPr>
          <w:spacing w:val="-5"/>
        </w:rPr>
        <w:t xml:space="preserve"> </w:t>
      </w:r>
      <w:r w:rsidRPr="009B44A9">
        <w:t>средством</w:t>
      </w:r>
      <w:r w:rsidRPr="009B44A9">
        <w:rPr>
          <w:spacing w:val="-3"/>
        </w:rPr>
        <w:t xml:space="preserve"> </w:t>
      </w:r>
      <w:r w:rsidRPr="009B44A9">
        <w:t>познания</w:t>
      </w:r>
      <w:r w:rsidRPr="009B44A9">
        <w:rPr>
          <w:spacing w:val="-5"/>
        </w:rPr>
        <w:t xml:space="preserve"> </w:t>
      </w:r>
      <w:r w:rsidRPr="009B44A9">
        <w:t>мира;</w:t>
      </w:r>
    </w:p>
    <w:p w:rsidR="00E76AB9" w:rsidRPr="009B44A9" w:rsidRDefault="00E76AB9" w:rsidP="007940B1">
      <w:pPr>
        <w:pStyle w:val="BodyText"/>
        <w:spacing w:before="60" w:line="292" w:lineRule="auto"/>
        <w:ind w:right="266" w:firstLine="180"/>
        <w:jc w:val="both"/>
      </w:pPr>
      <w:r w:rsidRPr="009B44A9">
        <w:t>овладение основными навыками исследовательской деятельности, установка на осмысление опыта,</w:t>
      </w:r>
      <w:r w:rsidRPr="009B44A9">
        <w:rPr>
          <w:spacing w:val="-58"/>
        </w:rPr>
        <w:t xml:space="preserve"> </w:t>
      </w:r>
      <w:r w:rsidRPr="009B44A9">
        <w:t>наблюдений, поступков и стремление совершенствовать пути достижения индивидуального и</w:t>
      </w:r>
      <w:r w:rsidRPr="009B44A9">
        <w:rPr>
          <w:spacing w:val="1"/>
        </w:rPr>
        <w:t xml:space="preserve"> </w:t>
      </w:r>
      <w:r w:rsidRPr="009B44A9">
        <w:t>коллективного</w:t>
      </w:r>
      <w:r w:rsidRPr="009B44A9">
        <w:rPr>
          <w:spacing w:val="-1"/>
        </w:rPr>
        <w:t xml:space="preserve"> </w:t>
      </w:r>
      <w:r w:rsidRPr="009B44A9">
        <w:t>благополучия.</w:t>
      </w:r>
    </w:p>
    <w:p w:rsidR="00E76AB9" w:rsidRPr="009B44A9" w:rsidRDefault="00E76AB9" w:rsidP="007940B1">
      <w:pPr>
        <w:pStyle w:val="Heading2"/>
        <w:spacing w:line="292" w:lineRule="auto"/>
        <w:ind w:left="106" w:right="527" w:firstLine="180"/>
        <w:jc w:val="both"/>
        <w:rPr>
          <w:i w:val="0"/>
        </w:rPr>
      </w:pPr>
      <w:r w:rsidRPr="009B44A9">
        <w:t>Личностные</w:t>
      </w:r>
      <w:r w:rsidRPr="009B44A9">
        <w:rPr>
          <w:spacing w:val="-8"/>
        </w:rPr>
        <w:t xml:space="preserve"> </w:t>
      </w:r>
      <w:r w:rsidRPr="009B44A9">
        <w:t>результаты,</w:t>
      </w:r>
      <w:r w:rsidRPr="009B44A9">
        <w:rPr>
          <w:spacing w:val="-7"/>
        </w:rPr>
        <w:t xml:space="preserve"> </w:t>
      </w:r>
      <w:r w:rsidRPr="009B44A9">
        <w:t>обеспечивающие</w:t>
      </w:r>
      <w:r w:rsidRPr="009B44A9">
        <w:rPr>
          <w:spacing w:val="-7"/>
        </w:rPr>
        <w:t xml:space="preserve"> </w:t>
      </w:r>
      <w:r w:rsidRPr="009B44A9">
        <w:t>адаптацию</w:t>
      </w:r>
      <w:r w:rsidRPr="009B44A9">
        <w:rPr>
          <w:spacing w:val="-8"/>
        </w:rPr>
        <w:t xml:space="preserve"> </w:t>
      </w:r>
      <w:r w:rsidRPr="009B44A9">
        <w:t>обучающегося</w:t>
      </w:r>
      <w:r w:rsidRPr="009B44A9">
        <w:rPr>
          <w:spacing w:val="-8"/>
        </w:rPr>
        <w:t xml:space="preserve"> </w:t>
      </w:r>
      <w:r w:rsidRPr="009B44A9">
        <w:t>к</w:t>
      </w:r>
      <w:r w:rsidRPr="009B44A9">
        <w:rPr>
          <w:spacing w:val="-8"/>
        </w:rPr>
        <w:t xml:space="preserve"> </w:t>
      </w:r>
      <w:r w:rsidRPr="009B44A9">
        <w:t>изменяющимся</w:t>
      </w:r>
      <w:r w:rsidRPr="009B44A9">
        <w:rPr>
          <w:spacing w:val="-57"/>
        </w:rPr>
        <w:t xml:space="preserve"> </w:t>
      </w:r>
      <w:r w:rsidRPr="009B44A9">
        <w:t>условиям</w:t>
      </w:r>
      <w:r w:rsidRPr="009B44A9">
        <w:rPr>
          <w:spacing w:val="-2"/>
        </w:rPr>
        <w:t xml:space="preserve"> </w:t>
      </w:r>
      <w:r w:rsidRPr="009B44A9">
        <w:t>социальной</w:t>
      </w:r>
      <w:r w:rsidRPr="009B44A9">
        <w:rPr>
          <w:spacing w:val="-1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природной</w:t>
      </w:r>
      <w:r w:rsidRPr="009B44A9">
        <w:rPr>
          <w:spacing w:val="-1"/>
        </w:rPr>
        <w:t xml:space="preserve"> </w:t>
      </w:r>
      <w:r w:rsidRPr="009B44A9">
        <w:t>среды, включают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BodyText"/>
        <w:spacing w:line="292" w:lineRule="auto"/>
        <w:ind w:right="299" w:firstLine="180"/>
        <w:jc w:val="both"/>
      </w:pPr>
      <w:r w:rsidRPr="009B44A9">
        <w:t>освоение обучающимися социального опыта, основных социальных ролей, соответствующих</w:t>
      </w:r>
      <w:r w:rsidRPr="009B44A9">
        <w:rPr>
          <w:spacing w:val="1"/>
        </w:rPr>
        <w:t xml:space="preserve"> </w:t>
      </w:r>
      <w:r w:rsidRPr="009B44A9">
        <w:t>ведущей деятельности возраста, норм и правил общественного поведения, форм социальной жизни в</w:t>
      </w:r>
      <w:r w:rsidRPr="009B44A9">
        <w:rPr>
          <w:spacing w:val="-58"/>
        </w:rPr>
        <w:t xml:space="preserve"> </w:t>
      </w:r>
      <w:r w:rsidRPr="009B44A9">
        <w:t>группах и сообществах, включая семью, группы, сформированные</w:t>
      </w:r>
      <w:r w:rsidRPr="009B44A9">
        <w:rPr>
          <w:spacing w:val="1"/>
        </w:rPr>
        <w:t xml:space="preserve"> </w:t>
      </w:r>
      <w:r w:rsidRPr="009B44A9">
        <w:t>по</w:t>
      </w:r>
      <w:r w:rsidRPr="009B44A9">
        <w:rPr>
          <w:spacing w:val="1"/>
        </w:rPr>
        <w:t xml:space="preserve"> </w:t>
      </w:r>
      <w:r w:rsidRPr="009B44A9">
        <w:t>профессиональной</w:t>
      </w:r>
      <w:r w:rsidRPr="009B44A9">
        <w:rPr>
          <w:spacing w:val="1"/>
        </w:rPr>
        <w:t xml:space="preserve"> </w:t>
      </w:r>
      <w:r w:rsidRPr="009B44A9">
        <w:t>деятельности, а также в</w:t>
      </w:r>
      <w:r w:rsidRPr="009B44A9">
        <w:rPr>
          <w:spacing w:val="1"/>
        </w:rPr>
        <w:t xml:space="preserve"> </w:t>
      </w:r>
      <w:r w:rsidRPr="009B44A9">
        <w:t>рамках</w:t>
      </w:r>
      <w:r w:rsidRPr="009B44A9">
        <w:rPr>
          <w:spacing w:val="1"/>
        </w:rPr>
        <w:t xml:space="preserve"> </w:t>
      </w:r>
      <w:r w:rsidRPr="009B44A9">
        <w:t>социального</w:t>
      </w:r>
      <w:r w:rsidRPr="009B44A9">
        <w:rPr>
          <w:spacing w:val="60"/>
        </w:rPr>
        <w:t xml:space="preserve"> </w:t>
      </w:r>
      <w:r w:rsidRPr="009B44A9">
        <w:t>взаимодействия</w:t>
      </w:r>
      <w:r w:rsidRPr="009B44A9">
        <w:rPr>
          <w:spacing w:val="60"/>
        </w:rPr>
        <w:t xml:space="preserve"> </w:t>
      </w:r>
      <w:r w:rsidRPr="009B44A9">
        <w:t>с</w:t>
      </w:r>
      <w:r w:rsidRPr="009B44A9">
        <w:rPr>
          <w:spacing w:val="60"/>
        </w:rPr>
        <w:t xml:space="preserve"> </w:t>
      </w:r>
      <w:r w:rsidRPr="009B44A9">
        <w:t>людьми из другой культурной</w:t>
      </w:r>
      <w:r w:rsidRPr="009B44A9">
        <w:rPr>
          <w:spacing w:val="1"/>
        </w:rPr>
        <w:t xml:space="preserve"> </w:t>
      </w:r>
      <w:r w:rsidRPr="009B44A9">
        <w:t>среды;</w:t>
      </w:r>
    </w:p>
    <w:p w:rsidR="00E76AB9" w:rsidRPr="009B44A9" w:rsidRDefault="00E76AB9" w:rsidP="007940B1">
      <w:pPr>
        <w:pStyle w:val="BodyText"/>
        <w:spacing w:line="292" w:lineRule="auto"/>
        <w:ind w:right="470" w:firstLine="180"/>
        <w:jc w:val="both"/>
      </w:pPr>
      <w:r w:rsidRPr="009B44A9">
        <w:t>способность обучающихся во взаимодействии в условиях неопределенности, открытость опыту и</w:t>
      </w:r>
      <w:r w:rsidRPr="009B44A9">
        <w:rPr>
          <w:spacing w:val="-58"/>
        </w:rPr>
        <w:t xml:space="preserve"> </w:t>
      </w:r>
      <w:r w:rsidRPr="009B44A9">
        <w:t>знаниям</w:t>
      </w:r>
      <w:r w:rsidRPr="009B44A9">
        <w:rPr>
          <w:spacing w:val="-1"/>
        </w:rPr>
        <w:t xml:space="preserve"> </w:t>
      </w:r>
      <w:r w:rsidRPr="009B44A9">
        <w:t>других;</w:t>
      </w:r>
    </w:p>
    <w:p w:rsidR="00E76AB9" w:rsidRPr="009B44A9" w:rsidRDefault="00E76AB9" w:rsidP="007940B1">
      <w:pPr>
        <w:pStyle w:val="BodyText"/>
        <w:spacing w:line="292" w:lineRule="auto"/>
        <w:ind w:right="454" w:firstLine="180"/>
        <w:jc w:val="both"/>
      </w:pPr>
      <w:r w:rsidRPr="009B44A9">
        <w:t>способность действовать в условиях неопределенности, повышать уровень своей компетентности</w:t>
      </w:r>
      <w:r w:rsidRPr="009B44A9">
        <w:rPr>
          <w:spacing w:val="-58"/>
        </w:rPr>
        <w:t xml:space="preserve"> </w:t>
      </w:r>
      <w:r w:rsidRPr="009B44A9">
        <w:t>через практическую деятельность, в том числе умение учиться у других людей, осознавать в</w:t>
      </w:r>
      <w:r w:rsidRPr="009B44A9">
        <w:rPr>
          <w:spacing w:val="1"/>
        </w:rPr>
        <w:t xml:space="preserve"> </w:t>
      </w:r>
      <w:r w:rsidRPr="009B44A9">
        <w:t>совместной</w:t>
      </w:r>
      <w:r w:rsidRPr="009B44A9">
        <w:rPr>
          <w:spacing w:val="-1"/>
        </w:rPr>
        <w:t xml:space="preserve"> </w:t>
      </w:r>
      <w:r w:rsidRPr="009B44A9">
        <w:t>деятельности</w:t>
      </w:r>
      <w:r w:rsidRPr="009B44A9">
        <w:rPr>
          <w:spacing w:val="-1"/>
        </w:rPr>
        <w:t xml:space="preserve"> </w:t>
      </w:r>
      <w:r w:rsidRPr="009B44A9">
        <w:t>новые знания,</w:t>
      </w:r>
      <w:r w:rsidRPr="009B44A9">
        <w:rPr>
          <w:spacing w:val="-1"/>
        </w:rPr>
        <w:t xml:space="preserve"> </w:t>
      </w:r>
      <w:r w:rsidRPr="009B44A9">
        <w:t>навыки</w:t>
      </w:r>
      <w:r w:rsidRPr="009B44A9">
        <w:rPr>
          <w:spacing w:val="-1"/>
        </w:rPr>
        <w:t xml:space="preserve"> </w:t>
      </w:r>
      <w:r w:rsidRPr="009B44A9">
        <w:t>и компетенции</w:t>
      </w:r>
      <w:r w:rsidRPr="009B44A9">
        <w:rPr>
          <w:spacing w:val="-1"/>
        </w:rPr>
        <w:t xml:space="preserve"> </w:t>
      </w:r>
      <w:r w:rsidRPr="009B44A9">
        <w:t>из</w:t>
      </w:r>
      <w:r w:rsidRPr="009B44A9">
        <w:rPr>
          <w:spacing w:val="-2"/>
        </w:rPr>
        <w:t xml:space="preserve"> </w:t>
      </w:r>
      <w:r w:rsidRPr="009B44A9">
        <w:t>опыта других;</w:t>
      </w:r>
    </w:p>
    <w:p w:rsidR="00E76AB9" w:rsidRPr="009B44A9" w:rsidRDefault="00E76AB9" w:rsidP="007940B1">
      <w:pPr>
        <w:pStyle w:val="BodyText"/>
        <w:spacing w:line="292" w:lineRule="auto"/>
        <w:ind w:right="711" w:firstLine="180"/>
        <w:jc w:val="both"/>
      </w:pPr>
      <w:r w:rsidRPr="009B44A9">
        <w:t>навык выявления и связывания образов, способность формирования новых знаний, в том числе</w:t>
      </w:r>
      <w:r w:rsidRPr="009B44A9">
        <w:rPr>
          <w:spacing w:val="-58"/>
        </w:rPr>
        <w:t xml:space="preserve"> </w:t>
      </w:r>
      <w:r w:rsidRPr="009B44A9">
        <w:t>способность формулировать идеи, понятия, гипотезы об объектах и явлениях, в том числе ранее</w:t>
      </w:r>
      <w:r w:rsidRPr="009B44A9">
        <w:rPr>
          <w:spacing w:val="1"/>
        </w:rPr>
        <w:t xml:space="preserve"> </w:t>
      </w:r>
      <w:r w:rsidRPr="009B44A9">
        <w:t>неизвестных, осознавать дефициты собственных знаний и компетентностей, планировать свое</w:t>
      </w:r>
      <w:r w:rsidRPr="009B44A9">
        <w:rPr>
          <w:spacing w:val="1"/>
        </w:rPr>
        <w:t xml:space="preserve"> </w:t>
      </w:r>
      <w:r w:rsidRPr="009B44A9">
        <w:t>развитие;</w:t>
      </w:r>
    </w:p>
    <w:p w:rsidR="00E76AB9" w:rsidRPr="009B44A9" w:rsidRDefault="00E76AB9" w:rsidP="007940B1">
      <w:pPr>
        <w:pStyle w:val="BodyText"/>
        <w:spacing w:line="292" w:lineRule="auto"/>
        <w:ind w:right="134" w:firstLine="180"/>
        <w:jc w:val="both"/>
      </w:pPr>
      <w:r w:rsidRPr="009B44A9">
        <w:t>умение распознавать конкретные примеры понятия по характерным признакам, выполнять операции</w:t>
      </w:r>
      <w:r w:rsidRPr="009B44A9">
        <w:rPr>
          <w:spacing w:val="-58"/>
        </w:rPr>
        <w:t xml:space="preserve"> </w:t>
      </w:r>
      <w:r w:rsidRPr="009B44A9">
        <w:t>в соответствии с определением и простейшими свойствами понятия, конкретизировать понятие</w:t>
      </w:r>
      <w:r w:rsidRPr="009B44A9">
        <w:rPr>
          <w:spacing w:val="1"/>
        </w:rPr>
        <w:t xml:space="preserve"> </w:t>
      </w:r>
      <w:r w:rsidRPr="009B44A9">
        <w:t>примерами, использовать понятие и его свойства при решении задач (далее — оперировать</w:t>
      </w:r>
      <w:r w:rsidRPr="009B44A9">
        <w:rPr>
          <w:spacing w:val="1"/>
        </w:rPr>
        <w:t xml:space="preserve"> </w:t>
      </w:r>
      <w:r w:rsidRPr="009B44A9">
        <w:t>понятиями), а также оперировать терминами и представлениями в области концепции устойчивого</w:t>
      </w:r>
      <w:r w:rsidRPr="009B44A9">
        <w:rPr>
          <w:spacing w:val="1"/>
        </w:rPr>
        <w:t xml:space="preserve"> </w:t>
      </w:r>
      <w:r w:rsidRPr="009B44A9">
        <w:t>развития;</w:t>
      </w:r>
    </w:p>
    <w:p w:rsidR="00E76AB9" w:rsidRPr="009B44A9" w:rsidRDefault="00E76AB9" w:rsidP="007940B1">
      <w:pPr>
        <w:pStyle w:val="BodyText"/>
        <w:spacing w:line="273" w:lineRule="exact"/>
        <w:ind w:left="286"/>
        <w:jc w:val="both"/>
      </w:pPr>
      <w:r w:rsidRPr="009B44A9">
        <w:t>умение</w:t>
      </w:r>
      <w:r w:rsidRPr="009B44A9">
        <w:rPr>
          <w:spacing w:val="-4"/>
        </w:rPr>
        <w:t xml:space="preserve"> </w:t>
      </w:r>
      <w:r w:rsidRPr="009B44A9">
        <w:t>анализировать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выявлять</w:t>
      </w:r>
      <w:r w:rsidRPr="009B44A9">
        <w:rPr>
          <w:spacing w:val="-5"/>
        </w:rPr>
        <w:t xml:space="preserve"> </w:t>
      </w:r>
      <w:r w:rsidRPr="009B44A9">
        <w:t>взаимосвязи</w:t>
      </w:r>
      <w:r w:rsidRPr="009B44A9">
        <w:rPr>
          <w:spacing w:val="-3"/>
        </w:rPr>
        <w:t xml:space="preserve"> </w:t>
      </w:r>
      <w:r w:rsidRPr="009B44A9">
        <w:t>природы,</w:t>
      </w:r>
      <w:r w:rsidRPr="009B44A9">
        <w:rPr>
          <w:spacing w:val="-3"/>
        </w:rPr>
        <w:t xml:space="preserve"> </w:t>
      </w:r>
      <w:r w:rsidRPr="009B44A9">
        <w:t>общества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экономики;</w:t>
      </w:r>
    </w:p>
    <w:p w:rsidR="00E76AB9" w:rsidRPr="009B44A9" w:rsidRDefault="00E76AB9" w:rsidP="007940B1">
      <w:pPr>
        <w:pStyle w:val="BodyText"/>
        <w:spacing w:before="49" w:line="292" w:lineRule="auto"/>
        <w:ind w:right="707" w:firstLine="180"/>
        <w:jc w:val="both"/>
      </w:pPr>
      <w:r w:rsidRPr="009B44A9">
        <w:t>умение оценивать свои действия с учетом влияния на окружающую среду, достижений целей и</w:t>
      </w:r>
      <w:r w:rsidRPr="009B44A9">
        <w:rPr>
          <w:spacing w:val="-58"/>
        </w:rPr>
        <w:t xml:space="preserve"> </w:t>
      </w:r>
      <w:r w:rsidRPr="009B44A9">
        <w:t>преодоления</w:t>
      </w:r>
      <w:r w:rsidRPr="009B44A9">
        <w:rPr>
          <w:spacing w:val="-2"/>
        </w:rPr>
        <w:t xml:space="preserve"> </w:t>
      </w:r>
      <w:r w:rsidRPr="009B44A9">
        <w:t>вызовов, возможных</w:t>
      </w:r>
      <w:r w:rsidRPr="009B44A9">
        <w:rPr>
          <w:spacing w:val="-1"/>
        </w:rPr>
        <w:t xml:space="preserve"> </w:t>
      </w:r>
      <w:r w:rsidRPr="009B44A9">
        <w:t>глобальных последствий;</w:t>
      </w:r>
    </w:p>
    <w:p w:rsidR="00E76AB9" w:rsidRPr="009B44A9" w:rsidRDefault="00E76AB9" w:rsidP="007940B1">
      <w:pPr>
        <w:pStyle w:val="BodyText"/>
        <w:spacing w:line="292" w:lineRule="auto"/>
        <w:ind w:right="231" w:firstLine="180"/>
        <w:jc w:val="both"/>
      </w:pPr>
      <w:r w:rsidRPr="009B44A9">
        <w:t>способность обучающихся осознавать стрессовую ситуацию, оценивать происходящие изменения и</w:t>
      </w:r>
      <w:r w:rsidRPr="009B44A9">
        <w:rPr>
          <w:spacing w:val="-58"/>
        </w:rPr>
        <w:t xml:space="preserve"> </w:t>
      </w:r>
      <w:r w:rsidRPr="009B44A9">
        <w:t>их</w:t>
      </w:r>
      <w:r w:rsidRPr="009B44A9">
        <w:rPr>
          <w:spacing w:val="-1"/>
        </w:rPr>
        <w:t xml:space="preserve"> </w:t>
      </w:r>
      <w:r w:rsidRPr="009B44A9">
        <w:t>последствия;</w:t>
      </w:r>
    </w:p>
    <w:p w:rsidR="00E76AB9" w:rsidRPr="009B44A9" w:rsidRDefault="00E76AB9" w:rsidP="007940B1">
      <w:pPr>
        <w:pStyle w:val="BodyText"/>
        <w:spacing w:line="292" w:lineRule="auto"/>
        <w:ind w:left="286" w:right="2219"/>
        <w:jc w:val="both"/>
      </w:pPr>
      <w:r w:rsidRPr="009B44A9">
        <w:t>воспринимать</w:t>
      </w:r>
      <w:r w:rsidRPr="009B44A9">
        <w:rPr>
          <w:spacing w:val="7"/>
        </w:rPr>
        <w:t xml:space="preserve"> </w:t>
      </w:r>
      <w:r w:rsidRPr="009B44A9">
        <w:t>стрессовую</w:t>
      </w:r>
      <w:r w:rsidRPr="009B44A9">
        <w:rPr>
          <w:spacing w:val="7"/>
        </w:rPr>
        <w:t xml:space="preserve"> </w:t>
      </w:r>
      <w:r w:rsidRPr="009B44A9">
        <w:t>ситуацию</w:t>
      </w:r>
      <w:r w:rsidRPr="009B44A9">
        <w:rPr>
          <w:spacing w:val="7"/>
        </w:rPr>
        <w:t xml:space="preserve"> </w:t>
      </w:r>
      <w:r w:rsidRPr="009B44A9">
        <w:t>как</w:t>
      </w:r>
      <w:r w:rsidRPr="009B44A9">
        <w:rPr>
          <w:spacing w:val="7"/>
        </w:rPr>
        <w:t xml:space="preserve"> </w:t>
      </w:r>
      <w:r w:rsidRPr="009B44A9">
        <w:t>вызов,</w:t>
      </w:r>
      <w:r w:rsidRPr="009B44A9">
        <w:rPr>
          <w:spacing w:val="8"/>
        </w:rPr>
        <w:t xml:space="preserve"> </w:t>
      </w:r>
      <w:r w:rsidRPr="009B44A9">
        <w:t>требующий</w:t>
      </w:r>
      <w:r w:rsidRPr="009B44A9">
        <w:rPr>
          <w:spacing w:val="8"/>
        </w:rPr>
        <w:t xml:space="preserve"> </w:t>
      </w:r>
      <w:r w:rsidRPr="009B44A9">
        <w:t>контрмер;</w:t>
      </w:r>
      <w:r w:rsidRPr="009B44A9">
        <w:rPr>
          <w:spacing w:val="1"/>
        </w:rPr>
        <w:t xml:space="preserve"> </w:t>
      </w:r>
      <w:r w:rsidRPr="009B44A9">
        <w:t>оценивать</w:t>
      </w:r>
      <w:r w:rsidRPr="009B44A9">
        <w:rPr>
          <w:spacing w:val="-6"/>
        </w:rPr>
        <w:t xml:space="preserve"> </w:t>
      </w:r>
      <w:r w:rsidRPr="009B44A9">
        <w:t>ситуацию</w:t>
      </w:r>
      <w:r w:rsidRPr="009B44A9">
        <w:rPr>
          <w:spacing w:val="-5"/>
        </w:rPr>
        <w:t xml:space="preserve"> </w:t>
      </w:r>
      <w:r w:rsidRPr="009B44A9">
        <w:t>стресса,</w:t>
      </w:r>
      <w:r w:rsidRPr="009B44A9">
        <w:rPr>
          <w:spacing w:val="-4"/>
        </w:rPr>
        <w:t xml:space="preserve"> </w:t>
      </w:r>
      <w:r w:rsidRPr="009B44A9">
        <w:t>корректировать</w:t>
      </w:r>
      <w:r w:rsidRPr="009B44A9">
        <w:rPr>
          <w:spacing w:val="-5"/>
        </w:rPr>
        <w:t xml:space="preserve"> </w:t>
      </w:r>
      <w:r w:rsidRPr="009B44A9">
        <w:t>принимаемые</w:t>
      </w:r>
      <w:r w:rsidRPr="009B44A9">
        <w:rPr>
          <w:spacing w:val="-4"/>
        </w:rPr>
        <w:t xml:space="preserve"> </w:t>
      </w:r>
      <w:r w:rsidRPr="009B44A9">
        <w:t>решения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действия;</w:t>
      </w:r>
    </w:p>
    <w:p w:rsidR="00E76AB9" w:rsidRPr="009B44A9" w:rsidRDefault="00E76AB9" w:rsidP="007940B1">
      <w:pPr>
        <w:pStyle w:val="BodyText"/>
        <w:spacing w:line="292" w:lineRule="auto"/>
        <w:ind w:right="290" w:firstLine="180"/>
        <w:jc w:val="both"/>
      </w:pPr>
      <w:r w:rsidRPr="009B44A9">
        <w:t>формулировать и оценивать риски и последствия, формировать опыт, уметь находить позитивное в</w:t>
      </w:r>
      <w:r w:rsidRPr="009B44A9">
        <w:rPr>
          <w:spacing w:val="-58"/>
        </w:rPr>
        <w:t xml:space="preserve"> </w:t>
      </w:r>
      <w:r w:rsidRPr="009B44A9">
        <w:t>произошедшей</w:t>
      </w:r>
      <w:r w:rsidRPr="009B44A9">
        <w:rPr>
          <w:spacing w:val="-1"/>
        </w:rPr>
        <w:t xml:space="preserve"> </w:t>
      </w:r>
      <w:r w:rsidRPr="009B44A9">
        <w:t>ситуации;</w:t>
      </w:r>
      <w:r w:rsidRPr="009B44A9">
        <w:rPr>
          <w:spacing w:val="-2"/>
        </w:rPr>
        <w:t xml:space="preserve"> </w:t>
      </w:r>
      <w:r w:rsidRPr="009B44A9">
        <w:t>быть</w:t>
      </w:r>
      <w:r w:rsidRPr="009B44A9">
        <w:rPr>
          <w:spacing w:val="-2"/>
        </w:rPr>
        <w:t xml:space="preserve"> </w:t>
      </w:r>
      <w:r w:rsidRPr="009B44A9">
        <w:t>готовым</w:t>
      </w:r>
      <w:r w:rsidRPr="009B44A9">
        <w:rPr>
          <w:spacing w:val="-1"/>
        </w:rPr>
        <w:t xml:space="preserve"> </w:t>
      </w:r>
      <w:r w:rsidRPr="009B44A9">
        <w:t>действовать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отсутствие</w:t>
      </w:r>
      <w:r w:rsidRPr="009B44A9">
        <w:rPr>
          <w:spacing w:val="-1"/>
        </w:rPr>
        <w:t xml:space="preserve"> </w:t>
      </w:r>
      <w:r w:rsidRPr="009B44A9">
        <w:t>гарантий</w:t>
      </w:r>
      <w:r w:rsidRPr="009B44A9">
        <w:rPr>
          <w:spacing w:val="-1"/>
        </w:rPr>
        <w:t xml:space="preserve"> </w:t>
      </w:r>
      <w:r w:rsidRPr="009B44A9">
        <w:t>успеха.</w:t>
      </w:r>
    </w:p>
    <w:p w:rsidR="00E76AB9" w:rsidRPr="009B44A9" w:rsidRDefault="00E76AB9" w:rsidP="007940B1">
      <w:pPr>
        <w:pStyle w:val="Heading1"/>
        <w:spacing w:before="187"/>
        <w:ind w:left="106"/>
        <w:jc w:val="both"/>
      </w:pPr>
      <w:r w:rsidRPr="009B44A9">
        <w:t>МЕТАПРЕДМЕТНЫЕ</w:t>
      </w:r>
      <w:r w:rsidRPr="009B44A9">
        <w:rPr>
          <w:spacing w:val="-11"/>
        </w:rPr>
        <w:t xml:space="preserve"> </w:t>
      </w:r>
      <w:r w:rsidRPr="009B44A9">
        <w:t>РЕЗУЛЬТАТЫ</w:t>
      </w:r>
    </w:p>
    <w:p w:rsidR="00E76AB9" w:rsidRPr="009B44A9" w:rsidRDefault="00E76AB9" w:rsidP="007940B1">
      <w:pPr>
        <w:spacing w:before="156" w:line="292" w:lineRule="auto"/>
        <w:ind w:left="106" w:firstLine="180"/>
        <w:jc w:val="both"/>
        <w:rPr>
          <w:sz w:val="24"/>
          <w:szCs w:val="24"/>
        </w:rPr>
      </w:pPr>
      <w:r w:rsidRPr="009B44A9">
        <w:rPr>
          <w:b/>
          <w:sz w:val="24"/>
          <w:szCs w:val="24"/>
        </w:rPr>
        <w:t>Метапредметные</w:t>
      </w:r>
      <w:r w:rsidRPr="009B44A9">
        <w:rPr>
          <w:b/>
          <w:spacing w:val="-5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результаты</w:t>
      </w:r>
      <w:r w:rsidRPr="009B44A9">
        <w:rPr>
          <w:b/>
          <w:spacing w:val="-11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освоения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основной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образовательной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программы,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формируемые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изучении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иностранного языка:</w:t>
      </w:r>
    </w:p>
    <w:p w:rsidR="00E76AB9" w:rsidRPr="009B44A9" w:rsidRDefault="00E76AB9" w:rsidP="007940B1">
      <w:pPr>
        <w:pStyle w:val="Heading2"/>
        <w:spacing w:line="275" w:lineRule="exact"/>
        <w:jc w:val="both"/>
        <w:rPr>
          <w:i w:val="0"/>
        </w:rPr>
      </w:pPr>
      <w:r w:rsidRPr="009B44A9">
        <w:t>Овладение</w:t>
      </w:r>
      <w:r w:rsidRPr="009B44A9">
        <w:rPr>
          <w:spacing w:val="-9"/>
        </w:rPr>
        <w:t xml:space="preserve"> </w:t>
      </w:r>
      <w:r w:rsidRPr="009B44A9">
        <w:t>универсальными</w:t>
      </w:r>
      <w:r w:rsidRPr="009B44A9">
        <w:rPr>
          <w:spacing w:val="-9"/>
        </w:rPr>
        <w:t xml:space="preserve"> </w:t>
      </w:r>
      <w:r w:rsidRPr="009B44A9">
        <w:t>учебными</w:t>
      </w:r>
      <w:r w:rsidRPr="009B44A9">
        <w:rPr>
          <w:spacing w:val="-10"/>
        </w:rPr>
        <w:t xml:space="preserve"> </w:t>
      </w:r>
      <w:r w:rsidRPr="009B44A9">
        <w:t>познавательными</w:t>
      </w:r>
      <w:r w:rsidRPr="009B44A9">
        <w:rPr>
          <w:spacing w:val="-9"/>
        </w:rPr>
        <w:t xml:space="preserve"> </w:t>
      </w:r>
      <w:r w:rsidRPr="009B44A9">
        <w:t>действиями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ListParagraph"/>
        <w:numPr>
          <w:ilvl w:val="1"/>
          <w:numId w:val="21"/>
        </w:numPr>
        <w:tabs>
          <w:tab w:val="left" w:pos="551"/>
        </w:tabs>
        <w:spacing w:before="60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базовые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логические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действия: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выявлять</w:t>
      </w:r>
      <w:r w:rsidRPr="009B44A9">
        <w:rPr>
          <w:spacing w:val="-6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характеризовать</w:t>
      </w:r>
      <w:r w:rsidRPr="009B44A9">
        <w:rPr>
          <w:spacing w:val="-6"/>
        </w:rPr>
        <w:t xml:space="preserve"> </w:t>
      </w:r>
      <w:r w:rsidRPr="009B44A9">
        <w:t>существенные</w:t>
      </w:r>
      <w:r w:rsidRPr="009B44A9">
        <w:rPr>
          <w:spacing w:val="-5"/>
        </w:rPr>
        <w:t xml:space="preserve"> </w:t>
      </w:r>
      <w:r w:rsidRPr="009B44A9">
        <w:t>признаки</w:t>
      </w:r>
      <w:r w:rsidRPr="009B44A9">
        <w:rPr>
          <w:spacing w:val="-5"/>
        </w:rPr>
        <w:t xml:space="preserve"> </w:t>
      </w:r>
      <w:r w:rsidRPr="009B44A9">
        <w:t>объектов</w:t>
      </w:r>
      <w:r w:rsidRPr="009B44A9">
        <w:rPr>
          <w:spacing w:val="-6"/>
        </w:rPr>
        <w:t xml:space="preserve"> </w:t>
      </w:r>
      <w:r w:rsidRPr="009B44A9">
        <w:t>(явлений);</w:t>
      </w:r>
    </w:p>
    <w:p w:rsidR="00E76AB9" w:rsidRPr="009B44A9" w:rsidRDefault="00E76AB9" w:rsidP="007940B1">
      <w:pPr>
        <w:pStyle w:val="BodyText"/>
        <w:spacing w:before="60" w:line="292" w:lineRule="auto"/>
        <w:ind w:right="815" w:firstLine="180"/>
        <w:jc w:val="both"/>
      </w:pPr>
      <w:r w:rsidRPr="009B44A9">
        <w:t>устанавливать существенный признак классификации, основания для обобщения и сравнения,</w:t>
      </w:r>
      <w:r w:rsidRPr="009B44A9">
        <w:rPr>
          <w:spacing w:val="-58"/>
        </w:rPr>
        <w:t xml:space="preserve"> </w:t>
      </w:r>
      <w:r w:rsidRPr="009B44A9">
        <w:t>критерии</w:t>
      </w:r>
      <w:r w:rsidRPr="009B44A9">
        <w:rPr>
          <w:spacing w:val="-1"/>
        </w:rPr>
        <w:t xml:space="preserve"> </w:t>
      </w:r>
      <w:r w:rsidRPr="009B44A9">
        <w:t>проводимого анализа;</w:t>
      </w:r>
    </w:p>
    <w:p w:rsidR="00E76AB9" w:rsidRPr="009B44A9" w:rsidRDefault="00E76AB9" w:rsidP="007940B1">
      <w:pPr>
        <w:pStyle w:val="BodyText"/>
        <w:spacing w:line="292" w:lineRule="auto"/>
        <w:ind w:right="900" w:firstLine="180"/>
        <w:jc w:val="both"/>
      </w:pPr>
      <w:r w:rsidRPr="009B44A9">
        <w:t>с учётом предложенной задачи выявлять закономерности и противоречия в рассматриваемых</w:t>
      </w:r>
      <w:r w:rsidRPr="009B44A9">
        <w:rPr>
          <w:spacing w:val="-58"/>
        </w:rPr>
        <w:t xml:space="preserve"> </w:t>
      </w:r>
      <w:r w:rsidRPr="009B44A9">
        <w:t>фактах,</w:t>
      </w:r>
      <w:r w:rsidRPr="009B44A9">
        <w:rPr>
          <w:spacing w:val="-1"/>
        </w:rPr>
        <w:t xml:space="preserve"> </w:t>
      </w:r>
      <w:r w:rsidRPr="009B44A9">
        <w:t>данных и наблюдениях;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предлагать</w:t>
      </w:r>
      <w:r w:rsidRPr="009B44A9">
        <w:rPr>
          <w:spacing w:val="-5"/>
        </w:rPr>
        <w:t xml:space="preserve"> </w:t>
      </w:r>
      <w:r w:rsidRPr="009B44A9">
        <w:t>критерии</w:t>
      </w:r>
      <w:r w:rsidRPr="009B44A9">
        <w:rPr>
          <w:spacing w:val="-4"/>
        </w:rPr>
        <w:t xml:space="preserve"> </w:t>
      </w:r>
      <w:r w:rsidRPr="009B44A9">
        <w:t>для</w:t>
      </w:r>
      <w:r w:rsidRPr="009B44A9">
        <w:rPr>
          <w:spacing w:val="-4"/>
        </w:rPr>
        <w:t xml:space="preserve"> </w:t>
      </w:r>
      <w:r w:rsidRPr="009B44A9">
        <w:t>выявления</w:t>
      </w:r>
      <w:r w:rsidRPr="009B44A9">
        <w:rPr>
          <w:spacing w:val="-5"/>
        </w:rPr>
        <w:t xml:space="preserve"> </w:t>
      </w:r>
      <w:r w:rsidRPr="009B44A9">
        <w:t>закономерностей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противоречий;</w:t>
      </w:r>
    </w:p>
    <w:p w:rsidR="00E76AB9" w:rsidRPr="009B44A9" w:rsidRDefault="00E76AB9" w:rsidP="007940B1">
      <w:pPr>
        <w:spacing w:line="275" w:lineRule="exact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6" w:line="292" w:lineRule="auto"/>
        <w:ind w:left="286" w:right="1077"/>
        <w:jc w:val="both"/>
      </w:pPr>
      <w:r w:rsidRPr="009B44A9">
        <w:t>выявлять дефициты информации, данных, необходимых для решения поставленной задачи;</w:t>
      </w:r>
      <w:r w:rsidRPr="009B44A9">
        <w:rPr>
          <w:spacing w:val="-58"/>
        </w:rPr>
        <w:t xml:space="preserve"> </w:t>
      </w:r>
      <w:r w:rsidRPr="009B44A9">
        <w:t>выявлять</w:t>
      </w:r>
      <w:r w:rsidRPr="009B44A9">
        <w:rPr>
          <w:spacing w:val="-2"/>
        </w:rPr>
        <w:t xml:space="preserve"> </w:t>
      </w:r>
      <w:r w:rsidRPr="009B44A9">
        <w:t>причинно-следственные</w:t>
      </w:r>
      <w:r w:rsidRPr="009B44A9">
        <w:rPr>
          <w:spacing w:val="-1"/>
        </w:rPr>
        <w:t xml:space="preserve"> </w:t>
      </w:r>
      <w:r w:rsidRPr="009B44A9">
        <w:t>связи</w:t>
      </w:r>
      <w:r w:rsidRPr="009B44A9">
        <w:rPr>
          <w:spacing w:val="-1"/>
        </w:rPr>
        <w:t xml:space="preserve"> </w:t>
      </w:r>
      <w:r w:rsidRPr="009B44A9">
        <w:t>при</w:t>
      </w:r>
      <w:r w:rsidRPr="009B44A9">
        <w:rPr>
          <w:spacing w:val="-1"/>
        </w:rPr>
        <w:t xml:space="preserve"> </w:t>
      </w:r>
      <w:r w:rsidRPr="009B44A9">
        <w:t>изучении</w:t>
      </w:r>
      <w:r w:rsidRPr="009B44A9">
        <w:rPr>
          <w:spacing w:val="-1"/>
        </w:rPr>
        <w:t xml:space="preserve"> </w:t>
      </w:r>
      <w:r w:rsidRPr="009B44A9">
        <w:t>явлений</w:t>
      </w:r>
      <w:r w:rsidRPr="009B44A9">
        <w:rPr>
          <w:spacing w:val="-1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процессов;</w:t>
      </w:r>
    </w:p>
    <w:p w:rsidR="00E76AB9" w:rsidRPr="009B44A9" w:rsidRDefault="00E76AB9" w:rsidP="007940B1">
      <w:pPr>
        <w:pStyle w:val="BodyText"/>
        <w:spacing w:line="292" w:lineRule="auto"/>
        <w:ind w:right="349" w:firstLine="180"/>
        <w:jc w:val="both"/>
      </w:pPr>
      <w:r w:rsidRPr="009B44A9">
        <w:t>делать выводы с использованием дедуктивных и индуктивных умозаключений, умозаключений по</w:t>
      </w:r>
      <w:r w:rsidRPr="009B44A9">
        <w:rPr>
          <w:spacing w:val="-58"/>
        </w:rPr>
        <w:t xml:space="preserve"> </w:t>
      </w:r>
      <w:r w:rsidRPr="009B44A9">
        <w:t>аналогии,</w:t>
      </w:r>
      <w:r w:rsidRPr="009B44A9">
        <w:rPr>
          <w:spacing w:val="-1"/>
        </w:rPr>
        <w:t xml:space="preserve"> </w:t>
      </w:r>
      <w:r w:rsidRPr="009B44A9">
        <w:t>формулировать</w:t>
      </w:r>
      <w:r w:rsidRPr="009B44A9">
        <w:rPr>
          <w:spacing w:val="-1"/>
        </w:rPr>
        <w:t xml:space="preserve"> </w:t>
      </w:r>
      <w:r w:rsidRPr="009B44A9">
        <w:t>гипотезы о взаимосвязях;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самостоятельно</w:t>
      </w:r>
      <w:r w:rsidRPr="009B44A9">
        <w:rPr>
          <w:spacing w:val="-5"/>
        </w:rPr>
        <w:t xml:space="preserve"> </w:t>
      </w:r>
      <w:r w:rsidRPr="009B44A9">
        <w:t>выбирать</w:t>
      </w:r>
      <w:r w:rsidRPr="009B44A9">
        <w:rPr>
          <w:spacing w:val="-6"/>
        </w:rPr>
        <w:t xml:space="preserve"> </w:t>
      </w:r>
      <w:r w:rsidRPr="009B44A9">
        <w:t>способ</w:t>
      </w:r>
      <w:r w:rsidRPr="009B44A9">
        <w:rPr>
          <w:spacing w:val="-6"/>
        </w:rPr>
        <w:t xml:space="preserve"> </w:t>
      </w:r>
      <w:r w:rsidRPr="009B44A9">
        <w:t>решения</w:t>
      </w:r>
      <w:r w:rsidRPr="009B44A9">
        <w:rPr>
          <w:spacing w:val="-6"/>
        </w:rPr>
        <w:t xml:space="preserve"> </w:t>
      </w:r>
      <w:r w:rsidRPr="009B44A9">
        <w:t>учебной</w:t>
      </w:r>
      <w:r w:rsidRPr="009B44A9">
        <w:rPr>
          <w:spacing w:val="-5"/>
        </w:rPr>
        <w:t xml:space="preserve"> </w:t>
      </w:r>
      <w:r w:rsidRPr="009B44A9">
        <w:t>задачи</w:t>
      </w:r>
      <w:r w:rsidRPr="009B44A9">
        <w:rPr>
          <w:spacing w:val="-5"/>
        </w:rPr>
        <w:t xml:space="preserve"> </w:t>
      </w:r>
      <w:r w:rsidRPr="009B44A9">
        <w:t>(сравнивать</w:t>
      </w:r>
      <w:r w:rsidRPr="009B44A9">
        <w:rPr>
          <w:spacing w:val="-6"/>
        </w:rPr>
        <w:t xml:space="preserve"> </w:t>
      </w:r>
      <w:r w:rsidRPr="009B44A9">
        <w:t>несколько</w:t>
      </w:r>
      <w:r w:rsidRPr="009B44A9">
        <w:rPr>
          <w:spacing w:val="-5"/>
        </w:rPr>
        <w:t xml:space="preserve"> </w:t>
      </w:r>
      <w:r w:rsidRPr="009B44A9">
        <w:t>вариантов</w:t>
      </w:r>
      <w:r w:rsidRPr="009B44A9">
        <w:rPr>
          <w:spacing w:val="-57"/>
        </w:rPr>
        <w:t xml:space="preserve"> </w:t>
      </w:r>
      <w:r w:rsidRPr="009B44A9">
        <w:t>решения,</w:t>
      </w:r>
      <w:r w:rsidRPr="009B44A9">
        <w:rPr>
          <w:spacing w:val="52"/>
        </w:rPr>
        <w:t xml:space="preserve"> </w:t>
      </w:r>
      <w:r w:rsidRPr="009B44A9">
        <w:t>выбирать</w:t>
      </w:r>
      <w:r w:rsidRPr="009B44A9">
        <w:rPr>
          <w:spacing w:val="52"/>
        </w:rPr>
        <w:t xml:space="preserve"> </w:t>
      </w:r>
      <w:r w:rsidRPr="009B44A9">
        <w:t>наиболее</w:t>
      </w:r>
      <w:r w:rsidRPr="009B44A9">
        <w:rPr>
          <w:spacing w:val="-3"/>
        </w:rPr>
        <w:t xml:space="preserve"> </w:t>
      </w:r>
      <w:r w:rsidRPr="009B44A9">
        <w:t>подходящий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учётом</w:t>
      </w:r>
      <w:r w:rsidRPr="009B44A9">
        <w:rPr>
          <w:spacing w:val="-4"/>
        </w:rPr>
        <w:t xml:space="preserve"> </w:t>
      </w:r>
      <w:r w:rsidRPr="009B44A9">
        <w:t>самостоятельно</w:t>
      </w:r>
      <w:r w:rsidRPr="009B44A9">
        <w:rPr>
          <w:spacing w:val="-3"/>
        </w:rPr>
        <w:t xml:space="preserve"> </w:t>
      </w:r>
      <w:r w:rsidRPr="009B44A9">
        <w:t>выделенных</w:t>
      </w:r>
      <w:r w:rsidRPr="009B44A9">
        <w:rPr>
          <w:spacing w:val="-4"/>
        </w:rPr>
        <w:t xml:space="preserve"> </w:t>
      </w:r>
      <w:r w:rsidRPr="009B44A9">
        <w:t>критериев);</w:t>
      </w:r>
    </w:p>
    <w:p w:rsidR="00E76AB9" w:rsidRPr="009B44A9" w:rsidRDefault="00E76AB9" w:rsidP="007940B1">
      <w:pPr>
        <w:pStyle w:val="ListParagraph"/>
        <w:numPr>
          <w:ilvl w:val="1"/>
          <w:numId w:val="21"/>
        </w:numPr>
        <w:tabs>
          <w:tab w:val="left" w:pos="551"/>
        </w:tabs>
        <w:spacing w:line="275" w:lineRule="exact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базовые</w:t>
      </w:r>
      <w:r w:rsidRPr="009B44A9">
        <w:rPr>
          <w:i/>
          <w:spacing w:val="-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исследовательские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действия:</w:t>
      </w:r>
    </w:p>
    <w:p w:rsidR="00E76AB9" w:rsidRPr="009B44A9" w:rsidRDefault="00E76AB9" w:rsidP="007940B1">
      <w:pPr>
        <w:pStyle w:val="BodyText"/>
        <w:spacing w:before="57"/>
        <w:ind w:left="286"/>
        <w:jc w:val="both"/>
      </w:pPr>
      <w:r w:rsidRPr="009B44A9">
        <w:t>использовать</w:t>
      </w:r>
      <w:r w:rsidRPr="009B44A9">
        <w:rPr>
          <w:spacing w:val="-6"/>
        </w:rPr>
        <w:t xml:space="preserve"> </w:t>
      </w:r>
      <w:r w:rsidRPr="009B44A9">
        <w:t>вопросы</w:t>
      </w:r>
      <w:r w:rsidRPr="009B44A9">
        <w:rPr>
          <w:spacing w:val="-5"/>
        </w:rPr>
        <w:t xml:space="preserve"> </w:t>
      </w:r>
      <w:r w:rsidRPr="009B44A9">
        <w:t>как</w:t>
      </w:r>
      <w:r w:rsidRPr="009B44A9">
        <w:rPr>
          <w:spacing w:val="-6"/>
        </w:rPr>
        <w:t xml:space="preserve"> </w:t>
      </w:r>
      <w:r w:rsidRPr="009B44A9">
        <w:t>исследовательский</w:t>
      </w:r>
      <w:r w:rsidRPr="009B44A9">
        <w:rPr>
          <w:spacing w:val="-4"/>
        </w:rPr>
        <w:t xml:space="preserve"> </w:t>
      </w:r>
      <w:r w:rsidRPr="009B44A9">
        <w:t>инструмент</w:t>
      </w:r>
      <w:r w:rsidRPr="009B44A9">
        <w:rPr>
          <w:spacing w:val="-6"/>
        </w:rPr>
        <w:t xml:space="preserve"> </w:t>
      </w:r>
      <w:r w:rsidRPr="009B44A9">
        <w:t>познания;</w:t>
      </w:r>
    </w:p>
    <w:p w:rsidR="00E76AB9" w:rsidRPr="009B44A9" w:rsidRDefault="00E76AB9" w:rsidP="007940B1">
      <w:pPr>
        <w:pStyle w:val="BodyText"/>
        <w:spacing w:before="61" w:line="292" w:lineRule="auto"/>
        <w:ind w:right="961" w:firstLine="180"/>
        <w:jc w:val="both"/>
      </w:pPr>
      <w:r w:rsidRPr="009B44A9">
        <w:t>формулировать вопросы, фиксирующие разрыв между реальным и желательным состоянием</w:t>
      </w:r>
      <w:r w:rsidRPr="009B44A9">
        <w:rPr>
          <w:spacing w:val="-58"/>
        </w:rPr>
        <w:t xml:space="preserve"> </w:t>
      </w:r>
      <w:r w:rsidRPr="009B44A9">
        <w:t>ситуации,</w:t>
      </w:r>
      <w:r w:rsidRPr="009B44A9">
        <w:rPr>
          <w:spacing w:val="-1"/>
        </w:rPr>
        <w:t xml:space="preserve"> </w:t>
      </w:r>
      <w:r w:rsidRPr="009B44A9">
        <w:t>объекта,</w:t>
      </w:r>
      <w:r w:rsidRPr="009B44A9">
        <w:rPr>
          <w:spacing w:val="-1"/>
        </w:rPr>
        <w:t xml:space="preserve"> </w:t>
      </w:r>
      <w:r w:rsidRPr="009B44A9">
        <w:t>самостоятельно устанавливать</w:t>
      </w:r>
      <w:r w:rsidRPr="009B44A9">
        <w:rPr>
          <w:spacing w:val="-2"/>
        </w:rPr>
        <w:t xml:space="preserve"> </w:t>
      </w:r>
      <w:r w:rsidRPr="009B44A9">
        <w:t>искомое</w:t>
      </w:r>
      <w:r w:rsidRPr="009B44A9">
        <w:rPr>
          <w:spacing w:val="-1"/>
        </w:rPr>
        <w:t xml:space="preserve"> </w:t>
      </w:r>
      <w:r w:rsidRPr="009B44A9">
        <w:t>и данное;</w:t>
      </w:r>
    </w:p>
    <w:p w:rsidR="00E76AB9" w:rsidRPr="009B44A9" w:rsidRDefault="00E76AB9" w:rsidP="007940B1">
      <w:pPr>
        <w:pStyle w:val="BodyText"/>
        <w:spacing w:line="292" w:lineRule="auto"/>
        <w:ind w:right="1887" w:firstLine="180"/>
        <w:jc w:val="both"/>
      </w:pPr>
      <w:r w:rsidRPr="009B44A9">
        <w:t>формулировать гипотезу об истинности собственных суждений и суждений других,</w:t>
      </w:r>
      <w:r w:rsidRPr="009B44A9">
        <w:rPr>
          <w:spacing w:val="-57"/>
        </w:rPr>
        <w:t xml:space="preserve"> </w:t>
      </w:r>
      <w:r w:rsidRPr="009B44A9">
        <w:t>аргументировать</w:t>
      </w:r>
      <w:r w:rsidRPr="009B44A9">
        <w:rPr>
          <w:spacing w:val="-2"/>
        </w:rPr>
        <w:t xml:space="preserve"> </w:t>
      </w:r>
      <w:r w:rsidRPr="009B44A9">
        <w:t>свою</w:t>
      </w:r>
      <w:r w:rsidRPr="009B44A9">
        <w:rPr>
          <w:spacing w:val="-1"/>
        </w:rPr>
        <w:t xml:space="preserve"> </w:t>
      </w:r>
      <w:r w:rsidRPr="009B44A9">
        <w:t>позицию, мнение;</w:t>
      </w:r>
    </w:p>
    <w:p w:rsidR="00E76AB9" w:rsidRPr="009B44A9" w:rsidRDefault="00E76AB9" w:rsidP="007940B1">
      <w:pPr>
        <w:pStyle w:val="BodyText"/>
        <w:spacing w:line="292" w:lineRule="auto"/>
        <w:ind w:right="617" w:firstLine="180"/>
        <w:jc w:val="both"/>
      </w:pPr>
      <w:r w:rsidRPr="009B44A9">
        <w:t>проводить по самостоятельно составленному плану опыт, несложный эксперимент, небольшое</w:t>
      </w:r>
      <w:r w:rsidRPr="009B44A9">
        <w:rPr>
          <w:spacing w:val="1"/>
        </w:rPr>
        <w:t xml:space="preserve"> </w:t>
      </w:r>
      <w:r w:rsidRPr="009B44A9">
        <w:t>исследование по установлению особенностей объекта изучения, причинно-следственных связей и</w:t>
      </w:r>
      <w:r w:rsidRPr="009B44A9">
        <w:rPr>
          <w:spacing w:val="-58"/>
        </w:rPr>
        <w:t xml:space="preserve"> </w:t>
      </w:r>
      <w:r w:rsidRPr="009B44A9">
        <w:t>зависимостей</w:t>
      </w:r>
      <w:r w:rsidRPr="009B44A9">
        <w:rPr>
          <w:spacing w:val="-1"/>
        </w:rPr>
        <w:t xml:space="preserve"> </w:t>
      </w:r>
      <w:r w:rsidRPr="009B44A9">
        <w:t>объектов</w:t>
      </w:r>
      <w:r w:rsidRPr="009B44A9">
        <w:rPr>
          <w:spacing w:val="-1"/>
        </w:rPr>
        <w:t xml:space="preserve"> </w:t>
      </w:r>
      <w:r w:rsidRPr="009B44A9">
        <w:t>между собой;</w:t>
      </w:r>
    </w:p>
    <w:p w:rsidR="00E76AB9" w:rsidRPr="009B44A9" w:rsidRDefault="00E76AB9" w:rsidP="007940B1">
      <w:pPr>
        <w:pStyle w:val="BodyText"/>
        <w:spacing w:line="292" w:lineRule="auto"/>
        <w:ind w:right="1041" w:firstLine="180"/>
        <w:jc w:val="both"/>
      </w:pPr>
      <w:r w:rsidRPr="009B44A9">
        <w:t>оценивать на применимость и достоверность информации, полученной в ходе исследования</w:t>
      </w:r>
      <w:r w:rsidRPr="009B44A9">
        <w:rPr>
          <w:spacing w:val="-57"/>
        </w:rPr>
        <w:t xml:space="preserve"> </w:t>
      </w:r>
      <w:r w:rsidRPr="009B44A9">
        <w:t>(эксперимента);</w:t>
      </w:r>
    </w:p>
    <w:p w:rsidR="00E76AB9" w:rsidRPr="009B44A9" w:rsidRDefault="00E76AB9" w:rsidP="007940B1">
      <w:pPr>
        <w:pStyle w:val="BodyText"/>
        <w:spacing w:line="292" w:lineRule="auto"/>
        <w:ind w:right="548" w:firstLine="180"/>
        <w:jc w:val="both"/>
      </w:pPr>
      <w:r w:rsidRPr="009B44A9">
        <w:t>самостоятельно формулировать обобщения и выводы по результатам проведенного наблюдения,</w:t>
      </w:r>
      <w:r w:rsidRPr="009B44A9">
        <w:rPr>
          <w:spacing w:val="-58"/>
        </w:rPr>
        <w:t xml:space="preserve"> </w:t>
      </w:r>
      <w:r w:rsidRPr="009B44A9">
        <w:t>опыта, исследования, владеть инструментами оценки достоверности полученных выводов и</w:t>
      </w:r>
      <w:r w:rsidRPr="009B44A9">
        <w:rPr>
          <w:spacing w:val="1"/>
        </w:rPr>
        <w:t xml:space="preserve"> </w:t>
      </w:r>
      <w:r w:rsidRPr="009B44A9">
        <w:t>обобщений;</w:t>
      </w:r>
    </w:p>
    <w:p w:rsidR="00E76AB9" w:rsidRPr="009B44A9" w:rsidRDefault="00E76AB9" w:rsidP="007940B1">
      <w:pPr>
        <w:pStyle w:val="BodyText"/>
        <w:spacing w:line="292" w:lineRule="auto"/>
        <w:ind w:right="339" w:firstLine="180"/>
        <w:jc w:val="both"/>
      </w:pPr>
      <w:r w:rsidRPr="009B44A9">
        <w:t>прогнозировать возможное дальнейшее</w:t>
      </w:r>
      <w:r w:rsidRPr="009B44A9">
        <w:rPr>
          <w:spacing w:val="1"/>
        </w:rPr>
        <w:t xml:space="preserve"> </w:t>
      </w:r>
      <w:r w:rsidRPr="009B44A9">
        <w:t>развитие</w:t>
      </w:r>
      <w:r w:rsidRPr="009B44A9">
        <w:rPr>
          <w:spacing w:val="1"/>
        </w:rPr>
        <w:t xml:space="preserve"> </w:t>
      </w:r>
      <w:r w:rsidRPr="009B44A9">
        <w:t>процессов, событий и их последствия в</w:t>
      </w:r>
      <w:r w:rsidRPr="009B44A9">
        <w:rPr>
          <w:spacing w:val="1"/>
        </w:rPr>
        <w:t xml:space="preserve"> </w:t>
      </w:r>
      <w:r w:rsidRPr="009B44A9">
        <w:t>аналогичных или сходных ситуациях, выдвигать предположения об</w:t>
      </w:r>
      <w:r w:rsidRPr="009B44A9">
        <w:rPr>
          <w:spacing w:val="1"/>
        </w:rPr>
        <w:t xml:space="preserve"> </w:t>
      </w:r>
      <w:r w:rsidRPr="009B44A9">
        <w:t>их</w:t>
      </w:r>
      <w:r w:rsidRPr="009B44A9">
        <w:rPr>
          <w:spacing w:val="1"/>
        </w:rPr>
        <w:t xml:space="preserve"> </w:t>
      </w:r>
      <w:r w:rsidRPr="009B44A9">
        <w:t>развитии</w:t>
      </w:r>
      <w:r w:rsidRPr="009B44A9">
        <w:rPr>
          <w:spacing w:val="60"/>
        </w:rPr>
        <w:t xml:space="preserve"> </w:t>
      </w:r>
      <w:r w:rsidRPr="009B44A9">
        <w:t>в</w:t>
      </w:r>
      <w:r w:rsidRPr="009B44A9">
        <w:rPr>
          <w:spacing w:val="60"/>
        </w:rPr>
        <w:t xml:space="preserve"> </w:t>
      </w:r>
      <w:r w:rsidRPr="009B44A9">
        <w:t>новых условиях</w:t>
      </w:r>
      <w:r w:rsidRPr="009B44A9">
        <w:rPr>
          <w:spacing w:val="-57"/>
        </w:rPr>
        <w:t xml:space="preserve"> </w:t>
      </w:r>
      <w:r w:rsidRPr="009B44A9">
        <w:t>и</w:t>
      </w:r>
      <w:r w:rsidRPr="009B44A9">
        <w:rPr>
          <w:spacing w:val="-1"/>
        </w:rPr>
        <w:t xml:space="preserve"> </w:t>
      </w:r>
      <w:r w:rsidRPr="009B44A9">
        <w:t>контекстах;</w:t>
      </w:r>
    </w:p>
    <w:p w:rsidR="00E76AB9" w:rsidRPr="009B44A9" w:rsidRDefault="00E76AB9" w:rsidP="007940B1">
      <w:pPr>
        <w:pStyle w:val="ListParagraph"/>
        <w:numPr>
          <w:ilvl w:val="1"/>
          <w:numId w:val="21"/>
        </w:numPr>
        <w:tabs>
          <w:tab w:val="left" w:pos="547"/>
        </w:tabs>
        <w:spacing w:line="274" w:lineRule="exact"/>
        <w:ind w:left="546" w:hanging="261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работа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информацией:</w:t>
      </w:r>
    </w:p>
    <w:p w:rsidR="00E76AB9" w:rsidRPr="009B44A9" w:rsidRDefault="00E76AB9" w:rsidP="007940B1">
      <w:pPr>
        <w:pStyle w:val="BodyText"/>
        <w:spacing w:before="52" w:line="292" w:lineRule="auto"/>
        <w:ind w:right="608" w:firstLine="180"/>
        <w:jc w:val="both"/>
      </w:pPr>
      <w:r w:rsidRPr="009B44A9">
        <w:t>применять различные методы, инструменты и запросы при поиске и отборе информации или</w:t>
      </w:r>
      <w:r w:rsidRPr="009B44A9">
        <w:rPr>
          <w:spacing w:val="1"/>
        </w:rPr>
        <w:t xml:space="preserve"> </w:t>
      </w:r>
      <w:r w:rsidRPr="009B44A9">
        <w:t>данных из источников с учетом предложенной учебной задачи и заданных критериев; выбирать,</w:t>
      </w:r>
      <w:r w:rsidRPr="009B44A9">
        <w:rPr>
          <w:spacing w:val="1"/>
        </w:rPr>
        <w:t xml:space="preserve"> </w:t>
      </w:r>
      <w:r w:rsidRPr="009B44A9">
        <w:t>анализировать, систематизировать и интерпретировать информацию различных видов и форм</w:t>
      </w:r>
      <w:r w:rsidRPr="009B44A9">
        <w:rPr>
          <w:spacing w:val="1"/>
        </w:rPr>
        <w:t xml:space="preserve"> </w:t>
      </w:r>
      <w:r w:rsidRPr="009B44A9">
        <w:t>представления; находить сходные аргументы (подтверждающие или опровергающие одну и ту же</w:t>
      </w:r>
      <w:r w:rsidRPr="009B44A9">
        <w:rPr>
          <w:spacing w:val="-58"/>
        </w:rPr>
        <w:t xml:space="preserve"> </w:t>
      </w:r>
      <w:r w:rsidRPr="009B44A9">
        <w:t>идею,</w:t>
      </w:r>
      <w:r w:rsidRPr="009B44A9">
        <w:rPr>
          <w:spacing w:val="-1"/>
        </w:rPr>
        <w:t xml:space="preserve"> </w:t>
      </w:r>
      <w:r w:rsidRPr="009B44A9">
        <w:t>версию)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различных информационных</w:t>
      </w:r>
      <w:r w:rsidRPr="009B44A9">
        <w:rPr>
          <w:spacing w:val="-1"/>
        </w:rPr>
        <w:t xml:space="preserve"> </w:t>
      </w:r>
      <w:r w:rsidRPr="009B44A9">
        <w:t>источниках;</w:t>
      </w:r>
    </w:p>
    <w:p w:rsidR="00E76AB9" w:rsidRPr="009B44A9" w:rsidRDefault="00E76AB9" w:rsidP="007940B1">
      <w:pPr>
        <w:pStyle w:val="BodyText"/>
        <w:spacing w:line="292" w:lineRule="auto"/>
        <w:ind w:right="840" w:firstLine="180"/>
        <w:jc w:val="both"/>
      </w:pPr>
      <w:r w:rsidRPr="009B44A9">
        <w:t>самостоятельно выбирать оптимальную форму представления информации и иллюстрировать</w:t>
      </w:r>
      <w:r w:rsidRPr="009B44A9">
        <w:rPr>
          <w:spacing w:val="-58"/>
        </w:rPr>
        <w:t xml:space="preserve"> </w:t>
      </w:r>
      <w:r w:rsidRPr="009B44A9">
        <w:t>решаемые</w:t>
      </w:r>
      <w:r w:rsidRPr="009B44A9">
        <w:rPr>
          <w:spacing w:val="-2"/>
        </w:rPr>
        <w:t xml:space="preserve"> </w:t>
      </w:r>
      <w:r w:rsidRPr="009B44A9">
        <w:t>задачи</w:t>
      </w:r>
      <w:r w:rsidRPr="009B44A9">
        <w:rPr>
          <w:spacing w:val="-2"/>
        </w:rPr>
        <w:t xml:space="preserve"> </w:t>
      </w:r>
      <w:r w:rsidRPr="009B44A9">
        <w:t>несложными</w:t>
      </w:r>
      <w:r w:rsidRPr="009B44A9">
        <w:rPr>
          <w:spacing w:val="-1"/>
        </w:rPr>
        <w:t xml:space="preserve"> </w:t>
      </w:r>
      <w:r w:rsidRPr="009B44A9">
        <w:t>схемами,</w:t>
      </w:r>
      <w:r w:rsidRPr="009B44A9">
        <w:rPr>
          <w:spacing w:val="-2"/>
        </w:rPr>
        <w:t xml:space="preserve"> </w:t>
      </w:r>
      <w:r w:rsidRPr="009B44A9">
        <w:t>диаграммами,</w:t>
      </w:r>
      <w:r w:rsidRPr="009B44A9">
        <w:rPr>
          <w:spacing w:val="-1"/>
        </w:rPr>
        <w:t xml:space="preserve"> </w:t>
      </w:r>
      <w:r w:rsidRPr="009B44A9">
        <w:t>иной</w:t>
      </w:r>
      <w:r w:rsidRPr="009B44A9">
        <w:rPr>
          <w:spacing w:val="-2"/>
        </w:rPr>
        <w:t xml:space="preserve"> </w:t>
      </w:r>
      <w:r w:rsidRPr="009B44A9">
        <w:t>графикой</w:t>
      </w:r>
      <w:r w:rsidRPr="009B44A9">
        <w:rPr>
          <w:spacing w:val="-1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их</w:t>
      </w:r>
      <w:r w:rsidRPr="009B44A9">
        <w:rPr>
          <w:spacing w:val="-2"/>
        </w:rPr>
        <w:t xml:space="preserve"> </w:t>
      </w:r>
      <w:r w:rsidRPr="009B44A9">
        <w:t>комбинациями;</w:t>
      </w:r>
    </w:p>
    <w:p w:rsidR="00E76AB9" w:rsidRPr="009B44A9" w:rsidRDefault="00E76AB9" w:rsidP="007940B1">
      <w:pPr>
        <w:pStyle w:val="BodyText"/>
        <w:spacing w:line="292" w:lineRule="auto"/>
        <w:ind w:left="166" w:right="527" w:firstLine="120"/>
        <w:jc w:val="both"/>
      </w:pPr>
      <w:r w:rsidRPr="009B44A9">
        <w:t>оценивать надежность информации по критериям, предложенным</w:t>
      </w:r>
      <w:r w:rsidRPr="009B44A9">
        <w:rPr>
          <w:spacing w:val="1"/>
        </w:rPr>
        <w:t xml:space="preserve"> </w:t>
      </w:r>
      <w:r w:rsidRPr="009B44A9">
        <w:t>педагогическим</w:t>
      </w:r>
      <w:r w:rsidRPr="009B44A9">
        <w:rPr>
          <w:spacing w:val="1"/>
        </w:rPr>
        <w:t xml:space="preserve"> </w:t>
      </w:r>
      <w:r w:rsidRPr="009B44A9">
        <w:t>работником</w:t>
      </w:r>
      <w:r w:rsidRPr="009B44A9">
        <w:rPr>
          <w:spacing w:val="-58"/>
        </w:rPr>
        <w:t xml:space="preserve"> </w:t>
      </w:r>
      <w:r w:rsidRPr="009B44A9">
        <w:t>или</w:t>
      </w:r>
      <w:r w:rsidRPr="009B44A9">
        <w:rPr>
          <w:spacing w:val="59"/>
        </w:rPr>
        <w:t xml:space="preserve"> </w:t>
      </w:r>
      <w:r w:rsidRPr="009B44A9">
        <w:t>сформулированным самостоятельно;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эффективно</w:t>
      </w:r>
      <w:r w:rsidRPr="009B44A9">
        <w:rPr>
          <w:spacing w:val="-5"/>
        </w:rPr>
        <w:t xml:space="preserve"> </w:t>
      </w:r>
      <w:r w:rsidRPr="009B44A9">
        <w:t>запоминать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систематизировать</w:t>
      </w:r>
      <w:r w:rsidRPr="009B44A9">
        <w:rPr>
          <w:spacing w:val="-5"/>
        </w:rPr>
        <w:t xml:space="preserve"> </w:t>
      </w:r>
      <w:r w:rsidRPr="009B44A9">
        <w:t>информацию.</w:t>
      </w:r>
    </w:p>
    <w:p w:rsidR="00E76AB9" w:rsidRPr="009B44A9" w:rsidRDefault="00E76AB9" w:rsidP="007940B1">
      <w:pPr>
        <w:pStyle w:val="BodyText"/>
        <w:spacing w:before="56" w:line="292" w:lineRule="auto"/>
        <w:ind w:right="1690" w:firstLine="180"/>
        <w:jc w:val="both"/>
      </w:pPr>
      <w:r w:rsidRPr="009B44A9">
        <w:t>Овладение системой универсальных учебных познавательных действий обеспечивает</w:t>
      </w:r>
      <w:r w:rsidRPr="009B44A9">
        <w:rPr>
          <w:spacing w:val="-58"/>
        </w:rPr>
        <w:t xml:space="preserve"> </w:t>
      </w:r>
      <w:r w:rsidRPr="009B44A9">
        <w:t>сформированность</w:t>
      </w:r>
      <w:r w:rsidRPr="009B44A9">
        <w:rPr>
          <w:spacing w:val="-2"/>
        </w:rPr>
        <w:t xml:space="preserve"> </w:t>
      </w:r>
      <w:r w:rsidRPr="009B44A9">
        <w:t>когнитивных навыков</w:t>
      </w:r>
      <w:r w:rsidRPr="009B44A9">
        <w:rPr>
          <w:spacing w:val="-2"/>
        </w:rPr>
        <w:t xml:space="preserve"> </w:t>
      </w:r>
      <w:r w:rsidRPr="009B44A9">
        <w:t>у обучающихся.</w:t>
      </w:r>
    </w:p>
    <w:p w:rsidR="00E76AB9" w:rsidRPr="009B44A9" w:rsidRDefault="00E76AB9" w:rsidP="007940B1">
      <w:pPr>
        <w:pStyle w:val="Heading2"/>
        <w:spacing w:line="275" w:lineRule="exact"/>
        <w:jc w:val="both"/>
        <w:rPr>
          <w:i w:val="0"/>
        </w:rPr>
      </w:pPr>
      <w:r w:rsidRPr="009B44A9">
        <w:t>Овладение</w:t>
      </w:r>
      <w:r w:rsidRPr="009B44A9">
        <w:rPr>
          <w:spacing w:val="-11"/>
        </w:rPr>
        <w:t xml:space="preserve"> </w:t>
      </w:r>
      <w:r w:rsidRPr="009B44A9">
        <w:t>универсальными</w:t>
      </w:r>
      <w:r w:rsidRPr="009B44A9">
        <w:rPr>
          <w:spacing w:val="-11"/>
        </w:rPr>
        <w:t xml:space="preserve"> </w:t>
      </w:r>
      <w:r w:rsidRPr="009B44A9">
        <w:t>учебными</w:t>
      </w:r>
      <w:r w:rsidRPr="009B44A9">
        <w:rPr>
          <w:spacing w:val="-11"/>
        </w:rPr>
        <w:t xml:space="preserve"> </w:t>
      </w:r>
      <w:r w:rsidRPr="009B44A9">
        <w:t>коммуникативными</w:t>
      </w:r>
      <w:r w:rsidRPr="009B44A9">
        <w:rPr>
          <w:spacing w:val="-12"/>
        </w:rPr>
        <w:t xml:space="preserve"> </w:t>
      </w:r>
      <w:r w:rsidRPr="009B44A9">
        <w:t>действиями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ListParagraph"/>
        <w:numPr>
          <w:ilvl w:val="0"/>
          <w:numId w:val="13"/>
        </w:numPr>
        <w:tabs>
          <w:tab w:val="left" w:pos="547"/>
        </w:tabs>
        <w:spacing w:before="61"/>
        <w:ind w:hanging="261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общение:</w:t>
      </w:r>
    </w:p>
    <w:p w:rsidR="00E76AB9" w:rsidRPr="009B44A9" w:rsidRDefault="00E76AB9" w:rsidP="007940B1">
      <w:pPr>
        <w:pStyle w:val="BodyText"/>
        <w:spacing w:before="60" w:line="292" w:lineRule="auto"/>
        <w:ind w:right="343" w:firstLine="180"/>
        <w:jc w:val="both"/>
      </w:pPr>
      <w:r w:rsidRPr="009B44A9">
        <w:t>воспринимать и формулировать суждения, выражать эмоции в соответствии с целями и условиями</w:t>
      </w:r>
      <w:r w:rsidRPr="009B44A9">
        <w:rPr>
          <w:spacing w:val="-57"/>
        </w:rPr>
        <w:t xml:space="preserve"> </w:t>
      </w:r>
      <w:r w:rsidRPr="009B44A9">
        <w:t>общения;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выражать</w:t>
      </w:r>
      <w:r w:rsidRPr="009B44A9">
        <w:rPr>
          <w:spacing w:val="-4"/>
        </w:rPr>
        <w:t xml:space="preserve"> </w:t>
      </w:r>
      <w:r w:rsidRPr="009B44A9">
        <w:t>себя</w:t>
      </w:r>
      <w:r w:rsidRPr="009B44A9">
        <w:rPr>
          <w:spacing w:val="-4"/>
        </w:rPr>
        <w:t xml:space="preserve"> </w:t>
      </w:r>
      <w:r w:rsidRPr="009B44A9">
        <w:t>(свою</w:t>
      </w:r>
      <w:r w:rsidRPr="009B44A9">
        <w:rPr>
          <w:spacing w:val="-4"/>
        </w:rPr>
        <w:t xml:space="preserve"> </w:t>
      </w:r>
      <w:r w:rsidRPr="009B44A9">
        <w:t>точку</w:t>
      </w:r>
      <w:r w:rsidRPr="009B44A9">
        <w:rPr>
          <w:spacing w:val="-2"/>
        </w:rPr>
        <w:t xml:space="preserve"> </w:t>
      </w:r>
      <w:r w:rsidRPr="009B44A9">
        <w:t>зрения)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устных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письменных</w:t>
      </w:r>
      <w:r w:rsidRPr="009B44A9">
        <w:rPr>
          <w:spacing w:val="-3"/>
        </w:rPr>
        <w:t xml:space="preserve"> </w:t>
      </w:r>
      <w:r w:rsidRPr="009B44A9">
        <w:t>текстах;</w:t>
      </w:r>
    </w:p>
    <w:p w:rsidR="00E76AB9" w:rsidRPr="009B44A9" w:rsidRDefault="00E76AB9" w:rsidP="007940B1">
      <w:pPr>
        <w:pStyle w:val="BodyText"/>
        <w:spacing w:before="60" w:line="292" w:lineRule="auto"/>
        <w:ind w:right="813" w:firstLine="180"/>
        <w:jc w:val="both"/>
      </w:pPr>
      <w:r w:rsidRPr="009B44A9">
        <w:t>распознавать невербальные средства общения, понимать значение социальных знаков, знать и</w:t>
      </w:r>
      <w:r w:rsidRPr="009B44A9">
        <w:rPr>
          <w:spacing w:val="-58"/>
        </w:rPr>
        <w:t xml:space="preserve"> </w:t>
      </w:r>
      <w:r w:rsidRPr="009B44A9">
        <w:t>распознавать</w:t>
      </w:r>
      <w:r w:rsidRPr="009B44A9">
        <w:rPr>
          <w:spacing w:val="-4"/>
        </w:rPr>
        <w:t xml:space="preserve"> </w:t>
      </w:r>
      <w:r w:rsidRPr="009B44A9">
        <w:t>предпосылки</w:t>
      </w:r>
      <w:r w:rsidRPr="009B44A9">
        <w:rPr>
          <w:spacing w:val="-3"/>
        </w:rPr>
        <w:t xml:space="preserve"> </w:t>
      </w:r>
      <w:r w:rsidRPr="009B44A9">
        <w:t>конфликтных</w:t>
      </w:r>
      <w:r w:rsidRPr="009B44A9">
        <w:rPr>
          <w:spacing w:val="-3"/>
        </w:rPr>
        <w:t xml:space="preserve"> </w:t>
      </w:r>
      <w:r w:rsidRPr="009B44A9">
        <w:t>ситуаций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смягчать</w:t>
      </w:r>
      <w:r w:rsidRPr="009B44A9">
        <w:rPr>
          <w:spacing w:val="-4"/>
        </w:rPr>
        <w:t xml:space="preserve"> </w:t>
      </w:r>
      <w:r w:rsidRPr="009B44A9">
        <w:t>конфликты,</w:t>
      </w:r>
      <w:r w:rsidRPr="009B44A9">
        <w:rPr>
          <w:spacing w:val="-3"/>
        </w:rPr>
        <w:t xml:space="preserve"> </w:t>
      </w:r>
      <w:r w:rsidRPr="009B44A9">
        <w:t>вести</w:t>
      </w:r>
      <w:r w:rsidRPr="009B44A9">
        <w:rPr>
          <w:spacing w:val="-3"/>
        </w:rPr>
        <w:t xml:space="preserve"> </w:t>
      </w:r>
      <w:r w:rsidRPr="009B44A9">
        <w:t>переговоры;</w:t>
      </w:r>
    </w:p>
    <w:p w:rsidR="00E76AB9" w:rsidRPr="009B44A9" w:rsidRDefault="00E76AB9" w:rsidP="007940B1">
      <w:pPr>
        <w:pStyle w:val="BodyText"/>
        <w:spacing w:line="292" w:lineRule="auto"/>
        <w:ind w:right="661" w:firstLine="180"/>
        <w:jc w:val="both"/>
      </w:pPr>
      <w:r w:rsidRPr="009B44A9">
        <w:t>понимать намерения других, проявлять уважительное отношение к собеседнику и в корректной</w:t>
      </w:r>
      <w:r w:rsidRPr="009B44A9">
        <w:rPr>
          <w:spacing w:val="-58"/>
        </w:rPr>
        <w:t xml:space="preserve"> </w:t>
      </w:r>
      <w:r w:rsidRPr="009B44A9">
        <w:t>форме</w:t>
      </w:r>
      <w:r w:rsidRPr="009B44A9">
        <w:rPr>
          <w:spacing w:val="-1"/>
        </w:rPr>
        <w:t xml:space="preserve"> </w:t>
      </w:r>
      <w:r w:rsidRPr="009B44A9">
        <w:t>формулировать</w:t>
      </w:r>
      <w:r w:rsidRPr="009B44A9">
        <w:rPr>
          <w:spacing w:val="-1"/>
        </w:rPr>
        <w:t xml:space="preserve"> </w:t>
      </w:r>
      <w:r w:rsidRPr="009B44A9">
        <w:t>свои возражения;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в</w:t>
      </w:r>
      <w:r w:rsidRPr="009B44A9">
        <w:rPr>
          <w:spacing w:val="-4"/>
        </w:rPr>
        <w:t xml:space="preserve"> </w:t>
      </w:r>
      <w:r w:rsidRPr="009B44A9">
        <w:t>ходе</w:t>
      </w:r>
      <w:r w:rsidRPr="009B44A9">
        <w:rPr>
          <w:spacing w:val="-3"/>
        </w:rPr>
        <w:t xml:space="preserve"> </w:t>
      </w:r>
      <w:r w:rsidRPr="009B44A9">
        <w:t>диалога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(или)</w:t>
      </w:r>
      <w:r w:rsidRPr="009B44A9">
        <w:rPr>
          <w:spacing w:val="-4"/>
        </w:rPr>
        <w:t xml:space="preserve"> </w:t>
      </w:r>
      <w:r w:rsidRPr="009B44A9">
        <w:t>дискуссии</w:t>
      </w:r>
      <w:r w:rsidRPr="009B44A9">
        <w:rPr>
          <w:spacing w:val="-3"/>
        </w:rPr>
        <w:t xml:space="preserve"> </w:t>
      </w:r>
      <w:r w:rsidRPr="009B44A9">
        <w:t>задавать</w:t>
      </w:r>
      <w:r w:rsidRPr="009B44A9">
        <w:rPr>
          <w:spacing w:val="-4"/>
        </w:rPr>
        <w:t xml:space="preserve"> </w:t>
      </w:r>
      <w:r w:rsidRPr="009B44A9">
        <w:t>вопросы</w:t>
      </w:r>
      <w:r w:rsidRPr="009B44A9">
        <w:rPr>
          <w:spacing w:val="-3"/>
        </w:rPr>
        <w:t xml:space="preserve"> </w:t>
      </w:r>
      <w:r w:rsidRPr="009B44A9">
        <w:t>по</w:t>
      </w:r>
      <w:r w:rsidRPr="009B44A9">
        <w:rPr>
          <w:spacing w:val="-3"/>
        </w:rPr>
        <w:t xml:space="preserve"> </w:t>
      </w:r>
      <w:r w:rsidRPr="009B44A9">
        <w:t>существу</w:t>
      </w:r>
      <w:r w:rsidRPr="009B44A9">
        <w:rPr>
          <w:spacing w:val="-3"/>
        </w:rPr>
        <w:t xml:space="preserve"> </w:t>
      </w:r>
      <w:r w:rsidRPr="009B44A9">
        <w:t>обсуждаемой</w:t>
      </w:r>
      <w:r w:rsidRPr="009B44A9">
        <w:rPr>
          <w:spacing w:val="-3"/>
        </w:rPr>
        <w:t xml:space="preserve"> </w:t>
      </w:r>
      <w:r w:rsidRPr="009B44A9">
        <w:t>темы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высказывать</w:t>
      </w:r>
    </w:p>
    <w:p w:rsidR="00E76AB9" w:rsidRPr="009B44A9" w:rsidRDefault="00E76AB9" w:rsidP="007940B1">
      <w:pPr>
        <w:spacing w:line="275" w:lineRule="exact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/>
        <w:jc w:val="both"/>
      </w:pPr>
      <w:r w:rsidRPr="009B44A9">
        <w:t>идеи,</w:t>
      </w:r>
      <w:r w:rsidRPr="009B44A9">
        <w:rPr>
          <w:spacing w:val="-4"/>
        </w:rPr>
        <w:t xml:space="preserve"> </w:t>
      </w:r>
      <w:r w:rsidRPr="009B44A9">
        <w:t>нацеленные</w:t>
      </w:r>
      <w:r w:rsidRPr="009B44A9">
        <w:rPr>
          <w:spacing w:val="-4"/>
        </w:rPr>
        <w:t xml:space="preserve"> </w:t>
      </w:r>
      <w:r w:rsidRPr="009B44A9">
        <w:t>на</w:t>
      </w:r>
      <w:r w:rsidRPr="009B44A9">
        <w:rPr>
          <w:spacing w:val="-4"/>
        </w:rPr>
        <w:t xml:space="preserve"> </w:t>
      </w:r>
      <w:r w:rsidRPr="009B44A9">
        <w:t>решение</w:t>
      </w:r>
      <w:r w:rsidRPr="009B44A9">
        <w:rPr>
          <w:spacing w:val="-4"/>
        </w:rPr>
        <w:t xml:space="preserve"> </w:t>
      </w:r>
      <w:r w:rsidRPr="009B44A9">
        <w:t>задачи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поддержание</w:t>
      </w:r>
      <w:r w:rsidRPr="009B44A9">
        <w:rPr>
          <w:spacing w:val="-3"/>
        </w:rPr>
        <w:t xml:space="preserve"> </w:t>
      </w:r>
      <w:r w:rsidRPr="009B44A9">
        <w:t>благожелательности</w:t>
      </w:r>
      <w:r w:rsidRPr="009B44A9">
        <w:rPr>
          <w:spacing w:val="-4"/>
        </w:rPr>
        <w:t xml:space="preserve"> </w:t>
      </w:r>
      <w:r w:rsidRPr="009B44A9">
        <w:t>общения;</w:t>
      </w:r>
    </w:p>
    <w:p w:rsidR="00E76AB9" w:rsidRPr="009B44A9" w:rsidRDefault="00E76AB9" w:rsidP="007940B1">
      <w:pPr>
        <w:pStyle w:val="BodyText"/>
        <w:spacing w:before="60" w:line="292" w:lineRule="auto"/>
        <w:ind w:right="496" w:firstLine="180"/>
        <w:jc w:val="both"/>
      </w:pPr>
      <w:r w:rsidRPr="009B44A9">
        <w:t>сопоставлять свои суждения с суждениями других участников диалога, обнаруживать различие и</w:t>
      </w:r>
      <w:r w:rsidRPr="009B44A9">
        <w:rPr>
          <w:spacing w:val="-58"/>
        </w:rPr>
        <w:t xml:space="preserve"> </w:t>
      </w:r>
      <w:r w:rsidRPr="009B44A9">
        <w:t>сходство позиций; публично представлять результаты выполненного опыта (эксперимента,</w:t>
      </w:r>
      <w:r w:rsidRPr="009B44A9">
        <w:rPr>
          <w:spacing w:val="1"/>
        </w:rPr>
        <w:t xml:space="preserve"> </w:t>
      </w:r>
      <w:r w:rsidRPr="009B44A9">
        <w:t>исследования,</w:t>
      </w:r>
      <w:r w:rsidRPr="009B44A9">
        <w:rPr>
          <w:spacing w:val="-1"/>
        </w:rPr>
        <w:t xml:space="preserve"> </w:t>
      </w:r>
      <w:r w:rsidRPr="009B44A9">
        <w:t>проекта);</w:t>
      </w:r>
    </w:p>
    <w:p w:rsidR="00E76AB9" w:rsidRPr="009B44A9" w:rsidRDefault="00E76AB9" w:rsidP="007940B1">
      <w:pPr>
        <w:pStyle w:val="BodyText"/>
        <w:spacing w:line="292" w:lineRule="auto"/>
        <w:ind w:right="1114" w:firstLine="180"/>
        <w:jc w:val="both"/>
      </w:pPr>
      <w:r w:rsidRPr="009B44A9">
        <w:t>самостоятельно выбирать формат выступления с учетом задач презентации и особенностей</w:t>
      </w:r>
      <w:r w:rsidRPr="009B44A9">
        <w:rPr>
          <w:spacing w:val="-57"/>
        </w:rPr>
        <w:t xml:space="preserve"> </w:t>
      </w:r>
      <w:r w:rsidRPr="009B44A9">
        <w:t>аудитории и в соответствии с ним составлять устные и письменные тексты с использованием</w:t>
      </w:r>
      <w:r w:rsidRPr="009B44A9">
        <w:rPr>
          <w:spacing w:val="-58"/>
        </w:rPr>
        <w:t xml:space="preserve"> </w:t>
      </w:r>
      <w:r w:rsidRPr="009B44A9">
        <w:t>иллюстративных</w:t>
      </w:r>
      <w:r w:rsidRPr="009B44A9">
        <w:rPr>
          <w:spacing w:val="-1"/>
        </w:rPr>
        <w:t xml:space="preserve"> </w:t>
      </w:r>
      <w:r w:rsidRPr="009B44A9">
        <w:t>материалов;</w:t>
      </w:r>
    </w:p>
    <w:p w:rsidR="00E76AB9" w:rsidRPr="009B44A9" w:rsidRDefault="00E76AB9" w:rsidP="007940B1">
      <w:pPr>
        <w:pStyle w:val="ListParagraph"/>
        <w:numPr>
          <w:ilvl w:val="0"/>
          <w:numId w:val="13"/>
        </w:numPr>
        <w:tabs>
          <w:tab w:val="left" w:pos="547"/>
        </w:tabs>
        <w:spacing w:line="274" w:lineRule="exact"/>
        <w:ind w:hanging="261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совместная</w:t>
      </w:r>
      <w:r w:rsidRPr="009B44A9">
        <w:rPr>
          <w:i/>
          <w:spacing w:val="-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деятельность:</w:t>
      </w:r>
    </w:p>
    <w:p w:rsidR="00E76AB9" w:rsidRPr="009B44A9" w:rsidRDefault="00E76AB9" w:rsidP="007940B1">
      <w:pPr>
        <w:pStyle w:val="BodyText"/>
        <w:spacing w:before="58" w:line="292" w:lineRule="auto"/>
        <w:ind w:right="477" w:firstLine="180"/>
        <w:jc w:val="both"/>
      </w:pPr>
      <w:r w:rsidRPr="009B44A9">
        <w:t>понимать и использовать преимущества командной и индивидуальной работы при решении</w:t>
      </w:r>
      <w:r w:rsidRPr="009B44A9">
        <w:rPr>
          <w:spacing w:val="1"/>
        </w:rPr>
        <w:t xml:space="preserve"> </w:t>
      </w:r>
      <w:r w:rsidRPr="009B44A9">
        <w:t>конкретной проблемы, обосновывать необходимость применения групповых форм взаимодействия</w:t>
      </w:r>
      <w:r w:rsidRPr="009B44A9">
        <w:rPr>
          <w:spacing w:val="-57"/>
        </w:rPr>
        <w:t xml:space="preserve"> </w:t>
      </w:r>
      <w:r w:rsidRPr="009B44A9">
        <w:t>при</w:t>
      </w:r>
      <w:r w:rsidRPr="009B44A9">
        <w:rPr>
          <w:spacing w:val="-1"/>
        </w:rPr>
        <w:t xml:space="preserve"> </w:t>
      </w:r>
      <w:r w:rsidRPr="009B44A9">
        <w:t>решении поставленной задачи;</w:t>
      </w:r>
    </w:p>
    <w:p w:rsidR="00E76AB9" w:rsidRPr="009B44A9" w:rsidRDefault="00E76AB9" w:rsidP="007940B1">
      <w:pPr>
        <w:pStyle w:val="BodyText"/>
        <w:spacing w:line="292" w:lineRule="auto"/>
        <w:ind w:right="961" w:firstLine="180"/>
        <w:jc w:val="both"/>
      </w:pPr>
      <w:r w:rsidRPr="009B44A9">
        <w:t>принимать цель совместной деятельности, коллективно строить действия по ее достижению:</w:t>
      </w:r>
      <w:r w:rsidRPr="009B44A9">
        <w:rPr>
          <w:spacing w:val="-58"/>
        </w:rPr>
        <w:t xml:space="preserve"> </w:t>
      </w:r>
      <w:r w:rsidRPr="009B44A9">
        <w:t>распределять</w:t>
      </w:r>
      <w:r w:rsidRPr="009B44A9">
        <w:rPr>
          <w:spacing w:val="-3"/>
        </w:rPr>
        <w:t xml:space="preserve"> </w:t>
      </w:r>
      <w:r w:rsidRPr="009B44A9">
        <w:t>роли,</w:t>
      </w:r>
      <w:r w:rsidRPr="009B44A9">
        <w:rPr>
          <w:spacing w:val="-2"/>
        </w:rPr>
        <w:t xml:space="preserve"> </w:t>
      </w:r>
      <w:r w:rsidRPr="009B44A9">
        <w:t>договариваться,</w:t>
      </w:r>
      <w:r w:rsidRPr="009B44A9">
        <w:rPr>
          <w:spacing w:val="-2"/>
        </w:rPr>
        <w:t xml:space="preserve"> </w:t>
      </w:r>
      <w:r w:rsidRPr="009B44A9">
        <w:t>обсуждать</w:t>
      </w:r>
      <w:r w:rsidRPr="009B44A9">
        <w:rPr>
          <w:spacing w:val="-3"/>
        </w:rPr>
        <w:t xml:space="preserve"> </w:t>
      </w:r>
      <w:r w:rsidRPr="009B44A9">
        <w:t>процесс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результат</w:t>
      </w:r>
      <w:r w:rsidRPr="009B44A9">
        <w:rPr>
          <w:spacing w:val="-3"/>
        </w:rPr>
        <w:t xml:space="preserve"> </w:t>
      </w:r>
      <w:r w:rsidRPr="009B44A9">
        <w:t>совместной</w:t>
      </w:r>
      <w:r w:rsidRPr="009B44A9">
        <w:rPr>
          <w:spacing w:val="-2"/>
        </w:rPr>
        <w:t xml:space="preserve"> </w:t>
      </w:r>
      <w:r w:rsidRPr="009B44A9">
        <w:t>работы;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уметь</w:t>
      </w:r>
      <w:r w:rsidRPr="009B44A9">
        <w:rPr>
          <w:spacing w:val="-6"/>
        </w:rPr>
        <w:t xml:space="preserve"> </w:t>
      </w:r>
      <w:r w:rsidRPr="009B44A9">
        <w:t>обобщать</w:t>
      </w:r>
      <w:r w:rsidRPr="009B44A9">
        <w:rPr>
          <w:spacing w:val="-5"/>
        </w:rPr>
        <w:t xml:space="preserve"> </w:t>
      </w:r>
      <w:r w:rsidRPr="009B44A9">
        <w:t>мнения</w:t>
      </w:r>
      <w:r w:rsidRPr="009B44A9">
        <w:rPr>
          <w:spacing w:val="-5"/>
        </w:rPr>
        <w:t xml:space="preserve"> </w:t>
      </w:r>
      <w:r w:rsidRPr="009B44A9">
        <w:t>нескольких</w:t>
      </w:r>
      <w:r w:rsidRPr="009B44A9">
        <w:rPr>
          <w:spacing w:val="-4"/>
        </w:rPr>
        <w:t xml:space="preserve"> </w:t>
      </w:r>
      <w:r w:rsidRPr="009B44A9">
        <w:t>людей,</w:t>
      </w:r>
      <w:r w:rsidRPr="009B44A9">
        <w:rPr>
          <w:spacing w:val="-4"/>
        </w:rPr>
        <w:t xml:space="preserve"> </w:t>
      </w:r>
      <w:r w:rsidRPr="009B44A9">
        <w:t>проявлять</w:t>
      </w:r>
      <w:r w:rsidRPr="009B44A9">
        <w:rPr>
          <w:spacing w:val="-5"/>
        </w:rPr>
        <w:t xml:space="preserve"> </w:t>
      </w:r>
      <w:r w:rsidRPr="009B44A9">
        <w:t>готовность</w:t>
      </w:r>
      <w:r w:rsidRPr="009B44A9">
        <w:rPr>
          <w:spacing w:val="-5"/>
        </w:rPr>
        <w:t xml:space="preserve"> </w:t>
      </w:r>
      <w:r w:rsidRPr="009B44A9">
        <w:t>руководить,</w:t>
      </w:r>
      <w:r w:rsidRPr="009B44A9">
        <w:rPr>
          <w:spacing w:val="-5"/>
        </w:rPr>
        <w:t xml:space="preserve"> </w:t>
      </w:r>
      <w:r w:rsidRPr="009B44A9">
        <w:t>выполнять</w:t>
      </w:r>
      <w:r w:rsidRPr="009B44A9">
        <w:rPr>
          <w:spacing w:val="-57"/>
        </w:rPr>
        <w:t xml:space="preserve"> </w:t>
      </w:r>
      <w:r w:rsidRPr="009B44A9">
        <w:t>поручения,</w:t>
      </w:r>
      <w:r w:rsidRPr="009B44A9">
        <w:rPr>
          <w:spacing w:val="-1"/>
        </w:rPr>
        <w:t xml:space="preserve"> </w:t>
      </w:r>
      <w:r w:rsidRPr="009B44A9">
        <w:t>подчиняться;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t>планировать организацию совместной работы, определять свою роль (с учетом предпочтений и</w:t>
      </w:r>
      <w:r w:rsidRPr="009B44A9">
        <w:rPr>
          <w:spacing w:val="1"/>
        </w:rPr>
        <w:t xml:space="preserve"> </w:t>
      </w:r>
      <w:r w:rsidRPr="009B44A9">
        <w:t>возможностей всех участников взаимодействия), распределять задачи между членами команды,</w:t>
      </w:r>
      <w:r w:rsidRPr="009B44A9">
        <w:rPr>
          <w:spacing w:val="1"/>
        </w:rPr>
        <w:t xml:space="preserve"> </w:t>
      </w:r>
      <w:r w:rsidRPr="009B44A9">
        <w:t>участвовать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групповых</w:t>
      </w:r>
      <w:r w:rsidRPr="009B44A9">
        <w:rPr>
          <w:spacing w:val="-2"/>
        </w:rPr>
        <w:t xml:space="preserve"> </w:t>
      </w:r>
      <w:r w:rsidRPr="009B44A9">
        <w:t>формах</w:t>
      </w:r>
      <w:r w:rsidRPr="009B44A9">
        <w:rPr>
          <w:spacing w:val="-3"/>
        </w:rPr>
        <w:t xml:space="preserve"> </w:t>
      </w:r>
      <w:r w:rsidRPr="009B44A9">
        <w:t>работы</w:t>
      </w:r>
      <w:r w:rsidRPr="009B44A9">
        <w:rPr>
          <w:spacing w:val="-2"/>
        </w:rPr>
        <w:t xml:space="preserve"> </w:t>
      </w:r>
      <w:r w:rsidRPr="009B44A9">
        <w:t>(обсуждения,</w:t>
      </w:r>
      <w:r w:rsidRPr="009B44A9">
        <w:rPr>
          <w:spacing w:val="-3"/>
        </w:rPr>
        <w:t xml:space="preserve"> </w:t>
      </w:r>
      <w:r w:rsidRPr="009B44A9">
        <w:t>обмен</w:t>
      </w:r>
      <w:r w:rsidRPr="009B44A9">
        <w:rPr>
          <w:spacing w:val="-3"/>
        </w:rPr>
        <w:t xml:space="preserve"> </w:t>
      </w:r>
      <w:r w:rsidRPr="009B44A9">
        <w:t>мнений,</w:t>
      </w:r>
      <w:r w:rsidRPr="009B44A9">
        <w:rPr>
          <w:spacing w:val="-2"/>
        </w:rPr>
        <w:t xml:space="preserve"> </w:t>
      </w:r>
      <w:r w:rsidRPr="009B44A9">
        <w:t>«мозговые</w:t>
      </w:r>
      <w:r w:rsidRPr="009B44A9">
        <w:rPr>
          <w:spacing w:val="-3"/>
        </w:rPr>
        <w:t xml:space="preserve"> </w:t>
      </w:r>
      <w:r w:rsidRPr="009B44A9">
        <w:t>штурмы»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иные);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выполнять</w:t>
      </w:r>
      <w:r w:rsidRPr="009B44A9">
        <w:rPr>
          <w:spacing w:val="-5"/>
        </w:rPr>
        <w:t xml:space="preserve"> </w:t>
      </w:r>
      <w:r w:rsidRPr="009B44A9">
        <w:t>свою</w:t>
      </w:r>
      <w:r w:rsidRPr="009B44A9">
        <w:rPr>
          <w:spacing w:val="-5"/>
        </w:rPr>
        <w:t xml:space="preserve"> </w:t>
      </w:r>
      <w:r w:rsidRPr="009B44A9">
        <w:t>часть</w:t>
      </w:r>
      <w:r w:rsidRPr="009B44A9">
        <w:rPr>
          <w:spacing w:val="-5"/>
        </w:rPr>
        <w:t xml:space="preserve"> </w:t>
      </w:r>
      <w:r w:rsidRPr="009B44A9">
        <w:t>работы,</w:t>
      </w:r>
      <w:r w:rsidRPr="009B44A9">
        <w:rPr>
          <w:spacing w:val="-4"/>
        </w:rPr>
        <w:t xml:space="preserve"> </w:t>
      </w:r>
      <w:r w:rsidRPr="009B44A9">
        <w:t>достигать</w:t>
      </w:r>
      <w:r w:rsidRPr="009B44A9">
        <w:rPr>
          <w:spacing w:val="-4"/>
        </w:rPr>
        <w:t xml:space="preserve"> </w:t>
      </w:r>
      <w:r w:rsidRPr="009B44A9">
        <w:t>качественного</w:t>
      </w:r>
      <w:r w:rsidRPr="009B44A9">
        <w:rPr>
          <w:spacing w:val="-4"/>
        </w:rPr>
        <w:t xml:space="preserve"> </w:t>
      </w:r>
      <w:r w:rsidRPr="009B44A9">
        <w:t>результата</w:t>
      </w:r>
      <w:r w:rsidRPr="009B44A9">
        <w:rPr>
          <w:spacing w:val="-4"/>
        </w:rPr>
        <w:t xml:space="preserve"> </w:t>
      </w:r>
      <w:r w:rsidRPr="009B44A9">
        <w:t>по</w:t>
      </w:r>
      <w:r w:rsidRPr="009B44A9">
        <w:rPr>
          <w:spacing w:val="-4"/>
        </w:rPr>
        <w:t xml:space="preserve"> </w:t>
      </w:r>
      <w:r w:rsidRPr="009B44A9">
        <w:t>своему</w:t>
      </w:r>
      <w:r w:rsidRPr="009B44A9">
        <w:rPr>
          <w:spacing w:val="-4"/>
        </w:rPr>
        <w:t xml:space="preserve"> </w:t>
      </w:r>
      <w:r w:rsidRPr="009B44A9">
        <w:t>направлению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57"/>
        </w:rPr>
        <w:t xml:space="preserve"> </w:t>
      </w:r>
      <w:r w:rsidRPr="009B44A9">
        <w:t>координировать</w:t>
      </w:r>
      <w:r w:rsidRPr="009B44A9">
        <w:rPr>
          <w:spacing w:val="-2"/>
        </w:rPr>
        <w:t xml:space="preserve"> </w:t>
      </w:r>
      <w:r w:rsidRPr="009B44A9">
        <w:t>свои действия</w:t>
      </w:r>
      <w:r w:rsidRPr="009B44A9">
        <w:rPr>
          <w:spacing w:val="-1"/>
        </w:rPr>
        <w:t xml:space="preserve"> </w:t>
      </w:r>
      <w:r w:rsidRPr="009B44A9">
        <w:t>с</w:t>
      </w:r>
      <w:r w:rsidRPr="009B44A9">
        <w:rPr>
          <w:spacing w:val="-1"/>
        </w:rPr>
        <w:t xml:space="preserve"> </w:t>
      </w:r>
      <w:r w:rsidRPr="009B44A9">
        <w:t>другими членами команды;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оценивать</w:t>
      </w:r>
      <w:r w:rsidRPr="009B44A9">
        <w:rPr>
          <w:spacing w:val="-5"/>
        </w:rPr>
        <w:t xml:space="preserve"> </w:t>
      </w:r>
      <w:r w:rsidRPr="009B44A9">
        <w:t>качество</w:t>
      </w:r>
      <w:r w:rsidRPr="009B44A9">
        <w:rPr>
          <w:spacing w:val="-4"/>
        </w:rPr>
        <w:t xml:space="preserve"> </w:t>
      </w:r>
      <w:r w:rsidRPr="009B44A9">
        <w:t>своего</w:t>
      </w:r>
      <w:r w:rsidRPr="009B44A9">
        <w:rPr>
          <w:spacing w:val="-4"/>
        </w:rPr>
        <w:t xml:space="preserve"> </w:t>
      </w:r>
      <w:r w:rsidRPr="009B44A9">
        <w:t>вклада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общий</w:t>
      </w:r>
      <w:r w:rsidRPr="009B44A9">
        <w:rPr>
          <w:spacing w:val="-4"/>
        </w:rPr>
        <w:t xml:space="preserve"> </w:t>
      </w:r>
      <w:r w:rsidRPr="009B44A9">
        <w:t>продукт</w:t>
      </w:r>
      <w:r w:rsidRPr="009B44A9">
        <w:rPr>
          <w:spacing w:val="-4"/>
        </w:rPr>
        <w:t xml:space="preserve"> </w:t>
      </w:r>
      <w:r w:rsidRPr="009B44A9">
        <w:t>по</w:t>
      </w:r>
      <w:r w:rsidRPr="009B44A9">
        <w:rPr>
          <w:spacing w:val="-4"/>
        </w:rPr>
        <w:t xml:space="preserve"> </w:t>
      </w:r>
      <w:r w:rsidRPr="009B44A9">
        <w:t>критериям,</w:t>
      </w:r>
      <w:r w:rsidRPr="009B44A9">
        <w:rPr>
          <w:spacing w:val="-4"/>
        </w:rPr>
        <w:t xml:space="preserve"> </w:t>
      </w:r>
      <w:r w:rsidRPr="009B44A9">
        <w:t>самостоятельно</w:t>
      </w:r>
      <w:r w:rsidRPr="009B44A9">
        <w:rPr>
          <w:spacing w:val="-57"/>
        </w:rPr>
        <w:t xml:space="preserve"> </w:t>
      </w:r>
      <w:r w:rsidRPr="009B44A9">
        <w:t>сформулированным</w:t>
      </w:r>
      <w:r w:rsidRPr="009B44A9">
        <w:rPr>
          <w:spacing w:val="-1"/>
        </w:rPr>
        <w:t xml:space="preserve"> </w:t>
      </w:r>
      <w:r w:rsidRPr="009B44A9">
        <w:t>участниками взаимодействия;</w:t>
      </w:r>
    </w:p>
    <w:p w:rsidR="00E76AB9" w:rsidRPr="009B44A9" w:rsidRDefault="00E76AB9" w:rsidP="007940B1">
      <w:pPr>
        <w:pStyle w:val="BodyText"/>
        <w:spacing w:line="292" w:lineRule="auto"/>
        <w:ind w:right="189" w:firstLine="180"/>
        <w:jc w:val="both"/>
      </w:pPr>
      <w:r w:rsidRPr="009B44A9">
        <w:t>сравнивать результаты с исходной</w:t>
      </w:r>
      <w:r w:rsidRPr="009B44A9">
        <w:rPr>
          <w:spacing w:val="1"/>
        </w:rPr>
        <w:t xml:space="preserve"> </w:t>
      </w:r>
      <w:r w:rsidRPr="009B44A9">
        <w:t>задачей</w:t>
      </w:r>
      <w:r w:rsidRPr="009B44A9">
        <w:rPr>
          <w:spacing w:val="1"/>
        </w:rPr>
        <w:t xml:space="preserve"> </w:t>
      </w:r>
      <w:r w:rsidRPr="009B44A9">
        <w:t>и</w:t>
      </w:r>
      <w:r w:rsidRPr="009B44A9">
        <w:rPr>
          <w:spacing w:val="1"/>
        </w:rPr>
        <w:t xml:space="preserve"> </w:t>
      </w:r>
      <w:r w:rsidRPr="009B44A9">
        <w:t>вклад</w:t>
      </w:r>
      <w:r w:rsidRPr="009B44A9">
        <w:rPr>
          <w:spacing w:val="1"/>
        </w:rPr>
        <w:t xml:space="preserve"> </w:t>
      </w:r>
      <w:r w:rsidRPr="009B44A9">
        <w:t>каждого члена команды в достижение</w:t>
      </w:r>
      <w:r w:rsidRPr="009B44A9">
        <w:rPr>
          <w:spacing w:val="1"/>
        </w:rPr>
        <w:t xml:space="preserve"> </w:t>
      </w:r>
      <w:r w:rsidRPr="009B44A9">
        <w:t>результатов,</w:t>
      </w:r>
      <w:r w:rsidRPr="009B44A9">
        <w:rPr>
          <w:spacing w:val="-5"/>
        </w:rPr>
        <w:t xml:space="preserve"> </w:t>
      </w:r>
      <w:r w:rsidRPr="009B44A9">
        <w:t>разделять</w:t>
      </w:r>
      <w:r w:rsidRPr="009B44A9">
        <w:rPr>
          <w:spacing w:val="-6"/>
        </w:rPr>
        <w:t xml:space="preserve"> </w:t>
      </w:r>
      <w:r w:rsidRPr="009B44A9">
        <w:t>сферу</w:t>
      </w:r>
      <w:r w:rsidRPr="009B44A9">
        <w:rPr>
          <w:spacing w:val="-4"/>
        </w:rPr>
        <w:t xml:space="preserve"> </w:t>
      </w:r>
      <w:r w:rsidRPr="009B44A9">
        <w:t>ответственности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проявлять</w:t>
      </w:r>
      <w:r w:rsidRPr="009B44A9">
        <w:rPr>
          <w:spacing w:val="-5"/>
        </w:rPr>
        <w:t xml:space="preserve"> </w:t>
      </w:r>
      <w:r w:rsidRPr="009B44A9">
        <w:t>готовность</w:t>
      </w:r>
      <w:r w:rsidRPr="009B44A9">
        <w:rPr>
          <w:spacing w:val="-6"/>
        </w:rPr>
        <w:t xml:space="preserve"> </w:t>
      </w:r>
      <w:r w:rsidRPr="009B44A9">
        <w:t>к</w:t>
      </w:r>
      <w:r w:rsidRPr="009B44A9">
        <w:rPr>
          <w:spacing w:val="-6"/>
        </w:rPr>
        <w:t xml:space="preserve"> </w:t>
      </w:r>
      <w:r w:rsidRPr="009B44A9">
        <w:t>предоставлению</w:t>
      </w:r>
      <w:r w:rsidRPr="009B44A9">
        <w:rPr>
          <w:spacing w:val="-5"/>
        </w:rPr>
        <w:t xml:space="preserve"> </w:t>
      </w:r>
      <w:r w:rsidRPr="009B44A9">
        <w:t>отчета</w:t>
      </w:r>
      <w:r w:rsidRPr="009B44A9">
        <w:rPr>
          <w:spacing w:val="-5"/>
        </w:rPr>
        <w:t xml:space="preserve"> </w:t>
      </w:r>
      <w:r w:rsidRPr="009B44A9">
        <w:t>перед</w:t>
      </w:r>
      <w:r w:rsidRPr="009B44A9">
        <w:rPr>
          <w:spacing w:val="-57"/>
        </w:rPr>
        <w:t xml:space="preserve"> </w:t>
      </w:r>
      <w:r w:rsidRPr="009B44A9">
        <w:t>группой.</w:t>
      </w:r>
    </w:p>
    <w:p w:rsidR="00E76AB9" w:rsidRPr="009B44A9" w:rsidRDefault="00E76AB9" w:rsidP="007940B1">
      <w:pPr>
        <w:pStyle w:val="BodyText"/>
        <w:spacing w:line="292" w:lineRule="auto"/>
        <w:ind w:right="1442" w:firstLine="180"/>
        <w:jc w:val="both"/>
      </w:pPr>
      <w:r w:rsidRPr="009B44A9">
        <w:t>Овладение системой универсальных учебных коммуникативных действий обеспечивает</w:t>
      </w:r>
      <w:r w:rsidRPr="009B44A9">
        <w:rPr>
          <w:spacing w:val="-57"/>
        </w:rPr>
        <w:t xml:space="preserve"> </w:t>
      </w:r>
      <w:r w:rsidRPr="009B44A9">
        <w:t>сформированность</w:t>
      </w:r>
      <w:r w:rsidRPr="009B44A9">
        <w:rPr>
          <w:spacing w:val="-4"/>
        </w:rPr>
        <w:t xml:space="preserve"> </w:t>
      </w:r>
      <w:r w:rsidRPr="009B44A9">
        <w:t>социальных</w:t>
      </w:r>
      <w:r w:rsidRPr="009B44A9">
        <w:rPr>
          <w:spacing w:val="-2"/>
        </w:rPr>
        <w:t xml:space="preserve"> </w:t>
      </w:r>
      <w:r w:rsidRPr="009B44A9">
        <w:t>навыков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эмоционального</w:t>
      </w:r>
      <w:r w:rsidRPr="009B44A9">
        <w:rPr>
          <w:spacing w:val="-3"/>
        </w:rPr>
        <w:t xml:space="preserve"> </w:t>
      </w:r>
      <w:r w:rsidRPr="009B44A9">
        <w:t>интеллекта</w:t>
      </w:r>
      <w:r w:rsidRPr="009B44A9">
        <w:rPr>
          <w:spacing w:val="-2"/>
        </w:rPr>
        <w:t xml:space="preserve"> </w:t>
      </w:r>
      <w:r w:rsidRPr="009B44A9">
        <w:t>обучающихся.</w:t>
      </w:r>
    </w:p>
    <w:p w:rsidR="00E76AB9" w:rsidRPr="009B44A9" w:rsidRDefault="00E76AB9" w:rsidP="007940B1">
      <w:pPr>
        <w:pStyle w:val="Heading2"/>
        <w:spacing w:line="275" w:lineRule="exact"/>
        <w:jc w:val="both"/>
        <w:rPr>
          <w:i w:val="0"/>
        </w:rPr>
      </w:pPr>
      <w:r w:rsidRPr="009B44A9">
        <w:t>Овладение</w:t>
      </w:r>
      <w:r w:rsidRPr="009B44A9">
        <w:rPr>
          <w:spacing w:val="-11"/>
        </w:rPr>
        <w:t xml:space="preserve"> </w:t>
      </w:r>
      <w:r w:rsidRPr="009B44A9">
        <w:t>универсальными</w:t>
      </w:r>
      <w:r w:rsidRPr="009B44A9">
        <w:rPr>
          <w:spacing w:val="-10"/>
        </w:rPr>
        <w:t xml:space="preserve"> </w:t>
      </w:r>
      <w:r w:rsidRPr="009B44A9">
        <w:t>учебными</w:t>
      </w:r>
      <w:r w:rsidRPr="009B44A9">
        <w:rPr>
          <w:spacing w:val="-11"/>
        </w:rPr>
        <w:t xml:space="preserve"> </w:t>
      </w:r>
      <w:r w:rsidRPr="009B44A9">
        <w:t>регулятивными</w:t>
      </w:r>
      <w:r w:rsidRPr="009B44A9">
        <w:rPr>
          <w:spacing w:val="-11"/>
        </w:rPr>
        <w:t xml:space="preserve"> </w:t>
      </w:r>
      <w:r w:rsidRPr="009B44A9">
        <w:t>действиями</w:t>
      </w:r>
      <w:r w:rsidRPr="009B44A9">
        <w:rPr>
          <w:i w:val="0"/>
        </w:rPr>
        <w:t>:</w:t>
      </w:r>
    </w:p>
    <w:p w:rsidR="00E76AB9" w:rsidRPr="009B44A9" w:rsidRDefault="00E76AB9" w:rsidP="007940B1">
      <w:pPr>
        <w:pStyle w:val="ListParagraph"/>
        <w:numPr>
          <w:ilvl w:val="0"/>
          <w:numId w:val="12"/>
        </w:numPr>
        <w:tabs>
          <w:tab w:val="left" w:pos="547"/>
        </w:tabs>
        <w:spacing w:before="50"/>
        <w:ind w:hanging="261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самоорганизация: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выявлять</w:t>
      </w:r>
      <w:r w:rsidRPr="009B44A9">
        <w:rPr>
          <w:spacing w:val="-4"/>
        </w:rPr>
        <w:t xml:space="preserve"> </w:t>
      </w:r>
      <w:r w:rsidRPr="009B44A9">
        <w:t>проблемы</w:t>
      </w:r>
      <w:r w:rsidRPr="009B44A9">
        <w:rPr>
          <w:spacing w:val="-3"/>
        </w:rPr>
        <w:t xml:space="preserve"> </w:t>
      </w:r>
      <w:r w:rsidRPr="009B44A9">
        <w:t>для</w:t>
      </w:r>
      <w:r w:rsidRPr="009B44A9">
        <w:rPr>
          <w:spacing w:val="-3"/>
        </w:rPr>
        <w:t xml:space="preserve"> </w:t>
      </w:r>
      <w:r w:rsidRPr="009B44A9">
        <w:t>решения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жизненных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учебных</w:t>
      </w:r>
      <w:r w:rsidRPr="009B44A9">
        <w:rPr>
          <w:spacing w:val="-3"/>
        </w:rPr>
        <w:t xml:space="preserve"> </w:t>
      </w:r>
      <w:r w:rsidRPr="009B44A9">
        <w:t>ситуациях;</w:t>
      </w:r>
    </w:p>
    <w:p w:rsidR="00E76AB9" w:rsidRPr="009B44A9" w:rsidRDefault="00E76AB9" w:rsidP="007940B1">
      <w:pPr>
        <w:pStyle w:val="BodyText"/>
        <w:spacing w:before="60" w:line="292" w:lineRule="auto"/>
        <w:ind w:right="435" w:firstLine="180"/>
        <w:jc w:val="both"/>
      </w:pPr>
      <w:r w:rsidRPr="009B44A9">
        <w:t>ориентироваться в различных подходах принятия решений (индивидуальное, принятие решения в</w:t>
      </w:r>
      <w:r w:rsidRPr="009B44A9">
        <w:rPr>
          <w:spacing w:val="-58"/>
        </w:rPr>
        <w:t xml:space="preserve"> </w:t>
      </w:r>
      <w:r w:rsidRPr="009B44A9">
        <w:t>группе,</w:t>
      </w:r>
      <w:r w:rsidRPr="009B44A9">
        <w:rPr>
          <w:spacing w:val="-1"/>
        </w:rPr>
        <w:t xml:space="preserve"> </w:t>
      </w:r>
      <w:r w:rsidRPr="009B44A9">
        <w:t>принятие решений группой);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самостоятельно</w:t>
      </w:r>
      <w:r w:rsidRPr="009B44A9">
        <w:rPr>
          <w:spacing w:val="-5"/>
        </w:rPr>
        <w:t xml:space="preserve"> </w:t>
      </w:r>
      <w:r w:rsidRPr="009B44A9">
        <w:t>составлять</w:t>
      </w:r>
      <w:r w:rsidRPr="009B44A9">
        <w:rPr>
          <w:spacing w:val="-5"/>
        </w:rPr>
        <w:t xml:space="preserve"> </w:t>
      </w:r>
      <w:r w:rsidRPr="009B44A9">
        <w:t>алгоритм</w:t>
      </w:r>
      <w:r w:rsidRPr="009B44A9">
        <w:rPr>
          <w:spacing w:val="-4"/>
        </w:rPr>
        <w:t xml:space="preserve"> </w:t>
      </w:r>
      <w:r w:rsidRPr="009B44A9">
        <w:t>решения</w:t>
      </w:r>
      <w:r w:rsidRPr="009B44A9">
        <w:rPr>
          <w:spacing w:val="-5"/>
        </w:rPr>
        <w:t xml:space="preserve"> </w:t>
      </w:r>
      <w:r w:rsidRPr="009B44A9">
        <w:t>задачи</w:t>
      </w:r>
      <w:r w:rsidRPr="009B44A9">
        <w:rPr>
          <w:spacing w:val="-5"/>
        </w:rPr>
        <w:t xml:space="preserve"> </w:t>
      </w:r>
      <w:r w:rsidRPr="009B44A9">
        <w:t>(или</w:t>
      </w:r>
      <w:r w:rsidRPr="009B44A9">
        <w:rPr>
          <w:spacing w:val="-4"/>
        </w:rPr>
        <w:t xml:space="preserve"> </w:t>
      </w:r>
      <w:r w:rsidRPr="009B44A9">
        <w:t>его</w:t>
      </w:r>
      <w:r w:rsidRPr="009B44A9">
        <w:rPr>
          <w:spacing w:val="-4"/>
        </w:rPr>
        <w:t xml:space="preserve"> </w:t>
      </w:r>
      <w:r w:rsidRPr="009B44A9">
        <w:t>часть),</w:t>
      </w:r>
      <w:r w:rsidRPr="009B44A9">
        <w:rPr>
          <w:spacing w:val="-4"/>
        </w:rPr>
        <w:t xml:space="preserve"> </w:t>
      </w:r>
      <w:r w:rsidRPr="009B44A9">
        <w:t>выбирать</w:t>
      </w:r>
      <w:r w:rsidRPr="009B44A9">
        <w:rPr>
          <w:spacing w:val="-6"/>
        </w:rPr>
        <w:t xml:space="preserve"> </w:t>
      </w:r>
      <w:r w:rsidRPr="009B44A9">
        <w:t>способ</w:t>
      </w:r>
      <w:r w:rsidRPr="009B44A9">
        <w:rPr>
          <w:spacing w:val="-5"/>
        </w:rPr>
        <w:t xml:space="preserve"> </w:t>
      </w:r>
      <w:r w:rsidRPr="009B44A9">
        <w:t>решения</w:t>
      </w:r>
      <w:r w:rsidRPr="009B44A9">
        <w:rPr>
          <w:spacing w:val="-57"/>
        </w:rPr>
        <w:t xml:space="preserve"> </w:t>
      </w:r>
      <w:r w:rsidRPr="009B44A9">
        <w:t>учебной задачи с учетом имеющихся ресурсов и собственных возможностей, аргументировать</w:t>
      </w:r>
      <w:r w:rsidRPr="009B44A9">
        <w:rPr>
          <w:spacing w:val="1"/>
        </w:rPr>
        <w:t xml:space="preserve"> </w:t>
      </w:r>
      <w:r w:rsidRPr="009B44A9">
        <w:t>предлагаемые</w:t>
      </w:r>
      <w:r w:rsidRPr="009B44A9">
        <w:rPr>
          <w:spacing w:val="-1"/>
        </w:rPr>
        <w:t xml:space="preserve"> </w:t>
      </w:r>
      <w:r w:rsidRPr="009B44A9">
        <w:t>варианты решений;</w:t>
      </w:r>
    </w:p>
    <w:p w:rsidR="00E76AB9" w:rsidRPr="009B44A9" w:rsidRDefault="00E76AB9" w:rsidP="007940B1">
      <w:pPr>
        <w:pStyle w:val="BodyText"/>
        <w:spacing w:line="292" w:lineRule="auto"/>
        <w:ind w:right="572" w:firstLine="180"/>
        <w:jc w:val="both"/>
      </w:pPr>
      <w:r w:rsidRPr="009B44A9">
        <w:t>составлять план действий (план реализации намеченного алгоритма решения), корректировать</w:t>
      </w:r>
      <w:r w:rsidRPr="009B44A9">
        <w:rPr>
          <w:spacing w:val="1"/>
        </w:rPr>
        <w:t xml:space="preserve"> </w:t>
      </w:r>
      <w:r w:rsidRPr="009B44A9">
        <w:t>предложенный алгоритм с учетом получения новых знаний об изучаемом объекте; делать выбор и</w:t>
      </w:r>
      <w:r w:rsidRPr="009B44A9">
        <w:rPr>
          <w:spacing w:val="-58"/>
        </w:rPr>
        <w:t xml:space="preserve"> </w:t>
      </w:r>
      <w:r w:rsidRPr="009B44A9">
        <w:t>брать</w:t>
      </w:r>
      <w:r w:rsidRPr="009B44A9">
        <w:rPr>
          <w:spacing w:val="-2"/>
        </w:rPr>
        <w:t xml:space="preserve"> </w:t>
      </w:r>
      <w:r w:rsidRPr="009B44A9">
        <w:t>ответственность</w:t>
      </w:r>
      <w:r w:rsidRPr="009B44A9">
        <w:rPr>
          <w:spacing w:val="-1"/>
        </w:rPr>
        <w:t xml:space="preserve"> </w:t>
      </w:r>
      <w:r w:rsidRPr="009B44A9">
        <w:t>за решение;</w:t>
      </w:r>
    </w:p>
    <w:p w:rsidR="00E76AB9" w:rsidRPr="009B44A9" w:rsidRDefault="00E76AB9" w:rsidP="007940B1">
      <w:pPr>
        <w:pStyle w:val="ListParagraph"/>
        <w:numPr>
          <w:ilvl w:val="0"/>
          <w:numId w:val="12"/>
        </w:numPr>
        <w:tabs>
          <w:tab w:val="left" w:pos="547"/>
        </w:tabs>
        <w:spacing w:line="274" w:lineRule="exact"/>
        <w:ind w:hanging="261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самоконтроль:</w:t>
      </w:r>
    </w:p>
    <w:p w:rsidR="00E76AB9" w:rsidRPr="009B44A9" w:rsidRDefault="00E76AB9" w:rsidP="007940B1">
      <w:pPr>
        <w:pStyle w:val="BodyText"/>
        <w:spacing w:before="57" w:line="292" w:lineRule="auto"/>
        <w:ind w:left="286" w:right="3354"/>
        <w:jc w:val="both"/>
      </w:pPr>
      <w:r w:rsidRPr="009B44A9">
        <w:t>владеть способами самоконтроля, самомотивации и рефлексии;</w:t>
      </w:r>
      <w:r w:rsidRPr="009B44A9">
        <w:rPr>
          <w:spacing w:val="1"/>
        </w:rPr>
        <w:t xml:space="preserve"> </w:t>
      </w:r>
      <w:r w:rsidRPr="009B44A9">
        <w:t>давать</w:t>
      </w:r>
      <w:r w:rsidRPr="009B44A9">
        <w:rPr>
          <w:spacing w:val="-5"/>
        </w:rPr>
        <w:t xml:space="preserve"> </w:t>
      </w:r>
      <w:r w:rsidRPr="009B44A9">
        <w:t>адекватную</w:t>
      </w:r>
      <w:r w:rsidRPr="009B44A9">
        <w:rPr>
          <w:spacing w:val="-4"/>
        </w:rPr>
        <w:t xml:space="preserve"> </w:t>
      </w:r>
      <w:r w:rsidRPr="009B44A9">
        <w:t>оценку</w:t>
      </w:r>
      <w:r w:rsidRPr="009B44A9">
        <w:rPr>
          <w:spacing w:val="-4"/>
        </w:rPr>
        <w:t xml:space="preserve"> </w:t>
      </w:r>
      <w:r w:rsidRPr="009B44A9">
        <w:t>ситуации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предлагать</w:t>
      </w:r>
      <w:r w:rsidRPr="009B44A9">
        <w:rPr>
          <w:spacing w:val="-4"/>
        </w:rPr>
        <w:t xml:space="preserve"> </w:t>
      </w:r>
      <w:r w:rsidRPr="009B44A9">
        <w:t>план</w:t>
      </w:r>
      <w:r w:rsidRPr="009B44A9">
        <w:rPr>
          <w:spacing w:val="-4"/>
        </w:rPr>
        <w:t xml:space="preserve"> </w:t>
      </w:r>
      <w:r w:rsidRPr="009B44A9">
        <w:t>ее</w:t>
      </w:r>
      <w:r w:rsidRPr="009B44A9">
        <w:rPr>
          <w:spacing w:val="-3"/>
        </w:rPr>
        <w:t xml:space="preserve"> </w:t>
      </w:r>
      <w:r w:rsidRPr="009B44A9">
        <w:t>изменения;</w:t>
      </w:r>
    </w:p>
    <w:p w:rsidR="00E76AB9" w:rsidRPr="009B44A9" w:rsidRDefault="00E76AB9" w:rsidP="007940B1">
      <w:pPr>
        <w:pStyle w:val="BodyText"/>
        <w:spacing w:line="292" w:lineRule="auto"/>
        <w:ind w:right="799" w:firstLine="180"/>
        <w:jc w:val="both"/>
      </w:pPr>
      <w:r w:rsidRPr="009B44A9">
        <w:t>учитывать контекст и предвидеть трудности, которые могут возникнуть при решении учебной</w:t>
      </w:r>
      <w:r w:rsidRPr="009B44A9">
        <w:rPr>
          <w:spacing w:val="-58"/>
        </w:rPr>
        <w:t xml:space="preserve"> </w:t>
      </w:r>
      <w:r w:rsidRPr="009B44A9">
        <w:t>задачи,</w:t>
      </w:r>
      <w:r w:rsidRPr="009B44A9">
        <w:rPr>
          <w:spacing w:val="-1"/>
        </w:rPr>
        <w:t xml:space="preserve"> </w:t>
      </w:r>
      <w:r w:rsidRPr="009B44A9">
        <w:t>адаптировать</w:t>
      </w:r>
      <w:r w:rsidRPr="009B44A9">
        <w:rPr>
          <w:spacing w:val="-2"/>
        </w:rPr>
        <w:t xml:space="preserve"> </w:t>
      </w:r>
      <w:r w:rsidRPr="009B44A9">
        <w:t>решение к</w:t>
      </w:r>
      <w:r w:rsidRPr="009B44A9">
        <w:rPr>
          <w:spacing w:val="-2"/>
        </w:rPr>
        <w:t xml:space="preserve"> </w:t>
      </w:r>
      <w:r w:rsidRPr="009B44A9">
        <w:t>меняющимся</w:t>
      </w:r>
      <w:r w:rsidRPr="009B44A9">
        <w:rPr>
          <w:spacing w:val="-1"/>
        </w:rPr>
        <w:t xml:space="preserve"> </w:t>
      </w:r>
      <w:r w:rsidRPr="009B44A9">
        <w:t>обстоятельствам;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t>объяснять</w:t>
      </w:r>
      <w:r w:rsidRPr="009B44A9">
        <w:rPr>
          <w:spacing w:val="-7"/>
        </w:rPr>
        <w:t xml:space="preserve"> </w:t>
      </w:r>
      <w:r w:rsidRPr="009B44A9">
        <w:t>причины</w:t>
      </w:r>
      <w:r w:rsidRPr="009B44A9">
        <w:rPr>
          <w:spacing w:val="-6"/>
        </w:rPr>
        <w:t xml:space="preserve"> </w:t>
      </w:r>
      <w:r w:rsidRPr="009B44A9">
        <w:t>достижения</w:t>
      </w:r>
      <w:r w:rsidRPr="009B44A9">
        <w:rPr>
          <w:spacing w:val="-6"/>
        </w:rPr>
        <w:t xml:space="preserve"> </w:t>
      </w:r>
      <w:r w:rsidRPr="009B44A9">
        <w:t>(недостижения)</w:t>
      </w:r>
      <w:r w:rsidRPr="009B44A9">
        <w:rPr>
          <w:spacing w:val="-6"/>
        </w:rPr>
        <w:t xml:space="preserve"> </w:t>
      </w:r>
      <w:r w:rsidRPr="009B44A9">
        <w:t>результатов</w:t>
      </w:r>
      <w:r w:rsidRPr="009B44A9">
        <w:rPr>
          <w:spacing w:val="-7"/>
        </w:rPr>
        <w:t xml:space="preserve"> </w:t>
      </w:r>
      <w:r w:rsidRPr="009B44A9">
        <w:t>деятельности,</w:t>
      </w:r>
      <w:r w:rsidRPr="009B44A9">
        <w:rPr>
          <w:spacing w:val="-5"/>
        </w:rPr>
        <w:t xml:space="preserve"> </w:t>
      </w:r>
      <w:r w:rsidRPr="009B44A9">
        <w:t>давать</w:t>
      </w:r>
      <w:r w:rsidRPr="009B44A9">
        <w:rPr>
          <w:spacing w:val="-7"/>
        </w:rPr>
        <w:t xml:space="preserve"> </w:t>
      </w:r>
      <w:r w:rsidRPr="009B44A9">
        <w:t>оценку</w:t>
      </w:r>
      <w:r w:rsidRPr="009B44A9">
        <w:rPr>
          <w:spacing w:val="-57"/>
        </w:rPr>
        <w:t xml:space="preserve"> </w:t>
      </w:r>
      <w:r w:rsidRPr="009B44A9">
        <w:t>приобретенному</w:t>
      </w:r>
      <w:r w:rsidRPr="009B44A9">
        <w:rPr>
          <w:spacing w:val="-1"/>
        </w:rPr>
        <w:t xml:space="preserve"> </w:t>
      </w:r>
      <w:r w:rsidRPr="009B44A9">
        <w:t>опыту,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уметь</w:t>
      </w:r>
      <w:r w:rsidRPr="009B44A9">
        <w:rPr>
          <w:spacing w:val="-4"/>
        </w:rPr>
        <w:t xml:space="preserve"> </w:t>
      </w:r>
      <w:r w:rsidRPr="009B44A9">
        <w:t>находить</w:t>
      </w:r>
      <w:r w:rsidRPr="009B44A9">
        <w:rPr>
          <w:spacing w:val="-4"/>
        </w:rPr>
        <w:t xml:space="preserve"> </w:t>
      </w:r>
      <w:r w:rsidRPr="009B44A9">
        <w:t>позитивное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произошедшей</w:t>
      </w:r>
      <w:r w:rsidRPr="009B44A9">
        <w:rPr>
          <w:spacing w:val="-3"/>
        </w:rPr>
        <w:t xml:space="preserve"> </w:t>
      </w:r>
      <w:r w:rsidRPr="009B44A9">
        <w:t>ситуации;</w:t>
      </w:r>
    </w:p>
    <w:p w:rsidR="00E76AB9" w:rsidRPr="009B44A9" w:rsidRDefault="00E76AB9" w:rsidP="007940B1">
      <w:pPr>
        <w:spacing w:line="275" w:lineRule="exact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6" w:line="292" w:lineRule="auto"/>
        <w:ind w:right="897" w:firstLine="180"/>
        <w:jc w:val="both"/>
      </w:pPr>
      <w:r w:rsidRPr="009B44A9">
        <w:t>вносить коррективы в деятельность на основе новых обстоятельств, изменившихся ситуаций,</w:t>
      </w:r>
      <w:r w:rsidRPr="009B44A9">
        <w:rPr>
          <w:spacing w:val="-58"/>
        </w:rPr>
        <w:t xml:space="preserve"> </w:t>
      </w:r>
      <w:r w:rsidRPr="009B44A9">
        <w:t>установленных</w:t>
      </w:r>
      <w:r w:rsidRPr="009B44A9">
        <w:rPr>
          <w:spacing w:val="-1"/>
        </w:rPr>
        <w:t xml:space="preserve"> </w:t>
      </w:r>
      <w:r w:rsidRPr="009B44A9">
        <w:t>ошибок, возникших трудностей;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оценивать</w:t>
      </w:r>
      <w:r w:rsidRPr="009B44A9">
        <w:rPr>
          <w:spacing w:val="-5"/>
        </w:rPr>
        <w:t xml:space="preserve"> </w:t>
      </w:r>
      <w:r w:rsidRPr="009B44A9">
        <w:t>соответствие</w:t>
      </w:r>
      <w:r w:rsidRPr="009B44A9">
        <w:rPr>
          <w:spacing w:val="-4"/>
        </w:rPr>
        <w:t xml:space="preserve"> </w:t>
      </w:r>
      <w:r w:rsidRPr="009B44A9">
        <w:t>результата</w:t>
      </w:r>
      <w:r w:rsidRPr="009B44A9">
        <w:rPr>
          <w:spacing w:val="-4"/>
        </w:rPr>
        <w:t xml:space="preserve"> </w:t>
      </w:r>
      <w:r w:rsidRPr="009B44A9">
        <w:t>цели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условиям;</w:t>
      </w:r>
    </w:p>
    <w:p w:rsidR="00E76AB9" w:rsidRPr="009B44A9" w:rsidRDefault="00E76AB9" w:rsidP="007940B1">
      <w:pPr>
        <w:pStyle w:val="ListParagraph"/>
        <w:numPr>
          <w:ilvl w:val="0"/>
          <w:numId w:val="12"/>
        </w:numPr>
        <w:tabs>
          <w:tab w:val="left" w:pos="547"/>
        </w:tabs>
        <w:spacing w:before="60"/>
        <w:ind w:hanging="261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эмоциональный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интеллект:</w:t>
      </w:r>
    </w:p>
    <w:p w:rsidR="00E76AB9" w:rsidRPr="009B44A9" w:rsidRDefault="00E76AB9" w:rsidP="007940B1">
      <w:pPr>
        <w:pStyle w:val="BodyText"/>
        <w:spacing w:before="60" w:line="292" w:lineRule="auto"/>
        <w:ind w:left="286" w:right="2449"/>
        <w:jc w:val="both"/>
      </w:pPr>
      <w:r w:rsidRPr="009B44A9">
        <w:t>различать, называть и управлять собственными эмоциями и эмоциями других;</w:t>
      </w:r>
      <w:r w:rsidRPr="009B44A9">
        <w:rPr>
          <w:spacing w:val="-58"/>
        </w:rPr>
        <w:t xml:space="preserve"> </w:t>
      </w:r>
      <w:r w:rsidRPr="009B44A9">
        <w:t>выявлять</w:t>
      </w:r>
      <w:r w:rsidRPr="009B44A9">
        <w:rPr>
          <w:spacing w:val="-2"/>
        </w:rPr>
        <w:t xml:space="preserve"> </w:t>
      </w:r>
      <w:r w:rsidRPr="009B44A9">
        <w:t>и анализировать</w:t>
      </w:r>
      <w:r w:rsidRPr="009B44A9">
        <w:rPr>
          <w:spacing w:val="-1"/>
        </w:rPr>
        <w:t xml:space="preserve"> </w:t>
      </w:r>
      <w:r w:rsidRPr="009B44A9">
        <w:t>причины эмоций;</w:t>
      </w:r>
    </w:p>
    <w:p w:rsidR="00E76AB9" w:rsidRPr="009B44A9" w:rsidRDefault="00E76AB9" w:rsidP="007940B1">
      <w:pPr>
        <w:pStyle w:val="BodyText"/>
        <w:spacing w:line="292" w:lineRule="auto"/>
        <w:ind w:left="286" w:right="2261"/>
        <w:jc w:val="both"/>
      </w:pPr>
      <w:r w:rsidRPr="009B44A9">
        <w:t>ставить себя на место другого человека, понимать мотивы и намерения другого;</w:t>
      </w:r>
      <w:r w:rsidRPr="009B44A9">
        <w:rPr>
          <w:spacing w:val="-58"/>
        </w:rPr>
        <w:t xml:space="preserve"> </w:t>
      </w:r>
      <w:r w:rsidRPr="009B44A9">
        <w:t>регулировать</w:t>
      </w:r>
      <w:r w:rsidRPr="009B44A9">
        <w:rPr>
          <w:spacing w:val="-2"/>
        </w:rPr>
        <w:t xml:space="preserve"> </w:t>
      </w:r>
      <w:r w:rsidRPr="009B44A9">
        <w:t>способ</w:t>
      </w:r>
      <w:r w:rsidRPr="009B44A9">
        <w:rPr>
          <w:spacing w:val="59"/>
        </w:rPr>
        <w:t xml:space="preserve"> </w:t>
      </w:r>
      <w:r w:rsidRPr="009B44A9">
        <w:t>выражения</w:t>
      </w:r>
      <w:r w:rsidRPr="009B44A9">
        <w:rPr>
          <w:spacing w:val="59"/>
        </w:rPr>
        <w:t xml:space="preserve"> </w:t>
      </w:r>
      <w:r w:rsidRPr="009B44A9">
        <w:t>эмоций;</w:t>
      </w:r>
    </w:p>
    <w:p w:rsidR="00E76AB9" w:rsidRPr="009B44A9" w:rsidRDefault="00E76AB9" w:rsidP="007940B1">
      <w:pPr>
        <w:pStyle w:val="ListParagraph"/>
        <w:numPr>
          <w:ilvl w:val="0"/>
          <w:numId w:val="12"/>
        </w:numPr>
        <w:tabs>
          <w:tab w:val="left" w:pos="547"/>
        </w:tabs>
        <w:spacing w:line="275" w:lineRule="exact"/>
        <w:ind w:hanging="261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принятие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себя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других:</w:t>
      </w:r>
    </w:p>
    <w:p w:rsidR="00E76AB9" w:rsidRPr="009B44A9" w:rsidRDefault="00E76AB9" w:rsidP="007940B1">
      <w:pPr>
        <w:pStyle w:val="BodyText"/>
        <w:spacing w:before="59" w:line="292" w:lineRule="auto"/>
        <w:ind w:left="286" w:right="4362"/>
        <w:jc w:val="both"/>
      </w:pPr>
      <w:r w:rsidRPr="009B44A9">
        <w:t>осознанно относиться к другому человеку, его мнению;</w:t>
      </w:r>
      <w:r w:rsidRPr="009B44A9">
        <w:rPr>
          <w:spacing w:val="1"/>
        </w:rPr>
        <w:t xml:space="preserve"> </w:t>
      </w:r>
      <w:r w:rsidRPr="009B44A9">
        <w:t>признавать свое право на ошибку и такое же право другого;</w:t>
      </w:r>
      <w:r w:rsidRPr="009B44A9">
        <w:rPr>
          <w:spacing w:val="-58"/>
        </w:rPr>
        <w:t xml:space="preserve"> </w:t>
      </w:r>
      <w:r w:rsidRPr="009B44A9">
        <w:t>принимать</w:t>
      </w:r>
      <w:r w:rsidRPr="009B44A9">
        <w:rPr>
          <w:spacing w:val="-2"/>
        </w:rPr>
        <w:t xml:space="preserve"> </w:t>
      </w:r>
      <w:r w:rsidRPr="009B44A9">
        <w:t>себя</w:t>
      </w:r>
      <w:r w:rsidRPr="009B44A9">
        <w:rPr>
          <w:spacing w:val="-1"/>
        </w:rPr>
        <w:t xml:space="preserve"> </w:t>
      </w:r>
      <w:r w:rsidRPr="009B44A9">
        <w:t>и других,</w:t>
      </w:r>
      <w:r w:rsidRPr="009B44A9">
        <w:rPr>
          <w:spacing w:val="-1"/>
        </w:rPr>
        <w:t xml:space="preserve"> </w:t>
      </w:r>
      <w:r w:rsidRPr="009B44A9">
        <w:t>не осуждая;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открытость</w:t>
      </w:r>
      <w:r w:rsidRPr="009B44A9">
        <w:rPr>
          <w:spacing w:val="-4"/>
        </w:rPr>
        <w:t xml:space="preserve"> </w:t>
      </w:r>
      <w:r w:rsidRPr="009B44A9">
        <w:t>себе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другим;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осознавать</w:t>
      </w:r>
      <w:r w:rsidRPr="009B44A9">
        <w:rPr>
          <w:spacing w:val="52"/>
        </w:rPr>
        <w:t xml:space="preserve"> </w:t>
      </w:r>
      <w:r w:rsidRPr="009B44A9">
        <w:t>невозможность</w:t>
      </w:r>
      <w:r w:rsidRPr="009B44A9">
        <w:rPr>
          <w:spacing w:val="-5"/>
        </w:rPr>
        <w:t xml:space="preserve"> </w:t>
      </w:r>
      <w:r w:rsidRPr="009B44A9">
        <w:t>контролировать</w:t>
      </w:r>
      <w:r w:rsidRPr="009B44A9">
        <w:rPr>
          <w:spacing w:val="-4"/>
        </w:rPr>
        <w:t xml:space="preserve"> </w:t>
      </w:r>
      <w:r w:rsidRPr="009B44A9">
        <w:t>все</w:t>
      </w:r>
      <w:r w:rsidRPr="009B44A9">
        <w:rPr>
          <w:spacing w:val="-4"/>
        </w:rPr>
        <w:t xml:space="preserve"> </w:t>
      </w:r>
      <w:r w:rsidRPr="009B44A9">
        <w:t>вокруг.</w:t>
      </w:r>
    </w:p>
    <w:p w:rsidR="00E76AB9" w:rsidRPr="009B44A9" w:rsidRDefault="00E76AB9" w:rsidP="007940B1">
      <w:pPr>
        <w:pStyle w:val="BodyText"/>
        <w:spacing w:before="60" w:line="292" w:lineRule="auto"/>
        <w:ind w:right="348" w:firstLine="180"/>
        <w:jc w:val="both"/>
      </w:pPr>
      <w:r w:rsidRPr="009B44A9">
        <w:t>Овладение системой универсальных учебных регулятивных действий обеспечивает формирование</w:t>
      </w:r>
      <w:r w:rsidRPr="009B44A9">
        <w:rPr>
          <w:spacing w:val="-58"/>
        </w:rPr>
        <w:t xml:space="preserve"> </w:t>
      </w:r>
      <w:r w:rsidRPr="009B44A9">
        <w:t>смысловых установок личности (внутренняя позиция личности) и жизненных навыков личности</w:t>
      </w:r>
      <w:r w:rsidRPr="009B44A9">
        <w:rPr>
          <w:spacing w:val="1"/>
        </w:rPr>
        <w:t xml:space="preserve"> </w:t>
      </w:r>
      <w:r w:rsidRPr="009B44A9">
        <w:t>(управления</w:t>
      </w:r>
      <w:r w:rsidRPr="009B44A9">
        <w:rPr>
          <w:spacing w:val="-2"/>
        </w:rPr>
        <w:t xml:space="preserve"> </w:t>
      </w:r>
      <w:r w:rsidRPr="009B44A9">
        <w:t>собой, самодисциплины, устойчивого</w:t>
      </w:r>
      <w:r w:rsidRPr="009B44A9">
        <w:rPr>
          <w:spacing w:val="-1"/>
        </w:rPr>
        <w:t xml:space="preserve"> </w:t>
      </w:r>
      <w:r w:rsidRPr="009B44A9">
        <w:t>поведения).</w:t>
      </w:r>
    </w:p>
    <w:p w:rsidR="00E76AB9" w:rsidRPr="009B44A9" w:rsidRDefault="00E76AB9" w:rsidP="007940B1">
      <w:pPr>
        <w:pStyle w:val="Heading1"/>
        <w:spacing w:before="190"/>
        <w:ind w:left="106"/>
        <w:jc w:val="both"/>
      </w:pPr>
      <w:r w:rsidRPr="009B44A9">
        <w:t>ПРЕДМЕТНЫЕ</w:t>
      </w:r>
      <w:r w:rsidRPr="009B44A9">
        <w:rPr>
          <w:spacing w:val="-9"/>
        </w:rPr>
        <w:t xml:space="preserve"> </w:t>
      </w:r>
      <w:r w:rsidRPr="009B44A9">
        <w:t>РЕЗУЛЬТАТЫ</w:t>
      </w:r>
    </w:p>
    <w:p w:rsidR="00E76AB9" w:rsidRPr="009B44A9" w:rsidRDefault="00E76AB9" w:rsidP="007940B1">
      <w:pPr>
        <w:pStyle w:val="BodyText"/>
        <w:spacing w:before="156" w:line="292" w:lineRule="auto"/>
        <w:ind w:right="189" w:firstLine="180"/>
        <w:jc w:val="both"/>
      </w:pPr>
      <w:r w:rsidRPr="009B44A9">
        <w:rPr>
          <w:b/>
        </w:rPr>
        <w:t xml:space="preserve">Предметные результаты </w:t>
      </w:r>
      <w:r w:rsidRPr="009B44A9">
        <w:t>по учебному предмету «Французский язык. Второй иностранный язык»</w:t>
      </w:r>
      <w:r w:rsidRPr="009B44A9">
        <w:rPr>
          <w:spacing w:val="1"/>
        </w:rPr>
        <w:t xml:space="preserve"> </w:t>
      </w:r>
      <w:r w:rsidRPr="009B44A9">
        <w:t>предметной области «Иностранные языки» ориентированы на применение знаний, умений и навыков</w:t>
      </w:r>
      <w:r w:rsidRPr="009B44A9">
        <w:rPr>
          <w:spacing w:val="1"/>
        </w:rPr>
        <w:t xml:space="preserve"> </w:t>
      </w:r>
      <w:r w:rsidRPr="009B44A9">
        <w:t>в учебных ситуациях и реальных жизненных условиях,</w:t>
      </w:r>
      <w:r w:rsidRPr="009B44A9">
        <w:rPr>
          <w:spacing w:val="1"/>
        </w:rPr>
        <w:t xml:space="preserve"> </w:t>
      </w:r>
      <w:r w:rsidRPr="009B44A9">
        <w:t>должны отражать сформированность</w:t>
      </w:r>
      <w:r w:rsidRPr="009B44A9">
        <w:rPr>
          <w:spacing w:val="1"/>
        </w:rPr>
        <w:t xml:space="preserve"> </w:t>
      </w:r>
      <w:r w:rsidRPr="009B44A9">
        <w:t>иноязычной</w:t>
      </w:r>
      <w:r w:rsidRPr="009B44A9">
        <w:rPr>
          <w:spacing w:val="-4"/>
        </w:rPr>
        <w:t xml:space="preserve"> </w:t>
      </w:r>
      <w:r w:rsidRPr="009B44A9">
        <w:t>коммуникативной</w:t>
      </w:r>
      <w:r w:rsidRPr="009B44A9">
        <w:rPr>
          <w:spacing w:val="-3"/>
        </w:rPr>
        <w:t xml:space="preserve"> </w:t>
      </w:r>
      <w:r w:rsidRPr="009B44A9">
        <w:t>компетенции</w:t>
      </w:r>
      <w:r w:rsidRPr="009B44A9">
        <w:rPr>
          <w:spacing w:val="-3"/>
        </w:rPr>
        <w:t xml:space="preserve"> </w:t>
      </w:r>
      <w:r w:rsidRPr="009B44A9">
        <w:t>на</w:t>
      </w:r>
      <w:r w:rsidRPr="009B44A9">
        <w:rPr>
          <w:spacing w:val="-3"/>
        </w:rPr>
        <w:t xml:space="preserve"> </w:t>
      </w:r>
      <w:r w:rsidRPr="009B44A9">
        <w:t>допороговом</w:t>
      </w:r>
      <w:r w:rsidRPr="009B44A9">
        <w:rPr>
          <w:spacing w:val="-3"/>
        </w:rPr>
        <w:t xml:space="preserve"> </w:t>
      </w:r>
      <w:r w:rsidRPr="009B44A9">
        <w:t>уровне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совокупности</w:t>
      </w:r>
      <w:r w:rsidRPr="009B44A9">
        <w:rPr>
          <w:spacing w:val="-4"/>
        </w:rPr>
        <w:t xml:space="preserve"> </w:t>
      </w:r>
      <w:r w:rsidRPr="009B44A9">
        <w:t>ее</w:t>
      </w:r>
      <w:r w:rsidRPr="009B44A9">
        <w:rPr>
          <w:spacing w:val="-3"/>
        </w:rPr>
        <w:t xml:space="preserve"> </w:t>
      </w:r>
      <w:r w:rsidRPr="009B44A9">
        <w:t>составляющих</w:t>
      </w:r>
    </w:p>
    <w:p w:rsidR="00E76AB9" w:rsidRPr="009B44A9" w:rsidRDefault="00E76AB9" w:rsidP="007940B1">
      <w:pPr>
        <w:pStyle w:val="BodyText"/>
        <w:spacing w:line="274" w:lineRule="exact"/>
        <w:jc w:val="both"/>
      </w:pPr>
      <w:r w:rsidRPr="009B44A9">
        <w:t>—</w:t>
      </w:r>
      <w:r w:rsidRPr="009B44A9">
        <w:rPr>
          <w:spacing w:val="-6"/>
        </w:rPr>
        <w:t xml:space="preserve"> </w:t>
      </w:r>
      <w:r w:rsidRPr="009B44A9">
        <w:t>речевой,</w:t>
      </w:r>
      <w:r w:rsidRPr="009B44A9">
        <w:rPr>
          <w:spacing w:val="-5"/>
        </w:rPr>
        <w:t xml:space="preserve"> </w:t>
      </w:r>
      <w:r w:rsidRPr="009B44A9">
        <w:t>языковой,</w:t>
      </w:r>
      <w:r w:rsidRPr="009B44A9">
        <w:rPr>
          <w:spacing w:val="-5"/>
        </w:rPr>
        <w:t xml:space="preserve"> </w:t>
      </w:r>
      <w:r w:rsidRPr="009B44A9">
        <w:t>социокультурной,</w:t>
      </w:r>
      <w:r w:rsidRPr="009B44A9">
        <w:rPr>
          <w:spacing w:val="-6"/>
        </w:rPr>
        <w:t xml:space="preserve"> </w:t>
      </w:r>
      <w:r w:rsidRPr="009B44A9">
        <w:t>компенсаторной,</w:t>
      </w:r>
      <w:r w:rsidRPr="009B44A9">
        <w:rPr>
          <w:spacing w:val="-5"/>
        </w:rPr>
        <w:t xml:space="preserve"> </w:t>
      </w:r>
      <w:r w:rsidRPr="009B44A9">
        <w:t>метапредметной</w:t>
      </w:r>
      <w:r w:rsidRPr="009B44A9">
        <w:rPr>
          <w:spacing w:val="-5"/>
        </w:rPr>
        <w:t xml:space="preserve"> </w:t>
      </w:r>
      <w:r w:rsidRPr="009B44A9">
        <w:t>(учебно-познавательной).</w:t>
      </w:r>
    </w:p>
    <w:p w:rsidR="00E76AB9" w:rsidRPr="009B44A9" w:rsidRDefault="00E76AB9" w:rsidP="007940B1">
      <w:pPr>
        <w:pStyle w:val="BodyText"/>
        <w:spacing w:before="11"/>
        <w:ind w:left="0"/>
        <w:jc w:val="both"/>
      </w:pPr>
    </w:p>
    <w:p w:rsidR="00E76AB9" w:rsidRPr="009B44A9" w:rsidRDefault="00E76AB9" w:rsidP="007940B1">
      <w:pPr>
        <w:pStyle w:val="Heading1"/>
        <w:numPr>
          <w:ilvl w:val="0"/>
          <w:numId w:val="11"/>
        </w:numPr>
        <w:tabs>
          <w:tab w:val="left" w:pos="287"/>
        </w:tabs>
        <w:jc w:val="both"/>
      </w:pPr>
      <w:r w:rsidRPr="009B44A9">
        <w:t>КЛАСС</w:t>
      </w:r>
    </w:p>
    <w:p w:rsidR="00E76AB9" w:rsidRPr="009B44A9" w:rsidRDefault="00E76AB9" w:rsidP="007940B1">
      <w:pPr>
        <w:spacing w:before="156"/>
        <w:ind w:left="286"/>
        <w:jc w:val="both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КОММУНИКАТИВНЫЕ</w:t>
      </w:r>
      <w:r w:rsidRPr="009B44A9">
        <w:rPr>
          <w:b/>
          <w:spacing w:val="-10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видами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речевой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деятельности:</w:t>
      </w:r>
    </w:p>
    <w:p w:rsidR="00E76AB9" w:rsidRPr="009B44A9" w:rsidRDefault="00E76AB9" w:rsidP="007940B1">
      <w:pPr>
        <w:pStyle w:val="Heading1"/>
        <w:spacing w:before="61"/>
        <w:jc w:val="both"/>
      </w:pPr>
      <w:r w:rsidRPr="009B44A9">
        <w:t>говорение:</w:t>
      </w:r>
    </w:p>
    <w:p w:rsidR="00E76AB9" w:rsidRPr="009B44A9" w:rsidRDefault="00E76AB9" w:rsidP="007940B1">
      <w:pPr>
        <w:pStyle w:val="BodyText"/>
        <w:spacing w:before="60" w:line="292" w:lineRule="auto"/>
        <w:ind w:right="237" w:firstLine="180"/>
        <w:jc w:val="both"/>
      </w:pPr>
      <w:r w:rsidRPr="009B44A9">
        <w:rPr>
          <w:i/>
        </w:rPr>
        <w:t>вести разные виды диалого</w:t>
      </w:r>
      <w:r w:rsidRPr="009B44A9">
        <w:t>в (диалог этикетного характера, диалог побуждения к действию, диалог-</w:t>
      </w:r>
      <w:r w:rsidRPr="009B44A9">
        <w:rPr>
          <w:spacing w:val="-58"/>
        </w:rPr>
        <w:t xml:space="preserve"> </w:t>
      </w:r>
      <w:r w:rsidRPr="009B44A9">
        <w:t>расспрос) в рамках тематического содержания речи в стандартных ситуациях неофициального</w:t>
      </w:r>
      <w:r w:rsidRPr="009B44A9">
        <w:rPr>
          <w:spacing w:val="1"/>
        </w:rPr>
        <w:t xml:space="preserve"> </w:t>
      </w:r>
      <w:r w:rsidRPr="009B44A9">
        <w:t>общения, с вербальными и/или зрительными опорами, с соблюдением норм речевого этикета,</w:t>
      </w:r>
      <w:r w:rsidRPr="009B44A9">
        <w:rPr>
          <w:spacing w:val="1"/>
        </w:rPr>
        <w:t xml:space="preserve"> </w:t>
      </w:r>
      <w:r w:rsidRPr="009B44A9">
        <w:t>принятого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стране/странах</w:t>
      </w:r>
      <w:r w:rsidRPr="009B44A9">
        <w:rPr>
          <w:spacing w:val="-2"/>
        </w:rPr>
        <w:t xml:space="preserve"> </w:t>
      </w:r>
      <w:r w:rsidRPr="009B44A9">
        <w:t>изучаемого</w:t>
      </w:r>
      <w:r w:rsidRPr="009B44A9">
        <w:rPr>
          <w:spacing w:val="-1"/>
        </w:rPr>
        <w:t xml:space="preserve"> </w:t>
      </w:r>
      <w:r w:rsidRPr="009B44A9">
        <w:t>языка</w:t>
      </w:r>
      <w:r w:rsidRPr="009B44A9">
        <w:rPr>
          <w:spacing w:val="-2"/>
        </w:rPr>
        <w:t xml:space="preserve"> </w:t>
      </w:r>
      <w:r w:rsidRPr="009B44A9">
        <w:t>(</w:t>
      </w:r>
      <w:r w:rsidRPr="009B44A9">
        <w:rPr>
          <w:i/>
        </w:rPr>
        <w:t>до</w:t>
      </w:r>
      <w:r w:rsidRPr="009B44A9">
        <w:rPr>
          <w:i/>
          <w:spacing w:val="-1"/>
        </w:rPr>
        <w:t xml:space="preserve"> </w:t>
      </w:r>
      <w:r w:rsidRPr="009B44A9">
        <w:rPr>
          <w:i/>
        </w:rPr>
        <w:t>3</w:t>
      </w:r>
      <w:r w:rsidRPr="009B44A9">
        <w:rPr>
          <w:i/>
          <w:spacing w:val="-2"/>
        </w:rPr>
        <w:t xml:space="preserve"> </w:t>
      </w:r>
      <w:r w:rsidRPr="009B44A9">
        <w:rPr>
          <w:i/>
        </w:rPr>
        <w:t>реплик</w:t>
      </w:r>
      <w:r w:rsidRPr="009B44A9">
        <w:rPr>
          <w:i/>
          <w:spacing w:val="-2"/>
        </w:rPr>
        <w:t xml:space="preserve"> </w:t>
      </w:r>
      <w:r w:rsidRPr="009B44A9">
        <w:rPr>
          <w:i/>
        </w:rPr>
        <w:t>со</w:t>
      </w:r>
      <w:r w:rsidRPr="009B44A9">
        <w:rPr>
          <w:i/>
          <w:spacing w:val="-2"/>
        </w:rPr>
        <w:t xml:space="preserve"> </w:t>
      </w:r>
      <w:r w:rsidRPr="009B44A9">
        <w:rPr>
          <w:i/>
        </w:rPr>
        <w:t>стороны</w:t>
      </w:r>
      <w:r w:rsidRPr="009B44A9">
        <w:rPr>
          <w:i/>
          <w:spacing w:val="-2"/>
        </w:rPr>
        <w:t xml:space="preserve"> </w:t>
      </w:r>
      <w:r w:rsidRPr="009B44A9">
        <w:rPr>
          <w:i/>
        </w:rPr>
        <w:t>каждого</w:t>
      </w:r>
      <w:r w:rsidRPr="009B44A9">
        <w:rPr>
          <w:i/>
          <w:spacing w:val="-1"/>
        </w:rPr>
        <w:t xml:space="preserve"> </w:t>
      </w:r>
      <w:r w:rsidRPr="009B44A9">
        <w:rPr>
          <w:i/>
        </w:rPr>
        <w:t>собеседника</w:t>
      </w:r>
      <w:r w:rsidRPr="009B44A9">
        <w:t>);</w:t>
      </w:r>
    </w:p>
    <w:p w:rsidR="00E76AB9" w:rsidRPr="009B44A9" w:rsidRDefault="00E76AB9" w:rsidP="007940B1">
      <w:pPr>
        <w:spacing w:line="292" w:lineRule="auto"/>
        <w:ind w:left="106" w:right="201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создавать разные виды монологических высказываний </w:t>
      </w:r>
      <w:r w:rsidRPr="009B44A9">
        <w:rPr>
          <w:sz w:val="24"/>
          <w:szCs w:val="24"/>
        </w:rPr>
        <w:t>(описание, в том числе характеристика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конкретного человека или литературного персонажа; повествование/ сообщение) с вербальными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и/или зрительными опорами в рамках тематического содержания речи (</w:t>
      </w:r>
      <w:r w:rsidRPr="009B44A9">
        <w:rPr>
          <w:i/>
          <w:sz w:val="24"/>
          <w:szCs w:val="24"/>
        </w:rPr>
        <w:t>объем монологического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 — 4 фразы</w:t>
      </w:r>
      <w:r w:rsidRPr="009B44A9">
        <w:rPr>
          <w:sz w:val="24"/>
          <w:szCs w:val="24"/>
        </w:rPr>
        <w:t xml:space="preserve">); </w:t>
      </w:r>
      <w:r w:rsidRPr="009B44A9">
        <w:rPr>
          <w:i/>
          <w:sz w:val="24"/>
          <w:szCs w:val="24"/>
        </w:rPr>
        <w:t xml:space="preserve">излагать </w:t>
      </w:r>
      <w:r w:rsidRPr="009B44A9">
        <w:rPr>
          <w:sz w:val="24"/>
          <w:szCs w:val="24"/>
        </w:rPr>
        <w:t>основное содержание прочитанного текста с вербальными и /или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зрительными опорами (</w:t>
      </w:r>
      <w:r w:rsidRPr="009B44A9">
        <w:rPr>
          <w:i/>
          <w:sz w:val="24"/>
          <w:szCs w:val="24"/>
        </w:rPr>
        <w:t>объем — 4 фразы</w:t>
      </w:r>
      <w:r w:rsidRPr="009B44A9">
        <w:rPr>
          <w:sz w:val="24"/>
          <w:szCs w:val="24"/>
        </w:rPr>
        <w:t xml:space="preserve">); </w:t>
      </w:r>
      <w:r w:rsidRPr="009B44A9">
        <w:rPr>
          <w:i/>
          <w:sz w:val="24"/>
          <w:szCs w:val="24"/>
        </w:rPr>
        <w:t xml:space="preserve">кратко излагать </w:t>
      </w:r>
      <w:r w:rsidRPr="009B44A9">
        <w:rPr>
          <w:sz w:val="24"/>
          <w:szCs w:val="24"/>
        </w:rPr>
        <w:t>результаты выполненной проектной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работы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(объем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 4 фразы</w:t>
      </w:r>
      <w:r w:rsidRPr="009B44A9">
        <w:rPr>
          <w:sz w:val="24"/>
          <w:szCs w:val="24"/>
        </w:rPr>
        <w:t>);</w:t>
      </w:r>
    </w:p>
    <w:p w:rsidR="00E76AB9" w:rsidRPr="009B44A9" w:rsidRDefault="00E76AB9" w:rsidP="007940B1">
      <w:pPr>
        <w:spacing w:line="292" w:lineRule="auto"/>
        <w:ind w:left="106" w:right="204" w:firstLine="180"/>
        <w:jc w:val="both"/>
        <w:rPr>
          <w:sz w:val="24"/>
          <w:szCs w:val="24"/>
        </w:rPr>
      </w:pPr>
      <w:r w:rsidRPr="009B44A9">
        <w:rPr>
          <w:b/>
          <w:sz w:val="24"/>
          <w:szCs w:val="24"/>
        </w:rPr>
        <w:t>аудирование</w:t>
      </w:r>
      <w:r w:rsidRPr="009B44A9">
        <w:rPr>
          <w:sz w:val="24"/>
          <w:szCs w:val="24"/>
        </w:rPr>
        <w:t xml:space="preserve">: </w:t>
      </w:r>
      <w:r w:rsidRPr="009B44A9">
        <w:rPr>
          <w:i/>
          <w:sz w:val="24"/>
          <w:szCs w:val="24"/>
        </w:rPr>
        <w:t xml:space="preserve">воспринимать на слух </w:t>
      </w:r>
      <w:r w:rsidRPr="009B44A9">
        <w:rPr>
          <w:sz w:val="24"/>
          <w:szCs w:val="24"/>
        </w:rPr>
        <w:t>и понимать несложные адаптированные аутентичные тексты,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содержащие отдельные незнакомые слова, со зрительными опорами или без опоры с разной глубиной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проникновения в их содержание в зависимости от поставленной коммуникативной задачи: с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пониманием общего содержания, с пониманием запрашиваемой информации (</w:t>
      </w:r>
      <w:r w:rsidRPr="009B44A9">
        <w:rPr>
          <w:i/>
          <w:sz w:val="24"/>
          <w:szCs w:val="24"/>
        </w:rPr>
        <w:t>время звучания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 аудирования — до 1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минуты</w:t>
      </w:r>
      <w:r w:rsidRPr="009B44A9">
        <w:rPr>
          <w:sz w:val="24"/>
          <w:szCs w:val="24"/>
        </w:rPr>
        <w:t>);</w:t>
      </w:r>
    </w:p>
    <w:p w:rsidR="00E76AB9" w:rsidRPr="009B44A9" w:rsidRDefault="00E76AB9" w:rsidP="007940B1">
      <w:pPr>
        <w:spacing w:line="292" w:lineRule="auto"/>
        <w:ind w:left="106" w:right="257" w:firstLine="180"/>
        <w:jc w:val="both"/>
        <w:rPr>
          <w:i/>
          <w:sz w:val="24"/>
          <w:szCs w:val="24"/>
        </w:rPr>
      </w:pPr>
      <w:r w:rsidRPr="009B44A9">
        <w:rPr>
          <w:b/>
          <w:sz w:val="24"/>
          <w:szCs w:val="24"/>
        </w:rPr>
        <w:t>смысловое чтение</w:t>
      </w:r>
      <w:r w:rsidRPr="009B44A9">
        <w:rPr>
          <w:sz w:val="24"/>
          <w:szCs w:val="24"/>
        </w:rPr>
        <w:t xml:space="preserve">: </w:t>
      </w:r>
      <w:r w:rsidRPr="009B44A9">
        <w:rPr>
          <w:i/>
          <w:sz w:val="24"/>
          <w:szCs w:val="24"/>
        </w:rPr>
        <w:t xml:space="preserve">читать про себя и понимать </w:t>
      </w:r>
      <w:r w:rsidRPr="009B44A9">
        <w:rPr>
          <w:sz w:val="24"/>
          <w:szCs w:val="24"/>
        </w:rPr>
        <w:t>несложные адаптированные аутентичные тексты,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полностью построенные на изученном материале, с различной глубиной проникновения в их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содержание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зависимости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от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поставленной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коммуникативной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задачи.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Читать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полным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spacing w:before="66" w:line="292" w:lineRule="auto"/>
        <w:ind w:left="106" w:right="63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детальным пониманием </w:t>
      </w:r>
      <w:r w:rsidRPr="009B44A9">
        <w:rPr>
          <w:sz w:val="24"/>
          <w:szCs w:val="24"/>
        </w:rPr>
        <w:t>содержания, с пониманием запрашиваемой информации (</w:t>
      </w:r>
      <w:r w:rsidRPr="009B44A9">
        <w:rPr>
          <w:i/>
          <w:sz w:val="24"/>
          <w:szCs w:val="24"/>
        </w:rPr>
        <w:t>объем текста/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текстов для чтения — до 150 слов</w:t>
      </w:r>
      <w:r w:rsidRPr="009B44A9">
        <w:rPr>
          <w:sz w:val="24"/>
          <w:szCs w:val="24"/>
        </w:rPr>
        <w:t xml:space="preserve">); </w:t>
      </w:r>
      <w:r w:rsidRPr="009B44A9">
        <w:rPr>
          <w:i/>
          <w:sz w:val="24"/>
          <w:szCs w:val="24"/>
        </w:rPr>
        <w:t xml:space="preserve">читать и понимать общее содержание </w:t>
      </w:r>
      <w:r w:rsidRPr="009B44A9">
        <w:rPr>
          <w:sz w:val="24"/>
          <w:szCs w:val="24"/>
        </w:rPr>
        <w:t>текста, содержащего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незначительный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процент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незнакомых лексических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единиц.</w:t>
      </w:r>
    </w:p>
    <w:p w:rsidR="00E76AB9" w:rsidRPr="009B44A9" w:rsidRDefault="00E76AB9" w:rsidP="007940B1">
      <w:pPr>
        <w:pStyle w:val="BodyText"/>
        <w:spacing w:line="292" w:lineRule="auto"/>
        <w:ind w:right="189" w:firstLine="180"/>
        <w:jc w:val="both"/>
      </w:pPr>
      <w:r w:rsidRPr="009B44A9">
        <w:rPr>
          <w:b/>
        </w:rPr>
        <w:t>письменная</w:t>
      </w:r>
      <w:r w:rsidRPr="009B44A9">
        <w:rPr>
          <w:b/>
          <w:spacing w:val="-5"/>
        </w:rPr>
        <w:t xml:space="preserve"> </w:t>
      </w:r>
      <w:r w:rsidRPr="009B44A9">
        <w:rPr>
          <w:b/>
        </w:rPr>
        <w:t>речь:</w:t>
      </w:r>
      <w:r w:rsidRPr="009B44A9">
        <w:rPr>
          <w:b/>
          <w:spacing w:val="-8"/>
        </w:rPr>
        <w:t xml:space="preserve"> </w:t>
      </w:r>
      <w:r w:rsidRPr="009B44A9">
        <w:rPr>
          <w:i/>
        </w:rPr>
        <w:t>писать</w:t>
      </w:r>
      <w:r w:rsidRPr="009B44A9">
        <w:rPr>
          <w:i/>
          <w:spacing w:val="-8"/>
        </w:rPr>
        <w:t xml:space="preserve"> </w:t>
      </w:r>
      <w:r w:rsidRPr="009B44A9">
        <w:t>короткие</w:t>
      </w:r>
      <w:r w:rsidRPr="009B44A9">
        <w:rPr>
          <w:spacing w:val="-4"/>
        </w:rPr>
        <w:t xml:space="preserve"> </w:t>
      </w:r>
      <w:r w:rsidRPr="009B44A9">
        <w:t>поздравления</w:t>
      </w:r>
      <w:r w:rsidRPr="009B44A9">
        <w:rPr>
          <w:spacing w:val="-5"/>
        </w:rPr>
        <w:t xml:space="preserve"> </w:t>
      </w:r>
      <w:r w:rsidRPr="009B44A9">
        <w:t>с</w:t>
      </w:r>
      <w:r w:rsidRPr="009B44A9">
        <w:rPr>
          <w:spacing w:val="-4"/>
        </w:rPr>
        <w:t xml:space="preserve"> </w:t>
      </w:r>
      <w:r w:rsidRPr="009B44A9">
        <w:t>праздниками;</w:t>
      </w:r>
      <w:r w:rsidRPr="009B44A9">
        <w:rPr>
          <w:spacing w:val="-4"/>
        </w:rPr>
        <w:t xml:space="preserve"> </w:t>
      </w:r>
      <w:r w:rsidRPr="009B44A9">
        <w:t>заполнять</w:t>
      </w:r>
      <w:r w:rsidRPr="009B44A9">
        <w:rPr>
          <w:spacing w:val="-5"/>
        </w:rPr>
        <w:t xml:space="preserve"> </w:t>
      </w:r>
      <w:r w:rsidRPr="009B44A9">
        <w:t>анкеты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формуляры,</w:t>
      </w:r>
      <w:r w:rsidRPr="009B44A9">
        <w:rPr>
          <w:spacing w:val="-57"/>
        </w:rPr>
        <w:t xml:space="preserve"> </w:t>
      </w:r>
      <w:r w:rsidRPr="009B44A9">
        <w:t>сообщая о себе основные сведения, в соответствии с нормами, принятыми в стране/странах</w:t>
      </w:r>
      <w:r w:rsidRPr="009B44A9">
        <w:rPr>
          <w:spacing w:val="1"/>
        </w:rPr>
        <w:t xml:space="preserve"> </w:t>
      </w:r>
      <w:r w:rsidRPr="009B44A9">
        <w:t xml:space="preserve">изучаемого языка; </w:t>
      </w:r>
      <w:r w:rsidRPr="009B44A9">
        <w:rPr>
          <w:i/>
        </w:rPr>
        <w:t xml:space="preserve">писать </w:t>
      </w:r>
      <w:r w:rsidRPr="009B44A9">
        <w:t>электронное сообщение личного характера, соблюдая речевой этикет,</w:t>
      </w:r>
      <w:r w:rsidRPr="009B44A9">
        <w:rPr>
          <w:spacing w:val="1"/>
        </w:rPr>
        <w:t xml:space="preserve"> </w:t>
      </w:r>
      <w:r w:rsidRPr="009B44A9">
        <w:t>принятый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стране/странах</w:t>
      </w:r>
      <w:r w:rsidRPr="009B44A9">
        <w:rPr>
          <w:spacing w:val="-1"/>
        </w:rPr>
        <w:t xml:space="preserve"> </w:t>
      </w:r>
      <w:r w:rsidRPr="009B44A9">
        <w:t>изучаемого</w:t>
      </w:r>
      <w:r w:rsidRPr="009B44A9">
        <w:rPr>
          <w:spacing w:val="-1"/>
        </w:rPr>
        <w:t xml:space="preserve"> </w:t>
      </w:r>
      <w:r w:rsidRPr="009B44A9">
        <w:t>языка (</w:t>
      </w:r>
      <w:r w:rsidRPr="009B44A9">
        <w:rPr>
          <w:i/>
        </w:rPr>
        <w:t>объем</w:t>
      </w:r>
      <w:r w:rsidRPr="009B44A9">
        <w:rPr>
          <w:i/>
          <w:spacing w:val="-2"/>
        </w:rPr>
        <w:t xml:space="preserve"> </w:t>
      </w:r>
      <w:r w:rsidRPr="009B44A9">
        <w:rPr>
          <w:i/>
        </w:rPr>
        <w:t>сообщения</w:t>
      </w:r>
      <w:r w:rsidRPr="009B44A9">
        <w:rPr>
          <w:i/>
          <w:spacing w:val="-1"/>
        </w:rPr>
        <w:t xml:space="preserve"> </w:t>
      </w:r>
      <w:r w:rsidRPr="009B44A9">
        <w:rPr>
          <w:i/>
        </w:rPr>
        <w:t>—</w:t>
      </w:r>
      <w:r w:rsidRPr="009B44A9">
        <w:rPr>
          <w:i/>
          <w:spacing w:val="-1"/>
        </w:rPr>
        <w:t xml:space="preserve"> </w:t>
      </w:r>
      <w:r w:rsidRPr="009B44A9">
        <w:rPr>
          <w:i/>
        </w:rPr>
        <w:t>до 30</w:t>
      </w:r>
      <w:r w:rsidRPr="009B44A9">
        <w:rPr>
          <w:i/>
          <w:spacing w:val="-1"/>
        </w:rPr>
        <w:t xml:space="preserve"> </w:t>
      </w:r>
      <w:r w:rsidRPr="009B44A9">
        <w:rPr>
          <w:i/>
        </w:rPr>
        <w:t>слов</w:t>
      </w:r>
      <w:r w:rsidRPr="009B44A9">
        <w:t>).</w:t>
      </w:r>
    </w:p>
    <w:p w:rsidR="00E76AB9" w:rsidRPr="009B44A9" w:rsidRDefault="00E76AB9" w:rsidP="007940B1">
      <w:pPr>
        <w:pStyle w:val="Heading1"/>
        <w:spacing w:before="116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0" w:line="292" w:lineRule="auto"/>
        <w:ind w:left="106" w:right="252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 xml:space="preserve">фонетическими навыками: </w:t>
      </w:r>
      <w:r w:rsidRPr="009B44A9">
        <w:rPr>
          <w:i/>
          <w:sz w:val="24"/>
          <w:szCs w:val="24"/>
        </w:rPr>
        <w:t>различать на слух и адекватно</w:t>
      </w:r>
      <w:r w:rsidRPr="009B44A9">
        <w:rPr>
          <w:sz w:val="24"/>
          <w:szCs w:val="24"/>
        </w:rPr>
        <w:t>, без ошибок, ведущих к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сбою коммуникации, </w:t>
      </w:r>
      <w:r w:rsidRPr="009B44A9">
        <w:rPr>
          <w:i/>
          <w:sz w:val="24"/>
          <w:szCs w:val="24"/>
        </w:rPr>
        <w:t xml:space="preserve">произносить </w:t>
      </w:r>
      <w:r w:rsidRPr="009B44A9">
        <w:rPr>
          <w:sz w:val="24"/>
          <w:szCs w:val="24"/>
        </w:rPr>
        <w:t>слова с правильным ударением и фразы с соблюдением их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ритмико-интонационных особенностей, в том числе применять правила отсутствия ударения на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служебных словах; </w:t>
      </w:r>
      <w:r w:rsidRPr="009B44A9">
        <w:rPr>
          <w:i/>
          <w:sz w:val="24"/>
          <w:szCs w:val="24"/>
        </w:rPr>
        <w:t xml:space="preserve">выразительно читать </w:t>
      </w:r>
      <w:r w:rsidRPr="009B44A9">
        <w:rPr>
          <w:sz w:val="24"/>
          <w:szCs w:val="24"/>
        </w:rPr>
        <w:t>вслух небольшие адаптированные аутентичные тексты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объемом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70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слов,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построенные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изученном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языковом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материале,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соблюдением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чтения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соответствующей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интонацией;</w:t>
      </w:r>
    </w:p>
    <w:p w:rsidR="00E76AB9" w:rsidRPr="009B44A9" w:rsidRDefault="00E76AB9" w:rsidP="007940B1">
      <w:pPr>
        <w:pStyle w:val="BodyText"/>
        <w:spacing w:line="272" w:lineRule="exact"/>
        <w:ind w:left="286"/>
        <w:jc w:val="both"/>
      </w:pPr>
      <w:r w:rsidRPr="009B44A9">
        <w:rPr>
          <w:i/>
        </w:rPr>
        <w:t>читать</w:t>
      </w:r>
      <w:r w:rsidRPr="009B44A9">
        <w:rPr>
          <w:i/>
          <w:spacing w:val="1"/>
        </w:rPr>
        <w:t xml:space="preserve"> </w:t>
      </w:r>
      <w:r w:rsidRPr="009B44A9">
        <w:t>новые</w:t>
      </w:r>
      <w:r w:rsidRPr="009B44A9">
        <w:rPr>
          <w:spacing w:val="-2"/>
        </w:rPr>
        <w:t xml:space="preserve"> </w:t>
      </w:r>
      <w:r w:rsidRPr="009B44A9">
        <w:t>слова</w:t>
      </w:r>
      <w:r w:rsidRPr="009B44A9">
        <w:rPr>
          <w:spacing w:val="-3"/>
        </w:rPr>
        <w:t xml:space="preserve"> </w:t>
      </w:r>
      <w:r w:rsidRPr="009B44A9">
        <w:t>согласно</w:t>
      </w:r>
      <w:r w:rsidRPr="009B44A9">
        <w:rPr>
          <w:spacing w:val="-3"/>
        </w:rPr>
        <w:t xml:space="preserve"> </w:t>
      </w:r>
      <w:r w:rsidRPr="009B44A9">
        <w:t>основным</w:t>
      </w:r>
      <w:r w:rsidRPr="009B44A9">
        <w:rPr>
          <w:spacing w:val="-3"/>
        </w:rPr>
        <w:t xml:space="preserve"> </w:t>
      </w:r>
      <w:r w:rsidRPr="009B44A9">
        <w:t>правилам</w:t>
      </w:r>
      <w:r w:rsidRPr="009B44A9">
        <w:rPr>
          <w:spacing w:val="-3"/>
        </w:rPr>
        <w:t xml:space="preserve"> </w:t>
      </w:r>
      <w:r w:rsidRPr="009B44A9">
        <w:t>чтения;</w:t>
      </w:r>
    </w:p>
    <w:p w:rsidR="00E76AB9" w:rsidRPr="009B44A9" w:rsidRDefault="00E76AB9" w:rsidP="007940B1">
      <w:pPr>
        <w:spacing w:before="60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орфографическими</w:t>
      </w:r>
      <w:r w:rsidRPr="009B44A9">
        <w:rPr>
          <w:b/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навыками: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правильно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изученные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слова;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rPr>
          <w:i/>
        </w:rPr>
        <w:t>владеть</w:t>
      </w:r>
      <w:r w:rsidRPr="009B44A9">
        <w:rPr>
          <w:i/>
          <w:spacing w:val="-5"/>
        </w:rPr>
        <w:t xml:space="preserve"> </w:t>
      </w:r>
      <w:r w:rsidRPr="009B44A9">
        <w:rPr>
          <w:b/>
        </w:rPr>
        <w:t>пунктуационными</w:t>
      </w:r>
      <w:r w:rsidRPr="009B44A9">
        <w:rPr>
          <w:b/>
          <w:spacing w:val="-8"/>
        </w:rPr>
        <w:t xml:space="preserve"> </w:t>
      </w:r>
      <w:r w:rsidRPr="009B44A9">
        <w:t>навыками:</w:t>
      </w:r>
      <w:r w:rsidRPr="009B44A9">
        <w:rPr>
          <w:spacing w:val="-6"/>
        </w:rPr>
        <w:t xml:space="preserve"> </w:t>
      </w:r>
      <w:r w:rsidRPr="009B44A9">
        <w:t>использовать</w:t>
      </w:r>
      <w:r w:rsidRPr="009B44A9">
        <w:rPr>
          <w:spacing w:val="-7"/>
        </w:rPr>
        <w:t xml:space="preserve"> </w:t>
      </w:r>
      <w:r w:rsidRPr="009B44A9">
        <w:t>точку,</w:t>
      </w:r>
      <w:r w:rsidRPr="009B44A9">
        <w:rPr>
          <w:spacing w:val="-6"/>
        </w:rPr>
        <w:t xml:space="preserve"> </w:t>
      </w:r>
      <w:r w:rsidRPr="009B44A9">
        <w:t>вопросительный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6"/>
        </w:rPr>
        <w:t xml:space="preserve"> </w:t>
      </w:r>
      <w:r w:rsidRPr="009B44A9">
        <w:t>восклицательный</w:t>
      </w:r>
      <w:r w:rsidRPr="009B44A9">
        <w:rPr>
          <w:spacing w:val="-57"/>
        </w:rPr>
        <w:t xml:space="preserve"> </w:t>
      </w:r>
      <w:r w:rsidRPr="009B44A9">
        <w:t>знаки в конце предложения, запятую при перечислении и обращении, апостроф; пунктуационно</w:t>
      </w:r>
      <w:r w:rsidRPr="009B44A9">
        <w:rPr>
          <w:spacing w:val="1"/>
        </w:rPr>
        <w:t xml:space="preserve"> </w:t>
      </w:r>
      <w:r w:rsidRPr="009B44A9">
        <w:t>правильно</w:t>
      </w:r>
      <w:r w:rsidRPr="009B44A9">
        <w:rPr>
          <w:spacing w:val="-1"/>
        </w:rPr>
        <w:t xml:space="preserve"> </w:t>
      </w:r>
      <w:r w:rsidRPr="009B44A9">
        <w:t>оформлять</w:t>
      </w:r>
      <w:r w:rsidRPr="009B44A9">
        <w:rPr>
          <w:spacing w:val="-1"/>
        </w:rPr>
        <w:t xml:space="preserve"> </w:t>
      </w:r>
      <w:r w:rsidRPr="009B44A9">
        <w:t>электронное</w:t>
      </w:r>
      <w:r w:rsidRPr="009B44A9">
        <w:rPr>
          <w:spacing w:val="-1"/>
        </w:rPr>
        <w:t xml:space="preserve"> </w:t>
      </w:r>
      <w:r w:rsidRPr="009B44A9">
        <w:t>сообщение личного характера;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215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распознавать в звучащем и письменном </w:t>
      </w:r>
      <w:r w:rsidRPr="009B44A9">
        <w:rPr>
          <w:sz w:val="24"/>
          <w:szCs w:val="24"/>
        </w:rPr>
        <w:t>тексте 400 лексических единиц (слов, словосочетаний,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речевых клише) и </w:t>
      </w:r>
      <w:r w:rsidRPr="009B44A9">
        <w:rPr>
          <w:i/>
          <w:sz w:val="24"/>
          <w:szCs w:val="24"/>
        </w:rPr>
        <w:t xml:space="preserve">правильно употреблять </w:t>
      </w:r>
      <w:r w:rsidRPr="009B44A9">
        <w:rPr>
          <w:sz w:val="24"/>
          <w:szCs w:val="24"/>
        </w:rPr>
        <w:t>в устной и письменной речи 300 лексических единиц,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обслуживающих ситуации общения в рамках отобранного тематического содержания, с соблюдением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существующей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нормы лексической сочетаемости;</w:t>
      </w:r>
    </w:p>
    <w:p w:rsidR="00E76AB9" w:rsidRPr="009B44A9" w:rsidRDefault="00E76AB9" w:rsidP="007940B1">
      <w:pPr>
        <w:spacing w:line="292" w:lineRule="auto"/>
        <w:ind w:left="106" w:right="2063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распознавать и употреблять </w:t>
      </w:r>
      <w:r w:rsidRPr="009B44A9">
        <w:rPr>
          <w:sz w:val="24"/>
          <w:szCs w:val="24"/>
        </w:rPr>
        <w:t>в устной и письменной речи изученные синонимы 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интернациональные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слова;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распознавать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образовывать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родственные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использованием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аффиксации: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4" w:line="292" w:lineRule="auto"/>
        <w:ind w:right="612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имена</w:t>
      </w:r>
      <w:r w:rsidRPr="009B44A9">
        <w:rPr>
          <w:spacing w:val="50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-er/-ère,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-eur/-euse,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-ien/-ienne,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-ais/-aise,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ois/-oise,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-erie, -ment;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имена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прилагательные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-eux/-euse,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-ien/-ienne,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-ais/-aise,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-ois/-oise;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числительные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-ier/-ière,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-ième.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168" w:line="292" w:lineRule="auto"/>
        <w:ind w:left="106" w:right="179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знать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понимать</w:t>
      </w:r>
      <w:r w:rsidRPr="009B44A9">
        <w:rPr>
          <w:i/>
          <w:spacing w:val="-8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особенности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структуры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простых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сложных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различных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 типов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предложений французского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распознавать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звучащем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 xml:space="preserve">употреблять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устной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речи: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предложения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несколькими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обстоятельствами,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следующими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определённом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порядке;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сложносочинённые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союзами: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et,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mais,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ou;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9" w:line="292" w:lineRule="auto"/>
        <w:ind w:right="72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вопросительные предложения с местоимениями qui, que и наречиями où, quand, comment,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combien,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pourquoi;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6" w:line="292" w:lineRule="auto"/>
        <w:ind w:right="521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глаголы, имеющие особые формы в настоящем времени (présent), типа préférer, mener, jeter,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appeler,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commencer, manger, conjuguer;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глаголы,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спрягающиеся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сложных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формах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вспомогательными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глаголами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avoir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или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être;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числительные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1-100;</w:t>
      </w:r>
    </w:p>
    <w:p w:rsidR="00E76AB9" w:rsidRPr="009B44A9" w:rsidRDefault="00E76AB9" w:rsidP="007940B1">
      <w:pPr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социокультурными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знаниями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умениями:</w:t>
      </w:r>
    </w:p>
    <w:p w:rsidR="00E76AB9" w:rsidRPr="009B44A9" w:rsidRDefault="00E76AB9" w:rsidP="007940B1">
      <w:pPr>
        <w:pStyle w:val="BodyText"/>
        <w:spacing w:before="60" w:line="292" w:lineRule="auto"/>
        <w:ind w:right="1417" w:firstLine="180"/>
        <w:jc w:val="both"/>
      </w:pPr>
      <w:r w:rsidRPr="009B44A9">
        <w:rPr>
          <w:i/>
        </w:rPr>
        <w:t xml:space="preserve">использовать </w:t>
      </w:r>
      <w:r w:rsidRPr="009B44A9">
        <w:t>отдельные социокультурные элементы речевого поведенческого этикета в</w:t>
      </w:r>
      <w:r w:rsidRPr="009B44A9">
        <w:rPr>
          <w:spacing w:val="-57"/>
        </w:rPr>
        <w:t xml:space="preserve"> </w:t>
      </w:r>
      <w:r w:rsidRPr="009B44A9">
        <w:t>стране/странах</w:t>
      </w:r>
      <w:r w:rsidRPr="009B44A9">
        <w:rPr>
          <w:spacing w:val="-1"/>
        </w:rPr>
        <w:t xml:space="preserve"> </w:t>
      </w:r>
      <w:r w:rsidRPr="009B44A9">
        <w:t>изучаемого</w:t>
      </w:r>
      <w:r w:rsidRPr="009B44A9">
        <w:rPr>
          <w:spacing w:val="-1"/>
        </w:rPr>
        <w:t xml:space="preserve"> </w:t>
      </w:r>
      <w:r w:rsidRPr="009B44A9">
        <w:t>языка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рамках</w:t>
      </w:r>
      <w:r w:rsidRPr="009B44A9">
        <w:rPr>
          <w:spacing w:val="-1"/>
        </w:rPr>
        <w:t xml:space="preserve"> </w:t>
      </w:r>
      <w:r w:rsidRPr="009B44A9">
        <w:t>тематического содержания;</w:t>
      </w:r>
    </w:p>
    <w:p w:rsidR="00E76AB9" w:rsidRPr="009B44A9" w:rsidRDefault="00E76AB9" w:rsidP="007940B1">
      <w:pPr>
        <w:pStyle w:val="BodyText"/>
        <w:spacing w:line="292" w:lineRule="auto"/>
        <w:ind w:right="382" w:firstLine="180"/>
        <w:jc w:val="both"/>
      </w:pPr>
      <w:r w:rsidRPr="009B44A9">
        <w:rPr>
          <w:i/>
        </w:rPr>
        <w:t xml:space="preserve">знать/понимать и использовать </w:t>
      </w:r>
      <w:r w:rsidRPr="009B44A9">
        <w:t>в устной и письменной речи наиболее употребительную лексику,</w:t>
      </w:r>
      <w:r w:rsidRPr="009B44A9">
        <w:rPr>
          <w:spacing w:val="-57"/>
        </w:rPr>
        <w:t xml:space="preserve"> </w:t>
      </w:r>
      <w:r w:rsidRPr="009B44A9">
        <w:t>обозначающую фоновую лексику и реалии страны/стран изучаемого языка в рамках тематического</w:t>
      </w:r>
      <w:r w:rsidRPr="009B44A9">
        <w:rPr>
          <w:spacing w:val="1"/>
        </w:rPr>
        <w:t xml:space="preserve"> </w:t>
      </w:r>
      <w:r w:rsidRPr="009B44A9">
        <w:t>содержания</w:t>
      </w:r>
      <w:r w:rsidRPr="009B44A9">
        <w:rPr>
          <w:spacing w:val="-2"/>
        </w:rPr>
        <w:t xml:space="preserve"> </w:t>
      </w:r>
      <w:r w:rsidRPr="009B44A9">
        <w:t>речи;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правильно</w:t>
      </w:r>
      <w:r w:rsidRPr="009B44A9">
        <w:rPr>
          <w:i/>
          <w:spacing w:val="-3"/>
        </w:rPr>
        <w:t xml:space="preserve"> </w:t>
      </w:r>
      <w:r w:rsidRPr="009B44A9">
        <w:rPr>
          <w:i/>
        </w:rPr>
        <w:t>оформлять</w:t>
      </w:r>
      <w:r w:rsidRPr="009B44A9">
        <w:rPr>
          <w:i/>
          <w:spacing w:val="-13"/>
        </w:rPr>
        <w:t xml:space="preserve"> </w:t>
      </w:r>
      <w:r w:rsidRPr="009B44A9">
        <w:t>адрес,</w:t>
      </w:r>
      <w:r w:rsidRPr="009B44A9">
        <w:rPr>
          <w:spacing w:val="-3"/>
        </w:rPr>
        <w:t xml:space="preserve"> </w:t>
      </w:r>
      <w:r w:rsidRPr="009B44A9">
        <w:t>писать</w:t>
      </w:r>
      <w:r w:rsidRPr="009B44A9">
        <w:rPr>
          <w:spacing w:val="-4"/>
        </w:rPr>
        <w:t xml:space="preserve"> </w:t>
      </w:r>
      <w:r w:rsidRPr="009B44A9">
        <w:t>фамилии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имена</w:t>
      </w:r>
      <w:r w:rsidRPr="009B44A9">
        <w:rPr>
          <w:spacing w:val="-2"/>
        </w:rPr>
        <w:t xml:space="preserve"> </w:t>
      </w:r>
      <w:r w:rsidRPr="009B44A9">
        <w:t>(свои,</w:t>
      </w:r>
      <w:r w:rsidRPr="009B44A9">
        <w:rPr>
          <w:spacing w:val="-3"/>
        </w:rPr>
        <w:t xml:space="preserve"> </w:t>
      </w:r>
      <w:r w:rsidRPr="009B44A9">
        <w:t>родственников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друзей)</w:t>
      </w:r>
      <w:r w:rsidRPr="009B44A9">
        <w:rPr>
          <w:spacing w:val="-4"/>
        </w:rPr>
        <w:t xml:space="preserve"> </w:t>
      </w:r>
      <w:r w:rsidRPr="009B44A9">
        <w:t>на</w:t>
      </w:r>
      <w:r w:rsidRPr="009B44A9">
        <w:rPr>
          <w:spacing w:val="-57"/>
        </w:rPr>
        <w:t xml:space="preserve"> </w:t>
      </w:r>
      <w:r w:rsidRPr="009B44A9">
        <w:t>французском</w:t>
      </w:r>
      <w:r w:rsidRPr="009B44A9">
        <w:rPr>
          <w:spacing w:val="-1"/>
        </w:rPr>
        <w:t xml:space="preserve"> </w:t>
      </w:r>
      <w:r w:rsidRPr="009B44A9">
        <w:t>языке (в</w:t>
      </w:r>
      <w:r w:rsidRPr="009B44A9">
        <w:rPr>
          <w:spacing w:val="-1"/>
        </w:rPr>
        <w:t xml:space="preserve"> </w:t>
      </w:r>
      <w:r w:rsidRPr="009B44A9">
        <w:t>анкете, формуляре);</w:t>
      </w:r>
    </w:p>
    <w:p w:rsidR="00E76AB9" w:rsidRPr="009B44A9" w:rsidRDefault="00E76AB9" w:rsidP="007940B1">
      <w:pPr>
        <w:spacing w:line="292" w:lineRule="auto"/>
        <w:ind w:left="106" w:right="1232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обладать базовыми знаниями </w:t>
      </w:r>
      <w:r w:rsidRPr="009B44A9">
        <w:rPr>
          <w:sz w:val="24"/>
          <w:szCs w:val="24"/>
        </w:rPr>
        <w:t>о социокультурном портрете родной страны и страны/стран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кратко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 xml:space="preserve">представлять </w:t>
      </w:r>
      <w:r w:rsidRPr="009B44A9">
        <w:rPr>
          <w:sz w:val="24"/>
          <w:szCs w:val="24"/>
        </w:rPr>
        <w:t>Россию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страну/страны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56" w:line="292" w:lineRule="auto"/>
        <w:ind w:left="106" w:right="182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владеть </w:t>
      </w:r>
      <w:r w:rsidRPr="009B44A9">
        <w:rPr>
          <w:sz w:val="24"/>
          <w:szCs w:val="24"/>
        </w:rPr>
        <w:t>компенсаторными умениями: использовать при чтении и аудировании — языковую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догадку, в том числе контекстуальную; </w:t>
      </w:r>
      <w:r w:rsidRPr="009B44A9">
        <w:rPr>
          <w:i/>
          <w:sz w:val="24"/>
          <w:szCs w:val="24"/>
        </w:rPr>
        <w:t xml:space="preserve">игнорировать </w:t>
      </w:r>
      <w:r w:rsidRPr="009B44A9">
        <w:rPr>
          <w:sz w:val="24"/>
          <w:szCs w:val="24"/>
        </w:rPr>
        <w:t>информацию, не являющуюся необходимой для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понимания основного содержания прочитанного/прослушанного текста или для нахождения в тексте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запрашиваемой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768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участвовать </w:t>
      </w:r>
      <w:r w:rsidRPr="009B44A9">
        <w:rPr>
          <w:sz w:val="24"/>
          <w:szCs w:val="24"/>
        </w:rPr>
        <w:t>в несложных учебных проектах с использованием материалов на французском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 с применением ИКТ, соблюдая правила информационной безопасности при работе в сети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Интернет.</w:t>
      </w:r>
    </w:p>
    <w:p w:rsidR="00E76AB9" w:rsidRPr="009B44A9" w:rsidRDefault="00E76AB9" w:rsidP="007940B1">
      <w:pPr>
        <w:pStyle w:val="Heading1"/>
        <w:numPr>
          <w:ilvl w:val="0"/>
          <w:numId w:val="11"/>
        </w:numPr>
        <w:tabs>
          <w:tab w:val="left" w:pos="287"/>
        </w:tabs>
        <w:spacing w:before="188"/>
        <w:jc w:val="both"/>
      </w:pPr>
      <w:r w:rsidRPr="009B44A9">
        <w:t>КЛАСС</w:t>
      </w:r>
    </w:p>
    <w:p w:rsidR="00E76AB9" w:rsidRPr="009B44A9" w:rsidRDefault="00E76AB9" w:rsidP="007940B1">
      <w:pPr>
        <w:spacing w:before="156"/>
        <w:ind w:left="286"/>
        <w:jc w:val="both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КОММУНИКАТИВНЫЕ</w:t>
      </w:r>
      <w:r w:rsidRPr="009B44A9">
        <w:rPr>
          <w:b/>
          <w:spacing w:val="-10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видами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речевой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деятельности:</w:t>
      </w:r>
    </w:p>
    <w:p w:rsidR="00E76AB9" w:rsidRPr="009B44A9" w:rsidRDefault="00E76AB9" w:rsidP="007940B1">
      <w:pPr>
        <w:pStyle w:val="Heading1"/>
        <w:spacing w:before="60"/>
        <w:jc w:val="both"/>
      </w:pPr>
      <w:r w:rsidRPr="009B44A9">
        <w:t>говорение:</w:t>
      </w:r>
    </w:p>
    <w:p w:rsidR="00E76AB9" w:rsidRPr="009B44A9" w:rsidRDefault="00E76AB9" w:rsidP="007940B1">
      <w:pPr>
        <w:pStyle w:val="BodyText"/>
        <w:spacing w:before="60" w:line="292" w:lineRule="auto"/>
        <w:ind w:right="499" w:firstLine="180"/>
        <w:jc w:val="both"/>
      </w:pPr>
      <w:r w:rsidRPr="009B44A9">
        <w:rPr>
          <w:i/>
        </w:rPr>
        <w:t>вести разные виды</w:t>
      </w:r>
      <w:r w:rsidRPr="009B44A9">
        <w:rPr>
          <w:i/>
          <w:spacing w:val="1"/>
        </w:rPr>
        <w:t xml:space="preserve"> </w:t>
      </w:r>
      <w:r w:rsidRPr="009B44A9">
        <w:rPr>
          <w:i/>
        </w:rPr>
        <w:t>диалогов</w:t>
      </w:r>
      <w:r w:rsidRPr="009B44A9">
        <w:rPr>
          <w:i/>
          <w:spacing w:val="1"/>
        </w:rPr>
        <w:t xml:space="preserve"> </w:t>
      </w:r>
      <w:r w:rsidRPr="009B44A9">
        <w:t>(диалог этикетного характера, диалог-побуждение к действию,</w:t>
      </w:r>
      <w:r w:rsidRPr="009B44A9">
        <w:rPr>
          <w:spacing w:val="1"/>
        </w:rPr>
        <w:t xml:space="preserve"> </w:t>
      </w:r>
      <w:r w:rsidRPr="009B44A9">
        <w:t>диалог-расспрос)</w:t>
      </w:r>
      <w:r w:rsidRPr="009B44A9">
        <w:rPr>
          <w:spacing w:val="1"/>
        </w:rPr>
        <w:t xml:space="preserve"> </w:t>
      </w:r>
      <w:r w:rsidRPr="009B44A9">
        <w:t>в</w:t>
      </w:r>
      <w:r w:rsidRPr="009B44A9">
        <w:rPr>
          <w:spacing w:val="1"/>
        </w:rPr>
        <w:t xml:space="preserve"> </w:t>
      </w:r>
      <w:r w:rsidRPr="009B44A9">
        <w:t>рамках отобранного тематического содержания речи в стандартных ситуациях</w:t>
      </w:r>
      <w:r w:rsidRPr="009B44A9">
        <w:rPr>
          <w:spacing w:val="-58"/>
        </w:rPr>
        <w:t xml:space="preserve"> </w:t>
      </w:r>
      <w:r w:rsidRPr="009B44A9">
        <w:t>неофициального</w:t>
      </w:r>
      <w:r w:rsidRPr="009B44A9">
        <w:rPr>
          <w:spacing w:val="-2"/>
        </w:rPr>
        <w:t xml:space="preserve"> </w:t>
      </w:r>
      <w:r w:rsidRPr="009B44A9">
        <w:t>общения,</w:t>
      </w:r>
      <w:r w:rsidRPr="009B44A9">
        <w:rPr>
          <w:spacing w:val="-2"/>
        </w:rPr>
        <w:t xml:space="preserve"> </w:t>
      </w:r>
      <w:r w:rsidRPr="009B44A9">
        <w:t>с</w:t>
      </w:r>
      <w:r w:rsidRPr="009B44A9">
        <w:rPr>
          <w:spacing w:val="-2"/>
        </w:rPr>
        <w:t xml:space="preserve"> </w:t>
      </w:r>
      <w:r w:rsidRPr="009B44A9">
        <w:t>вербальными</w:t>
      </w:r>
      <w:r w:rsidRPr="009B44A9">
        <w:rPr>
          <w:spacing w:val="-2"/>
        </w:rPr>
        <w:t xml:space="preserve"> </w:t>
      </w:r>
      <w:r w:rsidRPr="009B44A9">
        <w:t>и/или</w:t>
      </w:r>
      <w:r w:rsidRPr="009B44A9">
        <w:rPr>
          <w:spacing w:val="-2"/>
        </w:rPr>
        <w:t xml:space="preserve"> </w:t>
      </w:r>
      <w:r w:rsidRPr="009B44A9">
        <w:t>со</w:t>
      </w:r>
      <w:r w:rsidRPr="009B44A9">
        <w:rPr>
          <w:spacing w:val="-2"/>
        </w:rPr>
        <w:t xml:space="preserve"> </w:t>
      </w:r>
      <w:r w:rsidRPr="009B44A9">
        <w:t>зрительными</w:t>
      </w:r>
      <w:r w:rsidRPr="009B44A9">
        <w:rPr>
          <w:spacing w:val="-1"/>
        </w:rPr>
        <w:t xml:space="preserve"> </w:t>
      </w:r>
      <w:r w:rsidRPr="009B44A9">
        <w:t>опорами,</w:t>
      </w:r>
      <w:r w:rsidRPr="009B44A9">
        <w:rPr>
          <w:spacing w:val="-2"/>
        </w:rPr>
        <w:t xml:space="preserve"> </w:t>
      </w:r>
      <w:r w:rsidRPr="009B44A9">
        <w:t>с</w:t>
      </w:r>
      <w:r w:rsidRPr="009B44A9">
        <w:rPr>
          <w:spacing w:val="-2"/>
        </w:rPr>
        <w:t xml:space="preserve"> </w:t>
      </w:r>
      <w:r w:rsidRPr="009B44A9">
        <w:t>соблюдением</w:t>
      </w:r>
      <w:r w:rsidRPr="009B44A9">
        <w:rPr>
          <w:spacing w:val="-2"/>
        </w:rPr>
        <w:t xml:space="preserve"> </w:t>
      </w:r>
      <w:r w:rsidRPr="009B44A9">
        <w:t>норм</w:t>
      </w:r>
    </w:p>
    <w:p w:rsidR="00E76AB9" w:rsidRPr="009B44A9" w:rsidRDefault="00E76AB9" w:rsidP="007940B1">
      <w:pPr>
        <w:pStyle w:val="BodyText"/>
        <w:spacing w:line="292" w:lineRule="auto"/>
        <w:ind w:right="527"/>
        <w:jc w:val="both"/>
      </w:pPr>
      <w:r w:rsidRPr="009B44A9">
        <w:t>речевого</w:t>
      </w:r>
      <w:r w:rsidRPr="009B44A9">
        <w:rPr>
          <w:spacing w:val="1"/>
        </w:rPr>
        <w:t xml:space="preserve"> </w:t>
      </w:r>
      <w:r w:rsidRPr="009B44A9">
        <w:t>этикета,</w:t>
      </w:r>
      <w:r w:rsidRPr="009B44A9">
        <w:rPr>
          <w:spacing w:val="1"/>
        </w:rPr>
        <w:t xml:space="preserve"> </w:t>
      </w:r>
      <w:r w:rsidRPr="009B44A9">
        <w:t>принятого</w:t>
      </w:r>
      <w:r w:rsidRPr="009B44A9">
        <w:rPr>
          <w:spacing w:val="1"/>
        </w:rPr>
        <w:t xml:space="preserve"> </w:t>
      </w:r>
      <w:r w:rsidRPr="009B44A9">
        <w:t>в</w:t>
      </w:r>
      <w:r w:rsidRPr="009B44A9">
        <w:rPr>
          <w:spacing w:val="1"/>
        </w:rPr>
        <w:t xml:space="preserve"> </w:t>
      </w:r>
      <w:r w:rsidRPr="009B44A9">
        <w:t>стране/странах</w:t>
      </w:r>
      <w:r w:rsidRPr="009B44A9">
        <w:rPr>
          <w:spacing w:val="1"/>
        </w:rPr>
        <w:t xml:space="preserve"> </w:t>
      </w:r>
      <w:r w:rsidRPr="009B44A9">
        <w:t>изучаемого</w:t>
      </w:r>
      <w:r w:rsidRPr="009B44A9">
        <w:rPr>
          <w:spacing w:val="1"/>
        </w:rPr>
        <w:t xml:space="preserve"> </w:t>
      </w:r>
      <w:r w:rsidRPr="009B44A9">
        <w:t>языка (до 3 реплик со стороны каждого</w:t>
      </w:r>
      <w:r w:rsidRPr="009B44A9">
        <w:rPr>
          <w:spacing w:val="-58"/>
        </w:rPr>
        <w:t xml:space="preserve"> </w:t>
      </w:r>
      <w:r w:rsidRPr="009B44A9">
        <w:t>собеседника);</w:t>
      </w:r>
    </w:p>
    <w:p w:rsidR="00E76AB9" w:rsidRPr="009B44A9" w:rsidRDefault="00E76AB9" w:rsidP="007940B1">
      <w:pPr>
        <w:pStyle w:val="BodyText"/>
        <w:spacing w:line="292" w:lineRule="auto"/>
        <w:ind w:right="203" w:firstLine="180"/>
        <w:jc w:val="both"/>
      </w:pPr>
      <w:r w:rsidRPr="009B44A9">
        <w:rPr>
          <w:i/>
        </w:rPr>
        <w:t xml:space="preserve">создавать разные виды монологических высказываний </w:t>
      </w:r>
      <w:r w:rsidRPr="009B44A9">
        <w:t>(описание, в том числе характеристика;</w:t>
      </w:r>
      <w:r w:rsidRPr="009B44A9">
        <w:rPr>
          <w:spacing w:val="1"/>
        </w:rPr>
        <w:t xml:space="preserve"> </w:t>
      </w:r>
      <w:r w:rsidRPr="009B44A9">
        <w:t>повествование/сообщение) с вербальными и/или зрительными опорами в рамках тематического</w:t>
      </w:r>
      <w:r w:rsidRPr="009B44A9">
        <w:rPr>
          <w:spacing w:val="1"/>
        </w:rPr>
        <w:t xml:space="preserve"> </w:t>
      </w:r>
      <w:r w:rsidRPr="009B44A9">
        <w:t xml:space="preserve">содержания речи (объем монологического высказывания — 5-6 фраз); </w:t>
      </w:r>
      <w:r w:rsidRPr="009B44A9">
        <w:rPr>
          <w:i/>
        </w:rPr>
        <w:t xml:space="preserve">излагать </w:t>
      </w:r>
      <w:r w:rsidRPr="009B44A9">
        <w:t>основное содержание</w:t>
      </w:r>
      <w:r w:rsidRPr="009B44A9">
        <w:rPr>
          <w:spacing w:val="-57"/>
        </w:rPr>
        <w:t xml:space="preserve"> </w:t>
      </w:r>
      <w:r w:rsidRPr="009B44A9">
        <w:t>прочитанного текста с вербальными и /или зрительными опорами (объем — 5-6 фраз); кратко</w:t>
      </w:r>
      <w:r w:rsidRPr="009B44A9">
        <w:rPr>
          <w:spacing w:val="1"/>
        </w:rPr>
        <w:t xml:space="preserve"> </w:t>
      </w:r>
      <w:r w:rsidRPr="009B44A9">
        <w:rPr>
          <w:i/>
        </w:rPr>
        <w:t xml:space="preserve">излагать </w:t>
      </w:r>
      <w:r w:rsidRPr="009B44A9">
        <w:t>результаты</w:t>
      </w:r>
      <w:r w:rsidRPr="009B44A9">
        <w:rPr>
          <w:spacing w:val="-1"/>
        </w:rPr>
        <w:t xml:space="preserve"> </w:t>
      </w:r>
      <w:r w:rsidRPr="009B44A9">
        <w:t>выполненной проектной</w:t>
      </w:r>
      <w:r w:rsidRPr="009B44A9">
        <w:rPr>
          <w:spacing w:val="-1"/>
        </w:rPr>
        <w:t xml:space="preserve"> </w:t>
      </w:r>
      <w:r w:rsidRPr="009B44A9">
        <w:t>работы (объем</w:t>
      </w:r>
      <w:r w:rsidRPr="009B44A9">
        <w:rPr>
          <w:spacing w:val="-1"/>
        </w:rPr>
        <w:t xml:space="preserve"> </w:t>
      </w:r>
      <w:r w:rsidRPr="009B44A9">
        <w:t>— 5-6</w:t>
      </w:r>
      <w:r w:rsidRPr="009B44A9">
        <w:rPr>
          <w:spacing w:val="-1"/>
        </w:rPr>
        <w:t xml:space="preserve"> </w:t>
      </w:r>
      <w:r w:rsidRPr="009B44A9">
        <w:t>фраз);</w:t>
      </w:r>
    </w:p>
    <w:p w:rsidR="00E76AB9" w:rsidRPr="009B44A9" w:rsidRDefault="00E76AB9" w:rsidP="007940B1">
      <w:pPr>
        <w:pStyle w:val="BodyText"/>
        <w:spacing w:line="292" w:lineRule="auto"/>
        <w:ind w:firstLine="180"/>
        <w:jc w:val="both"/>
      </w:pPr>
      <w:r w:rsidRPr="009B44A9">
        <w:rPr>
          <w:b/>
        </w:rPr>
        <w:t>аудирование:</w:t>
      </w:r>
      <w:r w:rsidRPr="009B44A9">
        <w:rPr>
          <w:b/>
          <w:spacing w:val="-6"/>
        </w:rPr>
        <w:t xml:space="preserve"> </w:t>
      </w:r>
      <w:r w:rsidRPr="009B44A9">
        <w:rPr>
          <w:i/>
        </w:rPr>
        <w:t>воспринимать</w:t>
      </w:r>
      <w:r w:rsidRPr="009B44A9">
        <w:rPr>
          <w:i/>
          <w:spacing w:val="-5"/>
        </w:rPr>
        <w:t xml:space="preserve"> </w:t>
      </w:r>
      <w:r w:rsidRPr="009B44A9">
        <w:rPr>
          <w:i/>
        </w:rPr>
        <w:t>на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слух</w:t>
      </w:r>
      <w:r w:rsidRPr="009B44A9">
        <w:rPr>
          <w:i/>
          <w:spacing w:val="-3"/>
        </w:rPr>
        <w:t xml:space="preserve"> </w:t>
      </w:r>
      <w:r w:rsidRPr="009B44A9">
        <w:rPr>
          <w:i/>
        </w:rPr>
        <w:t>и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понимать</w:t>
      </w:r>
      <w:r w:rsidRPr="009B44A9">
        <w:rPr>
          <w:i/>
          <w:spacing w:val="-7"/>
        </w:rPr>
        <w:t xml:space="preserve"> </w:t>
      </w:r>
      <w:r w:rsidRPr="009B44A9">
        <w:t>несложные</w:t>
      </w:r>
      <w:r w:rsidRPr="009B44A9">
        <w:rPr>
          <w:spacing w:val="-3"/>
        </w:rPr>
        <w:t xml:space="preserve"> </w:t>
      </w:r>
      <w:r w:rsidRPr="009B44A9">
        <w:t>адаптированные</w:t>
      </w:r>
      <w:r w:rsidRPr="009B44A9">
        <w:rPr>
          <w:spacing w:val="-4"/>
        </w:rPr>
        <w:t xml:space="preserve"> </w:t>
      </w:r>
      <w:r w:rsidRPr="009B44A9">
        <w:t>аутентичные</w:t>
      </w:r>
      <w:r w:rsidRPr="009B44A9">
        <w:rPr>
          <w:spacing w:val="-4"/>
        </w:rPr>
        <w:t xml:space="preserve"> </w:t>
      </w:r>
      <w:r w:rsidRPr="009B44A9">
        <w:t>тексты,</w:t>
      </w:r>
      <w:r w:rsidRPr="009B44A9">
        <w:rPr>
          <w:spacing w:val="-57"/>
        </w:rPr>
        <w:t xml:space="preserve"> </w:t>
      </w:r>
      <w:r w:rsidRPr="009B44A9">
        <w:t>содержащие отдельные незнакомые слова, со зрительными опорами или без опоры в зависимости от</w:t>
      </w:r>
      <w:r w:rsidRPr="009B44A9">
        <w:rPr>
          <w:spacing w:val="-57"/>
        </w:rPr>
        <w:t xml:space="preserve"> </w:t>
      </w:r>
      <w:r w:rsidRPr="009B44A9">
        <w:t>поставленной коммуникативной задачи: с пониманием основного содержания, с пониманием</w:t>
      </w:r>
      <w:r w:rsidRPr="009B44A9">
        <w:rPr>
          <w:spacing w:val="1"/>
        </w:rPr>
        <w:t xml:space="preserve"> </w:t>
      </w:r>
      <w:r w:rsidRPr="009B44A9">
        <w:t>запрашиваемой</w:t>
      </w:r>
      <w:r w:rsidRPr="009B44A9">
        <w:rPr>
          <w:spacing w:val="-2"/>
        </w:rPr>
        <w:t xml:space="preserve"> </w:t>
      </w:r>
      <w:r w:rsidRPr="009B44A9">
        <w:t>информации</w:t>
      </w:r>
      <w:r w:rsidRPr="009B44A9">
        <w:rPr>
          <w:spacing w:val="-2"/>
        </w:rPr>
        <w:t xml:space="preserve"> </w:t>
      </w:r>
      <w:r w:rsidRPr="009B44A9">
        <w:t>(время</w:t>
      </w:r>
      <w:r w:rsidRPr="009B44A9">
        <w:rPr>
          <w:spacing w:val="-3"/>
        </w:rPr>
        <w:t xml:space="preserve"> </w:t>
      </w:r>
      <w:r w:rsidRPr="009B44A9">
        <w:t>звучания</w:t>
      </w:r>
      <w:r w:rsidRPr="009B44A9">
        <w:rPr>
          <w:spacing w:val="-3"/>
        </w:rPr>
        <w:t xml:space="preserve"> </w:t>
      </w:r>
      <w:r w:rsidRPr="009B44A9">
        <w:t>текста/текстов</w:t>
      </w:r>
      <w:r w:rsidRPr="009B44A9">
        <w:rPr>
          <w:spacing w:val="-2"/>
        </w:rPr>
        <w:t xml:space="preserve"> </w:t>
      </w:r>
      <w:r w:rsidRPr="009B44A9">
        <w:t>для</w:t>
      </w:r>
      <w:r w:rsidRPr="009B44A9">
        <w:rPr>
          <w:spacing w:val="-3"/>
        </w:rPr>
        <w:t xml:space="preserve"> </w:t>
      </w:r>
      <w:r w:rsidRPr="009B44A9">
        <w:t>аудирования</w:t>
      </w:r>
      <w:r w:rsidRPr="009B44A9">
        <w:rPr>
          <w:spacing w:val="-3"/>
        </w:rPr>
        <w:t xml:space="preserve"> </w:t>
      </w:r>
      <w:r w:rsidRPr="009B44A9">
        <w:t>—</w:t>
      </w:r>
      <w:r w:rsidRPr="009B44A9">
        <w:rPr>
          <w:spacing w:val="-2"/>
        </w:rPr>
        <w:t xml:space="preserve"> </w:t>
      </w:r>
      <w:r w:rsidRPr="009B44A9">
        <w:t>до</w:t>
      </w:r>
      <w:r w:rsidRPr="009B44A9">
        <w:rPr>
          <w:spacing w:val="-1"/>
        </w:rPr>
        <w:t xml:space="preserve"> </w:t>
      </w:r>
      <w:r w:rsidRPr="009B44A9">
        <w:t>1</w:t>
      </w:r>
      <w:r w:rsidRPr="009B44A9">
        <w:rPr>
          <w:spacing w:val="-2"/>
        </w:rPr>
        <w:t xml:space="preserve"> </w:t>
      </w:r>
      <w:r w:rsidRPr="009B44A9">
        <w:t>минуты);</w:t>
      </w:r>
    </w:p>
    <w:p w:rsidR="00E76AB9" w:rsidRPr="009B44A9" w:rsidRDefault="00E76AB9" w:rsidP="007940B1">
      <w:pPr>
        <w:pStyle w:val="BodyText"/>
        <w:spacing w:line="292" w:lineRule="auto"/>
        <w:ind w:right="189" w:firstLine="180"/>
        <w:jc w:val="both"/>
      </w:pPr>
      <w:r w:rsidRPr="009B44A9">
        <w:rPr>
          <w:b/>
        </w:rPr>
        <w:t xml:space="preserve">смысловое чтение: </w:t>
      </w:r>
      <w:r w:rsidRPr="009B44A9">
        <w:t>читать про себя и понимать несложные адаптированные аутентичные тексты,</w:t>
      </w:r>
      <w:r w:rsidRPr="009B44A9">
        <w:rPr>
          <w:spacing w:val="1"/>
        </w:rPr>
        <w:t xml:space="preserve"> </w:t>
      </w:r>
      <w:r w:rsidRPr="009B44A9">
        <w:t>содержащие отдельные незнакомые слова, с различной глубиной проникновения в их содержание в</w:t>
      </w:r>
      <w:r w:rsidRPr="009B44A9">
        <w:rPr>
          <w:spacing w:val="1"/>
        </w:rPr>
        <w:t xml:space="preserve"> </w:t>
      </w:r>
      <w:r w:rsidRPr="009B44A9">
        <w:t xml:space="preserve">зависимости от поставленной коммуникативной задачи. </w:t>
      </w:r>
      <w:r w:rsidRPr="009B44A9">
        <w:rPr>
          <w:i/>
        </w:rPr>
        <w:t>Читать текст с полным и детальным</w:t>
      </w:r>
      <w:r w:rsidRPr="009B44A9">
        <w:rPr>
          <w:i/>
          <w:spacing w:val="1"/>
        </w:rPr>
        <w:t xml:space="preserve"> </w:t>
      </w:r>
      <w:r w:rsidRPr="009B44A9">
        <w:rPr>
          <w:i/>
        </w:rPr>
        <w:t>пониманием содержания</w:t>
      </w:r>
      <w:r w:rsidRPr="009B44A9">
        <w:t>, с пониманием запрашиваемой информации (объем текста/ текстов для</w:t>
      </w:r>
      <w:r w:rsidRPr="009B44A9">
        <w:rPr>
          <w:spacing w:val="1"/>
        </w:rPr>
        <w:t xml:space="preserve"> </w:t>
      </w:r>
      <w:r w:rsidRPr="009B44A9">
        <w:t>чтения</w:t>
      </w:r>
      <w:r w:rsidRPr="009B44A9">
        <w:rPr>
          <w:spacing w:val="-5"/>
        </w:rPr>
        <w:t xml:space="preserve"> </w:t>
      </w:r>
      <w:r w:rsidRPr="009B44A9">
        <w:t>—</w:t>
      </w:r>
      <w:r w:rsidRPr="009B44A9">
        <w:rPr>
          <w:spacing w:val="-7"/>
        </w:rPr>
        <w:t xml:space="preserve"> </w:t>
      </w:r>
      <w:r w:rsidRPr="009B44A9">
        <w:rPr>
          <w:i/>
        </w:rPr>
        <w:t>160–180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слов</w:t>
      </w:r>
      <w:r w:rsidRPr="009B44A9">
        <w:t>);</w:t>
      </w:r>
      <w:r w:rsidRPr="009B44A9">
        <w:rPr>
          <w:spacing w:val="-5"/>
        </w:rPr>
        <w:t xml:space="preserve"> </w:t>
      </w:r>
      <w:r w:rsidRPr="009B44A9">
        <w:t>читать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понимать</w:t>
      </w:r>
      <w:r w:rsidRPr="009B44A9">
        <w:rPr>
          <w:spacing w:val="-5"/>
        </w:rPr>
        <w:t xml:space="preserve"> </w:t>
      </w:r>
      <w:r w:rsidRPr="009B44A9">
        <w:t>общее</w:t>
      </w:r>
      <w:r w:rsidRPr="009B44A9">
        <w:rPr>
          <w:spacing w:val="-4"/>
        </w:rPr>
        <w:t xml:space="preserve"> </w:t>
      </w:r>
      <w:r w:rsidRPr="009B44A9">
        <w:t>содержание</w:t>
      </w:r>
      <w:r w:rsidRPr="009B44A9">
        <w:rPr>
          <w:spacing w:val="-4"/>
        </w:rPr>
        <w:t xml:space="preserve"> </w:t>
      </w:r>
      <w:r w:rsidRPr="009B44A9">
        <w:t>текста,</w:t>
      </w:r>
      <w:r w:rsidRPr="009B44A9">
        <w:rPr>
          <w:spacing w:val="-4"/>
        </w:rPr>
        <w:t xml:space="preserve"> </w:t>
      </w:r>
      <w:r w:rsidRPr="009B44A9">
        <w:t>содержащего</w:t>
      </w:r>
      <w:r w:rsidRPr="009B44A9">
        <w:rPr>
          <w:spacing w:val="-3"/>
        </w:rPr>
        <w:t xml:space="preserve"> </w:t>
      </w:r>
      <w:r w:rsidRPr="009B44A9">
        <w:t>незначительный</w:t>
      </w:r>
      <w:r w:rsidRPr="009B44A9">
        <w:rPr>
          <w:spacing w:val="-57"/>
        </w:rPr>
        <w:t xml:space="preserve"> </w:t>
      </w:r>
      <w:r w:rsidRPr="009B44A9">
        <w:t>процент</w:t>
      </w:r>
      <w:r w:rsidRPr="009B44A9">
        <w:rPr>
          <w:spacing w:val="-2"/>
        </w:rPr>
        <w:t xml:space="preserve"> </w:t>
      </w:r>
      <w:r w:rsidRPr="009B44A9">
        <w:t>незнакомых лексических единиц;</w:t>
      </w:r>
    </w:p>
    <w:p w:rsidR="00E76AB9" w:rsidRPr="009B44A9" w:rsidRDefault="00E76AB9" w:rsidP="007940B1">
      <w:pPr>
        <w:pStyle w:val="BodyText"/>
        <w:spacing w:line="292" w:lineRule="auto"/>
        <w:ind w:right="245" w:firstLine="180"/>
        <w:jc w:val="both"/>
      </w:pPr>
      <w:r w:rsidRPr="009B44A9">
        <w:rPr>
          <w:b/>
        </w:rPr>
        <w:t xml:space="preserve">письменная речь: </w:t>
      </w:r>
      <w:r w:rsidRPr="009B44A9">
        <w:rPr>
          <w:i/>
        </w:rPr>
        <w:t xml:space="preserve">писать </w:t>
      </w:r>
      <w:r w:rsidRPr="009B44A9">
        <w:t>короткие письма-поздравления с днём рождения и другими</w:t>
      </w:r>
      <w:r w:rsidRPr="009B44A9">
        <w:rPr>
          <w:spacing w:val="1"/>
        </w:rPr>
        <w:t xml:space="preserve"> </w:t>
      </w:r>
      <w:r w:rsidRPr="009B44A9">
        <w:t>праздниками; несложные электронные сообщения личного характера, соблюдая речевой этикет,</w:t>
      </w:r>
      <w:r w:rsidRPr="009B44A9">
        <w:rPr>
          <w:spacing w:val="1"/>
        </w:rPr>
        <w:t xml:space="preserve"> </w:t>
      </w:r>
      <w:r w:rsidRPr="009B44A9">
        <w:t>принятый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стране/странах</w:t>
      </w:r>
      <w:r w:rsidRPr="009B44A9">
        <w:rPr>
          <w:spacing w:val="-3"/>
        </w:rPr>
        <w:t xml:space="preserve"> </w:t>
      </w:r>
      <w:r w:rsidRPr="009B44A9">
        <w:t>изучаемого</w:t>
      </w:r>
      <w:r w:rsidRPr="009B44A9">
        <w:rPr>
          <w:spacing w:val="-3"/>
        </w:rPr>
        <w:t xml:space="preserve"> </w:t>
      </w:r>
      <w:r w:rsidRPr="009B44A9">
        <w:t>языка</w:t>
      </w:r>
      <w:r w:rsidRPr="009B44A9">
        <w:rPr>
          <w:spacing w:val="-3"/>
        </w:rPr>
        <w:t xml:space="preserve"> </w:t>
      </w:r>
      <w:r w:rsidRPr="009B44A9">
        <w:t>(объем</w:t>
      </w:r>
      <w:r w:rsidRPr="009B44A9">
        <w:rPr>
          <w:spacing w:val="-3"/>
        </w:rPr>
        <w:t xml:space="preserve"> </w:t>
      </w:r>
      <w:r w:rsidRPr="009B44A9">
        <w:t>сообщения</w:t>
      </w:r>
      <w:r w:rsidRPr="009B44A9">
        <w:rPr>
          <w:spacing w:val="-4"/>
        </w:rPr>
        <w:t xml:space="preserve"> </w:t>
      </w:r>
      <w:r w:rsidRPr="009B44A9">
        <w:t>—</w:t>
      </w:r>
      <w:r w:rsidRPr="009B44A9">
        <w:rPr>
          <w:spacing w:val="-3"/>
        </w:rPr>
        <w:t xml:space="preserve"> </w:t>
      </w:r>
      <w:r w:rsidRPr="009B44A9">
        <w:t>до</w:t>
      </w:r>
      <w:r w:rsidRPr="009B44A9">
        <w:rPr>
          <w:spacing w:val="-7"/>
        </w:rPr>
        <w:t xml:space="preserve"> </w:t>
      </w:r>
      <w:r w:rsidRPr="009B44A9">
        <w:rPr>
          <w:i/>
        </w:rPr>
        <w:t>50</w:t>
      </w:r>
      <w:r w:rsidRPr="009B44A9">
        <w:rPr>
          <w:i/>
          <w:spacing w:val="-4"/>
        </w:rPr>
        <w:t xml:space="preserve"> </w:t>
      </w:r>
      <w:r w:rsidRPr="009B44A9">
        <w:rPr>
          <w:i/>
        </w:rPr>
        <w:t>слов</w:t>
      </w:r>
      <w:r w:rsidRPr="009B44A9">
        <w:t>);</w:t>
      </w:r>
      <w:r w:rsidRPr="009B44A9">
        <w:rPr>
          <w:spacing w:val="-5"/>
        </w:rPr>
        <w:t xml:space="preserve"> </w:t>
      </w:r>
      <w:r w:rsidRPr="009B44A9">
        <w:rPr>
          <w:i/>
        </w:rPr>
        <w:t>заполнять</w:t>
      </w:r>
      <w:r w:rsidRPr="009B44A9">
        <w:rPr>
          <w:i/>
          <w:spacing w:val="-7"/>
        </w:rPr>
        <w:t xml:space="preserve"> </w:t>
      </w:r>
      <w:r w:rsidRPr="009B44A9">
        <w:t>анкеты</w:t>
      </w:r>
      <w:r w:rsidRPr="009B44A9">
        <w:rPr>
          <w:spacing w:val="-3"/>
        </w:rPr>
        <w:t xml:space="preserve"> </w:t>
      </w:r>
      <w:r w:rsidRPr="009B44A9">
        <w:t>и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 w:line="292" w:lineRule="auto"/>
        <w:ind w:right="562"/>
        <w:jc w:val="both"/>
      </w:pPr>
      <w:r w:rsidRPr="009B44A9">
        <w:t>карточки-формуляры, сообщая о себе основные сведения, в соответствии с нормами, принятыми в</w:t>
      </w:r>
      <w:r w:rsidRPr="009B44A9">
        <w:rPr>
          <w:spacing w:val="-58"/>
        </w:rPr>
        <w:t xml:space="preserve"> </w:t>
      </w:r>
      <w:r w:rsidRPr="009B44A9">
        <w:t>стране/</w:t>
      </w:r>
      <w:r w:rsidRPr="009B44A9">
        <w:rPr>
          <w:spacing w:val="-2"/>
        </w:rPr>
        <w:t xml:space="preserve"> </w:t>
      </w:r>
      <w:r w:rsidRPr="009B44A9">
        <w:t>странах изучаемого языка.</w:t>
      </w:r>
    </w:p>
    <w:p w:rsidR="00E76AB9" w:rsidRPr="009B44A9" w:rsidRDefault="00E76AB9" w:rsidP="007940B1">
      <w:pPr>
        <w:pStyle w:val="Heading1"/>
        <w:spacing w:before="119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180" w:line="292" w:lineRule="auto"/>
        <w:ind w:left="106" w:right="234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 xml:space="preserve">фонетическими навыками: </w:t>
      </w:r>
      <w:r w:rsidRPr="009B44A9">
        <w:rPr>
          <w:i/>
          <w:sz w:val="24"/>
          <w:szCs w:val="24"/>
        </w:rPr>
        <w:t xml:space="preserve">различать на слух </w:t>
      </w:r>
      <w:r w:rsidRPr="009B44A9">
        <w:rPr>
          <w:sz w:val="24"/>
          <w:szCs w:val="24"/>
        </w:rPr>
        <w:t>и адекватно, без ошибок, ведущих к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сбою коммуникации, </w:t>
      </w:r>
      <w:r w:rsidRPr="009B44A9">
        <w:rPr>
          <w:i/>
          <w:sz w:val="24"/>
          <w:szCs w:val="24"/>
        </w:rPr>
        <w:t xml:space="preserve">произносить </w:t>
      </w:r>
      <w:r w:rsidRPr="009B44A9">
        <w:rPr>
          <w:sz w:val="24"/>
          <w:szCs w:val="24"/>
        </w:rPr>
        <w:t>слова с правильным ударением и фразы с соблюдением их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ритмико-интонационных особенностей, в том числе </w:t>
      </w:r>
      <w:r w:rsidRPr="009B44A9">
        <w:rPr>
          <w:i/>
          <w:sz w:val="24"/>
          <w:szCs w:val="24"/>
        </w:rPr>
        <w:t xml:space="preserve">применять правила </w:t>
      </w:r>
      <w:r w:rsidRPr="009B44A9">
        <w:rPr>
          <w:sz w:val="24"/>
          <w:szCs w:val="24"/>
        </w:rPr>
        <w:t>отсутствия ударения на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служебных словах; </w:t>
      </w:r>
      <w:r w:rsidRPr="009B44A9">
        <w:rPr>
          <w:i/>
          <w:sz w:val="24"/>
          <w:szCs w:val="24"/>
        </w:rPr>
        <w:t xml:space="preserve">выразительно читать вслух </w:t>
      </w:r>
      <w:r w:rsidRPr="009B44A9">
        <w:rPr>
          <w:sz w:val="24"/>
          <w:szCs w:val="24"/>
        </w:rPr>
        <w:t>небольшие адаптированные аутентичные тексты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объемом до 70 слов, построенные на изученном языковом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материале,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60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соблюдением правил чтения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соответствующей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интонацией;</w:t>
      </w:r>
      <w:r w:rsidRPr="009B44A9">
        <w:rPr>
          <w:spacing w:val="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читать</w:t>
      </w:r>
      <w:r w:rsidRPr="009B44A9">
        <w:rPr>
          <w:i/>
          <w:spacing w:val="4"/>
          <w:sz w:val="24"/>
          <w:szCs w:val="24"/>
        </w:rPr>
        <w:t xml:space="preserve"> </w:t>
      </w:r>
      <w:r w:rsidRPr="009B44A9">
        <w:rPr>
          <w:sz w:val="24"/>
          <w:szCs w:val="24"/>
        </w:rPr>
        <w:t>новые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согласно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правилам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чтения;</w:t>
      </w:r>
    </w:p>
    <w:p w:rsidR="00E76AB9" w:rsidRPr="009B44A9" w:rsidRDefault="00E76AB9" w:rsidP="007940B1">
      <w:pPr>
        <w:spacing w:line="272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орфографическими</w:t>
      </w:r>
      <w:r w:rsidRPr="009B44A9">
        <w:rPr>
          <w:b/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навыками: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правильно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изученные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слова;</w:t>
      </w:r>
    </w:p>
    <w:p w:rsidR="00E76AB9" w:rsidRPr="009B44A9" w:rsidRDefault="00E76AB9" w:rsidP="007940B1">
      <w:pPr>
        <w:pStyle w:val="BodyText"/>
        <w:spacing w:before="60" w:line="292" w:lineRule="auto"/>
        <w:ind w:right="454" w:firstLine="180"/>
        <w:jc w:val="both"/>
      </w:pPr>
      <w:r w:rsidRPr="009B44A9">
        <w:rPr>
          <w:i/>
        </w:rPr>
        <w:t xml:space="preserve">владеть </w:t>
      </w:r>
      <w:r w:rsidRPr="009B44A9">
        <w:rPr>
          <w:b/>
        </w:rPr>
        <w:t xml:space="preserve">пунктуационными </w:t>
      </w:r>
      <w:r w:rsidRPr="009B44A9">
        <w:t xml:space="preserve">навыками: </w:t>
      </w:r>
      <w:r w:rsidRPr="009B44A9">
        <w:rPr>
          <w:i/>
        </w:rPr>
        <w:t xml:space="preserve">использовать </w:t>
      </w:r>
      <w:r w:rsidRPr="009B44A9">
        <w:t>точку, вопросительный и восклицательный</w:t>
      </w:r>
      <w:r w:rsidRPr="009B44A9">
        <w:rPr>
          <w:spacing w:val="-57"/>
        </w:rPr>
        <w:t xml:space="preserve"> </w:t>
      </w:r>
      <w:r w:rsidRPr="009B44A9">
        <w:t>знаки в конце предложения, запятую при перечислении и обращении, апостроф; пунктуационно</w:t>
      </w:r>
      <w:r w:rsidRPr="009B44A9">
        <w:rPr>
          <w:spacing w:val="1"/>
        </w:rPr>
        <w:t xml:space="preserve"> </w:t>
      </w:r>
      <w:r w:rsidRPr="009B44A9">
        <w:t>правильно</w:t>
      </w:r>
      <w:r w:rsidRPr="009B44A9">
        <w:rPr>
          <w:spacing w:val="5"/>
        </w:rPr>
        <w:t xml:space="preserve"> </w:t>
      </w:r>
      <w:r w:rsidRPr="009B44A9">
        <w:rPr>
          <w:i/>
        </w:rPr>
        <w:t>оформлять</w:t>
      </w:r>
      <w:r w:rsidRPr="009B44A9">
        <w:t>электронное</w:t>
      </w:r>
      <w:r w:rsidRPr="009B44A9">
        <w:rPr>
          <w:spacing w:val="-1"/>
        </w:rPr>
        <w:t xml:space="preserve"> </w:t>
      </w:r>
      <w:r w:rsidRPr="009B44A9">
        <w:t>сообщение личного</w:t>
      </w:r>
      <w:r w:rsidRPr="009B44A9">
        <w:rPr>
          <w:spacing w:val="-1"/>
        </w:rPr>
        <w:t xml:space="preserve"> </w:t>
      </w:r>
      <w:r w:rsidRPr="009B44A9">
        <w:t>характера;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524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распознавать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звучащем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550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лексических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единиц</w:t>
      </w:r>
      <w:r w:rsidRPr="009B44A9">
        <w:rPr>
          <w:i/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(слов,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словосочетаний,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речевых клише) и правильно </w:t>
      </w:r>
      <w:r w:rsidRPr="009B44A9">
        <w:rPr>
          <w:i/>
          <w:sz w:val="24"/>
          <w:szCs w:val="24"/>
        </w:rPr>
        <w:t xml:space="preserve">употреблять </w:t>
      </w:r>
      <w:r w:rsidRPr="009B44A9">
        <w:rPr>
          <w:sz w:val="24"/>
          <w:szCs w:val="24"/>
        </w:rPr>
        <w:t xml:space="preserve">в устной и письменной речи </w:t>
      </w:r>
      <w:r w:rsidRPr="009B44A9">
        <w:rPr>
          <w:i/>
          <w:sz w:val="24"/>
          <w:szCs w:val="24"/>
        </w:rPr>
        <w:t>450 лексических единиц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(включая 3</w:t>
      </w:r>
      <w:r w:rsidRPr="009B44A9">
        <w:rPr>
          <w:i/>
          <w:sz w:val="24"/>
          <w:szCs w:val="24"/>
        </w:rPr>
        <w:t>00 лексических единиц</w:t>
      </w:r>
      <w:r w:rsidRPr="009B44A9">
        <w:rPr>
          <w:sz w:val="24"/>
          <w:szCs w:val="24"/>
        </w:rPr>
        <w:t>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освоенных ранее) обслуживающих ситуации общения в рамках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тематического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содержания,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соблюдением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существующей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нормы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лексической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сочетаемости;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распознавать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звучащем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письменном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тексте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употреблять</w:t>
      </w:r>
      <w:r w:rsidRPr="009B44A9">
        <w:rPr>
          <w:i/>
          <w:spacing w:val="10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устной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речи: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6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изученные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синонимы,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антонимы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интернациональные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различные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средства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связи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обеспечения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логичности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целостности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высказывания;</w:t>
      </w:r>
    </w:p>
    <w:p w:rsidR="00E76AB9" w:rsidRPr="009B44A9" w:rsidRDefault="00E76AB9" w:rsidP="007940B1">
      <w:pPr>
        <w:spacing w:before="168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распознавать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образовывать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родственные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использованием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аффиксации:</w:t>
      </w:r>
    </w:p>
    <w:p w:rsidR="00E76AB9" w:rsidRPr="00BC0F4A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9" w:line="292" w:lineRule="auto"/>
        <w:ind w:right="409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имен</w:t>
      </w:r>
      <w:r w:rsidRPr="00BC0F4A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существительные</w:t>
      </w:r>
      <w:r w:rsidRPr="00BC0F4A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BC0F4A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BC0F4A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</w:t>
      </w:r>
      <w:r w:rsidRPr="00BC0F4A">
        <w:rPr>
          <w:sz w:val="24"/>
          <w:szCs w:val="24"/>
        </w:rPr>
        <w:t>:</w:t>
      </w:r>
      <w:r w:rsidRPr="00BC0F4A">
        <w:rPr>
          <w:spacing w:val="-6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teur</w:t>
      </w:r>
      <w:r w:rsidRPr="00BC0F4A">
        <w:rPr>
          <w:sz w:val="24"/>
          <w:szCs w:val="24"/>
        </w:rPr>
        <w:t>/-</w:t>
      </w:r>
      <w:r w:rsidRPr="009B44A9">
        <w:rPr>
          <w:sz w:val="24"/>
          <w:szCs w:val="24"/>
          <w:lang w:val="en-US"/>
        </w:rPr>
        <w:t>trice</w:t>
      </w:r>
      <w:r w:rsidRPr="00BC0F4A">
        <w:rPr>
          <w:sz w:val="24"/>
          <w:szCs w:val="24"/>
        </w:rPr>
        <w:t>,</w:t>
      </w:r>
      <w:r w:rsidRPr="00BC0F4A">
        <w:rPr>
          <w:spacing w:val="-4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ain</w:t>
      </w:r>
      <w:r w:rsidRPr="00BC0F4A">
        <w:rPr>
          <w:sz w:val="24"/>
          <w:szCs w:val="24"/>
        </w:rPr>
        <w:t>/-</w:t>
      </w:r>
      <w:r w:rsidRPr="009B44A9">
        <w:rPr>
          <w:sz w:val="24"/>
          <w:szCs w:val="24"/>
          <w:lang w:val="en-US"/>
        </w:rPr>
        <w:t>aine</w:t>
      </w:r>
      <w:r w:rsidRPr="00BC0F4A">
        <w:rPr>
          <w:sz w:val="24"/>
          <w:szCs w:val="24"/>
        </w:rPr>
        <w:t>,</w:t>
      </w:r>
      <w:r w:rsidRPr="00BC0F4A">
        <w:rPr>
          <w:spacing w:val="-5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ette</w:t>
      </w:r>
      <w:r w:rsidRPr="00BC0F4A">
        <w:rPr>
          <w:sz w:val="24"/>
          <w:szCs w:val="24"/>
        </w:rPr>
        <w:t>,</w:t>
      </w:r>
      <w:r w:rsidRPr="00BC0F4A">
        <w:rPr>
          <w:spacing w:val="-5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ique</w:t>
      </w:r>
      <w:r w:rsidRPr="00BC0F4A">
        <w:rPr>
          <w:sz w:val="24"/>
          <w:szCs w:val="24"/>
        </w:rPr>
        <w:t>,</w:t>
      </w:r>
      <w:r w:rsidRPr="00BC0F4A">
        <w:rPr>
          <w:spacing w:val="-4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iste</w:t>
      </w:r>
      <w:r w:rsidRPr="00BC0F4A">
        <w:rPr>
          <w:sz w:val="24"/>
          <w:szCs w:val="24"/>
        </w:rPr>
        <w:t>,</w:t>
      </w:r>
      <w:r w:rsidRPr="00BC0F4A">
        <w:rPr>
          <w:spacing w:val="-5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isme</w:t>
      </w:r>
      <w:r w:rsidRPr="00BC0F4A">
        <w:rPr>
          <w:sz w:val="24"/>
          <w:szCs w:val="24"/>
        </w:rPr>
        <w:t>,</w:t>
      </w:r>
      <w:r w:rsidRPr="00BC0F4A">
        <w:rPr>
          <w:spacing w:val="-5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BC0F4A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  <w:lang w:val="en-US"/>
        </w:rPr>
        <w:t>tion</w:t>
      </w:r>
      <w:r w:rsidRPr="00BC0F4A">
        <w:rPr>
          <w:sz w:val="24"/>
          <w:szCs w:val="24"/>
        </w:rPr>
        <w:t>/-</w:t>
      </w:r>
      <w:r w:rsidRPr="009B44A9">
        <w:rPr>
          <w:sz w:val="24"/>
          <w:szCs w:val="24"/>
          <w:lang w:val="en-US"/>
        </w:rPr>
        <w:t>sion</w:t>
      </w:r>
      <w:r w:rsidRPr="00BC0F4A">
        <w:rPr>
          <w:sz w:val="24"/>
          <w:szCs w:val="24"/>
        </w:rPr>
        <w:t>,</w:t>
      </w:r>
      <w:r w:rsidRPr="00BC0F4A">
        <w:rPr>
          <w:spacing w:val="-1"/>
          <w:sz w:val="24"/>
          <w:szCs w:val="24"/>
        </w:rPr>
        <w:t xml:space="preserve"> </w:t>
      </w:r>
      <w:r w:rsidRPr="00BC0F4A">
        <w:rPr>
          <w:sz w:val="24"/>
          <w:szCs w:val="24"/>
        </w:rPr>
        <w:t>-</w:t>
      </w:r>
      <w:r w:rsidRPr="009B44A9">
        <w:rPr>
          <w:sz w:val="24"/>
          <w:szCs w:val="24"/>
          <w:lang w:val="en-US"/>
        </w:rPr>
        <w:t>ture</w:t>
      </w:r>
      <w:r w:rsidRPr="00BC0F4A">
        <w:rPr>
          <w:sz w:val="24"/>
          <w:szCs w:val="24"/>
        </w:rPr>
        <w:t>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6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имен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прилагательные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-ain/-aine,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-ique,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-ant,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-aire,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-ible,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-able;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9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наречий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суффикса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-ment;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префиксов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re-/ré-,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r-;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168" w:line="292" w:lineRule="auto"/>
        <w:ind w:left="106" w:right="179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знать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понимать</w:t>
      </w:r>
      <w:r w:rsidRPr="009B44A9">
        <w:rPr>
          <w:i/>
          <w:spacing w:val="-8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особенности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структуры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простых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сложных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различных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 типов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предложений французского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BodyText"/>
        <w:spacing w:line="292" w:lineRule="auto"/>
        <w:ind w:right="1065" w:firstLine="180"/>
        <w:jc w:val="both"/>
      </w:pPr>
      <w:r w:rsidRPr="009B44A9">
        <w:rPr>
          <w:i/>
        </w:rPr>
        <w:t xml:space="preserve">распознавать </w:t>
      </w:r>
      <w:r w:rsidRPr="009B44A9">
        <w:t xml:space="preserve">в письменном и звучащем тексте и </w:t>
      </w:r>
      <w:r w:rsidRPr="009B44A9">
        <w:rPr>
          <w:i/>
        </w:rPr>
        <w:t xml:space="preserve">употреблять </w:t>
      </w:r>
      <w:r w:rsidRPr="009B44A9">
        <w:t>в устной и письменной речи</w:t>
      </w:r>
      <w:r w:rsidRPr="009B44A9">
        <w:rPr>
          <w:spacing w:val="-57"/>
        </w:rPr>
        <w:t xml:space="preserve"> </w:t>
      </w:r>
      <w:r w:rsidRPr="009B44A9">
        <w:t>следующие</w:t>
      </w:r>
      <w:r w:rsidRPr="009B44A9">
        <w:rPr>
          <w:spacing w:val="-1"/>
        </w:rPr>
        <w:t xml:space="preserve"> </w:t>
      </w:r>
      <w:r w:rsidRPr="009B44A9">
        <w:t>правила</w:t>
      </w:r>
      <w:r w:rsidRPr="009B44A9">
        <w:rPr>
          <w:spacing w:val="-1"/>
        </w:rPr>
        <w:t xml:space="preserve"> </w:t>
      </w:r>
      <w:r w:rsidRPr="009B44A9">
        <w:t>практической грамматики</w:t>
      </w:r>
      <w:r w:rsidRPr="009B44A9">
        <w:rPr>
          <w:spacing w:val="-1"/>
        </w:rPr>
        <w:t xml:space="preserve"> </w:t>
      </w:r>
      <w:r w:rsidRPr="009B44A9">
        <w:t>французского языка: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—futur</w:t>
      </w:r>
      <w:r w:rsidRPr="009B44A9">
        <w:rPr>
          <w:spacing w:val="-5"/>
        </w:rPr>
        <w:t xml:space="preserve"> </w:t>
      </w:r>
      <w:r w:rsidRPr="009B44A9">
        <w:t>proche</w:t>
      </w:r>
      <w:r w:rsidRPr="009B44A9">
        <w:rPr>
          <w:spacing w:val="-3"/>
        </w:rPr>
        <w:t xml:space="preserve"> </w:t>
      </w:r>
      <w:r w:rsidRPr="009B44A9">
        <w:t>(ближайшее</w:t>
      </w:r>
      <w:r w:rsidRPr="009B44A9">
        <w:rPr>
          <w:spacing w:val="-4"/>
        </w:rPr>
        <w:t xml:space="preserve"> </w:t>
      </w:r>
      <w:r w:rsidRPr="009B44A9">
        <w:t>будущее</w:t>
      </w:r>
      <w:r w:rsidRPr="009B44A9">
        <w:rPr>
          <w:spacing w:val="-3"/>
        </w:rPr>
        <w:t xml:space="preserve"> </w:t>
      </w:r>
      <w:r w:rsidRPr="009B44A9">
        <w:t>время):</w:t>
      </w:r>
      <w:r w:rsidRPr="009B44A9">
        <w:rPr>
          <w:spacing w:val="-5"/>
        </w:rPr>
        <w:t xml:space="preserve"> </w:t>
      </w:r>
      <w:r w:rsidRPr="009B44A9">
        <w:t>повторение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активизация;</w:t>
      </w:r>
    </w:p>
    <w:p w:rsidR="00E76AB9" w:rsidRPr="009B44A9" w:rsidRDefault="00E76AB9" w:rsidP="007940B1">
      <w:pPr>
        <w:pStyle w:val="BodyText"/>
        <w:spacing w:before="59" w:line="292" w:lineRule="auto"/>
        <w:ind w:right="216" w:firstLine="180"/>
        <w:jc w:val="both"/>
      </w:pPr>
      <w:r w:rsidRPr="009B44A9">
        <w:t>—личные приглагольные местоимения в роли прямого дополнения (me, m’, te, t’, le, la l’, nous, vous,</w:t>
      </w:r>
      <w:r w:rsidRPr="009B44A9">
        <w:rPr>
          <w:spacing w:val="-58"/>
        </w:rPr>
        <w:t xml:space="preserve"> </w:t>
      </w:r>
      <w:r w:rsidRPr="009B44A9">
        <w:t>les);</w:t>
      </w:r>
    </w:p>
    <w:p w:rsidR="00E76AB9" w:rsidRPr="009B44A9" w:rsidRDefault="00E76AB9" w:rsidP="007940B1">
      <w:pPr>
        <w:pStyle w:val="BodyText"/>
        <w:spacing w:line="292" w:lineRule="auto"/>
        <w:ind w:right="327" w:firstLine="180"/>
        <w:jc w:val="both"/>
      </w:pPr>
      <w:r w:rsidRPr="009B44A9">
        <w:t>—личные приглагольные местоимения в роли косвенного дополнения (me, m’, te, t’, lui, nous, vous,</w:t>
      </w:r>
      <w:r w:rsidRPr="009B44A9">
        <w:rPr>
          <w:spacing w:val="-58"/>
        </w:rPr>
        <w:t xml:space="preserve"> </w:t>
      </w:r>
      <w:r w:rsidRPr="009B44A9">
        <w:t>leur);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частичный</w:t>
      </w:r>
      <w:r w:rsidRPr="009B44A9">
        <w:rPr>
          <w:spacing w:val="-3"/>
          <w:lang w:val="fr-FR"/>
        </w:rPr>
        <w:t xml:space="preserve"> </w:t>
      </w:r>
      <w:r w:rsidRPr="009B44A9">
        <w:t>артикль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(du,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de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la,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de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l’);</w:t>
      </w:r>
    </w:p>
    <w:p w:rsidR="00E76AB9" w:rsidRPr="009B44A9" w:rsidRDefault="00E76AB9" w:rsidP="007940B1">
      <w:pPr>
        <w:pStyle w:val="BodyText"/>
        <w:spacing w:before="59"/>
        <w:ind w:left="286"/>
        <w:jc w:val="both"/>
      </w:pPr>
      <w:r w:rsidRPr="009B44A9">
        <w:t>—вопросительное</w:t>
      </w:r>
      <w:r w:rsidRPr="009B44A9">
        <w:rPr>
          <w:spacing w:val="-6"/>
        </w:rPr>
        <w:t xml:space="preserve"> </w:t>
      </w:r>
      <w:r w:rsidRPr="009B44A9">
        <w:t>предложение;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t>—употребление</w:t>
      </w:r>
      <w:r w:rsidRPr="009B44A9">
        <w:rPr>
          <w:spacing w:val="-4"/>
        </w:rPr>
        <w:t xml:space="preserve"> </w:t>
      </w:r>
      <w:r w:rsidRPr="009B44A9">
        <w:t>частичного</w:t>
      </w:r>
      <w:r w:rsidRPr="009B44A9">
        <w:rPr>
          <w:spacing w:val="-4"/>
        </w:rPr>
        <w:t xml:space="preserve"> </w:t>
      </w:r>
      <w:r w:rsidRPr="009B44A9">
        <w:t>артикля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устойчивых</w:t>
      </w:r>
      <w:r w:rsidRPr="009B44A9">
        <w:rPr>
          <w:spacing w:val="-3"/>
        </w:rPr>
        <w:t xml:space="preserve"> </w:t>
      </w:r>
      <w:r w:rsidRPr="009B44A9">
        <w:t>словосочетаниях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3"/>
        </w:rPr>
        <w:t xml:space="preserve"> </w:t>
      </w:r>
      <w:r w:rsidRPr="009B44A9">
        <w:t>глаголом</w:t>
      </w:r>
      <w:r w:rsidRPr="009B44A9">
        <w:rPr>
          <w:spacing w:val="-4"/>
        </w:rPr>
        <w:t xml:space="preserve"> </w:t>
      </w:r>
      <w:r w:rsidRPr="009B44A9">
        <w:t>faire</w:t>
      </w:r>
      <w:r w:rsidRPr="009B44A9">
        <w:rPr>
          <w:spacing w:val="-4"/>
        </w:rPr>
        <w:t xml:space="preserve"> </w:t>
      </w:r>
      <w:r w:rsidRPr="009B44A9">
        <w:t>(faire</w:t>
      </w:r>
      <w:r w:rsidRPr="009B44A9">
        <w:rPr>
          <w:spacing w:val="-3"/>
        </w:rPr>
        <w:t xml:space="preserve"> </w:t>
      </w:r>
      <w:r w:rsidRPr="009B44A9">
        <w:t>du</w:t>
      </w:r>
      <w:r w:rsidRPr="009B44A9">
        <w:rPr>
          <w:spacing w:val="-4"/>
        </w:rPr>
        <w:t xml:space="preserve"> </w:t>
      </w:r>
      <w:r w:rsidRPr="009B44A9">
        <w:t>sport,</w:t>
      </w:r>
      <w:r w:rsidRPr="009B44A9">
        <w:rPr>
          <w:spacing w:val="-57"/>
        </w:rPr>
        <w:t xml:space="preserve"> </w:t>
      </w:r>
      <w:r w:rsidRPr="009B44A9">
        <w:t>faire</w:t>
      </w:r>
      <w:r w:rsidRPr="009B44A9">
        <w:rPr>
          <w:spacing w:val="-1"/>
        </w:rPr>
        <w:t xml:space="preserve"> </w:t>
      </w:r>
      <w:r w:rsidRPr="009B44A9">
        <w:t>de la musique, etc.);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род</w:t>
      </w:r>
      <w:r w:rsidRPr="009B44A9">
        <w:rPr>
          <w:spacing w:val="-5"/>
          <w:lang w:val="fr-FR"/>
        </w:rPr>
        <w:t xml:space="preserve"> </w:t>
      </w:r>
      <w:r w:rsidRPr="009B44A9">
        <w:t>прилагательных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(gentil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/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gentille,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intelligent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/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intelligente,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/</w:t>
      </w:r>
      <w:r w:rsidRPr="009B44A9">
        <w:rPr>
          <w:spacing w:val="-5"/>
          <w:lang w:val="fr-FR"/>
        </w:rPr>
        <w:t xml:space="preserve"> </w:t>
      </w:r>
      <w:r w:rsidRPr="009B44A9">
        <w:rPr>
          <w:lang w:val="fr-FR"/>
        </w:rPr>
        <w:t>paresseux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/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paresseuse,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etc);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t>—некоторые случаи употребления местоимения en (замена существительного с предлогом de;</w:t>
      </w:r>
      <w:r w:rsidRPr="009B44A9">
        <w:rPr>
          <w:spacing w:val="1"/>
        </w:rPr>
        <w:t xml:space="preserve"> </w:t>
      </w:r>
      <w:r w:rsidRPr="009B44A9">
        <w:t>замена</w:t>
      </w:r>
      <w:r w:rsidRPr="009B44A9">
        <w:rPr>
          <w:spacing w:val="-6"/>
        </w:rPr>
        <w:t xml:space="preserve"> </w:t>
      </w:r>
      <w:r w:rsidRPr="009B44A9">
        <w:t>существительного</w:t>
      </w:r>
      <w:r w:rsidRPr="009B44A9">
        <w:rPr>
          <w:spacing w:val="-5"/>
        </w:rPr>
        <w:t xml:space="preserve"> </w:t>
      </w:r>
      <w:r w:rsidRPr="009B44A9">
        <w:t>с</w:t>
      </w:r>
      <w:r w:rsidRPr="009B44A9">
        <w:rPr>
          <w:spacing w:val="-5"/>
        </w:rPr>
        <w:t xml:space="preserve"> </w:t>
      </w:r>
      <w:r w:rsidRPr="009B44A9">
        <w:t>частичным</w:t>
      </w:r>
      <w:r w:rsidRPr="009B44A9">
        <w:rPr>
          <w:spacing w:val="-5"/>
        </w:rPr>
        <w:t xml:space="preserve"> </w:t>
      </w:r>
      <w:r w:rsidRPr="009B44A9">
        <w:t>артиклем;</w:t>
      </w:r>
      <w:r w:rsidRPr="009B44A9">
        <w:rPr>
          <w:spacing w:val="-7"/>
        </w:rPr>
        <w:t xml:space="preserve"> </w:t>
      </w:r>
      <w:r w:rsidRPr="009B44A9">
        <w:t>замена</w:t>
      </w:r>
      <w:r w:rsidRPr="009B44A9">
        <w:rPr>
          <w:spacing w:val="-5"/>
        </w:rPr>
        <w:t xml:space="preserve"> </w:t>
      </w:r>
      <w:r w:rsidRPr="009B44A9">
        <w:t>существительного,</w:t>
      </w:r>
      <w:r w:rsidRPr="009B44A9">
        <w:rPr>
          <w:spacing w:val="-5"/>
        </w:rPr>
        <w:t xml:space="preserve"> </w:t>
      </w:r>
      <w:r w:rsidRPr="009B44A9">
        <w:t>которому</w:t>
      </w:r>
      <w:r w:rsidRPr="009B44A9">
        <w:rPr>
          <w:spacing w:val="-5"/>
        </w:rPr>
        <w:t xml:space="preserve"> </w:t>
      </w:r>
      <w:r w:rsidRPr="009B44A9">
        <w:t>предшествует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62"/>
        <w:jc w:val="both"/>
      </w:pPr>
      <w:r w:rsidRPr="009B44A9">
        <w:t>количественное</w:t>
      </w:r>
      <w:r w:rsidRPr="009B44A9">
        <w:rPr>
          <w:spacing w:val="-8"/>
        </w:rPr>
        <w:t xml:space="preserve"> </w:t>
      </w:r>
      <w:r w:rsidRPr="009B44A9">
        <w:t>числительное);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—imparfait</w:t>
      </w:r>
      <w:r w:rsidRPr="009B44A9">
        <w:rPr>
          <w:spacing w:val="-7"/>
        </w:rPr>
        <w:t xml:space="preserve"> </w:t>
      </w:r>
      <w:r w:rsidRPr="009B44A9">
        <w:t>/прошедшее</w:t>
      </w:r>
      <w:r w:rsidRPr="009B44A9">
        <w:rPr>
          <w:spacing w:val="-6"/>
        </w:rPr>
        <w:t xml:space="preserve"> </w:t>
      </w:r>
      <w:r w:rsidRPr="009B44A9">
        <w:t>время/.</w:t>
      </w:r>
      <w:r w:rsidRPr="009B44A9">
        <w:rPr>
          <w:spacing w:val="-6"/>
        </w:rPr>
        <w:t xml:space="preserve"> </w:t>
      </w:r>
      <w:r w:rsidRPr="009B44A9">
        <w:t>Образование.</w:t>
      </w:r>
      <w:r w:rsidRPr="009B44A9">
        <w:rPr>
          <w:spacing w:val="-6"/>
        </w:rPr>
        <w:t xml:space="preserve"> </w:t>
      </w:r>
      <w:r w:rsidRPr="009B44A9">
        <w:t>Употребление</w:t>
      </w:r>
      <w:r w:rsidRPr="009B44A9">
        <w:rPr>
          <w:spacing w:val="-6"/>
        </w:rPr>
        <w:t xml:space="preserve"> </w:t>
      </w:r>
      <w:r w:rsidRPr="009B44A9">
        <w:t>imparfait: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а)</w:t>
      </w:r>
      <w:r w:rsidRPr="009B44A9">
        <w:rPr>
          <w:spacing w:val="-4"/>
        </w:rPr>
        <w:t xml:space="preserve"> </w:t>
      </w:r>
      <w:r w:rsidRPr="009B44A9">
        <w:t>для</w:t>
      </w:r>
      <w:r w:rsidRPr="009B44A9">
        <w:rPr>
          <w:spacing w:val="-4"/>
        </w:rPr>
        <w:t xml:space="preserve"> </w:t>
      </w:r>
      <w:r w:rsidRPr="009B44A9">
        <w:t>обозначения</w:t>
      </w:r>
      <w:r w:rsidRPr="009B44A9">
        <w:rPr>
          <w:spacing w:val="-4"/>
        </w:rPr>
        <w:t xml:space="preserve"> </w:t>
      </w:r>
      <w:r w:rsidRPr="009B44A9">
        <w:t>действия,</w:t>
      </w:r>
      <w:r w:rsidRPr="009B44A9">
        <w:rPr>
          <w:spacing w:val="-3"/>
        </w:rPr>
        <w:t xml:space="preserve"> </w:t>
      </w:r>
      <w:r w:rsidRPr="009B44A9">
        <w:t>длившегося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прошлом,</w:t>
      </w:r>
      <w:r w:rsidRPr="009B44A9">
        <w:rPr>
          <w:spacing w:val="-3"/>
        </w:rPr>
        <w:t xml:space="preserve"> </w:t>
      </w:r>
      <w:r w:rsidRPr="009B44A9">
        <w:t>без</w:t>
      </w:r>
      <w:r w:rsidRPr="009B44A9">
        <w:rPr>
          <w:spacing w:val="-4"/>
        </w:rPr>
        <w:t xml:space="preserve"> </w:t>
      </w:r>
      <w:r w:rsidRPr="009B44A9">
        <w:t>указания</w:t>
      </w:r>
      <w:r w:rsidRPr="009B44A9">
        <w:rPr>
          <w:spacing w:val="-3"/>
        </w:rPr>
        <w:t xml:space="preserve"> </w:t>
      </w:r>
      <w:r w:rsidRPr="009B44A9">
        <w:t>начала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окончания</w:t>
      </w:r>
      <w:r w:rsidRPr="009B44A9">
        <w:rPr>
          <w:spacing w:val="-4"/>
        </w:rPr>
        <w:t xml:space="preserve"> </w:t>
      </w:r>
      <w:r w:rsidRPr="009B44A9">
        <w:t>этого</w:t>
      </w:r>
      <w:r w:rsidRPr="009B44A9">
        <w:rPr>
          <w:spacing w:val="-57"/>
        </w:rPr>
        <w:t xml:space="preserve"> </w:t>
      </w:r>
      <w:r w:rsidRPr="009B44A9">
        <w:t>действия;</w:t>
      </w:r>
    </w:p>
    <w:p w:rsidR="00E76AB9" w:rsidRPr="009B44A9" w:rsidRDefault="00E76AB9" w:rsidP="007940B1">
      <w:pPr>
        <w:pStyle w:val="BodyText"/>
        <w:spacing w:line="292" w:lineRule="auto"/>
        <w:ind w:left="286" w:right="2447"/>
        <w:jc w:val="both"/>
      </w:pPr>
      <w:r w:rsidRPr="009B44A9">
        <w:t>б) для создания портретных характеристик, описаний природы / погоды и т.д.;</w:t>
      </w:r>
      <w:r w:rsidRPr="009B44A9">
        <w:rPr>
          <w:spacing w:val="-58"/>
        </w:rPr>
        <w:t xml:space="preserve"> </w:t>
      </w:r>
      <w:r w:rsidRPr="009B44A9">
        <w:t>в)</w:t>
      </w:r>
      <w:r w:rsidRPr="009B44A9">
        <w:rPr>
          <w:spacing w:val="-3"/>
        </w:rPr>
        <w:t xml:space="preserve"> </w:t>
      </w:r>
      <w:r w:rsidRPr="009B44A9">
        <w:t>для</w:t>
      </w:r>
      <w:r w:rsidRPr="009B44A9">
        <w:rPr>
          <w:spacing w:val="-2"/>
        </w:rPr>
        <w:t xml:space="preserve"> </w:t>
      </w:r>
      <w:r w:rsidRPr="009B44A9">
        <w:t>обозначения</w:t>
      </w:r>
      <w:r w:rsidRPr="009B44A9">
        <w:rPr>
          <w:spacing w:val="-3"/>
        </w:rPr>
        <w:t xml:space="preserve"> </w:t>
      </w:r>
      <w:r w:rsidRPr="009B44A9">
        <w:t>действий</w:t>
      </w:r>
      <w:r w:rsidRPr="009B44A9">
        <w:rPr>
          <w:spacing w:val="-1"/>
        </w:rPr>
        <w:t xml:space="preserve"> </w:t>
      </w:r>
      <w:r w:rsidRPr="009B44A9">
        <w:t>привычных</w:t>
      </w:r>
      <w:r w:rsidRPr="009B44A9">
        <w:rPr>
          <w:spacing w:val="-2"/>
        </w:rPr>
        <w:t xml:space="preserve"> </w:t>
      </w:r>
      <w:r w:rsidRPr="009B44A9">
        <w:t>или</w:t>
      </w:r>
      <w:r w:rsidRPr="009B44A9">
        <w:rPr>
          <w:spacing w:val="-1"/>
        </w:rPr>
        <w:t xml:space="preserve"> </w:t>
      </w:r>
      <w:r w:rsidRPr="009B44A9">
        <w:t>повторяющихся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прошлом;</w:t>
      </w:r>
    </w:p>
    <w:p w:rsidR="00E76AB9" w:rsidRPr="009B44A9" w:rsidRDefault="00E76AB9" w:rsidP="007940B1">
      <w:pPr>
        <w:pStyle w:val="BodyText"/>
        <w:spacing w:line="292" w:lineRule="auto"/>
        <w:ind w:right="622" w:firstLine="180"/>
        <w:jc w:val="both"/>
      </w:pPr>
      <w:r w:rsidRPr="009B44A9">
        <w:t>—степени сравнения прилагательных (сравнительная и превосходная). Особые формы степеней</w:t>
      </w:r>
      <w:r w:rsidRPr="009B44A9">
        <w:rPr>
          <w:spacing w:val="-58"/>
        </w:rPr>
        <w:t xml:space="preserve"> </w:t>
      </w:r>
      <w:r w:rsidRPr="009B44A9">
        <w:t>сравнения.</w:t>
      </w:r>
    </w:p>
    <w:p w:rsidR="00E76AB9" w:rsidRPr="009B44A9" w:rsidRDefault="00E76AB9" w:rsidP="007940B1">
      <w:pPr>
        <w:pStyle w:val="BodyText"/>
        <w:spacing w:line="292" w:lineRule="auto"/>
        <w:ind w:right="880" w:firstLine="180"/>
        <w:jc w:val="both"/>
      </w:pPr>
      <w:r w:rsidRPr="009B44A9">
        <w:t>—согласование времён изъявительного наклонения, косвенная речь (concordance des temps de</w:t>
      </w:r>
      <w:r w:rsidRPr="009B44A9">
        <w:rPr>
          <w:spacing w:val="-58"/>
        </w:rPr>
        <w:t xml:space="preserve"> </w:t>
      </w:r>
      <w:r w:rsidRPr="009B44A9">
        <w:t>l’indicatif,</w:t>
      </w:r>
      <w:r w:rsidRPr="009B44A9">
        <w:rPr>
          <w:spacing w:val="-2"/>
        </w:rPr>
        <w:t xml:space="preserve"> </w:t>
      </w:r>
      <w:r w:rsidRPr="009B44A9">
        <w:t>discours</w:t>
      </w:r>
      <w:r w:rsidRPr="009B44A9">
        <w:rPr>
          <w:spacing w:val="-1"/>
        </w:rPr>
        <w:t xml:space="preserve"> </w:t>
      </w:r>
      <w:r w:rsidRPr="009B44A9">
        <w:t>indirect).</w:t>
      </w:r>
      <w:r w:rsidRPr="009B44A9">
        <w:rPr>
          <w:spacing w:val="-1"/>
        </w:rPr>
        <w:t xml:space="preserve"> </w:t>
      </w:r>
      <w:r w:rsidRPr="009B44A9">
        <w:t>Время</w:t>
      </w:r>
      <w:r w:rsidRPr="009B44A9">
        <w:rPr>
          <w:spacing w:val="-3"/>
        </w:rPr>
        <w:t xml:space="preserve"> </w:t>
      </w:r>
      <w:r w:rsidRPr="009B44A9">
        <w:t>действия</w:t>
      </w:r>
      <w:r w:rsidRPr="009B44A9">
        <w:rPr>
          <w:spacing w:val="-2"/>
        </w:rPr>
        <w:t xml:space="preserve"> </w:t>
      </w:r>
      <w:r w:rsidRPr="009B44A9">
        <w:t>главного</w:t>
      </w:r>
      <w:r w:rsidRPr="009B44A9">
        <w:rPr>
          <w:spacing w:val="-1"/>
        </w:rPr>
        <w:t xml:space="preserve"> </w:t>
      </w:r>
      <w:r w:rsidRPr="009B44A9">
        <w:t>предложения</w:t>
      </w:r>
      <w:r w:rsidRPr="009B44A9">
        <w:rPr>
          <w:spacing w:val="-2"/>
        </w:rPr>
        <w:t xml:space="preserve"> </w:t>
      </w:r>
      <w:r w:rsidRPr="009B44A9">
        <w:t>—</w:t>
      </w:r>
      <w:r w:rsidRPr="009B44A9">
        <w:rPr>
          <w:spacing w:val="-2"/>
        </w:rPr>
        <w:t xml:space="preserve"> </w:t>
      </w:r>
      <w:r w:rsidRPr="009B44A9">
        <w:t>настоящее.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—относительные</w:t>
      </w:r>
      <w:r w:rsidRPr="009B44A9">
        <w:rPr>
          <w:spacing w:val="-3"/>
        </w:rPr>
        <w:t xml:space="preserve"> </w:t>
      </w:r>
      <w:r w:rsidRPr="009B44A9">
        <w:t>местоимения</w:t>
      </w:r>
      <w:r w:rsidRPr="009B44A9">
        <w:rPr>
          <w:spacing w:val="-3"/>
        </w:rPr>
        <w:t xml:space="preserve"> </w:t>
      </w:r>
      <w:r w:rsidRPr="009B44A9">
        <w:t>qui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que</w:t>
      </w:r>
      <w:r w:rsidRPr="009B44A9">
        <w:rPr>
          <w:spacing w:val="-3"/>
        </w:rPr>
        <w:t xml:space="preserve"> </w:t>
      </w:r>
      <w:r w:rsidRPr="009B44A9">
        <w:t>(pronoms</w:t>
      </w:r>
      <w:r w:rsidRPr="009B44A9">
        <w:rPr>
          <w:spacing w:val="-2"/>
        </w:rPr>
        <w:t xml:space="preserve"> </w:t>
      </w:r>
      <w:r w:rsidRPr="009B44A9">
        <w:t>relatifs</w:t>
      </w:r>
      <w:r w:rsidRPr="009B44A9">
        <w:rPr>
          <w:spacing w:val="-3"/>
        </w:rPr>
        <w:t xml:space="preserve"> </w:t>
      </w:r>
      <w:r w:rsidRPr="009B44A9">
        <w:t>simples</w:t>
      </w:r>
      <w:r w:rsidRPr="009B44A9">
        <w:rPr>
          <w:spacing w:val="-2"/>
        </w:rPr>
        <w:t xml:space="preserve"> </w:t>
      </w:r>
      <w:r w:rsidRPr="009B44A9">
        <w:t>qui</w:t>
      </w:r>
      <w:r w:rsidRPr="009B44A9">
        <w:rPr>
          <w:spacing w:val="-4"/>
        </w:rPr>
        <w:t xml:space="preserve"> </w:t>
      </w:r>
      <w:r w:rsidRPr="009B44A9">
        <w:t>et</w:t>
      </w:r>
      <w:r w:rsidRPr="009B44A9">
        <w:rPr>
          <w:spacing w:val="-3"/>
        </w:rPr>
        <w:t xml:space="preserve"> </w:t>
      </w:r>
      <w:r w:rsidRPr="009B44A9">
        <w:t>que).</w:t>
      </w:r>
    </w:p>
    <w:p w:rsidR="00E76AB9" w:rsidRPr="009B44A9" w:rsidRDefault="00E76AB9" w:rsidP="007940B1">
      <w:pPr>
        <w:pStyle w:val="BodyText"/>
        <w:spacing w:before="56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выделительные</w:t>
      </w:r>
      <w:r w:rsidRPr="009B44A9">
        <w:rPr>
          <w:spacing w:val="-3"/>
          <w:lang w:val="fr-FR"/>
        </w:rPr>
        <w:t xml:space="preserve"> </w:t>
      </w:r>
      <w:r w:rsidRPr="009B44A9">
        <w:t>обороты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C’est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qui</w:t>
      </w:r>
      <w:r w:rsidRPr="009B44A9">
        <w:rPr>
          <w:spacing w:val="-3"/>
          <w:lang w:val="fr-FR"/>
        </w:rPr>
        <w:t xml:space="preserve"> </w:t>
      </w:r>
      <w:r w:rsidRPr="009B44A9">
        <w:t>и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C’est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que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(la</w:t>
      </w:r>
      <w:r w:rsidRPr="009B44A9">
        <w:rPr>
          <w:spacing w:val="-2"/>
          <w:lang w:val="fr-FR"/>
        </w:rPr>
        <w:t xml:space="preserve"> </w:t>
      </w:r>
      <w:r w:rsidRPr="009B44A9">
        <w:rPr>
          <w:lang w:val="fr-FR"/>
        </w:rPr>
        <w:t>mise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en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relief).</w:t>
      </w:r>
    </w:p>
    <w:p w:rsidR="00E76AB9" w:rsidRPr="009B44A9" w:rsidRDefault="00E76AB9" w:rsidP="007940B1">
      <w:pPr>
        <w:pStyle w:val="BodyText"/>
        <w:spacing w:before="61"/>
        <w:ind w:left="286"/>
        <w:jc w:val="both"/>
      </w:pPr>
      <w:r w:rsidRPr="009B44A9">
        <w:t>—пассивная</w:t>
      </w:r>
      <w:r w:rsidRPr="009B44A9">
        <w:rPr>
          <w:spacing w:val="-5"/>
        </w:rPr>
        <w:t xml:space="preserve"> </w:t>
      </w:r>
      <w:r w:rsidRPr="009B44A9">
        <w:t>форма</w:t>
      </w:r>
      <w:r w:rsidRPr="009B44A9">
        <w:rPr>
          <w:spacing w:val="-4"/>
        </w:rPr>
        <w:t xml:space="preserve"> </w:t>
      </w:r>
      <w:r w:rsidRPr="009B44A9">
        <w:t>глагола</w:t>
      </w:r>
      <w:r w:rsidRPr="009B44A9">
        <w:rPr>
          <w:spacing w:val="-3"/>
        </w:rPr>
        <w:t xml:space="preserve"> </w:t>
      </w:r>
      <w:r w:rsidRPr="009B44A9">
        <w:t>(forme</w:t>
      </w:r>
      <w:r w:rsidRPr="009B44A9">
        <w:rPr>
          <w:spacing w:val="-4"/>
        </w:rPr>
        <w:t xml:space="preserve"> </w:t>
      </w:r>
      <w:r w:rsidRPr="009B44A9">
        <w:t>passive).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социокультурными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знаниями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умениями:</w:t>
      </w:r>
    </w:p>
    <w:p w:rsidR="00E76AB9" w:rsidRPr="009B44A9" w:rsidRDefault="00E76AB9" w:rsidP="007940B1">
      <w:pPr>
        <w:pStyle w:val="BodyText"/>
        <w:spacing w:before="60" w:line="292" w:lineRule="auto"/>
        <w:ind w:right="1417" w:firstLine="180"/>
        <w:jc w:val="both"/>
      </w:pPr>
      <w:r w:rsidRPr="009B44A9">
        <w:rPr>
          <w:i/>
        </w:rPr>
        <w:t xml:space="preserve">использовать </w:t>
      </w:r>
      <w:r w:rsidRPr="009B44A9">
        <w:t>отдельные социокультурные элементы речевого поведенческого этикета в</w:t>
      </w:r>
      <w:r w:rsidRPr="009B44A9">
        <w:rPr>
          <w:spacing w:val="-57"/>
        </w:rPr>
        <w:t xml:space="preserve"> </w:t>
      </w:r>
      <w:r w:rsidRPr="009B44A9">
        <w:t>стране/странах</w:t>
      </w:r>
      <w:r w:rsidRPr="009B44A9">
        <w:rPr>
          <w:spacing w:val="-2"/>
        </w:rPr>
        <w:t xml:space="preserve"> </w:t>
      </w:r>
      <w:r w:rsidRPr="009B44A9">
        <w:t>изучаемого</w:t>
      </w:r>
      <w:r w:rsidRPr="009B44A9">
        <w:rPr>
          <w:spacing w:val="-1"/>
        </w:rPr>
        <w:t xml:space="preserve"> </w:t>
      </w:r>
      <w:r w:rsidRPr="009B44A9">
        <w:t>языка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рамках</w:t>
      </w:r>
      <w:r w:rsidRPr="009B44A9">
        <w:rPr>
          <w:spacing w:val="-1"/>
        </w:rPr>
        <w:t xml:space="preserve"> </w:t>
      </w:r>
      <w:r w:rsidRPr="009B44A9">
        <w:t>тематического</w:t>
      </w:r>
      <w:r w:rsidRPr="009B44A9">
        <w:rPr>
          <w:spacing w:val="-1"/>
        </w:rPr>
        <w:t xml:space="preserve"> </w:t>
      </w:r>
      <w:r w:rsidRPr="009B44A9">
        <w:t>содержания</w:t>
      </w:r>
      <w:r w:rsidRPr="009B44A9">
        <w:rPr>
          <w:spacing w:val="-2"/>
        </w:rPr>
        <w:t xml:space="preserve"> </w:t>
      </w:r>
      <w:r w:rsidRPr="009B44A9">
        <w:t>речи;</w:t>
      </w:r>
    </w:p>
    <w:p w:rsidR="00E76AB9" w:rsidRPr="009B44A9" w:rsidRDefault="00E76AB9" w:rsidP="007940B1">
      <w:pPr>
        <w:pStyle w:val="BodyText"/>
        <w:spacing w:line="292" w:lineRule="auto"/>
        <w:ind w:right="382" w:firstLine="180"/>
        <w:jc w:val="both"/>
      </w:pPr>
      <w:r w:rsidRPr="009B44A9">
        <w:rPr>
          <w:i/>
        </w:rPr>
        <w:t xml:space="preserve">знать/понимать и использовать </w:t>
      </w:r>
      <w:r w:rsidRPr="009B44A9">
        <w:t>в устной и письменной речи наиболее употребительную лексику,</w:t>
      </w:r>
      <w:r w:rsidRPr="009B44A9">
        <w:rPr>
          <w:spacing w:val="-57"/>
        </w:rPr>
        <w:t xml:space="preserve"> </w:t>
      </w:r>
      <w:r w:rsidRPr="009B44A9">
        <w:t>обозначающую</w:t>
      </w:r>
      <w:r w:rsidRPr="009B44A9">
        <w:rPr>
          <w:spacing w:val="-4"/>
        </w:rPr>
        <w:t xml:space="preserve"> </w:t>
      </w:r>
      <w:r w:rsidRPr="009B44A9">
        <w:t>реалии</w:t>
      </w:r>
      <w:r w:rsidRPr="009B44A9">
        <w:rPr>
          <w:spacing w:val="-3"/>
        </w:rPr>
        <w:t xml:space="preserve"> </w:t>
      </w:r>
      <w:r w:rsidRPr="009B44A9">
        <w:t>страны/стран</w:t>
      </w:r>
      <w:r w:rsidRPr="009B44A9">
        <w:rPr>
          <w:spacing w:val="-3"/>
        </w:rPr>
        <w:t xml:space="preserve"> </w:t>
      </w:r>
      <w:r w:rsidRPr="009B44A9">
        <w:t>изучаемого</w:t>
      </w:r>
      <w:r w:rsidRPr="009B44A9">
        <w:rPr>
          <w:spacing w:val="-3"/>
        </w:rPr>
        <w:t xml:space="preserve"> </w:t>
      </w:r>
      <w:r w:rsidRPr="009B44A9">
        <w:t>языка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рамках</w:t>
      </w:r>
      <w:r w:rsidRPr="009B44A9">
        <w:rPr>
          <w:spacing w:val="-3"/>
        </w:rPr>
        <w:t xml:space="preserve"> </w:t>
      </w:r>
      <w:r w:rsidRPr="009B44A9">
        <w:t>тематического</w:t>
      </w:r>
      <w:r w:rsidRPr="009B44A9">
        <w:rPr>
          <w:spacing w:val="-3"/>
        </w:rPr>
        <w:t xml:space="preserve"> </w:t>
      </w:r>
      <w:r w:rsidRPr="009B44A9">
        <w:t>содержания</w:t>
      </w:r>
      <w:r w:rsidRPr="009B44A9">
        <w:rPr>
          <w:spacing w:val="-4"/>
        </w:rPr>
        <w:t xml:space="preserve"> </w:t>
      </w:r>
      <w:r w:rsidRPr="009B44A9">
        <w:t>речи;</w:t>
      </w:r>
    </w:p>
    <w:p w:rsidR="00E76AB9" w:rsidRPr="009B44A9" w:rsidRDefault="00E76AB9" w:rsidP="007940B1">
      <w:pPr>
        <w:pStyle w:val="BodyText"/>
        <w:spacing w:line="292" w:lineRule="auto"/>
        <w:ind w:right="527" w:firstLine="180"/>
        <w:jc w:val="both"/>
      </w:pPr>
      <w:r w:rsidRPr="009B44A9">
        <w:rPr>
          <w:i/>
        </w:rPr>
        <w:t>правильно</w:t>
      </w:r>
      <w:r w:rsidRPr="009B44A9">
        <w:rPr>
          <w:i/>
          <w:spacing w:val="-3"/>
        </w:rPr>
        <w:t xml:space="preserve"> </w:t>
      </w:r>
      <w:r w:rsidRPr="009B44A9">
        <w:rPr>
          <w:i/>
        </w:rPr>
        <w:t>оформлять</w:t>
      </w:r>
      <w:r w:rsidRPr="009B44A9">
        <w:rPr>
          <w:i/>
          <w:spacing w:val="-13"/>
        </w:rPr>
        <w:t xml:space="preserve"> </w:t>
      </w:r>
      <w:r w:rsidRPr="009B44A9">
        <w:t>адрес,</w:t>
      </w:r>
      <w:r w:rsidRPr="009B44A9">
        <w:rPr>
          <w:spacing w:val="-3"/>
        </w:rPr>
        <w:t xml:space="preserve"> </w:t>
      </w:r>
      <w:r w:rsidRPr="009B44A9">
        <w:t>писать</w:t>
      </w:r>
      <w:r w:rsidRPr="009B44A9">
        <w:rPr>
          <w:spacing w:val="-4"/>
        </w:rPr>
        <w:t xml:space="preserve"> </w:t>
      </w:r>
      <w:r w:rsidRPr="009B44A9">
        <w:t>фамилии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имена</w:t>
      </w:r>
      <w:r w:rsidRPr="009B44A9">
        <w:rPr>
          <w:spacing w:val="-2"/>
        </w:rPr>
        <w:t xml:space="preserve"> </w:t>
      </w:r>
      <w:r w:rsidRPr="009B44A9">
        <w:t>(свои,</w:t>
      </w:r>
      <w:r w:rsidRPr="009B44A9">
        <w:rPr>
          <w:spacing w:val="-3"/>
        </w:rPr>
        <w:t xml:space="preserve"> </w:t>
      </w:r>
      <w:r w:rsidRPr="009B44A9">
        <w:t>родственников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друзей)</w:t>
      </w:r>
      <w:r w:rsidRPr="009B44A9">
        <w:rPr>
          <w:spacing w:val="-4"/>
        </w:rPr>
        <w:t xml:space="preserve"> </w:t>
      </w:r>
      <w:r w:rsidRPr="009B44A9">
        <w:t>на</w:t>
      </w:r>
      <w:r w:rsidRPr="009B44A9">
        <w:rPr>
          <w:spacing w:val="-57"/>
        </w:rPr>
        <w:t xml:space="preserve"> </w:t>
      </w:r>
      <w:r w:rsidRPr="009B44A9">
        <w:t>французском</w:t>
      </w:r>
      <w:r w:rsidRPr="009B44A9">
        <w:rPr>
          <w:spacing w:val="-1"/>
        </w:rPr>
        <w:t xml:space="preserve"> </w:t>
      </w:r>
      <w:r w:rsidRPr="009B44A9">
        <w:t>языке (в</w:t>
      </w:r>
      <w:r w:rsidRPr="009B44A9">
        <w:rPr>
          <w:spacing w:val="-2"/>
        </w:rPr>
        <w:t xml:space="preserve"> </w:t>
      </w:r>
      <w:r w:rsidRPr="009B44A9">
        <w:t>анкете, карточке-формуляре);</w:t>
      </w:r>
    </w:p>
    <w:p w:rsidR="00E76AB9" w:rsidRPr="009B44A9" w:rsidRDefault="00E76AB9" w:rsidP="007940B1">
      <w:pPr>
        <w:spacing w:line="292" w:lineRule="auto"/>
        <w:ind w:left="106" w:right="1232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обладать базовыми знаниями </w:t>
      </w:r>
      <w:r w:rsidRPr="009B44A9">
        <w:rPr>
          <w:sz w:val="24"/>
          <w:szCs w:val="24"/>
        </w:rPr>
        <w:t>о социокультурном портрете родной страны и страны/стран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кратко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 xml:space="preserve">представлять </w:t>
      </w:r>
      <w:r w:rsidRPr="009B44A9">
        <w:rPr>
          <w:sz w:val="24"/>
          <w:szCs w:val="24"/>
        </w:rPr>
        <w:t>Россию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страну/страны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изучаемого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56" w:line="292" w:lineRule="auto"/>
        <w:ind w:left="106" w:right="182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владеть </w:t>
      </w:r>
      <w:r w:rsidRPr="009B44A9">
        <w:rPr>
          <w:sz w:val="24"/>
          <w:szCs w:val="24"/>
        </w:rPr>
        <w:t xml:space="preserve">компенсаторными умениями: </w:t>
      </w:r>
      <w:r w:rsidRPr="009B44A9">
        <w:rPr>
          <w:i/>
          <w:sz w:val="24"/>
          <w:szCs w:val="24"/>
        </w:rPr>
        <w:t xml:space="preserve">использовать </w:t>
      </w:r>
      <w:r w:rsidRPr="009B44A9">
        <w:rPr>
          <w:sz w:val="24"/>
          <w:szCs w:val="24"/>
        </w:rPr>
        <w:t>при чтении и аудировании — языковую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догадку, в том числе контекстуальную; </w:t>
      </w:r>
      <w:r w:rsidRPr="009B44A9">
        <w:rPr>
          <w:i/>
          <w:sz w:val="24"/>
          <w:szCs w:val="24"/>
        </w:rPr>
        <w:t xml:space="preserve">игнорировать </w:t>
      </w:r>
      <w:r w:rsidRPr="009B44A9">
        <w:rPr>
          <w:sz w:val="24"/>
          <w:szCs w:val="24"/>
        </w:rPr>
        <w:t>информацию, не являющуюся необходимой для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понимания основного содержания прочитанного/прослушанного текста или для нахождения в тексте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запрашиваемой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768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участвовать </w:t>
      </w:r>
      <w:r w:rsidRPr="009B44A9">
        <w:rPr>
          <w:sz w:val="24"/>
          <w:szCs w:val="24"/>
        </w:rPr>
        <w:t>в несложных учебных проектах с использованием материалов на французском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 с применением ИКТ, соблюдая правила информационной безопасности при работе в сети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Интернет;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1238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достигать </w:t>
      </w:r>
      <w:r w:rsidRPr="009B44A9">
        <w:rPr>
          <w:sz w:val="24"/>
          <w:szCs w:val="24"/>
        </w:rPr>
        <w:t>взаимопонимания в процессе устного и письменного общения с носителями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иностранного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языка, с людьми другой культуры;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165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сравнивать </w:t>
      </w:r>
      <w:r w:rsidRPr="009B44A9">
        <w:rPr>
          <w:sz w:val="24"/>
          <w:szCs w:val="24"/>
        </w:rPr>
        <w:t>(в том числе устанавливать основания для сравнения) объекты, явления, процессы, их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элементы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 основные функции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рамках изученной тематики.</w:t>
      </w:r>
    </w:p>
    <w:p w:rsidR="00E76AB9" w:rsidRPr="009B44A9" w:rsidRDefault="00E76AB9" w:rsidP="007940B1">
      <w:pPr>
        <w:pStyle w:val="Heading1"/>
        <w:numPr>
          <w:ilvl w:val="0"/>
          <w:numId w:val="11"/>
        </w:numPr>
        <w:tabs>
          <w:tab w:val="left" w:pos="287"/>
        </w:tabs>
        <w:spacing w:before="186"/>
        <w:jc w:val="both"/>
      </w:pPr>
      <w:r w:rsidRPr="009B44A9">
        <w:t>КЛАСС</w:t>
      </w:r>
    </w:p>
    <w:p w:rsidR="00E76AB9" w:rsidRPr="009B44A9" w:rsidRDefault="00E76AB9" w:rsidP="007940B1">
      <w:pPr>
        <w:spacing w:before="156"/>
        <w:ind w:left="286"/>
        <w:jc w:val="both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КОММУНИКАТИВНЫЕ</w:t>
      </w:r>
      <w:r w:rsidRPr="009B44A9">
        <w:rPr>
          <w:b/>
          <w:spacing w:val="-10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видами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речевой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деятельности:</w:t>
      </w:r>
    </w:p>
    <w:p w:rsidR="00E76AB9" w:rsidRPr="009B44A9" w:rsidRDefault="00E76AB9" w:rsidP="007940B1">
      <w:pPr>
        <w:pStyle w:val="Heading1"/>
        <w:spacing w:before="60"/>
        <w:jc w:val="both"/>
      </w:pPr>
      <w:r w:rsidRPr="009B44A9">
        <w:t>говорение:</w:t>
      </w:r>
    </w:p>
    <w:p w:rsidR="00E76AB9" w:rsidRPr="009B44A9" w:rsidRDefault="00E76AB9" w:rsidP="007940B1">
      <w:pPr>
        <w:pStyle w:val="BodyText"/>
        <w:spacing w:before="60" w:line="292" w:lineRule="auto"/>
        <w:ind w:right="196" w:firstLine="180"/>
        <w:jc w:val="both"/>
      </w:pPr>
      <w:r w:rsidRPr="009B44A9">
        <w:rPr>
          <w:i/>
        </w:rPr>
        <w:t xml:space="preserve">вести разные виды диалогов </w:t>
      </w:r>
      <w:r w:rsidRPr="009B44A9">
        <w:t>(диалог этикетного характера, диалог-побуждение к действию, диалог-</w:t>
      </w:r>
      <w:r w:rsidRPr="009B44A9">
        <w:rPr>
          <w:spacing w:val="-57"/>
        </w:rPr>
        <w:t xml:space="preserve"> </w:t>
      </w:r>
      <w:r w:rsidRPr="009B44A9">
        <w:t>расспрос; комбинированный диалог, включающий различные виды диалогов) в рамках тематического</w:t>
      </w:r>
      <w:r w:rsidRPr="009B44A9">
        <w:rPr>
          <w:spacing w:val="-58"/>
        </w:rPr>
        <w:t xml:space="preserve"> </w:t>
      </w:r>
      <w:r w:rsidRPr="009B44A9">
        <w:t>содержания речи в стандартных ситуациях неофициального общения, с вербальными и/или</w:t>
      </w:r>
      <w:r w:rsidRPr="009B44A9">
        <w:rPr>
          <w:spacing w:val="1"/>
        </w:rPr>
        <w:t xml:space="preserve"> </w:t>
      </w:r>
      <w:r w:rsidRPr="009B44A9">
        <w:t>зрительными опорами, с соблюдением норм речевого этикета, принятого</w:t>
      </w:r>
      <w:r w:rsidRPr="009B44A9">
        <w:rPr>
          <w:spacing w:val="1"/>
        </w:rPr>
        <w:t xml:space="preserve"> </w:t>
      </w:r>
      <w:r w:rsidRPr="009B44A9">
        <w:t>в</w:t>
      </w:r>
      <w:r w:rsidRPr="009B44A9">
        <w:rPr>
          <w:spacing w:val="60"/>
        </w:rPr>
        <w:t xml:space="preserve"> </w:t>
      </w:r>
      <w:r w:rsidRPr="009B44A9">
        <w:t>стране/странах</w:t>
      </w:r>
      <w:r w:rsidRPr="009B44A9">
        <w:rPr>
          <w:spacing w:val="1"/>
        </w:rPr>
        <w:t xml:space="preserve"> </w:t>
      </w:r>
      <w:r w:rsidRPr="009B44A9">
        <w:t>изучаемого</w:t>
      </w:r>
      <w:r w:rsidRPr="009B44A9">
        <w:rPr>
          <w:spacing w:val="59"/>
        </w:rPr>
        <w:t xml:space="preserve"> </w:t>
      </w:r>
      <w:r w:rsidRPr="009B44A9">
        <w:t>языка (</w:t>
      </w:r>
      <w:r w:rsidRPr="009B44A9">
        <w:rPr>
          <w:i/>
        </w:rPr>
        <w:t>до</w:t>
      </w:r>
      <w:r w:rsidRPr="009B44A9">
        <w:rPr>
          <w:i/>
          <w:spacing w:val="-1"/>
        </w:rPr>
        <w:t xml:space="preserve"> </w:t>
      </w:r>
      <w:r w:rsidRPr="009B44A9">
        <w:rPr>
          <w:i/>
        </w:rPr>
        <w:t>4 реплик</w:t>
      </w:r>
      <w:r w:rsidRPr="009B44A9">
        <w:rPr>
          <w:i/>
          <w:spacing w:val="-1"/>
        </w:rPr>
        <w:t xml:space="preserve"> </w:t>
      </w:r>
      <w:r w:rsidRPr="009B44A9">
        <w:rPr>
          <w:i/>
        </w:rPr>
        <w:t>со стороны</w:t>
      </w:r>
      <w:r w:rsidRPr="009B44A9">
        <w:rPr>
          <w:i/>
          <w:spacing w:val="-2"/>
        </w:rPr>
        <w:t xml:space="preserve"> </w:t>
      </w:r>
      <w:r w:rsidRPr="009B44A9">
        <w:rPr>
          <w:i/>
        </w:rPr>
        <w:t>каждого собеседника</w:t>
      </w:r>
      <w:r w:rsidRPr="009B44A9">
        <w:t>);</w:t>
      </w:r>
    </w:p>
    <w:p w:rsidR="00E76AB9" w:rsidRPr="009B44A9" w:rsidRDefault="00E76AB9" w:rsidP="007940B1">
      <w:pPr>
        <w:spacing w:line="292" w:lineRule="auto"/>
        <w:ind w:left="106" w:right="677" w:firstLine="180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создавать разные виды монологических высказываний: описание предмета или человека, в том</w:t>
      </w:r>
      <w:r w:rsidRPr="009B44A9">
        <w:rPr>
          <w:i/>
          <w:spacing w:val="-58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числе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портрет-характеристика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конкретного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человека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или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литературного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персонажа);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повествование/сообщение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вербальными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и/или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зрительными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опорами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рамках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тематического</w:t>
      </w:r>
    </w:p>
    <w:p w:rsidR="00E76AB9" w:rsidRPr="009B44A9" w:rsidRDefault="00E76AB9" w:rsidP="007940B1">
      <w:pPr>
        <w:spacing w:line="275" w:lineRule="exact"/>
        <w:jc w:val="both"/>
        <w:rPr>
          <w:sz w:val="24"/>
          <w:szCs w:val="24"/>
        </w:rPr>
        <w:sectPr w:rsidR="00E76AB9" w:rsidRPr="009B44A9">
          <w:pgSz w:w="11900" w:h="16840"/>
          <w:pgMar w:top="50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spacing w:before="70" w:line="292" w:lineRule="auto"/>
        <w:ind w:left="106" w:right="527"/>
        <w:jc w:val="both"/>
        <w:rPr>
          <w:i/>
          <w:sz w:val="24"/>
          <w:szCs w:val="24"/>
        </w:rPr>
      </w:pPr>
      <w:r w:rsidRPr="009B44A9">
        <w:rPr>
          <w:i/>
          <w:sz w:val="24"/>
          <w:szCs w:val="24"/>
        </w:rPr>
        <w:t>содержания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речи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(объем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монологического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7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фраз);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излагать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общее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содержание</w:t>
      </w:r>
      <w:r w:rsidRPr="009B44A9">
        <w:rPr>
          <w:i/>
          <w:spacing w:val="-57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прочитанного текста с вербальными и /или зрительными опорами (объем — 7 фраз); кратко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излагать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результаты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выполненной проектной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работы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(объем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 7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фраз);</w:t>
      </w:r>
    </w:p>
    <w:p w:rsidR="00E76AB9" w:rsidRPr="009B44A9" w:rsidRDefault="00E76AB9" w:rsidP="007940B1">
      <w:pPr>
        <w:spacing w:line="292" w:lineRule="auto"/>
        <w:ind w:left="106" w:right="133" w:firstLine="180"/>
        <w:jc w:val="both"/>
        <w:rPr>
          <w:sz w:val="24"/>
          <w:szCs w:val="24"/>
        </w:rPr>
      </w:pPr>
      <w:r w:rsidRPr="009B44A9">
        <w:rPr>
          <w:b/>
          <w:sz w:val="24"/>
          <w:szCs w:val="24"/>
        </w:rPr>
        <w:t xml:space="preserve">аудирование: </w:t>
      </w:r>
      <w:r w:rsidRPr="009B44A9">
        <w:rPr>
          <w:i/>
          <w:sz w:val="24"/>
          <w:szCs w:val="24"/>
        </w:rPr>
        <w:t xml:space="preserve">воспринимать на слух и понимать </w:t>
      </w:r>
      <w:r w:rsidRPr="009B44A9">
        <w:rPr>
          <w:sz w:val="24"/>
          <w:szCs w:val="24"/>
        </w:rPr>
        <w:t>несложные аутентичные тексты, содержащие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отдельные незнакомые слова, в зависимости от поставленной коммуникативной задачи: с пониманием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основного содержания, с пониманием запрашиваемой информации (</w:t>
      </w:r>
      <w:r w:rsidRPr="009B44A9">
        <w:rPr>
          <w:i/>
          <w:sz w:val="24"/>
          <w:szCs w:val="24"/>
        </w:rPr>
        <w:t>время звучания текста/текстов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аудирования — до 1 минуты</w:t>
      </w:r>
      <w:r w:rsidRPr="009B44A9">
        <w:rPr>
          <w:sz w:val="24"/>
          <w:szCs w:val="24"/>
        </w:rPr>
        <w:t>);</w:t>
      </w:r>
    </w:p>
    <w:p w:rsidR="00E76AB9" w:rsidRPr="009B44A9" w:rsidRDefault="00E76AB9" w:rsidP="007940B1">
      <w:pPr>
        <w:spacing w:line="292" w:lineRule="auto"/>
        <w:ind w:left="106" w:right="130" w:firstLine="180"/>
        <w:jc w:val="both"/>
        <w:rPr>
          <w:sz w:val="24"/>
          <w:szCs w:val="24"/>
        </w:rPr>
      </w:pPr>
      <w:r w:rsidRPr="009B44A9">
        <w:rPr>
          <w:b/>
          <w:sz w:val="24"/>
          <w:szCs w:val="24"/>
        </w:rPr>
        <w:t xml:space="preserve">смысловое чтение: </w:t>
      </w:r>
      <w:r w:rsidRPr="009B44A9">
        <w:rPr>
          <w:i/>
          <w:sz w:val="24"/>
          <w:szCs w:val="24"/>
        </w:rPr>
        <w:t xml:space="preserve">читать про себя и понимать </w:t>
      </w:r>
      <w:r w:rsidRPr="009B44A9">
        <w:rPr>
          <w:sz w:val="24"/>
          <w:szCs w:val="24"/>
        </w:rPr>
        <w:t>несложные аутентичные тексты, содержащие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отдельные незнакомые слова, с различной глубиной проникновения в их содержание в зависимости от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поставленной коммуникативной задачи: с пониманием основного содержания, с пониманием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нужной/запрашиваемой информации, с полным пониманием информации, представленной в тексте в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эксплицитной/явной форме (</w:t>
      </w:r>
      <w:r w:rsidRPr="009B44A9">
        <w:rPr>
          <w:i/>
          <w:sz w:val="24"/>
          <w:szCs w:val="24"/>
        </w:rPr>
        <w:t>объем текста/текстов для чтения — до 200 слов</w:t>
      </w:r>
      <w:r w:rsidRPr="009B44A9">
        <w:rPr>
          <w:sz w:val="24"/>
          <w:szCs w:val="24"/>
        </w:rPr>
        <w:t xml:space="preserve">); </w:t>
      </w:r>
      <w:r w:rsidRPr="009B44A9">
        <w:rPr>
          <w:i/>
          <w:sz w:val="24"/>
          <w:szCs w:val="24"/>
        </w:rPr>
        <w:t>читать про себя</w:t>
      </w:r>
      <w:r w:rsidRPr="009B44A9">
        <w:rPr>
          <w:i/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несплошные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тексты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(таблицы,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диаграммы)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понимать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представленную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них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информацию;</w:t>
      </w:r>
    </w:p>
    <w:p w:rsidR="00E76AB9" w:rsidRPr="009B44A9" w:rsidRDefault="00E76AB9" w:rsidP="007940B1">
      <w:pPr>
        <w:pStyle w:val="BodyText"/>
        <w:spacing w:line="292" w:lineRule="auto"/>
        <w:ind w:right="272" w:firstLine="180"/>
        <w:jc w:val="both"/>
      </w:pPr>
      <w:r w:rsidRPr="009B44A9">
        <w:rPr>
          <w:b/>
        </w:rPr>
        <w:t xml:space="preserve">письменная речь: </w:t>
      </w:r>
      <w:r w:rsidRPr="009B44A9">
        <w:rPr>
          <w:i/>
        </w:rPr>
        <w:t xml:space="preserve">заполнять </w:t>
      </w:r>
      <w:r w:rsidRPr="009B44A9">
        <w:t xml:space="preserve">анкеты и формуляры с указанием личной информации; </w:t>
      </w:r>
      <w:r w:rsidRPr="009B44A9">
        <w:rPr>
          <w:i/>
        </w:rPr>
        <w:t>писать</w:t>
      </w:r>
      <w:r w:rsidRPr="009B44A9">
        <w:rPr>
          <w:i/>
          <w:spacing w:val="1"/>
        </w:rPr>
        <w:t xml:space="preserve"> </w:t>
      </w:r>
      <w:r w:rsidRPr="009B44A9">
        <w:t>электронное сообщение личного характера, соблюдая речевой этикет, принятый в стране/странах</w:t>
      </w:r>
      <w:r w:rsidRPr="009B44A9">
        <w:rPr>
          <w:spacing w:val="1"/>
        </w:rPr>
        <w:t xml:space="preserve"> </w:t>
      </w:r>
      <w:r w:rsidRPr="009B44A9">
        <w:t xml:space="preserve">изучаемого языка (объем сообщения — до 75 слов); </w:t>
      </w:r>
      <w:r w:rsidRPr="009B44A9">
        <w:rPr>
          <w:i/>
        </w:rPr>
        <w:t xml:space="preserve">создавать </w:t>
      </w:r>
      <w:r w:rsidRPr="009B44A9">
        <w:t>небольшое письменное высказывание</w:t>
      </w:r>
      <w:r w:rsidRPr="009B44A9">
        <w:rPr>
          <w:spacing w:val="-57"/>
        </w:rPr>
        <w:t xml:space="preserve"> </w:t>
      </w:r>
      <w:r w:rsidRPr="009B44A9">
        <w:t>с</w:t>
      </w:r>
      <w:r w:rsidRPr="009B44A9">
        <w:rPr>
          <w:spacing w:val="-2"/>
        </w:rPr>
        <w:t xml:space="preserve"> </w:t>
      </w:r>
      <w:r w:rsidRPr="009B44A9">
        <w:t>опорой</w:t>
      </w:r>
      <w:r w:rsidRPr="009B44A9">
        <w:rPr>
          <w:spacing w:val="-1"/>
        </w:rPr>
        <w:t xml:space="preserve"> </w:t>
      </w:r>
      <w:r w:rsidRPr="009B44A9">
        <w:t>на</w:t>
      </w:r>
      <w:r w:rsidRPr="009B44A9">
        <w:rPr>
          <w:spacing w:val="-1"/>
        </w:rPr>
        <w:t xml:space="preserve"> </w:t>
      </w:r>
      <w:r w:rsidRPr="009B44A9">
        <w:t>образец,</w:t>
      </w:r>
      <w:r w:rsidRPr="009B44A9">
        <w:rPr>
          <w:spacing w:val="-1"/>
        </w:rPr>
        <w:t xml:space="preserve"> </w:t>
      </w:r>
      <w:r w:rsidRPr="009B44A9">
        <w:t>план,</w:t>
      </w:r>
      <w:r w:rsidRPr="009B44A9">
        <w:rPr>
          <w:spacing w:val="-1"/>
        </w:rPr>
        <w:t xml:space="preserve"> </w:t>
      </w:r>
      <w:r w:rsidRPr="009B44A9">
        <w:t>ключевые</w:t>
      </w:r>
      <w:r w:rsidRPr="009B44A9">
        <w:rPr>
          <w:spacing w:val="-1"/>
        </w:rPr>
        <w:t xml:space="preserve"> </w:t>
      </w:r>
      <w:r w:rsidRPr="009B44A9">
        <w:t>слова,</w:t>
      </w:r>
      <w:r w:rsidRPr="009B44A9">
        <w:rPr>
          <w:spacing w:val="-1"/>
        </w:rPr>
        <w:t xml:space="preserve"> </w:t>
      </w:r>
      <w:r w:rsidRPr="009B44A9">
        <w:t>таблицу</w:t>
      </w:r>
      <w:r w:rsidRPr="009B44A9">
        <w:rPr>
          <w:spacing w:val="-1"/>
        </w:rPr>
        <w:t xml:space="preserve"> </w:t>
      </w:r>
      <w:r w:rsidRPr="009B44A9">
        <w:t>(объем</w:t>
      </w:r>
      <w:r w:rsidRPr="009B44A9">
        <w:rPr>
          <w:spacing w:val="-1"/>
        </w:rPr>
        <w:t xml:space="preserve"> </w:t>
      </w:r>
      <w:r w:rsidRPr="009B44A9">
        <w:t>высказывания</w:t>
      </w:r>
      <w:r w:rsidRPr="009B44A9">
        <w:rPr>
          <w:spacing w:val="-2"/>
        </w:rPr>
        <w:t xml:space="preserve"> </w:t>
      </w:r>
      <w:r w:rsidRPr="009B44A9">
        <w:t>—</w:t>
      </w:r>
      <w:r w:rsidRPr="009B44A9">
        <w:rPr>
          <w:spacing w:val="-1"/>
        </w:rPr>
        <w:t xml:space="preserve"> </w:t>
      </w:r>
      <w:r w:rsidRPr="009B44A9">
        <w:t>до</w:t>
      </w:r>
      <w:r w:rsidRPr="009B44A9">
        <w:rPr>
          <w:spacing w:val="-1"/>
        </w:rPr>
        <w:t xml:space="preserve"> </w:t>
      </w:r>
      <w:r w:rsidRPr="009B44A9">
        <w:t>75</w:t>
      </w:r>
      <w:r w:rsidRPr="009B44A9">
        <w:rPr>
          <w:spacing w:val="-1"/>
        </w:rPr>
        <w:t xml:space="preserve"> </w:t>
      </w:r>
      <w:r w:rsidRPr="009B44A9">
        <w:t>слов).</w:t>
      </w:r>
    </w:p>
    <w:p w:rsidR="00E76AB9" w:rsidRPr="009B44A9" w:rsidRDefault="00E76AB9" w:rsidP="007940B1">
      <w:pPr>
        <w:pStyle w:val="Heading1"/>
        <w:spacing w:before="110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0" w:line="292" w:lineRule="auto"/>
        <w:ind w:left="106" w:right="195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владеть </w:t>
      </w:r>
      <w:r w:rsidRPr="009B44A9">
        <w:rPr>
          <w:b/>
          <w:sz w:val="24"/>
          <w:szCs w:val="24"/>
        </w:rPr>
        <w:t xml:space="preserve">фонетическими навыками: </w:t>
      </w:r>
      <w:r w:rsidRPr="009B44A9">
        <w:rPr>
          <w:sz w:val="24"/>
          <w:szCs w:val="24"/>
        </w:rPr>
        <w:t>различать на слухи адекватно, без ошибок, ведущих к сбою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коммуникации, </w:t>
      </w:r>
      <w:r w:rsidRPr="009B44A9">
        <w:rPr>
          <w:i/>
          <w:sz w:val="24"/>
          <w:szCs w:val="24"/>
        </w:rPr>
        <w:t xml:space="preserve">произносить </w:t>
      </w:r>
      <w:r w:rsidRPr="009B44A9">
        <w:rPr>
          <w:sz w:val="24"/>
          <w:szCs w:val="24"/>
        </w:rPr>
        <w:t>слова с правильным ударением и фразы с соблюдением их ритмико-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интонационных особенностей, в том числе применять правило отсутствия ударения на служебных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словах; выразительно читать вслухнебольшие аутентичные тексты объемом до 80 слов, построенные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 изученном языковом материале, с соблюдением правил чтения и соответствующей интонацией;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читать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новые слова согласно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основным правилам чтения;</w:t>
      </w:r>
    </w:p>
    <w:p w:rsidR="00E76AB9" w:rsidRPr="009B44A9" w:rsidRDefault="00E76AB9" w:rsidP="007940B1">
      <w:pPr>
        <w:spacing w:line="272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орфографическими</w:t>
      </w:r>
      <w:r w:rsidRPr="009B44A9">
        <w:rPr>
          <w:b/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навыками: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правильно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выученные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слова;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rPr>
          <w:i/>
        </w:rPr>
        <w:t>владеть</w:t>
      </w:r>
      <w:r w:rsidRPr="009B44A9">
        <w:rPr>
          <w:i/>
          <w:spacing w:val="-5"/>
        </w:rPr>
        <w:t xml:space="preserve"> </w:t>
      </w:r>
      <w:r w:rsidRPr="009B44A9">
        <w:rPr>
          <w:b/>
        </w:rPr>
        <w:t>пунктуационными</w:t>
      </w:r>
      <w:r w:rsidRPr="009B44A9">
        <w:rPr>
          <w:b/>
          <w:spacing w:val="-8"/>
        </w:rPr>
        <w:t xml:space="preserve"> </w:t>
      </w:r>
      <w:r w:rsidRPr="009B44A9">
        <w:t>навыками:</w:t>
      </w:r>
      <w:r w:rsidRPr="009B44A9">
        <w:rPr>
          <w:spacing w:val="-6"/>
        </w:rPr>
        <w:t xml:space="preserve"> </w:t>
      </w:r>
      <w:r w:rsidRPr="009B44A9">
        <w:t>использовать</w:t>
      </w:r>
      <w:r w:rsidRPr="009B44A9">
        <w:rPr>
          <w:spacing w:val="-7"/>
        </w:rPr>
        <w:t xml:space="preserve"> </w:t>
      </w:r>
      <w:r w:rsidRPr="009B44A9">
        <w:t>точку,</w:t>
      </w:r>
      <w:r w:rsidRPr="009B44A9">
        <w:rPr>
          <w:spacing w:val="-6"/>
        </w:rPr>
        <w:t xml:space="preserve"> </w:t>
      </w:r>
      <w:r w:rsidRPr="009B44A9">
        <w:t>вопросительный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6"/>
        </w:rPr>
        <w:t xml:space="preserve"> </w:t>
      </w:r>
      <w:r w:rsidRPr="009B44A9">
        <w:t>восклицательный</w:t>
      </w:r>
      <w:r w:rsidRPr="009B44A9">
        <w:rPr>
          <w:spacing w:val="-57"/>
        </w:rPr>
        <w:t xml:space="preserve"> </w:t>
      </w:r>
      <w:r w:rsidRPr="009B44A9">
        <w:t>знаки в конце предложения, запятую при перечислении и обращении, апостроф; пунктуационно</w:t>
      </w:r>
      <w:r w:rsidRPr="009B44A9">
        <w:rPr>
          <w:spacing w:val="1"/>
        </w:rPr>
        <w:t xml:space="preserve"> </w:t>
      </w:r>
      <w:r w:rsidRPr="009B44A9">
        <w:t>правильно</w:t>
      </w:r>
      <w:r w:rsidRPr="009B44A9">
        <w:rPr>
          <w:spacing w:val="-1"/>
        </w:rPr>
        <w:t xml:space="preserve"> </w:t>
      </w:r>
      <w:r w:rsidRPr="009B44A9">
        <w:t>оформлять</w:t>
      </w:r>
      <w:r w:rsidRPr="009B44A9">
        <w:rPr>
          <w:spacing w:val="-1"/>
        </w:rPr>
        <w:t xml:space="preserve"> </w:t>
      </w:r>
      <w:r w:rsidRPr="009B44A9">
        <w:t>электронное</w:t>
      </w:r>
      <w:r w:rsidRPr="009B44A9">
        <w:rPr>
          <w:spacing w:val="-1"/>
        </w:rPr>
        <w:t xml:space="preserve"> </w:t>
      </w:r>
      <w:r w:rsidRPr="009B44A9">
        <w:t>сообщение личного характера;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line="292" w:lineRule="auto"/>
        <w:ind w:left="106" w:right="512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распознавать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звучащем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650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лексических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единиц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(слов,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словосочетаний,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речевых клише) и правильно употреблять в устной и письменной речи 600 лексических единиц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обслуживающих ситуации общения в рамках тематического содержания, с соблюдением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существующей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нормы лексической сочетаемости;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распознавать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звучащем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письменном</w:t>
      </w:r>
      <w:r w:rsidRPr="009B44A9">
        <w:rPr>
          <w:spacing w:val="-2"/>
        </w:rPr>
        <w:t xml:space="preserve"> </w:t>
      </w:r>
      <w:r w:rsidRPr="009B44A9">
        <w:t>тексте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употреблять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устной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6" w:line="292" w:lineRule="auto"/>
        <w:ind w:right="522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изученные многозначные лексические единицы, синонимы, антонимы, наиболее частотные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фразовые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глаголы;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7" w:line="292" w:lineRule="auto"/>
        <w:ind w:right="317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различные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средства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связи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обеспечения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логичности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целостности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высказывания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(d’abord,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ensuite,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encore, donc и др.);</w:t>
      </w:r>
    </w:p>
    <w:p w:rsidR="00E76AB9" w:rsidRPr="009B44A9" w:rsidRDefault="00E76AB9" w:rsidP="007940B1">
      <w:pPr>
        <w:pStyle w:val="BodyText"/>
        <w:spacing w:before="107"/>
        <w:ind w:left="286"/>
        <w:jc w:val="both"/>
      </w:pPr>
      <w:r w:rsidRPr="009B44A9">
        <w:t>распознавать</w:t>
      </w:r>
      <w:r w:rsidRPr="009B44A9">
        <w:rPr>
          <w:spacing w:val="-6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образовывать</w:t>
      </w:r>
      <w:r w:rsidRPr="009B44A9">
        <w:rPr>
          <w:spacing w:val="-5"/>
        </w:rPr>
        <w:t xml:space="preserve"> </w:t>
      </w:r>
      <w:r w:rsidRPr="009B44A9">
        <w:t>родственные</w:t>
      </w:r>
      <w:r w:rsidRPr="009B44A9">
        <w:rPr>
          <w:spacing w:val="-4"/>
        </w:rPr>
        <w:t xml:space="preserve"> </w:t>
      </w:r>
      <w:r w:rsidRPr="009B44A9">
        <w:t>слова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5"/>
        </w:rPr>
        <w:t xml:space="preserve"> </w:t>
      </w:r>
      <w:r w:rsidRPr="009B44A9">
        <w:t>использованием</w:t>
      </w:r>
      <w:r w:rsidRPr="009B44A9">
        <w:rPr>
          <w:spacing w:val="-4"/>
        </w:rPr>
        <w:t xml:space="preserve"> </w:t>
      </w:r>
      <w:r w:rsidRPr="009B44A9">
        <w:t>аффиксации: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имен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прилагательных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помощью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-al/-ale;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 w:line="292" w:lineRule="auto"/>
        <w:ind w:right="23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глаголов, имен существительных, имен прилагательных и наречий с помощью отрицательных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префиксов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in-/im-, dé-/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dés-;</w:t>
      </w:r>
    </w:p>
    <w:p w:rsidR="00E76AB9" w:rsidRPr="009B44A9" w:rsidRDefault="00E76AB9" w:rsidP="007940B1">
      <w:pPr>
        <w:pStyle w:val="BodyText"/>
        <w:spacing w:before="107" w:line="292" w:lineRule="auto"/>
        <w:ind w:right="560" w:firstLine="180"/>
        <w:jc w:val="both"/>
      </w:pPr>
      <w:r w:rsidRPr="009B44A9">
        <w:t>Распознавать в звучащем и письменном тексте и образовывать сложные существительные путём</w:t>
      </w:r>
      <w:r w:rsidRPr="009B44A9">
        <w:rPr>
          <w:spacing w:val="-58"/>
        </w:rPr>
        <w:t xml:space="preserve"> </w:t>
      </w:r>
      <w:r w:rsidRPr="009B44A9">
        <w:t>словосложения: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4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74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существительное</w:t>
      </w:r>
      <w:r w:rsidRPr="009B44A9">
        <w:rPr>
          <w:spacing w:val="-8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8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(télécarte);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существительное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предлог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(sac-à-dos);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прилагательное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(cybercafé);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местоимение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(rendez-vous);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(passe-temps);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9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предлог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+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существительное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(sous-sol);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before="168" w:line="292" w:lineRule="auto"/>
        <w:ind w:left="106" w:right="1202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знать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пониматьособенности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структуры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простых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сложных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различных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типов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предложений французского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распознавать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письменном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звучащем</w:t>
      </w:r>
      <w:r w:rsidRPr="009B44A9">
        <w:rPr>
          <w:spacing w:val="-2"/>
        </w:rPr>
        <w:t xml:space="preserve"> </w:t>
      </w:r>
      <w:r w:rsidRPr="009B44A9">
        <w:t>тексте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употреблять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устной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—plus-que-parfait</w:t>
      </w:r>
      <w:r w:rsidRPr="009B44A9">
        <w:rPr>
          <w:spacing w:val="-8"/>
        </w:rPr>
        <w:t xml:space="preserve"> </w:t>
      </w:r>
      <w:r w:rsidRPr="009B44A9">
        <w:t>(предпрошедшее</w:t>
      </w:r>
      <w:r w:rsidRPr="009B44A9">
        <w:rPr>
          <w:spacing w:val="-7"/>
        </w:rPr>
        <w:t xml:space="preserve"> </w:t>
      </w:r>
      <w:r w:rsidRPr="009B44A9">
        <w:t>время);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—futur</w:t>
      </w:r>
      <w:r w:rsidRPr="009B44A9">
        <w:rPr>
          <w:spacing w:val="-5"/>
        </w:rPr>
        <w:t xml:space="preserve"> </w:t>
      </w:r>
      <w:r w:rsidRPr="009B44A9">
        <w:t>simple</w:t>
      </w:r>
      <w:r w:rsidRPr="009B44A9">
        <w:rPr>
          <w:spacing w:val="-3"/>
        </w:rPr>
        <w:t xml:space="preserve"> </w:t>
      </w:r>
      <w:r w:rsidRPr="009B44A9">
        <w:t>(будущее</w:t>
      </w:r>
      <w:r w:rsidRPr="009B44A9">
        <w:rPr>
          <w:spacing w:val="-3"/>
        </w:rPr>
        <w:t xml:space="preserve"> </w:t>
      </w:r>
      <w:r w:rsidRPr="009B44A9">
        <w:t>простое</w:t>
      </w:r>
      <w:r w:rsidRPr="009B44A9">
        <w:rPr>
          <w:spacing w:val="-3"/>
        </w:rPr>
        <w:t xml:space="preserve"> </w:t>
      </w:r>
      <w:r w:rsidRPr="009B44A9">
        <w:t>время);</w:t>
      </w:r>
    </w:p>
    <w:p w:rsidR="00E76AB9" w:rsidRPr="009B44A9" w:rsidRDefault="00E76AB9" w:rsidP="007940B1">
      <w:pPr>
        <w:pStyle w:val="BodyText"/>
        <w:spacing w:before="60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согласование</w:t>
      </w:r>
      <w:r w:rsidRPr="009B44A9">
        <w:rPr>
          <w:spacing w:val="-4"/>
          <w:lang w:val="fr-FR"/>
        </w:rPr>
        <w:t xml:space="preserve"> </w:t>
      </w:r>
      <w:r w:rsidRPr="009B44A9">
        <w:t>времён</w:t>
      </w:r>
      <w:r w:rsidRPr="009B44A9">
        <w:rPr>
          <w:spacing w:val="-3"/>
          <w:lang w:val="fr-FR"/>
        </w:rPr>
        <w:t xml:space="preserve"> </w:t>
      </w:r>
      <w:r w:rsidRPr="009B44A9">
        <w:t>в</w:t>
      </w:r>
      <w:r w:rsidRPr="009B44A9">
        <w:rPr>
          <w:spacing w:val="-4"/>
          <w:lang w:val="fr-FR"/>
        </w:rPr>
        <w:t xml:space="preserve"> </w:t>
      </w:r>
      <w:r w:rsidRPr="009B44A9">
        <w:t>косвенной</w:t>
      </w:r>
      <w:r w:rsidRPr="009B44A9">
        <w:rPr>
          <w:spacing w:val="-3"/>
          <w:lang w:val="fr-FR"/>
        </w:rPr>
        <w:t xml:space="preserve"> </w:t>
      </w:r>
      <w:r w:rsidRPr="009B44A9">
        <w:t>речи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(concordance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des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temps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dans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le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discours</w:t>
      </w:r>
      <w:r w:rsidRPr="009B44A9">
        <w:rPr>
          <w:spacing w:val="-3"/>
          <w:lang w:val="fr-FR"/>
        </w:rPr>
        <w:t xml:space="preserve"> </w:t>
      </w:r>
      <w:r w:rsidRPr="009B44A9">
        <w:rPr>
          <w:lang w:val="fr-FR"/>
        </w:rPr>
        <w:t>indirect);</w:t>
      </w:r>
    </w:p>
    <w:p w:rsidR="00E76AB9" w:rsidRPr="009B44A9" w:rsidRDefault="00E76AB9" w:rsidP="007940B1">
      <w:pPr>
        <w:pStyle w:val="BodyText"/>
        <w:spacing w:before="60"/>
        <w:ind w:left="286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неопределённое</w:t>
      </w:r>
      <w:r w:rsidRPr="009B44A9">
        <w:rPr>
          <w:spacing w:val="-4"/>
          <w:lang w:val="fr-FR"/>
        </w:rPr>
        <w:t xml:space="preserve"> </w:t>
      </w:r>
      <w:r w:rsidRPr="009B44A9">
        <w:t>местоимение</w:t>
      </w:r>
      <w:r w:rsidRPr="009B44A9">
        <w:rPr>
          <w:spacing w:val="-4"/>
          <w:lang w:val="fr-FR"/>
        </w:rPr>
        <w:t xml:space="preserve"> </w:t>
      </w:r>
      <w:r w:rsidRPr="009B44A9">
        <w:rPr>
          <w:lang w:val="fr-FR"/>
        </w:rPr>
        <w:t>tout;</w:t>
      </w:r>
    </w:p>
    <w:p w:rsidR="00E76AB9" w:rsidRPr="009B44A9" w:rsidRDefault="00E76AB9" w:rsidP="007940B1">
      <w:pPr>
        <w:pStyle w:val="BodyText"/>
        <w:spacing w:before="60" w:line="292" w:lineRule="auto"/>
        <w:ind w:right="1555" w:firstLine="180"/>
        <w:jc w:val="both"/>
        <w:rPr>
          <w:lang w:val="fr-FR"/>
        </w:rPr>
      </w:pPr>
      <w:r w:rsidRPr="009B44A9">
        <w:rPr>
          <w:lang w:val="fr-FR"/>
        </w:rPr>
        <w:t>—</w:t>
      </w:r>
      <w:r w:rsidRPr="009B44A9">
        <w:t>согласование</w:t>
      </w:r>
      <w:r w:rsidRPr="009B44A9">
        <w:rPr>
          <w:lang w:val="fr-FR"/>
        </w:rPr>
        <w:t xml:space="preserve"> </w:t>
      </w:r>
      <w:r w:rsidRPr="009B44A9">
        <w:t>глагольных</w:t>
      </w:r>
      <w:r w:rsidRPr="009B44A9">
        <w:rPr>
          <w:lang w:val="fr-FR"/>
        </w:rPr>
        <w:t xml:space="preserve"> </w:t>
      </w:r>
      <w:r w:rsidRPr="009B44A9">
        <w:t>времён</w:t>
      </w:r>
      <w:r w:rsidRPr="009B44A9">
        <w:rPr>
          <w:lang w:val="fr-FR"/>
        </w:rPr>
        <w:t xml:space="preserve"> </w:t>
      </w:r>
      <w:r w:rsidRPr="009B44A9">
        <w:t>при</w:t>
      </w:r>
      <w:r w:rsidRPr="009B44A9">
        <w:rPr>
          <w:lang w:val="fr-FR"/>
        </w:rPr>
        <w:t xml:space="preserve"> </w:t>
      </w:r>
      <w:r w:rsidRPr="009B44A9">
        <w:t>косвенном</w:t>
      </w:r>
      <w:r w:rsidRPr="009B44A9">
        <w:rPr>
          <w:lang w:val="fr-FR"/>
        </w:rPr>
        <w:t xml:space="preserve"> </w:t>
      </w:r>
      <w:r w:rsidRPr="009B44A9">
        <w:t>вопросе</w:t>
      </w:r>
      <w:r w:rsidRPr="009B44A9">
        <w:rPr>
          <w:lang w:val="fr-FR"/>
        </w:rPr>
        <w:t xml:space="preserve"> (concordance des temps dans</w:t>
      </w:r>
      <w:r w:rsidRPr="009B44A9">
        <w:rPr>
          <w:spacing w:val="-57"/>
          <w:lang w:val="fr-FR"/>
        </w:rPr>
        <w:t xml:space="preserve"> </w:t>
      </w:r>
      <w:r w:rsidRPr="009B44A9">
        <w:rPr>
          <w:lang w:val="fr-FR"/>
        </w:rPr>
        <w:t>l’interrogation</w:t>
      </w:r>
      <w:r w:rsidRPr="009B44A9">
        <w:rPr>
          <w:spacing w:val="-1"/>
          <w:lang w:val="fr-FR"/>
        </w:rPr>
        <w:t xml:space="preserve"> </w:t>
      </w:r>
      <w:r w:rsidRPr="009B44A9">
        <w:rPr>
          <w:lang w:val="fr-FR"/>
        </w:rPr>
        <w:t>indirecte);</w:t>
      </w:r>
    </w:p>
    <w:p w:rsidR="00E76AB9" w:rsidRPr="009B44A9" w:rsidRDefault="00E76AB9" w:rsidP="007940B1">
      <w:pPr>
        <w:pStyle w:val="BodyText"/>
        <w:spacing w:line="292" w:lineRule="auto"/>
        <w:ind w:right="470" w:firstLine="180"/>
        <w:jc w:val="both"/>
      </w:pPr>
      <w:r w:rsidRPr="009B44A9">
        <w:t>—глагольные времена после si условного и после si, вводящего косвенную речь (emploi des temps</w:t>
      </w:r>
      <w:r w:rsidRPr="009B44A9">
        <w:rPr>
          <w:spacing w:val="-58"/>
        </w:rPr>
        <w:t xml:space="preserve"> </w:t>
      </w:r>
      <w:r w:rsidRPr="009B44A9">
        <w:t>après</w:t>
      </w:r>
      <w:r w:rsidRPr="009B44A9">
        <w:rPr>
          <w:spacing w:val="-1"/>
        </w:rPr>
        <w:t xml:space="preserve"> </w:t>
      </w:r>
      <w:r w:rsidRPr="009B44A9">
        <w:t>si);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—предлог</w:t>
      </w:r>
      <w:r w:rsidRPr="009B44A9">
        <w:rPr>
          <w:spacing w:val="-4"/>
        </w:rPr>
        <w:t xml:space="preserve"> </w:t>
      </w:r>
      <w:r w:rsidRPr="009B44A9">
        <w:t>«de»</w:t>
      </w:r>
      <w:r w:rsidRPr="009B44A9">
        <w:rPr>
          <w:spacing w:val="-3"/>
        </w:rPr>
        <w:t xml:space="preserve"> </w:t>
      </w:r>
      <w:r w:rsidRPr="009B44A9">
        <w:t>после</w:t>
      </w:r>
      <w:r w:rsidRPr="009B44A9">
        <w:rPr>
          <w:spacing w:val="-3"/>
        </w:rPr>
        <w:t xml:space="preserve"> </w:t>
      </w:r>
      <w:r w:rsidRPr="009B44A9">
        <w:t>слов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выражений,</w:t>
      </w:r>
      <w:r w:rsidRPr="009B44A9">
        <w:rPr>
          <w:spacing w:val="-3"/>
        </w:rPr>
        <w:t xml:space="preserve"> </w:t>
      </w:r>
      <w:r w:rsidRPr="009B44A9">
        <w:t>обозначающих</w:t>
      </w:r>
      <w:r w:rsidRPr="009B44A9">
        <w:rPr>
          <w:spacing w:val="-3"/>
        </w:rPr>
        <w:t xml:space="preserve"> </w:t>
      </w:r>
      <w:r w:rsidRPr="009B44A9">
        <w:t>количество;</w:t>
      </w:r>
    </w:p>
    <w:p w:rsidR="00E76AB9" w:rsidRPr="009B44A9" w:rsidRDefault="00E76AB9" w:rsidP="007940B1">
      <w:pPr>
        <w:pStyle w:val="BodyText"/>
        <w:spacing w:before="59"/>
        <w:ind w:left="286"/>
        <w:jc w:val="both"/>
      </w:pPr>
      <w:r w:rsidRPr="009B44A9">
        <w:t>—местоимение</w:t>
      </w:r>
      <w:r w:rsidRPr="009B44A9">
        <w:rPr>
          <w:spacing w:val="-3"/>
        </w:rPr>
        <w:t xml:space="preserve"> </w:t>
      </w:r>
      <w:r w:rsidRPr="009B44A9">
        <w:t>«en»;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—деепричастие</w:t>
      </w:r>
      <w:r w:rsidRPr="009B44A9">
        <w:rPr>
          <w:spacing w:val="-5"/>
        </w:rPr>
        <w:t xml:space="preserve"> </w:t>
      </w:r>
      <w:r w:rsidRPr="009B44A9">
        <w:t>несовершенного</w:t>
      </w:r>
      <w:r w:rsidRPr="009B44A9">
        <w:rPr>
          <w:spacing w:val="-5"/>
        </w:rPr>
        <w:t xml:space="preserve"> </w:t>
      </w:r>
      <w:r w:rsidRPr="009B44A9">
        <w:t>вида</w:t>
      </w:r>
      <w:r w:rsidRPr="009B44A9">
        <w:rPr>
          <w:spacing w:val="-5"/>
        </w:rPr>
        <w:t xml:space="preserve"> </w:t>
      </w:r>
      <w:r w:rsidRPr="009B44A9">
        <w:t>(gérondif);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—прошедшее</w:t>
      </w:r>
      <w:r w:rsidRPr="009B44A9">
        <w:rPr>
          <w:spacing w:val="-5"/>
        </w:rPr>
        <w:t xml:space="preserve"> </w:t>
      </w:r>
      <w:r w:rsidRPr="009B44A9">
        <w:t>законченное</w:t>
      </w:r>
      <w:r w:rsidRPr="009B44A9">
        <w:rPr>
          <w:spacing w:val="-4"/>
        </w:rPr>
        <w:t xml:space="preserve"> </w:t>
      </w:r>
      <w:r w:rsidRPr="009B44A9">
        <w:t>время</w:t>
      </w:r>
      <w:r w:rsidRPr="009B44A9">
        <w:rPr>
          <w:spacing w:val="-5"/>
        </w:rPr>
        <w:t xml:space="preserve"> </w:t>
      </w:r>
      <w:r w:rsidRPr="009B44A9">
        <w:t>(passé</w:t>
      </w:r>
      <w:r w:rsidRPr="009B44A9">
        <w:rPr>
          <w:spacing w:val="-4"/>
        </w:rPr>
        <w:t xml:space="preserve"> </w:t>
      </w:r>
      <w:r w:rsidRPr="009B44A9">
        <w:t>simple).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before="61"/>
        <w:ind w:left="546" w:hanging="261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владеть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социокультурными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знаниями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умениями:</w:t>
      </w:r>
    </w:p>
    <w:p w:rsidR="00E76AB9" w:rsidRPr="009B44A9" w:rsidRDefault="00E76AB9" w:rsidP="007940B1">
      <w:pPr>
        <w:pStyle w:val="BodyText"/>
        <w:spacing w:before="60" w:line="292" w:lineRule="auto"/>
        <w:ind w:firstLine="180"/>
        <w:jc w:val="both"/>
      </w:pPr>
      <w:r w:rsidRPr="009B44A9">
        <w:t>использовать</w:t>
      </w:r>
      <w:r w:rsidRPr="009B44A9">
        <w:rPr>
          <w:spacing w:val="-6"/>
        </w:rPr>
        <w:t xml:space="preserve"> </w:t>
      </w:r>
      <w:r w:rsidRPr="009B44A9">
        <w:t>отдельные</w:t>
      </w:r>
      <w:r w:rsidRPr="009B44A9">
        <w:rPr>
          <w:spacing w:val="-5"/>
        </w:rPr>
        <w:t xml:space="preserve"> </w:t>
      </w:r>
      <w:r w:rsidRPr="009B44A9">
        <w:t>социокультурные</w:t>
      </w:r>
      <w:r w:rsidRPr="009B44A9">
        <w:rPr>
          <w:spacing w:val="-5"/>
        </w:rPr>
        <w:t xml:space="preserve"> </w:t>
      </w:r>
      <w:r w:rsidRPr="009B44A9">
        <w:t>элементы</w:t>
      </w:r>
      <w:r w:rsidRPr="009B44A9">
        <w:rPr>
          <w:spacing w:val="-5"/>
        </w:rPr>
        <w:t xml:space="preserve"> </w:t>
      </w:r>
      <w:r w:rsidRPr="009B44A9">
        <w:t>речевого</w:t>
      </w:r>
      <w:r w:rsidRPr="009B44A9">
        <w:rPr>
          <w:spacing w:val="-4"/>
        </w:rPr>
        <w:t xml:space="preserve"> </w:t>
      </w:r>
      <w:r w:rsidRPr="009B44A9">
        <w:t>поведенческого</w:t>
      </w:r>
      <w:r w:rsidRPr="009B44A9">
        <w:rPr>
          <w:spacing w:val="-5"/>
        </w:rPr>
        <w:t xml:space="preserve"> </w:t>
      </w:r>
      <w:r w:rsidRPr="009B44A9">
        <w:t>этикета,</w:t>
      </w:r>
      <w:r w:rsidRPr="009B44A9">
        <w:rPr>
          <w:spacing w:val="-5"/>
        </w:rPr>
        <w:t xml:space="preserve"> </w:t>
      </w:r>
      <w:r w:rsidRPr="009B44A9">
        <w:t>принятые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57"/>
        </w:rPr>
        <w:t xml:space="preserve"> </w:t>
      </w:r>
      <w:r w:rsidRPr="009B44A9">
        <w:t>стране/странах</w:t>
      </w:r>
      <w:r w:rsidRPr="009B44A9">
        <w:rPr>
          <w:spacing w:val="-1"/>
        </w:rPr>
        <w:t xml:space="preserve"> </w:t>
      </w:r>
      <w:r w:rsidRPr="009B44A9">
        <w:t>изучаемого</w:t>
      </w:r>
      <w:r w:rsidRPr="009B44A9">
        <w:rPr>
          <w:spacing w:val="-1"/>
        </w:rPr>
        <w:t xml:space="preserve"> </w:t>
      </w:r>
      <w:r w:rsidRPr="009B44A9">
        <w:t>языка в</w:t>
      </w:r>
      <w:r w:rsidRPr="009B44A9">
        <w:rPr>
          <w:spacing w:val="-2"/>
        </w:rPr>
        <w:t xml:space="preserve"> </w:t>
      </w:r>
      <w:r w:rsidRPr="009B44A9">
        <w:t>рамках тематического</w:t>
      </w:r>
      <w:r w:rsidRPr="009B44A9">
        <w:rPr>
          <w:spacing w:val="-1"/>
        </w:rPr>
        <w:t xml:space="preserve"> </w:t>
      </w:r>
      <w:r w:rsidRPr="009B44A9">
        <w:t>содержания;</w:t>
      </w:r>
    </w:p>
    <w:p w:rsidR="00E76AB9" w:rsidRPr="009B44A9" w:rsidRDefault="00E76AB9" w:rsidP="007940B1">
      <w:pPr>
        <w:pStyle w:val="BodyText"/>
        <w:spacing w:line="292" w:lineRule="auto"/>
        <w:ind w:right="189" w:firstLine="180"/>
        <w:jc w:val="both"/>
      </w:pPr>
      <w:r w:rsidRPr="009B44A9">
        <w:t>знать/понимать и использовать в устной и письменной речи наиболее употребительную</w:t>
      </w:r>
      <w:r w:rsidRPr="009B44A9">
        <w:rPr>
          <w:spacing w:val="1"/>
        </w:rPr>
        <w:t xml:space="preserve"> </w:t>
      </w:r>
      <w:r w:rsidRPr="009B44A9">
        <w:t>тематическую фоновую лексику и реалии страны/стран изучаемого языка в рамках тематического</w:t>
      </w:r>
      <w:r w:rsidRPr="009B44A9">
        <w:rPr>
          <w:spacing w:val="1"/>
        </w:rPr>
        <w:t xml:space="preserve"> </w:t>
      </w:r>
      <w:r w:rsidRPr="009B44A9">
        <w:t>содержания</w:t>
      </w:r>
      <w:r w:rsidRPr="009B44A9">
        <w:rPr>
          <w:spacing w:val="-5"/>
        </w:rPr>
        <w:t xml:space="preserve"> </w:t>
      </w:r>
      <w:r w:rsidRPr="009B44A9">
        <w:t>речи;</w:t>
      </w:r>
      <w:r w:rsidRPr="009B44A9">
        <w:rPr>
          <w:spacing w:val="-4"/>
        </w:rPr>
        <w:t xml:space="preserve"> </w:t>
      </w:r>
      <w:r w:rsidRPr="009B44A9">
        <w:t>обладать</w:t>
      </w:r>
      <w:r w:rsidRPr="009B44A9">
        <w:rPr>
          <w:spacing w:val="-5"/>
        </w:rPr>
        <w:t xml:space="preserve"> </w:t>
      </w:r>
      <w:r w:rsidRPr="009B44A9">
        <w:t>базовыми</w:t>
      </w:r>
      <w:r w:rsidRPr="009B44A9">
        <w:rPr>
          <w:spacing w:val="-3"/>
        </w:rPr>
        <w:t xml:space="preserve"> </w:t>
      </w:r>
      <w:r w:rsidRPr="009B44A9">
        <w:t>знаниями</w:t>
      </w:r>
      <w:r w:rsidRPr="009B44A9">
        <w:rPr>
          <w:spacing w:val="-4"/>
        </w:rPr>
        <w:t xml:space="preserve"> </w:t>
      </w:r>
      <w:r w:rsidRPr="009B44A9">
        <w:t>о</w:t>
      </w:r>
      <w:r w:rsidRPr="009B44A9">
        <w:rPr>
          <w:spacing w:val="-3"/>
        </w:rPr>
        <w:t xml:space="preserve"> </w:t>
      </w:r>
      <w:r w:rsidRPr="009B44A9">
        <w:t>социокультурном</w:t>
      </w:r>
      <w:r w:rsidRPr="009B44A9">
        <w:rPr>
          <w:spacing w:val="-4"/>
        </w:rPr>
        <w:t xml:space="preserve"> </w:t>
      </w:r>
      <w:r w:rsidRPr="009B44A9">
        <w:t>портрете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культурном</w:t>
      </w:r>
      <w:r w:rsidRPr="009B44A9">
        <w:rPr>
          <w:spacing w:val="-3"/>
        </w:rPr>
        <w:t xml:space="preserve"> </w:t>
      </w:r>
      <w:r w:rsidRPr="009B44A9">
        <w:t>наследии</w:t>
      </w:r>
      <w:r w:rsidRPr="009B44A9">
        <w:rPr>
          <w:spacing w:val="-57"/>
        </w:rPr>
        <w:t xml:space="preserve"> </w:t>
      </w:r>
      <w:r w:rsidRPr="009B44A9">
        <w:t>родной страны и страны/стран изучаемого языка; кратко представлять Россию и страну/страны</w:t>
      </w:r>
      <w:r w:rsidRPr="009B44A9">
        <w:rPr>
          <w:spacing w:val="1"/>
        </w:rPr>
        <w:t xml:space="preserve"> </w:t>
      </w:r>
      <w:r w:rsidRPr="009B44A9">
        <w:t>изучаемого</w:t>
      </w:r>
      <w:r w:rsidRPr="009B44A9">
        <w:rPr>
          <w:spacing w:val="-1"/>
        </w:rPr>
        <w:t xml:space="preserve"> </w:t>
      </w:r>
      <w:r w:rsidRPr="009B44A9">
        <w:t>языка;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line="292" w:lineRule="auto"/>
        <w:ind w:left="106" w:right="337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владеть компенсаторными умениями: использовать при чтении и аудировании — языковую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догадку, в том числе контекстуальную; при непосредственном общении — переспрашивать, просить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повторить, уточняя значение незнакомых слов; игнорировать информацию, не являющуюся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необходимой для понимания основного содержания прочитанного/прослушанного текста или для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нахождения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 запрашиваемой информации;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line="292" w:lineRule="auto"/>
        <w:ind w:left="106" w:right="254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участвовать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несложных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учебных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проектах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использованием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материалов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на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французском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применением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ИКТ,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соблюдая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информационной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безопасности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работе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сети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Интернет;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line="292" w:lineRule="auto"/>
        <w:ind w:left="106" w:right="821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использовать иноязычные словари и справочники, в том числе информационно-справочные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системы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электронной форме;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line="292" w:lineRule="auto"/>
        <w:ind w:left="106" w:right="1382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достигать взаимопонимания в процессе устного и письменного общения с носителями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иностранного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языка, с людьми другой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культуры;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667"/>
        </w:tabs>
        <w:spacing w:line="292" w:lineRule="auto"/>
        <w:ind w:left="106" w:right="113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сравнивать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том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числе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устанавливать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основания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сравнения)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объекты,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явления,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процессы,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элементы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 основные функции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рамках изученной тематики.</w:t>
      </w:r>
    </w:p>
    <w:p w:rsidR="00E76AB9" w:rsidRPr="009B44A9" w:rsidRDefault="00E76AB9" w:rsidP="007940B1">
      <w:pPr>
        <w:pStyle w:val="Heading1"/>
        <w:numPr>
          <w:ilvl w:val="0"/>
          <w:numId w:val="11"/>
        </w:numPr>
        <w:tabs>
          <w:tab w:val="left" w:pos="287"/>
        </w:tabs>
        <w:spacing w:before="180"/>
        <w:jc w:val="both"/>
      </w:pPr>
      <w:r w:rsidRPr="009B44A9">
        <w:t>КЛАСС</w:t>
      </w:r>
    </w:p>
    <w:p w:rsidR="00E76AB9" w:rsidRPr="009B44A9" w:rsidRDefault="00E76AB9" w:rsidP="007940B1">
      <w:pPr>
        <w:jc w:val="both"/>
        <w:rPr>
          <w:sz w:val="24"/>
          <w:szCs w:val="24"/>
        </w:rPr>
        <w:sectPr w:rsidR="00E76AB9" w:rsidRPr="009B44A9">
          <w:pgSz w:w="11900" w:h="16840"/>
          <w:pgMar w:top="6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spacing w:before="66"/>
        <w:ind w:left="286"/>
        <w:jc w:val="both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КОММУНИКАТИВНЫЕ</w:t>
      </w:r>
      <w:r w:rsidRPr="009B44A9">
        <w:rPr>
          <w:b/>
          <w:spacing w:val="-10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видами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речевой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деятельности:</w:t>
      </w:r>
    </w:p>
    <w:p w:rsidR="00E76AB9" w:rsidRPr="009B44A9" w:rsidRDefault="00E76AB9" w:rsidP="007940B1">
      <w:pPr>
        <w:pStyle w:val="Heading1"/>
        <w:spacing w:before="60"/>
        <w:jc w:val="both"/>
      </w:pPr>
      <w:r w:rsidRPr="009B44A9">
        <w:t>говорение:</w:t>
      </w:r>
    </w:p>
    <w:p w:rsidR="00E76AB9" w:rsidRPr="009B44A9" w:rsidRDefault="00E76AB9" w:rsidP="007940B1">
      <w:pPr>
        <w:pStyle w:val="BodyText"/>
        <w:spacing w:before="60" w:line="292" w:lineRule="auto"/>
        <w:ind w:right="196" w:firstLine="180"/>
        <w:jc w:val="both"/>
      </w:pPr>
      <w:r w:rsidRPr="009B44A9">
        <w:rPr>
          <w:i/>
        </w:rPr>
        <w:t xml:space="preserve">вести разные виды диалогов </w:t>
      </w:r>
      <w:r w:rsidRPr="009B44A9">
        <w:t>(диалог этикетного характера, диалог-побуждение к действию, диалог-</w:t>
      </w:r>
      <w:r w:rsidRPr="009B44A9">
        <w:rPr>
          <w:spacing w:val="-57"/>
        </w:rPr>
        <w:t xml:space="preserve"> </w:t>
      </w:r>
      <w:r w:rsidRPr="009B44A9">
        <w:t>расспрос; комбинированный диалог, включающий различные виды диалогов) в рамках тематического</w:t>
      </w:r>
      <w:r w:rsidRPr="009B44A9">
        <w:rPr>
          <w:spacing w:val="-58"/>
        </w:rPr>
        <w:t xml:space="preserve"> </w:t>
      </w:r>
      <w:r w:rsidRPr="009B44A9">
        <w:t>содержания речи в стандартных ситуациях неофициального общения, с вербальными и/или</w:t>
      </w:r>
      <w:r w:rsidRPr="009B44A9">
        <w:rPr>
          <w:spacing w:val="1"/>
        </w:rPr>
        <w:t xml:space="preserve"> </w:t>
      </w:r>
      <w:r w:rsidRPr="009B44A9">
        <w:t>зрительными опорами, с соблюдением норм речевого этикета, принятого</w:t>
      </w:r>
      <w:r w:rsidRPr="009B44A9">
        <w:rPr>
          <w:spacing w:val="1"/>
        </w:rPr>
        <w:t xml:space="preserve"> </w:t>
      </w:r>
      <w:r w:rsidRPr="009B44A9">
        <w:t>в</w:t>
      </w:r>
      <w:r w:rsidRPr="009B44A9">
        <w:rPr>
          <w:spacing w:val="60"/>
        </w:rPr>
        <w:t xml:space="preserve"> </w:t>
      </w:r>
      <w:r w:rsidRPr="009B44A9">
        <w:t>стране/странах</w:t>
      </w:r>
      <w:r w:rsidRPr="009B44A9">
        <w:rPr>
          <w:spacing w:val="1"/>
        </w:rPr>
        <w:t xml:space="preserve"> </w:t>
      </w:r>
      <w:r w:rsidRPr="009B44A9">
        <w:t>изучаемого</w:t>
      </w:r>
      <w:r w:rsidRPr="009B44A9">
        <w:rPr>
          <w:spacing w:val="59"/>
        </w:rPr>
        <w:t xml:space="preserve"> </w:t>
      </w:r>
      <w:r w:rsidRPr="009B44A9">
        <w:t>языка (</w:t>
      </w:r>
      <w:r w:rsidRPr="009B44A9">
        <w:rPr>
          <w:i/>
        </w:rPr>
        <w:t>до</w:t>
      </w:r>
      <w:r w:rsidRPr="009B44A9">
        <w:rPr>
          <w:i/>
          <w:spacing w:val="-1"/>
        </w:rPr>
        <w:t xml:space="preserve"> </w:t>
      </w:r>
      <w:r w:rsidRPr="009B44A9">
        <w:rPr>
          <w:i/>
        </w:rPr>
        <w:t>5 реплик</w:t>
      </w:r>
      <w:r w:rsidRPr="009B44A9">
        <w:rPr>
          <w:i/>
          <w:spacing w:val="-1"/>
        </w:rPr>
        <w:t xml:space="preserve"> </w:t>
      </w:r>
      <w:r w:rsidRPr="009B44A9">
        <w:rPr>
          <w:i/>
        </w:rPr>
        <w:t>со стороны</w:t>
      </w:r>
      <w:r w:rsidRPr="009B44A9">
        <w:rPr>
          <w:i/>
          <w:spacing w:val="-2"/>
        </w:rPr>
        <w:t xml:space="preserve"> </w:t>
      </w:r>
      <w:r w:rsidRPr="009B44A9">
        <w:rPr>
          <w:i/>
        </w:rPr>
        <w:t>каждого собеседника</w:t>
      </w:r>
      <w:r w:rsidRPr="009B44A9">
        <w:t>);</w:t>
      </w:r>
    </w:p>
    <w:p w:rsidR="00E76AB9" w:rsidRPr="009B44A9" w:rsidRDefault="00E76AB9" w:rsidP="007940B1">
      <w:pPr>
        <w:spacing w:line="292" w:lineRule="auto"/>
        <w:ind w:left="106" w:right="350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создавать разные виды монологических высказываний </w:t>
      </w:r>
      <w:r w:rsidRPr="009B44A9">
        <w:rPr>
          <w:sz w:val="24"/>
          <w:szCs w:val="24"/>
        </w:rPr>
        <w:t>(описание, в том числе характеристика;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повествование/сообщение) с вербальными и /или зрительными опорами в рамках тематического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содержания речи (</w:t>
      </w:r>
      <w:r w:rsidRPr="009B44A9">
        <w:rPr>
          <w:i/>
          <w:sz w:val="24"/>
          <w:szCs w:val="24"/>
        </w:rPr>
        <w:t>объем монологического высказывания — до 7–8 фраз</w:t>
      </w:r>
      <w:r w:rsidRPr="009B44A9">
        <w:rPr>
          <w:sz w:val="24"/>
          <w:szCs w:val="24"/>
        </w:rPr>
        <w:t>); выражать и кратко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аргументировать свое мнение, излагать основное содержание прочитанного/прослушанного текста с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вербальными и/или зрительными опорами (</w:t>
      </w:r>
      <w:r w:rsidRPr="009B44A9">
        <w:rPr>
          <w:i/>
          <w:sz w:val="24"/>
          <w:szCs w:val="24"/>
        </w:rPr>
        <w:t>объем — 7–8 фраз</w:t>
      </w:r>
      <w:r w:rsidRPr="009B44A9">
        <w:rPr>
          <w:sz w:val="24"/>
          <w:szCs w:val="24"/>
        </w:rPr>
        <w:t>); излагать результаты выполненной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проектной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работы</w:t>
      </w:r>
      <w:r w:rsidRPr="009B44A9">
        <w:rPr>
          <w:spacing w:val="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(объем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— 7–8 фраз</w:t>
      </w:r>
      <w:r w:rsidRPr="009B44A9">
        <w:rPr>
          <w:sz w:val="24"/>
          <w:szCs w:val="24"/>
        </w:rPr>
        <w:t>);</w:t>
      </w:r>
    </w:p>
    <w:p w:rsidR="00E76AB9" w:rsidRPr="009B44A9" w:rsidRDefault="00E76AB9" w:rsidP="007940B1">
      <w:pPr>
        <w:spacing w:line="292" w:lineRule="auto"/>
        <w:ind w:left="106" w:right="245" w:firstLine="180"/>
        <w:jc w:val="both"/>
        <w:rPr>
          <w:sz w:val="24"/>
          <w:szCs w:val="24"/>
        </w:rPr>
      </w:pPr>
      <w:r w:rsidRPr="009B44A9">
        <w:rPr>
          <w:b/>
          <w:sz w:val="24"/>
          <w:szCs w:val="24"/>
        </w:rPr>
        <w:t>аудирование</w:t>
      </w:r>
      <w:r w:rsidRPr="009B44A9">
        <w:rPr>
          <w:sz w:val="24"/>
          <w:szCs w:val="24"/>
        </w:rPr>
        <w:t xml:space="preserve">: </w:t>
      </w:r>
      <w:r w:rsidRPr="009B44A9">
        <w:rPr>
          <w:i/>
          <w:sz w:val="24"/>
          <w:szCs w:val="24"/>
        </w:rPr>
        <w:t xml:space="preserve">воспринимать на слух и понимать </w:t>
      </w:r>
      <w:r w:rsidRPr="009B44A9">
        <w:rPr>
          <w:sz w:val="24"/>
          <w:szCs w:val="24"/>
        </w:rPr>
        <w:t>несложные аутентичные тексты, содержащие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отдельные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неизученные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языковые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явления,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зависимости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от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поставленной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задачи: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с пониманием общего содержания, с пониманием нужной/интересующей/запрашиваемой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(</w:t>
      </w:r>
      <w:r w:rsidRPr="009B44A9">
        <w:rPr>
          <w:i/>
          <w:sz w:val="24"/>
          <w:szCs w:val="24"/>
        </w:rPr>
        <w:t>время звучания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текста/текстов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для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аудирования —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до 1,5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минут</w:t>
      </w:r>
      <w:r w:rsidRPr="009B44A9">
        <w:rPr>
          <w:sz w:val="24"/>
          <w:szCs w:val="24"/>
        </w:rPr>
        <w:t>);</w:t>
      </w:r>
    </w:p>
    <w:p w:rsidR="00E76AB9" w:rsidRPr="009B44A9" w:rsidRDefault="00E76AB9" w:rsidP="007940B1">
      <w:pPr>
        <w:spacing w:line="292" w:lineRule="auto"/>
        <w:ind w:left="106" w:right="158" w:firstLine="180"/>
        <w:jc w:val="both"/>
        <w:rPr>
          <w:sz w:val="24"/>
          <w:szCs w:val="24"/>
        </w:rPr>
      </w:pPr>
      <w:r w:rsidRPr="009B44A9">
        <w:rPr>
          <w:b/>
          <w:sz w:val="24"/>
          <w:szCs w:val="24"/>
        </w:rPr>
        <w:t>смысловое чтение</w:t>
      </w:r>
      <w:r w:rsidRPr="009B44A9">
        <w:rPr>
          <w:sz w:val="24"/>
          <w:szCs w:val="24"/>
        </w:rPr>
        <w:t xml:space="preserve">: </w:t>
      </w:r>
      <w:r w:rsidRPr="009B44A9">
        <w:rPr>
          <w:i/>
          <w:sz w:val="24"/>
          <w:szCs w:val="24"/>
        </w:rPr>
        <w:t xml:space="preserve">читать про себя и понимать </w:t>
      </w:r>
      <w:r w:rsidRPr="009B44A9">
        <w:rPr>
          <w:sz w:val="24"/>
          <w:szCs w:val="24"/>
        </w:rPr>
        <w:t>несложные аутентичные тексты, содержащие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отдельные неизученные языковые явления, с различной глубиной проникновения в их содержание в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зависимости от поставленной коммуникативной задачи: с пониманием общего содержания, с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пониманием</w:t>
      </w:r>
      <w:r w:rsidRPr="009B44A9">
        <w:rPr>
          <w:spacing w:val="7"/>
          <w:sz w:val="24"/>
          <w:szCs w:val="24"/>
        </w:rPr>
        <w:t xml:space="preserve"> </w:t>
      </w:r>
      <w:r w:rsidRPr="009B44A9">
        <w:rPr>
          <w:sz w:val="24"/>
          <w:szCs w:val="24"/>
        </w:rPr>
        <w:t>нужной</w:t>
      </w:r>
      <w:r w:rsidRPr="009B44A9">
        <w:rPr>
          <w:spacing w:val="7"/>
          <w:sz w:val="24"/>
          <w:szCs w:val="24"/>
        </w:rPr>
        <w:t xml:space="preserve"> </w:t>
      </w:r>
      <w:r w:rsidRPr="009B44A9">
        <w:rPr>
          <w:sz w:val="24"/>
          <w:szCs w:val="24"/>
        </w:rPr>
        <w:t>/интересующей/</w:t>
      </w:r>
      <w:r w:rsidRPr="009B44A9">
        <w:rPr>
          <w:spacing w:val="6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запрашиваемой</w:t>
      </w:r>
      <w:r w:rsidRPr="009B44A9">
        <w:rPr>
          <w:spacing w:val="8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информации,</w:t>
      </w:r>
      <w:r w:rsidRPr="009B44A9">
        <w:rPr>
          <w:spacing w:val="7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7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полным</w:t>
      </w:r>
      <w:r w:rsidRPr="009B44A9">
        <w:rPr>
          <w:spacing w:val="7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пониманием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содержания (</w:t>
      </w:r>
      <w:r w:rsidRPr="009B44A9">
        <w:rPr>
          <w:i/>
          <w:sz w:val="24"/>
          <w:szCs w:val="24"/>
        </w:rPr>
        <w:t>объем текста/ текстов для чтения — 250 слов</w:t>
      </w:r>
      <w:r w:rsidRPr="009B44A9">
        <w:rPr>
          <w:sz w:val="24"/>
          <w:szCs w:val="24"/>
        </w:rPr>
        <w:t xml:space="preserve">); </w:t>
      </w:r>
      <w:r w:rsidRPr="009B44A9">
        <w:rPr>
          <w:i/>
          <w:sz w:val="24"/>
          <w:szCs w:val="24"/>
        </w:rPr>
        <w:t xml:space="preserve">читать несплошные тексты </w:t>
      </w:r>
      <w:r w:rsidRPr="009B44A9">
        <w:rPr>
          <w:sz w:val="24"/>
          <w:szCs w:val="24"/>
        </w:rPr>
        <w:t>(таблицы,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диаграммы)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 понимать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представленную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них информацию;</w:t>
      </w:r>
    </w:p>
    <w:p w:rsidR="00E76AB9" w:rsidRPr="009B44A9" w:rsidRDefault="00E76AB9" w:rsidP="007940B1">
      <w:pPr>
        <w:pStyle w:val="BodyText"/>
        <w:spacing w:line="292" w:lineRule="auto"/>
        <w:ind w:right="948" w:firstLine="180"/>
        <w:jc w:val="both"/>
      </w:pPr>
      <w:r w:rsidRPr="009B44A9">
        <w:rPr>
          <w:b/>
        </w:rPr>
        <w:t xml:space="preserve">письменная речь: </w:t>
      </w:r>
      <w:r w:rsidRPr="009B44A9">
        <w:t>писать несложные электронные сообщения личного характера, соблюдая</w:t>
      </w:r>
      <w:r w:rsidRPr="009B44A9">
        <w:rPr>
          <w:spacing w:val="-57"/>
        </w:rPr>
        <w:t xml:space="preserve"> </w:t>
      </w:r>
      <w:r w:rsidRPr="009B44A9">
        <w:t>речевой этикет, принятый в стране/странах изучаемого языка (</w:t>
      </w:r>
      <w:r w:rsidRPr="009B44A9">
        <w:rPr>
          <w:i/>
        </w:rPr>
        <w:t>объем сообщения — до 80 слов</w:t>
      </w:r>
      <w:r w:rsidRPr="009B44A9">
        <w:t>);</w:t>
      </w:r>
      <w:r w:rsidRPr="009B44A9">
        <w:rPr>
          <w:spacing w:val="-57"/>
        </w:rPr>
        <w:t xml:space="preserve"> </w:t>
      </w:r>
      <w:r w:rsidRPr="009B44A9">
        <w:t>заполнять анкеты и карточки-формуляры, сообщая о себе основные сведения, в соответствии с</w:t>
      </w:r>
      <w:r w:rsidRPr="009B44A9">
        <w:rPr>
          <w:spacing w:val="-58"/>
        </w:rPr>
        <w:t xml:space="preserve"> </w:t>
      </w:r>
      <w:r w:rsidRPr="009B44A9">
        <w:t>нормами,</w:t>
      </w:r>
      <w:r w:rsidRPr="009B44A9">
        <w:rPr>
          <w:spacing w:val="-1"/>
        </w:rPr>
        <w:t xml:space="preserve"> </w:t>
      </w:r>
      <w:r w:rsidRPr="009B44A9">
        <w:t>принятыми в</w:t>
      </w:r>
      <w:r w:rsidRPr="009B44A9">
        <w:rPr>
          <w:spacing w:val="-1"/>
        </w:rPr>
        <w:t xml:space="preserve"> </w:t>
      </w:r>
      <w:r w:rsidRPr="009B44A9">
        <w:t>стране/странах</w:t>
      </w:r>
      <w:r w:rsidRPr="009B44A9">
        <w:rPr>
          <w:spacing w:val="-1"/>
        </w:rPr>
        <w:t xml:space="preserve"> </w:t>
      </w:r>
      <w:r w:rsidRPr="009B44A9">
        <w:t>изучаемого языка;</w:t>
      </w:r>
    </w:p>
    <w:p w:rsidR="00E76AB9" w:rsidRPr="009B44A9" w:rsidRDefault="00E76AB9" w:rsidP="007940B1">
      <w:pPr>
        <w:spacing w:line="292" w:lineRule="auto"/>
        <w:ind w:left="106" w:right="152" w:firstLine="180"/>
        <w:jc w:val="both"/>
        <w:rPr>
          <w:i/>
          <w:sz w:val="24"/>
          <w:szCs w:val="24"/>
        </w:rPr>
      </w:pPr>
      <w:r w:rsidRPr="009B44A9">
        <w:rPr>
          <w:sz w:val="24"/>
          <w:szCs w:val="24"/>
        </w:rPr>
        <w:t>создавать небольшое письменное высказывание с опорой на образец, план, ключевые слова, таблицу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(</w:t>
      </w:r>
      <w:r w:rsidRPr="009B44A9">
        <w:rPr>
          <w:i/>
          <w:sz w:val="24"/>
          <w:szCs w:val="24"/>
        </w:rPr>
        <w:t>объем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высказывания — до 80 слов).</w:t>
      </w:r>
    </w:p>
    <w:p w:rsidR="00E76AB9" w:rsidRPr="009B44A9" w:rsidRDefault="00E76AB9" w:rsidP="007940B1">
      <w:pPr>
        <w:pStyle w:val="Heading1"/>
        <w:spacing w:before="104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0" w:line="292" w:lineRule="auto"/>
        <w:ind w:left="106" w:right="195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владеть </w:t>
      </w:r>
      <w:r w:rsidRPr="009B44A9">
        <w:rPr>
          <w:b/>
          <w:sz w:val="24"/>
          <w:szCs w:val="24"/>
        </w:rPr>
        <w:t xml:space="preserve">фонетическими навыками: </w:t>
      </w:r>
      <w:r w:rsidRPr="009B44A9">
        <w:rPr>
          <w:sz w:val="24"/>
          <w:szCs w:val="24"/>
        </w:rPr>
        <w:t>различать на слухи адекватно, без ошибок, ведущих к сбою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коммуникации, </w:t>
      </w:r>
      <w:r w:rsidRPr="009B44A9">
        <w:rPr>
          <w:i/>
          <w:sz w:val="24"/>
          <w:szCs w:val="24"/>
        </w:rPr>
        <w:t xml:space="preserve">произносить </w:t>
      </w:r>
      <w:r w:rsidRPr="009B44A9">
        <w:rPr>
          <w:sz w:val="24"/>
          <w:szCs w:val="24"/>
        </w:rPr>
        <w:t>слова с правильным ударением и фразы с соблюдением их ритмико-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интонационных особенностей, в том числе применять правило отсутствия ударения на служебных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словах; выразительно читать вслухнебольшие аутентичные тексты объемом до 90 слов, построенные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 изученном языковом материале, с соблюдением правил чтения и соответствующей интонацией;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читать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новые слова согласно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основным правилам чтения;</w:t>
      </w:r>
    </w:p>
    <w:p w:rsidR="00E76AB9" w:rsidRPr="009B44A9" w:rsidRDefault="00E76AB9" w:rsidP="007940B1">
      <w:pPr>
        <w:spacing w:line="272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орфографическими</w:t>
      </w:r>
      <w:r w:rsidRPr="009B44A9">
        <w:rPr>
          <w:b/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навыками: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правильно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выученные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слова;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rPr>
          <w:i/>
        </w:rPr>
        <w:t>владеть</w:t>
      </w:r>
      <w:r w:rsidRPr="009B44A9">
        <w:rPr>
          <w:i/>
          <w:spacing w:val="-5"/>
        </w:rPr>
        <w:t xml:space="preserve"> </w:t>
      </w:r>
      <w:r w:rsidRPr="009B44A9">
        <w:rPr>
          <w:b/>
        </w:rPr>
        <w:t>пунктуационными</w:t>
      </w:r>
      <w:r w:rsidRPr="009B44A9">
        <w:rPr>
          <w:b/>
          <w:spacing w:val="-8"/>
        </w:rPr>
        <w:t xml:space="preserve"> </w:t>
      </w:r>
      <w:r w:rsidRPr="009B44A9">
        <w:t>навыками:</w:t>
      </w:r>
      <w:r w:rsidRPr="009B44A9">
        <w:rPr>
          <w:spacing w:val="-6"/>
        </w:rPr>
        <w:t xml:space="preserve"> </w:t>
      </w:r>
      <w:r w:rsidRPr="009B44A9">
        <w:t>использовать</w:t>
      </w:r>
      <w:r w:rsidRPr="009B44A9">
        <w:rPr>
          <w:spacing w:val="-7"/>
        </w:rPr>
        <w:t xml:space="preserve"> </w:t>
      </w:r>
      <w:r w:rsidRPr="009B44A9">
        <w:t>точку,</w:t>
      </w:r>
      <w:r w:rsidRPr="009B44A9">
        <w:rPr>
          <w:spacing w:val="-6"/>
        </w:rPr>
        <w:t xml:space="preserve"> </w:t>
      </w:r>
      <w:r w:rsidRPr="009B44A9">
        <w:t>вопросительный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6"/>
        </w:rPr>
        <w:t xml:space="preserve"> </w:t>
      </w:r>
      <w:r w:rsidRPr="009B44A9">
        <w:t>восклицательный</w:t>
      </w:r>
      <w:r w:rsidRPr="009B44A9">
        <w:rPr>
          <w:spacing w:val="-57"/>
        </w:rPr>
        <w:t xml:space="preserve"> </w:t>
      </w:r>
      <w:r w:rsidRPr="009B44A9">
        <w:t>знаки в конце предложения, запятую при перечислении и обращении, апостроф; пунктуационно</w:t>
      </w:r>
      <w:r w:rsidRPr="009B44A9">
        <w:rPr>
          <w:spacing w:val="1"/>
        </w:rPr>
        <w:t xml:space="preserve"> </w:t>
      </w:r>
      <w:r w:rsidRPr="009B44A9">
        <w:t>правильно</w:t>
      </w:r>
      <w:r w:rsidRPr="009B44A9">
        <w:rPr>
          <w:spacing w:val="-1"/>
        </w:rPr>
        <w:t xml:space="preserve"> </w:t>
      </w:r>
      <w:r w:rsidRPr="009B44A9">
        <w:t>оформлять</w:t>
      </w:r>
      <w:r w:rsidRPr="009B44A9">
        <w:rPr>
          <w:spacing w:val="-1"/>
        </w:rPr>
        <w:t xml:space="preserve"> </w:t>
      </w:r>
      <w:r w:rsidRPr="009B44A9">
        <w:t>электронное</w:t>
      </w:r>
      <w:r w:rsidRPr="009B44A9">
        <w:rPr>
          <w:spacing w:val="-1"/>
        </w:rPr>
        <w:t xml:space="preserve"> </w:t>
      </w:r>
      <w:r w:rsidRPr="009B44A9">
        <w:t>сообщение личного характера;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line="292" w:lineRule="auto"/>
        <w:ind w:left="106" w:right="512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распознавать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звучащем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750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лексических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единиц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(слов,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словосочетаний,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речевых клише) и правильно употреблять в устной и письменной речи 700 лексических единиц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обслуживающих ситуации общения в рамках тематического содержания, с соблюдением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существующей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нормы лексической сочетаемости;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t>распознавать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звучащем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письменном</w:t>
      </w:r>
      <w:r w:rsidRPr="009B44A9">
        <w:rPr>
          <w:spacing w:val="-2"/>
        </w:rPr>
        <w:t xml:space="preserve"> </w:t>
      </w:r>
      <w:r w:rsidRPr="009B44A9">
        <w:t>тексте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употреблять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устной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spacing w:line="274" w:lineRule="exact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74" w:line="292" w:lineRule="auto"/>
        <w:ind w:right="522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изученные многозначные лексические единицы, синонимы, антонимы, наиболее частотные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фразовые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глаголы, сокращения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 аббревиатуры;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7" w:line="292" w:lineRule="auto"/>
        <w:ind w:right="317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различные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средства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связи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обеспечения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логичности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целостности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высказывания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(d’abord,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ensuite,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encore, donc и др.);</w:t>
      </w:r>
    </w:p>
    <w:p w:rsidR="00E76AB9" w:rsidRPr="009B44A9" w:rsidRDefault="00E76AB9" w:rsidP="007940B1">
      <w:pPr>
        <w:pStyle w:val="BodyText"/>
        <w:spacing w:before="106"/>
        <w:ind w:left="286"/>
        <w:jc w:val="both"/>
      </w:pPr>
      <w:r w:rsidRPr="009B44A9">
        <w:t>распознавать</w:t>
      </w:r>
      <w:r w:rsidRPr="009B44A9">
        <w:rPr>
          <w:spacing w:val="-6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образовывать</w:t>
      </w:r>
      <w:r w:rsidRPr="009B44A9">
        <w:rPr>
          <w:spacing w:val="-5"/>
        </w:rPr>
        <w:t xml:space="preserve"> </w:t>
      </w:r>
      <w:r w:rsidRPr="009B44A9">
        <w:t>родственные</w:t>
      </w:r>
      <w:r w:rsidRPr="009B44A9">
        <w:rPr>
          <w:spacing w:val="-4"/>
        </w:rPr>
        <w:t xml:space="preserve"> </w:t>
      </w:r>
      <w:r w:rsidRPr="009B44A9">
        <w:t>слова</w:t>
      </w:r>
      <w:r w:rsidRPr="009B44A9">
        <w:rPr>
          <w:spacing w:val="-4"/>
        </w:rPr>
        <w:t xml:space="preserve"> </w:t>
      </w:r>
      <w:r w:rsidRPr="009B44A9">
        <w:t>с</w:t>
      </w:r>
      <w:r w:rsidRPr="009B44A9">
        <w:rPr>
          <w:spacing w:val="-5"/>
        </w:rPr>
        <w:t xml:space="preserve"> </w:t>
      </w:r>
      <w:r w:rsidRPr="009B44A9">
        <w:t>использованием</w:t>
      </w:r>
      <w:r w:rsidRPr="009B44A9">
        <w:rPr>
          <w:spacing w:val="-4"/>
        </w:rPr>
        <w:t xml:space="preserve"> </w:t>
      </w:r>
      <w:r w:rsidRPr="009B44A9">
        <w:t>аффиксации: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9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pré-;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имена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существительные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суффиксов: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-oir/-oire,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-té,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-ude,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-aison,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-ure,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-ise;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 w:line="292" w:lineRule="auto"/>
        <w:ind w:right="742" w:firstLine="0"/>
        <w:jc w:val="both"/>
        <w:rPr>
          <w:sz w:val="24"/>
          <w:szCs w:val="24"/>
          <w:lang w:val="fr-FR"/>
        </w:rPr>
      </w:pPr>
      <w:r w:rsidRPr="009B44A9">
        <w:rPr>
          <w:sz w:val="24"/>
          <w:szCs w:val="24"/>
        </w:rPr>
        <w:t>имена</w:t>
      </w:r>
      <w:r w:rsidRPr="009B44A9">
        <w:rPr>
          <w:spacing w:val="-6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</w:rPr>
        <w:t>прилагательные</w:t>
      </w:r>
      <w:r w:rsidRPr="009B44A9">
        <w:rPr>
          <w:spacing w:val="-5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5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5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</w:rPr>
        <w:t>суффиксов</w:t>
      </w:r>
      <w:r w:rsidRPr="009B44A9">
        <w:rPr>
          <w:sz w:val="24"/>
          <w:szCs w:val="24"/>
          <w:lang w:val="fr-FR"/>
        </w:rPr>
        <w:t>:</w:t>
      </w:r>
      <w:r w:rsidRPr="009B44A9">
        <w:rPr>
          <w:spacing w:val="-6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  <w:lang w:val="fr-FR"/>
        </w:rPr>
        <w:t>-el/-elle,</w:t>
      </w:r>
      <w:r w:rsidRPr="009B44A9">
        <w:rPr>
          <w:spacing w:val="-6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  <w:lang w:val="fr-FR"/>
        </w:rPr>
        <w:t>-ile,</w:t>
      </w:r>
      <w:r w:rsidRPr="009B44A9">
        <w:rPr>
          <w:spacing w:val="-5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  <w:lang w:val="fr-FR"/>
        </w:rPr>
        <w:t>-il/-ille,</w:t>
      </w:r>
      <w:r w:rsidRPr="009B44A9">
        <w:rPr>
          <w:spacing w:val="-5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  <w:lang w:val="fr-FR"/>
        </w:rPr>
        <w:t>-eau/-elle,</w:t>
      </w:r>
      <w:r w:rsidRPr="009B44A9">
        <w:rPr>
          <w:spacing w:val="-5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  <w:lang w:val="fr-FR"/>
        </w:rPr>
        <w:t>-aire,</w:t>
      </w:r>
      <w:r w:rsidRPr="009B44A9">
        <w:rPr>
          <w:spacing w:val="-5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  <w:lang w:val="fr-FR"/>
        </w:rPr>
        <w:t>-atif/-</w:t>
      </w:r>
      <w:r w:rsidRPr="009B44A9">
        <w:rPr>
          <w:spacing w:val="-57"/>
          <w:sz w:val="24"/>
          <w:szCs w:val="24"/>
          <w:lang w:val="fr-FR"/>
        </w:rPr>
        <w:t xml:space="preserve"> </w:t>
      </w:r>
      <w:r w:rsidRPr="009B44A9">
        <w:rPr>
          <w:sz w:val="24"/>
          <w:szCs w:val="24"/>
          <w:lang w:val="fr-FR"/>
        </w:rPr>
        <w:t>ative;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before="107" w:line="292" w:lineRule="auto"/>
        <w:ind w:left="106" w:right="297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знать и понимать особенности структуры простых и сложных предложений французского языка;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различных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 типов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предложений французского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распознавать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письменном</w:t>
      </w:r>
      <w:r w:rsidRPr="009B44A9">
        <w:rPr>
          <w:spacing w:val="-2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звучащем</w:t>
      </w:r>
      <w:r w:rsidRPr="009B44A9">
        <w:rPr>
          <w:spacing w:val="-2"/>
        </w:rPr>
        <w:t xml:space="preserve"> </w:t>
      </w:r>
      <w:r w:rsidRPr="009B44A9">
        <w:t>тексте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2"/>
        </w:rPr>
        <w:t xml:space="preserve"> </w:t>
      </w:r>
      <w:r w:rsidRPr="009B44A9">
        <w:t>употреблять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устной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письменной</w:t>
      </w:r>
      <w:r w:rsidRPr="009B44A9">
        <w:rPr>
          <w:spacing w:val="-2"/>
        </w:rPr>
        <w:t xml:space="preserve"> </w:t>
      </w:r>
      <w:r w:rsidRPr="009B44A9">
        <w:t>речи: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—настоящее</w:t>
      </w:r>
      <w:r w:rsidRPr="009B44A9">
        <w:rPr>
          <w:spacing w:val="-5"/>
        </w:rPr>
        <w:t xml:space="preserve"> </w:t>
      </w:r>
      <w:r w:rsidRPr="009B44A9">
        <w:t>время</w:t>
      </w:r>
      <w:r w:rsidRPr="009B44A9">
        <w:rPr>
          <w:spacing w:val="-5"/>
        </w:rPr>
        <w:t xml:space="preserve"> </w:t>
      </w:r>
      <w:r w:rsidRPr="009B44A9">
        <w:t>условного</w:t>
      </w:r>
      <w:r w:rsidRPr="009B44A9">
        <w:rPr>
          <w:spacing w:val="-4"/>
        </w:rPr>
        <w:t xml:space="preserve"> </w:t>
      </w:r>
      <w:r w:rsidRPr="009B44A9">
        <w:t>наклонения</w:t>
      </w:r>
      <w:r w:rsidRPr="009B44A9">
        <w:rPr>
          <w:spacing w:val="-6"/>
        </w:rPr>
        <w:t xml:space="preserve"> </w:t>
      </w:r>
      <w:r w:rsidRPr="009B44A9">
        <w:t>(conditionnel</w:t>
      </w:r>
      <w:r w:rsidRPr="009B44A9">
        <w:rPr>
          <w:spacing w:val="-5"/>
        </w:rPr>
        <w:t xml:space="preserve"> </w:t>
      </w:r>
      <w:r w:rsidRPr="009B44A9">
        <w:t>présent).</w:t>
      </w:r>
    </w:p>
    <w:p w:rsidR="00E76AB9" w:rsidRPr="009B44A9" w:rsidRDefault="00E76AB9" w:rsidP="007940B1">
      <w:pPr>
        <w:pStyle w:val="BodyText"/>
        <w:spacing w:before="60" w:line="292" w:lineRule="auto"/>
        <w:ind w:right="378" w:firstLine="180"/>
        <w:jc w:val="both"/>
      </w:pPr>
      <w:r w:rsidRPr="009B44A9">
        <w:t>Употребление conditionnel présent в независимом предложении для выражения вежливой просьбы,</w:t>
      </w:r>
      <w:r w:rsidRPr="009B44A9">
        <w:rPr>
          <w:spacing w:val="-58"/>
        </w:rPr>
        <w:t xml:space="preserve"> </w:t>
      </w:r>
      <w:r w:rsidRPr="009B44A9">
        <w:t>желаемого</w:t>
      </w:r>
      <w:r w:rsidRPr="009B44A9">
        <w:rPr>
          <w:spacing w:val="-1"/>
        </w:rPr>
        <w:t xml:space="preserve"> </w:t>
      </w:r>
      <w:r w:rsidRPr="009B44A9">
        <w:t>или предполагаемого действия;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—будущее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прошедшем</w:t>
      </w:r>
      <w:r w:rsidRPr="009B44A9">
        <w:rPr>
          <w:spacing w:val="-2"/>
        </w:rPr>
        <w:t xml:space="preserve"> </w:t>
      </w:r>
      <w:r w:rsidRPr="009B44A9">
        <w:t>(futur</w:t>
      </w:r>
      <w:r w:rsidRPr="009B44A9">
        <w:rPr>
          <w:spacing w:val="-4"/>
        </w:rPr>
        <w:t xml:space="preserve"> </w:t>
      </w:r>
      <w:r w:rsidRPr="009B44A9">
        <w:t>dans</w:t>
      </w:r>
      <w:r w:rsidRPr="009B44A9">
        <w:rPr>
          <w:spacing w:val="-2"/>
        </w:rPr>
        <w:t xml:space="preserve"> </w:t>
      </w:r>
      <w:r w:rsidRPr="009B44A9">
        <w:t>le</w:t>
      </w:r>
      <w:r w:rsidRPr="009B44A9">
        <w:rPr>
          <w:spacing w:val="-3"/>
        </w:rPr>
        <w:t xml:space="preserve"> </w:t>
      </w:r>
      <w:r w:rsidRPr="009B44A9">
        <w:t>passé);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—употребление</w:t>
      </w:r>
      <w:r w:rsidRPr="009B44A9">
        <w:rPr>
          <w:spacing w:val="-4"/>
        </w:rPr>
        <w:t xml:space="preserve"> </w:t>
      </w:r>
      <w:r w:rsidRPr="009B44A9">
        <w:t>предлога</w:t>
      </w:r>
      <w:r w:rsidRPr="009B44A9">
        <w:rPr>
          <w:spacing w:val="-3"/>
        </w:rPr>
        <w:t xml:space="preserve"> </w:t>
      </w:r>
      <w:r w:rsidRPr="009B44A9">
        <w:t>«de»</w:t>
      </w:r>
      <w:r w:rsidRPr="009B44A9">
        <w:rPr>
          <w:spacing w:val="-3"/>
        </w:rPr>
        <w:t xml:space="preserve"> </w:t>
      </w:r>
      <w:r w:rsidRPr="009B44A9">
        <w:t>после</w:t>
      </w:r>
      <w:r w:rsidRPr="009B44A9">
        <w:rPr>
          <w:spacing w:val="-4"/>
        </w:rPr>
        <w:t xml:space="preserve"> </w:t>
      </w:r>
      <w:r w:rsidRPr="009B44A9">
        <w:t>слов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выражений,</w:t>
      </w:r>
      <w:r w:rsidRPr="009B44A9">
        <w:rPr>
          <w:spacing w:val="-4"/>
        </w:rPr>
        <w:t xml:space="preserve"> </w:t>
      </w:r>
      <w:r w:rsidRPr="009B44A9">
        <w:t>обозначающих</w:t>
      </w:r>
      <w:r w:rsidRPr="009B44A9">
        <w:rPr>
          <w:spacing w:val="-3"/>
        </w:rPr>
        <w:t xml:space="preserve"> </w:t>
      </w:r>
      <w:r w:rsidRPr="009B44A9">
        <w:t>количество;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—употребление</w:t>
      </w:r>
      <w:r w:rsidRPr="009B44A9">
        <w:rPr>
          <w:spacing w:val="-4"/>
        </w:rPr>
        <w:t xml:space="preserve"> </w:t>
      </w:r>
      <w:r w:rsidRPr="009B44A9">
        <w:t>местоимения</w:t>
      </w:r>
      <w:r w:rsidRPr="009B44A9">
        <w:rPr>
          <w:spacing w:val="-3"/>
        </w:rPr>
        <w:t xml:space="preserve"> </w:t>
      </w:r>
      <w:r w:rsidRPr="009B44A9">
        <w:t>«en»;</w:t>
      </w:r>
    </w:p>
    <w:p w:rsidR="00E76AB9" w:rsidRPr="009B44A9" w:rsidRDefault="00E76AB9" w:rsidP="007940B1">
      <w:pPr>
        <w:pStyle w:val="BodyText"/>
        <w:spacing w:before="60"/>
        <w:ind w:left="286"/>
        <w:jc w:val="both"/>
      </w:pPr>
      <w:r w:rsidRPr="009B44A9">
        <w:t>—повелительное</w:t>
      </w:r>
      <w:r w:rsidRPr="009B44A9">
        <w:rPr>
          <w:spacing w:val="-7"/>
        </w:rPr>
        <w:t xml:space="preserve"> </w:t>
      </w:r>
      <w:r w:rsidRPr="009B44A9">
        <w:t>наклонение</w:t>
      </w:r>
      <w:r w:rsidRPr="009B44A9">
        <w:rPr>
          <w:spacing w:val="-6"/>
        </w:rPr>
        <w:t xml:space="preserve"> </w:t>
      </w:r>
      <w:r w:rsidRPr="009B44A9">
        <w:t>(impératif);</w:t>
      </w:r>
    </w:p>
    <w:p w:rsidR="00E76AB9" w:rsidRPr="009B44A9" w:rsidRDefault="00E76AB9" w:rsidP="007940B1">
      <w:pPr>
        <w:pStyle w:val="BodyText"/>
        <w:spacing w:before="60" w:line="292" w:lineRule="auto"/>
        <w:ind w:right="401" w:firstLine="180"/>
        <w:jc w:val="both"/>
      </w:pPr>
      <w:r w:rsidRPr="009B44A9">
        <w:t>—причастие прошедшего времени (participe passé). Согласование причастия прошедшего времени</w:t>
      </w:r>
      <w:r w:rsidRPr="009B44A9">
        <w:rPr>
          <w:spacing w:val="-58"/>
        </w:rPr>
        <w:t xml:space="preserve"> </w:t>
      </w:r>
      <w:r w:rsidRPr="009B44A9">
        <w:t>(accord</w:t>
      </w:r>
      <w:r w:rsidRPr="009B44A9">
        <w:rPr>
          <w:spacing w:val="-3"/>
        </w:rPr>
        <w:t xml:space="preserve"> </w:t>
      </w:r>
      <w:r w:rsidRPr="009B44A9">
        <w:t>du</w:t>
      </w:r>
      <w:r w:rsidRPr="009B44A9">
        <w:rPr>
          <w:spacing w:val="-3"/>
        </w:rPr>
        <w:t xml:space="preserve"> </w:t>
      </w:r>
      <w:r w:rsidRPr="009B44A9">
        <w:t>participe</w:t>
      </w:r>
      <w:r w:rsidRPr="009B44A9">
        <w:rPr>
          <w:spacing w:val="-2"/>
        </w:rPr>
        <w:t xml:space="preserve"> </w:t>
      </w:r>
      <w:r w:rsidRPr="009B44A9">
        <w:t>passé).</w:t>
      </w:r>
      <w:r w:rsidRPr="009B44A9">
        <w:rPr>
          <w:spacing w:val="-3"/>
        </w:rPr>
        <w:t xml:space="preserve"> </w:t>
      </w:r>
      <w:r w:rsidRPr="009B44A9">
        <w:t>Participe</w:t>
      </w:r>
      <w:r w:rsidRPr="009B44A9">
        <w:rPr>
          <w:spacing w:val="-2"/>
        </w:rPr>
        <w:t xml:space="preserve"> </w:t>
      </w:r>
      <w:r w:rsidRPr="009B44A9">
        <w:t>passé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4"/>
        </w:rPr>
        <w:t xml:space="preserve"> </w:t>
      </w:r>
      <w:r w:rsidRPr="009B44A9">
        <w:t>сложных</w:t>
      </w:r>
      <w:r w:rsidRPr="009B44A9">
        <w:rPr>
          <w:spacing w:val="-2"/>
        </w:rPr>
        <w:t xml:space="preserve"> </w:t>
      </w:r>
      <w:r w:rsidRPr="009B44A9">
        <w:t>временах.</w:t>
      </w:r>
      <w:r w:rsidRPr="009B44A9">
        <w:rPr>
          <w:spacing w:val="-3"/>
        </w:rPr>
        <w:t xml:space="preserve"> </w:t>
      </w:r>
      <w:r w:rsidRPr="009B44A9">
        <w:t>Participe</w:t>
      </w:r>
      <w:r w:rsidRPr="009B44A9">
        <w:rPr>
          <w:spacing w:val="-2"/>
        </w:rPr>
        <w:t xml:space="preserve"> </w:t>
      </w:r>
      <w:r w:rsidRPr="009B44A9">
        <w:t>passé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пассивном</w:t>
      </w:r>
      <w:r w:rsidRPr="009B44A9">
        <w:rPr>
          <w:spacing w:val="-3"/>
        </w:rPr>
        <w:t xml:space="preserve"> </w:t>
      </w:r>
      <w:r w:rsidRPr="009B44A9">
        <w:t>залоге.</w:t>
      </w:r>
    </w:p>
    <w:p w:rsidR="00E76AB9" w:rsidRPr="009B44A9" w:rsidRDefault="00E76AB9" w:rsidP="007940B1">
      <w:pPr>
        <w:pStyle w:val="BodyText"/>
        <w:spacing w:line="275" w:lineRule="exact"/>
        <w:jc w:val="both"/>
      </w:pPr>
      <w:r w:rsidRPr="009B44A9">
        <w:t>Participe</w:t>
      </w:r>
      <w:r w:rsidRPr="009B44A9">
        <w:rPr>
          <w:spacing w:val="-4"/>
        </w:rPr>
        <w:t xml:space="preserve"> </w:t>
      </w:r>
      <w:r w:rsidRPr="009B44A9">
        <w:t>passé</w:t>
      </w:r>
      <w:r w:rsidRPr="009B44A9">
        <w:rPr>
          <w:spacing w:val="-3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роли</w:t>
      </w:r>
      <w:r w:rsidRPr="009B44A9">
        <w:rPr>
          <w:spacing w:val="-3"/>
        </w:rPr>
        <w:t xml:space="preserve"> </w:t>
      </w:r>
      <w:r w:rsidRPr="009B44A9">
        <w:t>причастия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прилагательного;</w:t>
      </w:r>
    </w:p>
    <w:p w:rsidR="00E76AB9" w:rsidRPr="009B44A9" w:rsidRDefault="00E76AB9" w:rsidP="007940B1">
      <w:pPr>
        <w:pStyle w:val="BodyText"/>
        <w:spacing w:before="61"/>
        <w:ind w:left="286"/>
        <w:jc w:val="both"/>
      </w:pPr>
      <w:r w:rsidRPr="009B44A9">
        <w:t>—указательное</w:t>
      </w:r>
      <w:r w:rsidRPr="009B44A9">
        <w:rPr>
          <w:spacing w:val="-3"/>
        </w:rPr>
        <w:t xml:space="preserve"> </w:t>
      </w:r>
      <w:r w:rsidRPr="009B44A9">
        <w:t>местоимение</w:t>
      </w:r>
      <w:r w:rsidRPr="009B44A9">
        <w:rPr>
          <w:spacing w:val="-2"/>
        </w:rPr>
        <w:t xml:space="preserve"> </w:t>
      </w:r>
      <w:r w:rsidRPr="009B44A9">
        <w:t>ce</w:t>
      </w:r>
      <w:r w:rsidRPr="009B44A9">
        <w:rPr>
          <w:spacing w:val="-2"/>
        </w:rPr>
        <w:t xml:space="preserve"> </w:t>
      </w:r>
      <w:r w:rsidRPr="009B44A9">
        <w:t>/</w:t>
      </w:r>
      <w:r w:rsidRPr="009B44A9">
        <w:rPr>
          <w:spacing w:val="-3"/>
        </w:rPr>
        <w:t xml:space="preserve"> </w:t>
      </w:r>
      <w:r w:rsidRPr="009B44A9">
        <w:t>ça</w:t>
      </w:r>
      <w:r w:rsidRPr="009B44A9">
        <w:rPr>
          <w:spacing w:val="-2"/>
        </w:rPr>
        <w:t xml:space="preserve"> </w:t>
      </w:r>
      <w:r w:rsidRPr="009B44A9">
        <w:t>/</w:t>
      </w:r>
      <w:r w:rsidRPr="009B44A9">
        <w:rPr>
          <w:spacing w:val="-3"/>
        </w:rPr>
        <w:t xml:space="preserve"> </w:t>
      </w:r>
      <w:r w:rsidRPr="009B44A9">
        <w:t>cela</w:t>
      </w:r>
      <w:r w:rsidRPr="009B44A9">
        <w:rPr>
          <w:spacing w:val="-2"/>
        </w:rPr>
        <w:t xml:space="preserve"> </w:t>
      </w:r>
      <w:r w:rsidRPr="009B44A9">
        <w:t>;</w:t>
      </w:r>
    </w:p>
    <w:p w:rsidR="00E76AB9" w:rsidRPr="009B44A9" w:rsidRDefault="00E76AB9" w:rsidP="007940B1">
      <w:pPr>
        <w:pStyle w:val="BodyText"/>
        <w:spacing w:before="60" w:line="292" w:lineRule="auto"/>
        <w:ind w:right="196" w:firstLine="180"/>
        <w:jc w:val="both"/>
      </w:pPr>
      <w:r w:rsidRPr="009B44A9">
        <w:t>—одновременное употребление местоимений (прямого и косвенного) во французском предложении</w:t>
      </w:r>
      <w:r w:rsidRPr="009B44A9">
        <w:rPr>
          <w:spacing w:val="-57"/>
        </w:rPr>
        <w:t xml:space="preserve"> </w:t>
      </w:r>
      <w:r w:rsidRPr="009B44A9">
        <w:t>(pronoms</w:t>
      </w:r>
      <w:r w:rsidRPr="009B44A9">
        <w:rPr>
          <w:spacing w:val="-1"/>
        </w:rPr>
        <w:t xml:space="preserve"> </w:t>
      </w:r>
      <w:r w:rsidRPr="009B44A9">
        <w:t>personnels doubles);</w:t>
      </w:r>
    </w:p>
    <w:p w:rsidR="00E76AB9" w:rsidRPr="009B44A9" w:rsidRDefault="00E76AB9" w:rsidP="007940B1">
      <w:pPr>
        <w:pStyle w:val="BodyText"/>
        <w:spacing w:line="275" w:lineRule="exact"/>
        <w:ind w:left="286"/>
        <w:jc w:val="both"/>
      </w:pPr>
      <w:r w:rsidRPr="009B44A9">
        <w:t>—согласование</w:t>
      </w:r>
      <w:r w:rsidRPr="009B44A9">
        <w:rPr>
          <w:spacing w:val="-5"/>
        </w:rPr>
        <w:t xml:space="preserve"> </w:t>
      </w:r>
      <w:r w:rsidRPr="009B44A9">
        <w:t>времен</w:t>
      </w:r>
      <w:r w:rsidRPr="009B44A9">
        <w:rPr>
          <w:spacing w:val="-4"/>
        </w:rPr>
        <w:t xml:space="preserve"> </w:t>
      </w:r>
      <w:r w:rsidRPr="009B44A9">
        <w:t>изъявительного</w:t>
      </w:r>
      <w:r w:rsidRPr="009B44A9">
        <w:rPr>
          <w:spacing w:val="-5"/>
        </w:rPr>
        <w:t xml:space="preserve"> </w:t>
      </w:r>
      <w:r w:rsidRPr="009B44A9">
        <w:t>наклонения</w:t>
      </w:r>
      <w:r w:rsidRPr="009B44A9">
        <w:rPr>
          <w:spacing w:val="-5"/>
        </w:rPr>
        <w:t xml:space="preserve"> </w:t>
      </w:r>
      <w:r w:rsidRPr="009B44A9">
        <w:t>(concordance</w:t>
      </w:r>
      <w:r w:rsidRPr="009B44A9">
        <w:rPr>
          <w:spacing w:val="-4"/>
        </w:rPr>
        <w:t xml:space="preserve"> </w:t>
      </w:r>
      <w:r w:rsidRPr="009B44A9">
        <w:t>des</w:t>
      </w:r>
      <w:r w:rsidRPr="009B44A9">
        <w:rPr>
          <w:spacing w:val="-5"/>
        </w:rPr>
        <w:t xml:space="preserve"> </w:t>
      </w:r>
      <w:r w:rsidRPr="009B44A9">
        <w:t>temps</w:t>
      </w:r>
      <w:r w:rsidRPr="009B44A9">
        <w:rPr>
          <w:spacing w:val="-4"/>
        </w:rPr>
        <w:t xml:space="preserve"> </w:t>
      </w:r>
      <w:r w:rsidRPr="009B44A9">
        <w:t>de</w:t>
      </w:r>
      <w:r w:rsidRPr="009B44A9">
        <w:rPr>
          <w:spacing w:val="-5"/>
        </w:rPr>
        <w:t xml:space="preserve"> </w:t>
      </w:r>
      <w:r w:rsidRPr="009B44A9">
        <w:t>l’Indicatif).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before="60"/>
        <w:ind w:left="546" w:hanging="261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владеть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социокультурными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знаниями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умениями: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t>осуществлять межличностное и межкультурное общение, используя знания о национально-</w:t>
      </w:r>
      <w:r w:rsidRPr="009B44A9">
        <w:rPr>
          <w:spacing w:val="1"/>
        </w:rPr>
        <w:t xml:space="preserve"> </w:t>
      </w:r>
      <w:r w:rsidRPr="009B44A9">
        <w:t>культурных особенностях своей страны и страны/стран изучаемого языка и освоив основные</w:t>
      </w:r>
      <w:r w:rsidRPr="009B44A9">
        <w:rPr>
          <w:spacing w:val="1"/>
        </w:rPr>
        <w:t xml:space="preserve"> </w:t>
      </w:r>
      <w:r w:rsidRPr="009B44A9">
        <w:t>социокультурные</w:t>
      </w:r>
      <w:r w:rsidRPr="009B44A9">
        <w:rPr>
          <w:spacing w:val="-5"/>
        </w:rPr>
        <w:t xml:space="preserve"> </w:t>
      </w:r>
      <w:r w:rsidRPr="009B44A9">
        <w:t>элементы</w:t>
      </w:r>
      <w:r w:rsidRPr="009B44A9">
        <w:rPr>
          <w:spacing w:val="-4"/>
        </w:rPr>
        <w:t xml:space="preserve"> </w:t>
      </w:r>
      <w:r w:rsidRPr="009B44A9">
        <w:t>речевого</w:t>
      </w:r>
      <w:r w:rsidRPr="009B44A9">
        <w:rPr>
          <w:spacing w:val="-5"/>
        </w:rPr>
        <w:t xml:space="preserve"> </w:t>
      </w:r>
      <w:r w:rsidRPr="009B44A9">
        <w:t>поведенческого</w:t>
      </w:r>
      <w:r w:rsidRPr="009B44A9">
        <w:rPr>
          <w:spacing w:val="-4"/>
        </w:rPr>
        <w:t xml:space="preserve"> </w:t>
      </w:r>
      <w:r w:rsidRPr="009B44A9">
        <w:t>этикета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стране/странах</w:t>
      </w:r>
      <w:r w:rsidRPr="009B44A9">
        <w:rPr>
          <w:spacing w:val="-4"/>
        </w:rPr>
        <w:t xml:space="preserve"> </w:t>
      </w:r>
      <w:r w:rsidRPr="009B44A9">
        <w:t>изучаемого</w:t>
      </w:r>
      <w:r w:rsidRPr="009B44A9">
        <w:rPr>
          <w:spacing w:val="-5"/>
        </w:rPr>
        <w:t xml:space="preserve"> </w:t>
      </w:r>
      <w:r w:rsidRPr="009B44A9">
        <w:t>языка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7"/>
        </w:rPr>
        <w:t xml:space="preserve"> </w:t>
      </w:r>
      <w:r w:rsidRPr="009B44A9">
        <w:t>рамках</w:t>
      </w:r>
      <w:r w:rsidRPr="009B44A9">
        <w:rPr>
          <w:spacing w:val="-1"/>
        </w:rPr>
        <w:t xml:space="preserve"> </w:t>
      </w:r>
      <w:r w:rsidRPr="009B44A9">
        <w:t>тематического содержания</w:t>
      </w:r>
      <w:r w:rsidRPr="009B44A9">
        <w:rPr>
          <w:spacing w:val="-1"/>
        </w:rPr>
        <w:t xml:space="preserve"> </w:t>
      </w:r>
      <w:r w:rsidRPr="009B44A9">
        <w:t>речи;</w:t>
      </w:r>
    </w:p>
    <w:p w:rsidR="00E76AB9" w:rsidRPr="009B44A9" w:rsidRDefault="00E76AB9" w:rsidP="007940B1">
      <w:pPr>
        <w:pStyle w:val="BodyText"/>
        <w:spacing w:line="292" w:lineRule="auto"/>
        <w:ind w:right="324" w:firstLine="180"/>
        <w:jc w:val="both"/>
      </w:pPr>
      <w:r w:rsidRPr="009B44A9">
        <w:t>кратко представлять родную страну/малую родину и страну/страны изучаемого языка (культурные</w:t>
      </w:r>
      <w:r w:rsidRPr="009B44A9">
        <w:rPr>
          <w:spacing w:val="-58"/>
        </w:rPr>
        <w:t xml:space="preserve"> </w:t>
      </w:r>
      <w:r w:rsidRPr="009B44A9">
        <w:t>явления и события; достопримечательности, выдающиеся люди); оказывать помощь зарубежным</w:t>
      </w:r>
      <w:r w:rsidRPr="009B44A9">
        <w:rPr>
          <w:spacing w:val="1"/>
        </w:rPr>
        <w:t xml:space="preserve"> </w:t>
      </w:r>
      <w:r w:rsidRPr="009B44A9">
        <w:t>гостям в ситуациях повседневного общения (объяснить местонахождение объекта, сообщить</w:t>
      </w:r>
      <w:r w:rsidRPr="009B44A9">
        <w:rPr>
          <w:spacing w:val="1"/>
        </w:rPr>
        <w:t xml:space="preserve"> </w:t>
      </w:r>
      <w:r w:rsidRPr="009B44A9">
        <w:t>возможный</w:t>
      </w:r>
      <w:r w:rsidRPr="009B44A9">
        <w:rPr>
          <w:spacing w:val="-1"/>
        </w:rPr>
        <w:t xml:space="preserve"> </w:t>
      </w:r>
      <w:r w:rsidRPr="009B44A9">
        <w:t>маршрут</w:t>
      </w:r>
      <w:r w:rsidRPr="009B44A9">
        <w:rPr>
          <w:spacing w:val="-1"/>
        </w:rPr>
        <w:t xml:space="preserve"> </w:t>
      </w:r>
      <w:r w:rsidRPr="009B44A9">
        <w:t>и т. д.);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line="292" w:lineRule="auto"/>
        <w:ind w:left="106" w:right="144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владеть компенсаторными умениями: использовать при чтении и аудировании — языковую, в том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числе контекстуальную, догадку; при непосредственном общении — переспрашивать, просить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повторить, уточняя значение незнакомых слов; игнорировать информацию, не являющуюся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необходимой для понимания основного содержания прочитанного/прослушанного текста или для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нахождения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 запрашиваемой информации;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line="292" w:lineRule="auto"/>
        <w:ind w:left="106" w:right="604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уметь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рассматривать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несколько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вариантов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решения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задачи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продуктивных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видах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речевой деятельности(говорении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 письменной речи);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line="292" w:lineRule="auto"/>
        <w:ind w:left="106" w:right="185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участвовать в несложных учебных проектах с использованием материалов на французском языке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применением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мультимедийных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средств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обучения,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соблюдая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информационной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безопасности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6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BodyText"/>
        <w:spacing w:before="70"/>
        <w:jc w:val="both"/>
      </w:pPr>
      <w:r w:rsidRPr="009B44A9">
        <w:t>при</w:t>
      </w:r>
      <w:r w:rsidRPr="009B44A9">
        <w:rPr>
          <w:spacing w:val="-3"/>
        </w:rPr>
        <w:t xml:space="preserve"> </w:t>
      </w:r>
      <w:r w:rsidRPr="009B44A9">
        <w:t>работе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сети</w:t>
      </w:r>
      <w:r w:rsidRPr="009B44A9">
        <w:rPr>
          <w:spacing w:val="-2"/>
        </w:rPr>
        <w:t xml:space="preserve"> </w:t>
      </w:r>
      <w:r w:rsidRPr="009B44A9">
        <w:t>Интернет;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47"/>
        </w:tabs>
        <w:spacing w:before="60" w:line="292" w:lineRule="auto"/>
        <w:ind w:left="106" w:right="821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использовать иноязычные словари и справочники, в том числе информационно-справочные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системы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электронной форме.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667"/>
        </w:tabs>
        <w:spacing w:line="292" w:lineRule="auto"/>
        <w:ind w:left="106" w:right="643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достигать взаимопонимания и взаимодействия в процессе устного и письменного общения с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носителями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иностранного языка, людьми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другой культуры;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667"/>
        </w:tabs>
        <w:spacing w:line="292" w:lineRule="auto"/>
        <w:ind w:left="106" w:right="421" w:firstLine="18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сравнивать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(в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том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числе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устанавливать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основания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сравнения)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объекты,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явления,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процессы,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элементы и основные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функции 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рамках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изученной тематики.</w:t>
      </w:r>
    </w:p>
    <w:p w:rsidR="00E76AB9" w:rsidRPr="009B44A9" w:rsidRDefault="00E76AB9" w:rsidP="007940B1">
      <w:pPr>
        <w:pStyle w:val="Heading1"/>
        <w:numPr>
          <w:ilvl w:val="0"/>
          <w:numId w:val="11"/>
        </w:numPr>
        <w:tabs>
          <w:tab w:val="left" w:pos="287"/>
        </w:tabs>
        <w:spacing w:before="188"/>
        <w:jc w:val="both"/>
      </w:pPr>
      <w:r w:rsidRPr="009B44A9">
        <w:t>КЛАСС</w:t>
      </w:r>
    </w:p>
    <w:p w:rsidR="00E76AB9" w:rsidRPr="009B44A9" w:rsidRDefault="00E76AB9" w:rsidP="007940B1">
      <w:pPr>
        <w:spacing w:before="156"/>
        <w:ind w:left="286"/>
        <w:jc w:val="both"/>
        <w:rPr>
          <w:b/>
          <w:sz w:val="24"/>
          <w:szCs w:val="24"/>
        </w:rPr>
      </w:pPr>
      <w:r w:rsidRPr="009B44A9">
        <w:rPr>
          <w:b/>
          <w:sz w:val="24"/>
          <w:szCs w:val="24"/>
        </w:rPr>
        <w:t>КОММУНИКАТИВНЫЕ</w:t>
      </w:r>
      <w:r w:rsidRPr="009B44A9">
        <w:rPr>
          <w:b/>
          <w:spacing w:val="-10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1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видами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речевой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деятельности:</w:t>
      </w:r>
    </w:p>
    <w:p w:rsidR="00E76AB9" w:rsidRPr="009B44A9" w:rsidRDefault="00E76AB9" w:rsidP="007940B1">
      <w:pPr>
        <w:pStyle w:val="BodyText"/>
        <w:spacing w:before="60" w:line="292" w:lineRule="auto"/>
        <w:ind w:right="453" w:firstLine="180"/>
        <w:jc w:val="both"/>
      </w:pPr>
      <w:r w:rsidRPr="009B44A9">
        <w:rPr>
          <w:b/>
        </w:rPr>
        <w:t xml:space="preserve">говорение: </w:t>
      </w:r>
      <w:r w:rsidRPr="009B44A9">
        <w:rPr>
          <w:i/>
        </w:rPr>
        <w:t xml:space="preserve">вести </w:t>
      </w:r>
      <w:r w:rsidRPr="009B44A9">
        <w:t>комбинированный диалог, включающий различные виды диалогов (диалог</w:t>
      </w:r>
      <w:r w:rsidRPr="009B44A9">
        <w:rPr>
          <w:spacing w:val="1"/>
        </w:rPr>
        <w:t xml:space="preserve"> </w:t>
      </w:r>
      <w:r w:rsidRPr="009B44A9">
        <w:t>этикетного характера, диалог побуждения к действию, диалог-расспрос); диалог-обмен мнениями в</w:t>
      </w:r>
      <w:r w:rsidRPr="009B44A9">
        <w:rPr>
          <w:spacing w:val="-58"/>
        </w:rPr>
        <w:t xml:space="preserve"> </w:t>
      </w:r>
      <w:r w:rsidRPr="009B44A9">
        <w:t>рамках тематического содержания речи в стандартных ситуациях неофициального общения, с</w:t>
      </w:r>
      <w:r w:rsidRPr="009B44A9">
        <w:rPr>
          <w:spacing w:val="1"/>
        </w:rPr>
        <w:t xml:space="preserve"> </w:t>
      </w:r>
      <w:r w:rsidRPr="009B44A9">
        <w:t>вербальными и/или зрительными опорами или без опор, с соблюдением норм речевого этикета,</w:t>
      </w:r>
      <w:r w:rsidRPr="009B44A9">
        <w:rPr>
          <w:spacing w:val="1"/>
        </w:rPr>
        <w:t xml:space="preserve"> </w:t>
      </w:r>
      <w:r w:rsidRPr="009B44A9">
        <w:t>принятого</w:t>
      </w:r>
      <w:r w:rsidRPr="009B44A9">
        <w:rPr>
          <w:spacing w:val="-2"/>
        </w:rPr>
        <w:t xml:space="preserve"> </w:t>
      </w:r>
      <w:r w:rsidRPr="009B44A9">
        <w:t>в</w:t>
      </w:r>
      <w:r w:rsidRPr="009B44A9">
        <w:rPr>
          <w:spacing w:val="-3"/>
        </w:rPr>
        <w:t xml:space="preserve"> </w:t>
      </w:r>
      <w:r w:rsidRPr="009B44A9">
        <w:t>стране/странах</w:t>
      </w:r>
      <w:r w:rsidRPr="009B44A9">
        <w:rPr>
          <w:spacing w:val="-2"/>
        </w:rPr>
        <w:t xml:space="preserve"> </w:t>
      </w:r>
      <w:r w:rsidRPr="009B44A9">
        <w:t>изучаемого</w:t>
      </w:r>
      <w:r w:rsidRPr="009B44A9">
        <w:rPr>
          <w:spacing w:val="-1"/>
        </w:rPr>
        <w:t xml:space="preserve"> </w:t>
      </w:r>
      <w:r w:rsidRPr="009B44A9">
        <w:t>языка</w:t>
      </w:r>
      <w:r w:rsidRPr="009B44A9">
        <w:rPr>
          <w:spacing w:val="-2"/>
        </w:rPr>
        <w:t xml:space="preserve"> </w:t>
      </w:r>
      <w:r w:rsidRPr="009B44A9">
        <w:t>(до</w:t>
      </w:r>
      <w:r w:rsidRPr="009B44A9">
        <w:rPr>
          <w:spacing w:val="-2"/>
        </w:rPr>
        <w:t xml:space="preserve"> </w:t>
      </w:r>
      <w:r w:rsidRPr="009B44A9">
        <w:t>5</w:t>
      </w:r>
      <w:r w:rsidRPr="009B44A9">
        <w:rPr>
          <w:spacing w:val="-2"/>
        </w:rPr>
        <w:t xml:space="preserve"> </w:t>
      </w:r>
      <w:r w:rsidRPr="009B44A9">
        <w:t>реплик</w:t>
      </w:r>
      <w:r w:rsidRPr="009B44A9">
        <w:rPr>
          <w:spacing w:val="-2"/>
        </w:rPr>
        <w:t xml:space="preserve"> </w:t>
      </w:r>
      <w:r w:rsidRPr="009B44A9">
        <w:t>со</w:t>
      </w:r>
      <w:r w:rsidRPr="009B44A9">
        <w:rPr>
          <w:spacing w:val="-2"/>
        </w:rPr>
        <w:t xml:space="preserve"> </w:t>
      </w:r>
      <w:r w:rsidRPr="009B44A9">
        <w:t>стороны</w:t>
      </w:r>
      <w:r w:rsidRPr="009B44A9">
        <w:rPr>
          <w:spacing w:val="-2"/>
        </w:rPr>
        <w:t xml:space="preserve"> </w:t>
      </w:r>
      <w:r w:rsidRPr="009B44A9">
        <w:t>каждого</w:t>
      </w:r>
      <w:r w:rsidRPr="009B44A9">
        <w:rPr>
          <w:spacing w:val="-2"/>
        </w:rPr>
        <w:t xml:space="preserve"> </w:t>
      </w:r>
      <w:r w:rsidRPr="009B44A9">
        <w:t>собеседника);</w:t>
      </w:r>
    </w:p>
    <w:p w:rsidR="00E76AB9" w:rsidRPr="009B44A9" w:rsidRDefault="00E76AB9" w:rsidP="007940B1">
      <w:pPr>
        <w:pStyle w:val="BodyText"/>
        <w:spacing w:line="292" w:lineRule="auto"/>
        <w:ind w:right="373" w:firstLine="180"/>
        <w:jc w:val="both"/>
      </w:pPr>
      <w:r w:rsidRPr="009B44A9">
        <w:rPr>
          <w:i/>
        </w:rPr>
        <w:t xml:space="preserve">создавать </w:t>
      </w:r>
      <w:r w:rsidRPr="009B44A9">
        <w:t>разные виды монологических высказываний (описание, в том числе характеристика;</w:t>
      </w:r>
      <w:r w:rsidRPr="009B44A9">
        <w:rPr>
          <w:spacing w:val="1"/>
        </w:rPr>
        <w:t xml:space="preserve"> </w:t>
      </w:r>
      <w:r w:rsidRPr="009B44A9">
        <w:t>повествование/сообщение, рассуждение) с вербальными и/или зрительными опорами или без опор в</w:t>
      </w:r>
      <w:r w:rsidRPr="009B44A9">
        <w:rPr>
          <w:spacing w:val="-58"/>
        </w:rPr>
        <w:t xml:space="preserve"> </w:t>
      </w:r>
      <w:r w:rsidRPr="009B44A9">
        <w:t>рамках тематического содержания речи (объем монологического высказывания — до 7-9 фраз);</w:t>
      </w:r>
      <w:r w:rsidRPr="009B44A9">
        <w:rPr>
          <w:spacing w:val="1"/>
        </w:rPr>
        <w:t xml:space="preserve"> </w:t>
      </w:r>
      <w:r w:rsidRPr="009B44A9">
        <w:rPr>
          <w:i/>
        </w:rPr>
        <w:t xml:space="preserve">излагать </w:t>
      </w:r>
      <w:r w:rsidRPr="009B44A9">
        <w:t>основное содержание прочитанного/прослушанного текста со зрительными</w:t>
      </w:r>
      <w:r w:rsidRPr="009B44A9">
        <w:rPr>
          <w:spacing w:val="1"/>
        </w:rPr>
        <w:t xml:space="preserve"> </w:t>
      </w:r>
      <w:r w:rsidRPr="009B44A9">
        <w:t>и /или</w:t>
      </w:r>
      <w:r w:rsidRPr="009B44A9">
        <w:rPr>
          <w:spacing w:val="1"/>
        </w:rPr>
        <w:t xml:space="preserve"> </w:t>
      </w:r>
      <w:r w:rsidRPr="009B44A9">
        <w:t>вербальными</w:t>
      </w:r>
      <w:r w:rsidRPr="009B44A9">
        <w:rPr>
          <w:spacing w:val="1"/>
        </w:rPr>
        <w:t xml:space="preserve"> </w:t>
      </w:r>
      <w:r w:rsidRPr="009B44A9">
        <w:t xml:space="preserve">опорами (объем — 7-9 фраз); </w:t>
      </w:r>
      <w:r w:rsidRPr="009B44A9">
        <w:rPr>
          <w:i/>
        </w:rPr>
        <w:t xml:space="preserve">излагать </w:t>
      </w:r>
      <w:r w:rsidRPr="009B44A9">
        <w:t>результаты выполненной проектной работы</w:t>
      </w:r>
      <w:r w:rsidRPr="009B44A9">
        <w:rPr>
          <w:spacing w:val="1"/>
        </w:rPr>
        <w:t xml:space="preserve"> </w:t>
      </w:r>
      <w:r w:rsidRPr="009B44A9">
        <w:t>(объем</w:t>
      </w:r>
      <w:r w:rsidRPr="009B44A9">
        <w:rPr>
          <w:spacing w:val="-1"/>
        </w:rPr>
        <w:t xml:space="preserve"> </w:t>
      </w:r>
      <w:r w:rsidRPr="009B44A9">
        <w:t>— 7-9 фраз);</w:t>
      </w:r>
    </w:p>
    <w:p w:rsidR="00E76AB9" w:rsidRPr="009B44A9" w:rsidRDefault="00E76AB9" w:rsidP="007940B1">
      <w:pPr>
        <w:pStyle w:val="BodyText"/>
        <w:spacing w:line="292" w:lineRule="auto"/>
        <w:ind w:right="245" w:firstLine="180"/>
        <w:jc w:val="both"/>
      </w:pPr>
      <w:r w:rsidRPr="009B44A9">
        <w:rPr>
          <w:b/>
        </w:rPr>
        <w:t xml:space="preserve">аудирование: </w:t>
      </w:r>
      <w:r w:rsidRPr="009B44A9">
        <w:rPr>
          <w:i/>
        </w:rPr>
        <w:t xml:space="preserve">воспринимать на слух и понимать </w:t>
      </w:r>
      <w:r w:rsidRPr="009B44A9">
        <w:t>несложные аутентичные тексты, содержащие</w:t>
      </w:r>
      <w:r w:rsidRPr="009B44A9">
        <w:rPr>
          <w:spacing w:val="1"/>
        </w:rPr>
        <w:t xml:space="preserve"> </w:t>
      </w:r>
      <w:r w:rsidRPr="009B44A9">
        <w:t>отдельные</w:t>
      </w:r>
      <w:r w:rsidRPr="009B44A9">
        <w:rPr>
          <w:spacing w:val="-5"/>
        </w:rPr>
        <w:t xml:space="preserve"> </w:t>
      </w:r>
      <w:r w:rsidRPr="009B44A9">
        <w:t>неизученные</w:t>
      </w:r>
      <w:r w:rsidRPr="009B44A9">
        <w:rPr>
          <w:spacing w:val="-4"/>
        </w:rPr>
        <w:t xml:space="preserve"> </w:t>
      </w:r>
      <w:r w:rsidRPr="009B44A9">
        <w:t>языковые</w:t>
      </w:r>
      <w:r w:rsidRPr="009B44A9">
        <w:rPr>
          <w:spacing w:val="-4"/>
        </w:rPr>
        <w:t xml:space="preserve"> </w:t>
      </w:r>
      <w:r w:rsidRPr="009B44A9">
        <w:t>явления,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зависимости</w:t>
      </w:r>
      <w:r w:rsidRPr="009B44A9">
        <w:rPr>
          <w:spacing w:val="-4"/>
        </w:rPr>
        <w:t xml:space="preserve"> </w:t>
      </w:r>
      <w:r w:rsidRPr="009B44A9">
        <w:t>от</w:t>
      </w:r>
      <w:r w:rsidRPr="009B44A9">
        <w:rPr>
          <w:spacing w:val="-5"/>
        </w:rPr>
        <w:t xml:space="preserve"> </w:t>
      </w:r>
      <w:r w:rsidRPr="009B44A9">
        <w:t>поставленной</w:t>
      </w:r>
      <w:r w:rsidRPr="009B44A9">
        <w:rPr>
          <w:spacing w:val="-4"/>
        </w:rPr>
        <w:t xml:space="preserve"> </w:t>
      </w:r>
      <w:r w:rsidRPr="009B44A9">
        <w:t>коммуникативной</w:t>
      </w:r>
      <w:r w:rsidRPr="009B44A9">
        <w:rPr>
          <w:spacing w:val="-4"/>
        </w:rPr>
        <w:t xml:space="preserve"> </w:t>
      </w:r>
      <w:r w:rsidRPr="009B44A9">
        <w:t>задачи:</w:t>
      </w:r>
      <w:r w:rsidRPr="009B44A9">
        <w:rPr>
          <w:spacing w:val="-57"/>
        </w:rPr>
        <w:t xml:space="preserve"> </w:t>
      </w:r>
      <w:r w:rsidRPr="009B44A9">
        <w:t>с пониманием основного содержания, с пониманием нужной/интересующей/запрашиваемой</w:t>
      </w:r>
      <w:r w:rsidRPr="009B44A9">
        <w:rPr>
          <w:spacing w:val="1"/>
        </w:rPr>
        <w:t xml:space="preserve"> </w:t>
      </w:r>
      <w:r w:rsidRPr="009B44A9">
        <w:t>информации</w:t>
      </w:r>
      <w:r w:rsidRPr="009B44A9">
        <w:rPr>
          <w:spacing w:val="-1"/>
        </w:rPr>
        <w:t xml:space="preserve"> </w:t>
      </w:r>
      <w:r w:rsidRPr="009B44A9">
        <w:t>(время</w:t>
      </w:r>
      <w:r w:rsidRPr="009B44A9">
        <w:rPr>
          <w:spacing w:val="-2"/>
        </w:rPr>
        <w:t xml:space="preserve"> </w:t>
      </w:r>
      <w:r w:rsidRPr="009B44A9">
        <w:t>звучания</w:t>
      </w:r>
      <w:r w:rsidRPr="009B44A9">
        <w:rPr>
          <w:spacing w:val="-1"/>
        </w:rPr>
        <w:t xml:space="preserve"> </w:t>
      </w:r>
      <w:r w:rsidRPr="009B44A9">
        <w:t>текста/текстов</w:t>
      </w:r>
      <w:r w:rsidRPr="009B44A9">
        <w:rPr>
          <w:spacing w:val="-2"/>
        </w:rPr>
        <w:t xml:space="preserve"> </w:t>
      </w:r>
      <w:r w:rsidRPr="009B44A9">
        <w:t>для</w:t>
      </w:r>
      <w:r w:rsidRPr="009B44A9">
        <w:rPr>
          <w:spacing w:val="-2"/>
        </w:rPr>
        <w:t xml:space="preserve"> </w:t>
      </w:r>
      <w:r w:rsidRPr="009B44A9">
        <w:t>аудирования</w:t>
      </w:r>
      <w:r w:rsidRPr="009B44A9">
        <w:rPr>
          <w:spacing w:val="-1"/>
        </w:rPr>
        <w:t xml:space="preserve"> </w:t>
      </w:r>
      <w:r w:rsidRPr="009B44A9">
        <w:t>—</w:t>
      </w:r>
      <w:r w:rsidRPr="009B44A9">
        <w:rPr>
          <w:spacing w:val="-1"/>
        </w:rPr>
        <w:t xml:space="preserve"> </w:t>
      </w:r>
      <w:r w:rsidRPr="009B44A9">
        <w:t>до 1,5</w:t>
      </w:r>
      <w:r w:rsidRPr="009B44A9">
        <w:rPr>
          <w:spacing w:val="-1"/>
        </w:rPr>
        <w:t xml:space="preserve"> </w:t>
      </w:r>
      <w:r w:rsidRPr="009B44A9">
        <w:t>минут);</w:t>
      </w:r>
    </w:p>
    <w:p w:rsidR="00E76AB9" w:rsidRPr="009B44A9" w:rsidRDefault="00E76AB9" w:rsidP="007940B1">
      <w:pPr>
        <w:pStyle w:val="BodyText"/>
        <w:spacing w:line="292" w:lineRule="auto"/>
        <w:ind w:right="247" w:firstLine="180"/>
        <w:jc w:val="both"/>
      </w:pPr>
      <w:r w:rsidRPr="009B44A9">
        <w:rPr>
          <w:b/>
        </w:rPr>
        <w:t xml:space="preserve">смысловое чтение: </w:t>
      </w:r>
      <w:r w:rsidRPr="009B44A9">
        <w:rPr>
          <w:i/>
        </w:rPr>
        <w:t xml:space="preserve">читать про себя и понимать </w:t>
      </w:r>
      <w:r w:rsidRPr="009B44A9">
        <w:t>несложные аутентичные тексты, содержащие</w:t>
      </w:r>
      <w:r w:rsidRPr="009B44A9">
        <w:rPr>
          <w:spacing w:val="1"/>
        </w:rPr>
        <w:t xml:space="preserve"> </w:t>
      </w:r>
      <w:r w:rsidRPr="009B44A9">
        <w:t>отдельные неизученные языковые явления, с различной глубиной проникновения в их содержание в</w:t>
      </w:r>
      <w:r w:rsidRPr="009B44A9">
        <w:rPr>
          <w:spacing w:val="1"/>
        </w:rPr>
        <w:t xml:space="preserve"> </w:t>
      </w:r>
      <w:r w:rsidRPr="009B44A9">
        <w:t>зависимости от поставленной коммуникативной задачи: с пониманием основного содержания, с</w:t>
      </w:r>
      <w:r w:rsidRPr="009B44A9">
        <w:rPr>
          <w:spacing w:val="1"/>
        </w:rPr>
        <w:t xml:space="preserve"> </w:t>
      </w:r>
      <w:r w:rsidRPr="009B44A9">
        <w:t>пониманием нужной/интересующей/запрашиваемой информации, с полным пониманием содержания</w:t>
      </w:r>
      <w:r w:rsidRPr="009B44A9">
        <w:rPr>
          <w:spacing w:val="-57"/>
        </w:rPr>
        <w:t xml:space="preserve"> </w:t>
      </w:r>
      <w:r w:rsidRPr="009B44A9">
        <w:t xml:space="preserve">(объем текста/текстов для чтения — 250-300 слов); </w:t>
      </w:r>
      <w:r w:rsidRPr="009B44A9">
        <w:rPr>
          <w:i/>
        </w:rPr>
        <w:t xml:space="preserve">читать про себя несплошные тексты </w:t>
      </w:r>
      <w:r w:rsidRPr="009B44A9">
        <w:t>(таблицы,</w:t>
      </w:r>
      <w:r w:rsidRPr="009B44A9">
        <w:rPr>
          <w:spacing w:val="1"/>
        </w:rPr>
        <w:t xml:space="preserve"> </w:t>
      </w:r>
      <w:r w:rsidRPr="009B44A9">
        <w:t>диаграммы)</w:t>
      </w:r>
      <w:r w:rsidRPr="009B44A9">
        <w:rPr>
          <w:spacing w:val="-2"/>
        </w:rPr>
        <w:t xml:space="preserve"> </w:t>
      </w:r>
      <w:r w:rsidRPr="009B44A9">
        <w:t xml:space="preserve">и </w:t>
      </w:r>
      <w:r w:rsidRPr="009B44A9">
        <w:rPr>
          <w:i/>
        </w:rPr>
        <w:t>понимать</w:t>
      </w:r>
      <w:r w:rsidRPr="009B44A9">
        <w:rPr>
          <w:i/>
          <w:spacing w:val="-3"/>
        </w:rPr>
        <w:t xml:space="preserve"> </w:t>
      </w:r>
      <w:r w:rsidRPr="009B44A9">
        <w:t>представленную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2"/>
        </w:rPr>
        <w:t xml:space="preserve"> </w:t>
      </w:r>
      <w:r w:rsidRPr="009B44A9">
        <w:t>них информацию;</w:t>
      </w:r>
    </w:p>
    <w:p w:rsidR="00E76AB9" w:rsidRPr="009B44A9" w:rsidRDefault="00E76AB9" w:rsidP="007940B1">
      <w:pPr>
        <w:pStyle w:val="BodyText"/>
        <w:spacing w:line="292" w:lineRule="auto"/>
        <w:ind w:right="135" w:firstLine="180"/>
        <w:jc w:val="both"/>
      </w:pPr>
      <w:r w:rsidRPr="009B44A9">
        <w:rPr>
          <w:b/>
        </w:rPr>
        <w:t xml:space="preserve">письменная речь: </w:t>
      </w:r>
      <w:r w:rsidRPr="009B44A9">
        <w:rPr>
          <w:i/>
        </w:rPr>
        <w:t xml:space="preserve">заполнять </w:t>
      </w:r>
      <w:r w:rsidRPr="009B44A9">
        <w:t>анкеты и формуляры, сообщая о себе основные сведения, в</w:t>
      </w:r>
      <w:r w:rsidRPr="009B44A9">
        <w:rPr>
          <w:spacing w:val="1"/>
        </w:rPr>
        <w:t xml:space="preserve"> </w:t>
      </w:r>
      <w:r w:rsidRPr="009B44A9">
        <w:t xml:space="preserve">соответствии с нормами, принятыми в стране/странах изучаемого языка; </w:t>
      </w:r>
      <w:r w:rsidRPr="009B44A9">
        <w:rPr>
          <w:i/>
        </w:rPr>
        <w:t xml:space="preserve">писать </w:t>
      </w:r>
      <w:r w:rsidRPr="009B44A9">
        <w:t>электронное</w:t>
      </w:r>
      <w:r w:rsidRPr="009B44A9">
        <w:rPr>
          <w:spacing w:val="1"/>
        </w:rPr>
        <w:t xml:space="preserve"> </w:t>
      </w:r>
      <w:r w:rsidRPr="009B44A9">
        <w:t>сообщение</w:t>
      </w:r>
      <w:r w:rsidRPr="009B44A9">
        <w:rPr>
          <w:spacing w:val="-5"/>
        </w:rPr>
        <w:t xml:space="preserve"> </w:t>
      </w:r>
      <w:r w:rsidRPr="009B44A9">
        <w:t>личного</w:t>
      </w:r>
      <w:r w:rsidRPr="009B44A9">
        <w:rPr>
          <w:spacing w:val="-4"/>
        </w:rPr>
        <w:t xml:space="preserve"> </w:t>
      </w:r>
      <w:r w:rsidRPr="009B44A9">
        <w:t>характера,</w:t>
      </w:r>
      <w:r w:rsidRPr="009B44A9">
        <w:rPr>
          <w:spacing w:val="-4"/>
        </w:rPr>
        <w:t xml:space="preserve"> </w:t>
      </w:r>
      <w:r w:rsidRPr="009B44A9">
        <w:t>соблюдая</w:t>
      </w:r>
      <w:r w:rsidRPr="009B44A9">
        <w:rPr>
          <w:spacing w:val="-5"/>
        </w:rPr>
        <w:t xml:space="preserve"> </w:t>
      </w:r>
      <w:r w:rsidRPr="009B44A9">
        <w:t>речевой</w:t>
      </w:r>
      <w:r w:rsidRPr="009B44A9">
        <w:rPr>
          <w:spacing w:val="-4"/>
        </w:rPr>
        <w:t xml:space="preserve"> </w:t>
      </w:r>
      <w:r w:rsidRPr="009B44A9">
        <w:t>этикет,</w:t>
      </w:r>
      <w:r w:rsidRPr="009B44A9">
        <w:rPr>
          <w:spacing w:val="-4"/>
        </w:rPr>
        <w:t xml:space="preserve"> </w:t>
      </w:r>
      <w:r w:rsidRPr="009B44A9">
        <w:t>принятый</w:t>
      </w:r>
      <w:r w:rsidRPr="009B44A9">
        <w:rPr>
          <w:spacing w:val="-5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стране/странах</w:t>
      </w:r>
      <w:r w:rsidRPr="009B44A9">
        <w:rPr>
          <w:spacing w:val="-4"/>
        </w:rPr>
        <w:t xml:space="preserve"> </w:t>
      </w:r>
      <w:r w:rsidRPr="009B44A9">
        <w:t>изучаемого</w:t>
      </w:r>
      <w:r w:rsidRPr="009B44A9">
        <w:rPr>
          <w:spacing w:val="-4"/>
        </w:rPr>
        <w:t xml:space="preserve"> </w:t>
      </w:r>
      <w:r w:rsidRPr="009B44A9">
        <w:t>языка</w:t>
      </w:r>
      <w:r w:rsidRPr="009B44A9">
        <w:rPr>
          <w:spacing w:val="-57"/>
        </w:rPr>
        <w:t xml:space="preserve"> </w:t>
      </w:r>
      <w:r w:rsidRPr="009B44A9">
        <w:t xml:space="preserve">(объем сообщения — до 90 слов); </w:t>
      </w:r>
      <w:r w:rsidRPr="009B44A9">
        <w:rPr>
          <w:i/>
        </w:rPr>
        <w:t xml:space="preserve">создавать </w:t>
      </w:r>
      <w:r w:rsidRPr="009B44A9">
        <w:t>небольшое письменное высказывание с опорой на</w:t>
      </w:r>
      <w:r w:rsidRPr="009B44A9">
        <w:rPr>
          <w:spacing w:val="1"/>
        </w:rPr>
        <w:t xml:space="preserve"> </w:t>
      </w:r>
      <w:r w:rsidRPr="009B44A9">
        <w:t>образец, план, таблицу, прочитанный/прослушанный текст (объем высказывания — до 90 слов);</w:t>
      </w:r>
      <w:r w:rsidRPr="009B44A9">
        <w:rPr>
          <w:spacing w:val="1"/>
        </w:rPr>
        <w:t xml:space="preserve"> </w:t>
      </w:r>
      <w:r w:rsidRPr="009B44A9">
        <w:rPr>
          <w:i/>
        </w:rPr>
        <w:t xml:space="preserve">заполнять </w:t>
      </w:r>
      <w:r w:rsidRPr="009B44A9">
        <w:t xml:space="preserve">таблицу, кратко фиксируя содержание прочитанного/прослушанного текста; </w:t>
      </w:r>
      <w:r w:rsidRPr="009B44A9">
        <w:rPr>
          <w:i/>
        </w:rPr>
        <w:t>письменно</w:t>
      </w:r>
      <w:r w:rsidRPr="009B44A9">
        <w:rPr>
          <w:i/>
          <w:spacing w:val="1"/>
        </w:rPr>
        <w:t xml:space="preserve"> </w:t>
      </w:r>
      <w:r w:rsidRPr="009B44A9">
        <w:rPr>
          <w:i/>
        </w:rPr>
        <w:t>представлять</w:t>
      </w:r>
      <w:r w:rsidRPr="009B44A9">
        <w:rPr>
          <w:i/>
          <w:spacing w:val="4"/>
        </w:rPr>
        <w:t xml:space="preserve"> </w:t>
      </w:r>
      <w:r w:rsidRPr="009B44A9">
        <w:t>результаты</w:t>
      </w:r>
      <w:r w:rsidRPr="009B44A9">
        <w:rPr>
          <w:spacing w:val="-1"/>
        </w:rPr>
        <w:t xml:space="preserve"> </w:t>
      </w:r>
      <w:r w:rsidRPr="009B44A9">
        <w:t>выполненной</w:t>
      </w:r>
      <w:r w:rsidRPr="009B44A9">
        <w:rPr>
          <w:spacing w:val="-1"/>
        </w:rPr>
        <w:t xml:space="preserve"> </w:t>
      </w:r>
      <w:r w:rsidRPr="009B44A9">
        <w:t>проектной работы</w:t>
      </w:r>
      <w:r w:rsidRPr="009B44A9">
        <w:rPr>
          <w:spacing w:val="-1"/>
        </w:rPr>
        <w:t xml:space="preserve"> </w:t>
      </w:r>
      <w:r w:rsidRPr="009B44A9">
        <w:t>(объем</w:t>
      </w:r>
      <w:r w:rsidRPr="009B44A9">
        <w:rPr>
          <w:spacing w:val="-1"/>
        </w:rPr>
        <w:t xml:space="preserve"> </w:t>
      </w:r>
      <w:r w:rsidRPr="009B44A9">
        <w:t>90-100 слов);</w:t>
      </w:r>
    </w:p>
    <w:p w:rsidR="00E76AB9" w:rsidRPr="009B44A9" w:rsidRDefault="00E76AB9" w:rsidP="007940B1">
      <w:pPr>
        <w:pStyle w:val="Heading1"/>
        <w:spacing w:before="103"/>
        <w:jc w:val="both"/>
      </w:pPr>
      <w:r w:rsidRPr="009B44A9">
        <w:t>ЯЗЫКОВЫЕ</w:t>
      </w:r>
      <w:r w:rsidRPr="009B44A9">
        <w:rPr>
          <w:spacing w:val="-5"/>
        </w:rPr>
        <w:t xml:space="preserve"> </w:t>
      </w:r>
      <w:r w:rsidRPr="009B44A9">
        <w:t>ЗНАНИЯ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5"/>
        </w:rPr>
        <w:t xml:space="preserve"> </w:t>
      </w:r>
      <w:r w:rsidRPr="009B44A9">
        <w:t>УМЕНИЯ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0" w:line="292" w:lineRule="auto"/>
        <w:ind w:left="106" w:right="294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владеть </w:t>
      </w:r>
      <w:r w:rsidRPr="009B44A9">
        <w:rPr>
          <w:b/>
          <w:sz w:val="24"/>
          <w:szCs w:val="24"/>
        </w:rPr>
        <w:t xml:space="preserve">фонетическими навыками: </w:t>
      </w:r>
      <w:r w:rsidRPr="009B44A9">
        <w:rPr>
          <w:i/>
          <w:sz w:val="24"/>
          <w:szCs w:val="24"/>
        </w:rPr>
        <w:t xml:space="preserve">различать на слух </w:t>
      </w:r>
      <w:r w:rsidRPr="009B44A9">
        <w:rPr>
          <w:sz w:val="24"/>
          <w:szCs w:val="24"/>
        </w:rPr>
        <w:t>и адекватно, без ошибок, ведущих к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сбою коммуникации, </w:t>
      </w:r>
      <w:r w:rsidRPr="009B44A9">
        <w:rPr>
          <w:i/>
          <w:sz w:val="24"/>
          <w:szCs w:val="24"/>
        </w:rPr>
        <w:t xml:space="preserve">произносить </w:t>
      </w:r>
      <w:r w:rsidRPr="009B44A9">
        <w:rPr>
          <w:sz w:val="24"/>
          <w:szCs w:val="24"/>
        </w:rPr>
        <w:t>слова с правильным ударением и фразы с соблюдением их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ритмико-интонационных особенностей, в том числе применять правила отсутствия ударения на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служебных словах; </w:t>
      </w:r>
      <w:r w:rsidRPr="009B44A9">
        <w:rPr>
          <w:i/>
          <w:sz w:val="24"/>
          <w:szCs w:val="24"/>
        </w:rPr>
        <w:t xml:space="preserve">владеть </w:t>
      </w:r>
      <w:r w:rsidRPr="009B44A9">
        <w:rPr>
          <w:sz w:val="24"/>
          <w:szCs w:val="24"/>
        </w:rPr>
        <w:t xml:space="preserve">правилами чтения и </w:t>
      </w:r>
      <w:r w:rsidRPr="009B44A9">
        <w:rPr>
          <w:i/>
          <w:sz w:val="24"/>
          <w:szCs w:val="24"/>
        </w:rPr>
        <w:t xml:space="preserve">выразительно читать вслух </w:t>
      </w:r>
      <w:r w:rsidRPr="009B44A9">
        <w:rPr>
          <w:sz w:val="24"/>
          <w:szCs w:val="24"/>
        </w:rPr>
        <w:t>небольшие тексты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объемом до 100 слов, построенные на изученном языковом материале, с соблюдением правил чтения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соответствующей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интонацией;</w:t>
      </w:r>
      <w:r w:rsidRPr="009B44A9">
        <w:rPr>
          <w:spacing w:val="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читать</w:t>
      </w:r>
      <w:r w:rsidRPr="009B44A9">
        <w:rPr>
          <w:i/>
          <w:spacing w:val="4"/>
          <w:sz w:val="24"/>
          <w:szCs w:val="24"/>
        </w:rPr>
        <w:t xml:space="preserve"> </w:t>
      </w:r>
      <w:r w:rsidRPr="009B44A9">
        <w:rPr>
          <w:sz w:val="24"/>
          <w:szCs w:val="24"/>
        </w:rPr>
        <w:t>новые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согласно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основным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правилам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чтения;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4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spacing w:before="66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b/>
          <w:sz w:val="24"/>
          <w:szCs w:val="24"/>
        </w:rPr>
        <w:t>орфографическими</w:t>
      </w:r>
      <w:r w:rsidRPr="009B44A9">
        <w:rPr>
          <w:b/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навыками: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правильно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писать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изученные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слова;</w:t>
      </w:r>
    </w:p>
    <w:p w:rsidR="00E76AB9" w:rsidRPr="009B44A9" w:rsidRDefault="00E76AB9" w:rsidP="007940B1">
      <w:pPr>
        <w:pStyle w:val="BodyText"/>
        <w:spacing w:before="60" w:line="292" w:lineRule="auto"/>
        <w:ind w:right="189" w:firstLine="180"/>
        <w:jc w:val="both"/>
      </w:pPr>
      <w:r w:rsidRPr="009B44A9">
        <w:rPr>
          <w:i/>
        </w:rPr>
        <w:t>владеть</w:t>
      </w:r>
      <w:r w:rsidRPr="009B44A9">
        <w:rPr>
          <w:i/>
          <w:spacing w:val="-5"/>
        </w:rPr>
        <w:t xml:space="preserve"> </w:t>
      </w:r>
      <w:r w:rsidRPr="009B44A9">
        <w:rPr>
          <w:b/>
        </w:rPr>
        <w:t>пунктуационными</w:t>
      </w:r>
      <w:r w:rsidRPr="009B44A9">
        <w:rPr>
          <w:b/>
          <w:spacing w:val="-8"/>
        </w:rPr>
        <w:t xml:space="preserve"> </w:t>
      </w:r>
      <w:r w:rsidRPr="009B44A9">
        <w:t>навыками:</w:t>
      </w:r>
      <w:r w:rsidRPr="009B44A9">
        <w:rPr>
          <w:spacing w:val="-6"/>
        </w:rPr>
        <w:t xml:space="preserve"> </w:t>
      </w:r>
      <w:r w:rsidRPr="009B44A9">
        <w:t>использовать</w:t>
      </w:r>
      <w:r w:rsidRPr="009B44A9">
        <w:rPr>
          <w:spacing w:val="-7"/>
        </w:rPr>
        <w:t xml:space="preserve"> </w:t>
      </w:r>
      <w:r w:rsidRPr="009B44A9">
        <w:t>точку,</w:t>
      </w:r>
      <w:r w:rsidRPr="009B44A9">
        <w:rPr>
          <w:spacing w:val="-6"/>
        </w:rPr>
        <w:t xml:space="preserve"> </w:t>
      </w:r>
      <w:r w:rsidRPr="009B44A9">
        <w:t>вопросительный</w:t>
      </w:r>
      <w:r w:rsidRPr="009B44A9">
        <w:rPr>
          <w:spacing w:val="-5"/>
        </w:rPr>
        <w:t xml:space="preserve"> </w:t>
      </w:r>
      <w:r w:rsidRPr="009B44A9">
        <w:t>и</w:t>
      </w:r>
      <w:r w:rsidRPr="009B44A9">
        <w:rPr>
          <w:spacing w:val="-6"/>
        </w:rPr>
        <w:t xml:space="preserve"> </w:t>
      </w:r>
      <w:r w:rsidRPr="009B44A9">
        <w:t>восклицательный</w:t>
      </w:r>
      <w:r w:rsidRPr="009B44A9">
        <w:rPr>
          <w:spacing w:val="-57"/>
        </w:rPr>
        <w:t xml:space="preserve"> </w:t>
      </w:r>
      <w:r w:rsidRPr="009B44A9">
        <w:t>знаки в конце предложения, запятую при перечислении и обращении, апостроф; пунктуационно</w:t>
      </w:r>
      <w:r w:rsidRPr="009B44A9">
        <w:rPr>
          <w:spacing w:val="1"/>
        </w:rPr>
        <w:t xml:space="preserve"> </w:t>
      </w:r>
      <w:r w:rsidRPr="009B44A9">
        <w:t>правильно</w:t>
      </w:r>
      <w:r w:rsidRPr="009B44A9">
        <w:rPr>
          <w:spacing w:val="-1"/>
        </w:rPr>
        <w:t xml:space="preserve"> </w:t>
      </w:r>
      <w:r w:rsidRPr="009B44A9">
        <w:t>оформлять</w:t>
      </w:r>
      <w:r w:rsidRPr="009B44A9">
        <w:rPr>
          <w:spacing w:val="-1"/>
        </w:rPr>
        <w:t xml:space="preserve"> </w:t>
      </w:r>
      <w:r w:rsidRPr="009B44A9">
        <w:t>электронное</w:t>
      </w:r>
      <w:r w:rsidRPr="009B44A9">
        <w:rPr>
          <w:spacing w:val="-1"/>
        </w:rPr>
        <w:t xml:space="preserve"> </w:t>
      </w:r>
      <w:r w:rsidRPr="009B44A9">
        <w:t>сообщение личного характера;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424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распознавать </w:t>
      </w:r>
      <w:r w:rsidRPr="009B44A9">
        <w:rPr>
          <w:sz w:val="24"/>
          <w:szCs w:val="24"/>
        </w:rPr>
        <w:t>в звучащем и письменном тексте 900 лексических единиц (слов, словосочетаний,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 xml:space="preserve">речевых клише) и правильно </w:t>
      </w:r>
      <w:r w:rsidRPr="009B44A9">
        <w:rPr>
          <w:i/>
          <w:sz w:val="24"/>
          <w:szCs w:val="24"/>
        </w:rPr>
        <w:t xml:space="preserve">употреблять </w:t>
      </w:r>
      <w:r w:rsidRPr="009B44A9">
        <w:rPr>
          <w:sz w:val="24"/>
          <w:szCs w:val="24"/>
        </w:rPr>
        <w:t>в устной и письменной речи 850 лексических единиц,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обслуживающих ситуации общения в рамках тематического содержания, с соблюдением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существующей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нормы лексической сочетаемости;</w:t>
      </w:r>
    </w:p>
    <w:p w:rsidR="00E76AB9" w:rsidRPr="009B44A9" w:rsidRDefault="00E76AB9" w:rsidP="007940B1">
      <w:pPr>
        <w:spacing w:line="274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распознавать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звучащем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 xml:space="preserve">употреблять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устной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речи: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6" w:line="292" w:lineRule="auto"/>
        <w:ind w:right="522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изученные многозначные лексические единицы, синонимы, антонимы, наиболее частотные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фразовые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глаголы, сокращения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и аббревиатуры;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различные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средства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связи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обеспечения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логичности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целостности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высказывания;</w:t>
      </w:r>
    </w:p>
    <w:p w:rsidR="00E76AB9" w:rsidRPr="009B44A9" w:rsidRDefault="00E76AB9" w:rsidP="007940B1">
      <w:pPr>
        <w:spacing w:before="168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распознавать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образовывать</w:t>
      </w:r>
      <w:r w:rsidRPr="009B44A9">
        <w:rPr>
          <w:i/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родственные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слова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использованием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аффиксации: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префиксов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dé-,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dis-;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 w:line="292" w:lineRule="auto"/>
        <w:ind w:right="919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имена существительные, имена прилагательные и наречия при помощи отрицательного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префикса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mé-;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7" w:line="292" w:lineRule="auto"/>
        <w:ind w:right="818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имена существительные при помощи суффиксов: -ence/-ance, -esse, -ure, -issement, -age, -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issage;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наречия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помощи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суффиксов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-emment/-amment;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168" w:line="292" w:lineRule="auto"/>
        <w:ind w:left="106" w:right="1022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знать</w:t>
      </w:r>
      <w:r w:rsidRPr="009B44A9">
        <w:rPr>
          <w:i/>
          <w:spacing w:val="-4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и</w:t>
      </w:r>
      <w:r w:rsidRPr="009B44A9">
        <w:rPr>
          <w:i/>
          <w:spacing w:val="-3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понимать</w:t>
      </w:r>
      <w:r w:rsidRPr="009B44A9">
        <w:rPr>
          <w:i/>
          <w:spacing w:val="-8"/>
          <w:sz w:val="24"/>
          <w:szCs w:val="24"/>
        </w:rPr>
        <w:t xml:space="preserve"> </w:t>
      </w:r>
      <w:r w:rsidRPr="009B44A9">
        <w:rPr>
          <w:sz w:val="24"/>
          <w:szCs w:val="24"/>
        </w:rPr>
        <w:t>особенности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структуры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простых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сложных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различных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коммуникативных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типов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предложений французского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языка;</w:t>
      </w:r>
    </w:p>
    <w:p w:rsidR="00E76AB9" w:rsidRPr="009B44A9" w:rsidRDefault="00E76AB9" w:rsidP="007940B1">
      <w:pPr>
        <w:spacing w:line="275" w:lineRule="exact"/>
        <w:ind w:left="286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распознавать</w:t>
      </w:r>
      <w:r w:rsidRPr="009B44A9">
        <w:rPr>
          <w:i/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звучащем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 xml:space="preserve">употреблять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устной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письменной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речи: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8" w:line="292" w:lineRule="auto"/>
        <w:ind w:right="460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сложноподчинённые предложения с придаточными определительными (dont, où), следствия</w:t>
      </w:r>
      <w:r w:rsidRPr="009B44A9">
        <w:rPr>
          <w:spacing w:val="-58"/>
          <w:sz w:val="24"/>
          <w:szCs w:val="24"/>
        </w:rPr>
        <w:t xml:space="preserve"> </w:t>
      </w:r>
      <w:r w:rsidRPr="009B44A9">
        <w:rPr>
          <w:sz w:val="24"/>
          <w:szCs w:val="24"/>
        </w:rPr>
        <w:t>(ainsi),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цели (pour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que);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7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глаголы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форме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будущего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времени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прошедшем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(le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futur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dans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le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passé);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9" w:line="292" w:lineRule="auto"/>
        <w:ind w:right="372" w:firstLine="0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основные правила согласования времён в рамках сложного предложения в плане настоящего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прошлого;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166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формы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сослагательного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наклонения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subjonctif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présent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регулярных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нерегулярных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глаголов;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9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деепричастия</w:t>
      </w:r>
      <w:r w:rsidRPr="009B44A9">
        <w:rPr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(gérondif);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простые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относительные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местоимения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dont,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où;</w:t>
      </w:r>
    </w:p>
    <w:p w:rsidR="00E76AB9" w:rsidRPr="009B44A9" w:rsidRDefault="00E76AB9" w:rsidP="007940B1">
      <w:pPr>
        <w:pStyle w:val="ListParagraph"/>
        <w:numPr>
          <w:ilvl w:val="2"/>
          <w:numId w:val="11"/>
        </w:numPr>
        <w:tabs>
          <w:tab w:val="left" w:pos="887"/>
        </w:tabs>
        <w:spacing w:before="228"/>
        <w:ind w:left="886"/>
        <w:jc w:val="both"/>
        <w:rPr>
          <w:sz w:val="24"/>
          <w:szCs w:val="24"/>
        </w:rPr>
      </w:pPr>
      <w:r w:rsidRPr="009B44A9">
        <w:rPr>
          <w:sz w:val="24"/>
          <w:szCs w:val="24"/>
        </w:rPr>
        <w:t>числительные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обозначения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больших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чисел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(до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1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000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000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000);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168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владеть</w:t>
      </w:r>
      <w:r w:rsidRPr="009B44A9">
        <w:rPr>
          <w:i/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социокультурными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знаниями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и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умениями:</w:t>
      </w:r>
    </w:p>
    <w:p w:rsidR="00E76AB9" w:rsidRPr="009B44A9" w:rsidRDefault="00E76AB9" w:rsidP="007940B1">
      <w:pPr>
        <w:pStyle w:val="BodyText"/>
        <w:spacing w:before="60" w:line="292" w:lineRule="auto"/>
        <w:ind w:right="527" w:firstLine="180"/>
        <w:jc w:val="both"/>
      </w:pPr>
      <w:r w:rsidRPr="009B44A9">
        <w:rPr>
          <w:i/>
        </w:rPr>
        <w:t xml:space="preserve">знать/понимать и использовать </w:t>
      </w:r>
      <w:r w:rsidRPr="009B44A9">
        <w:t>в устной и письменной речи наиболее употребительную</w:t>
      </w:r>
      <w:r w:rsidRPr="009B44A9">
        <w:rPr>
          <w:spacing w:val="1"/>
        </w:rPr>
        <w:t xml:space="preserve"> </w:t>
      </w:r>
      <w:r w:rsidRPr="009B44A9">
        <w:t>тематическую</w:t>
      </w:r>
      <w:r w:rsidRPr="009B44A9">
        <w:rPr>
          <w:spacing w:val="-5"/>
        </w:rPr>
        <w:t xml:space="preserve"> </w:t>
      </w:r>
      <w:r w:rsidRPr="009B44A9">
        <w:t>фоновую</w:t>
      </w:r>
      <w:r w:rsidRPr="009B44A9">
        <w:rPr>
          <w:spacing w:val="-5"/>
        </w:rPr>
        <w:t xml:space="preserve"> </w:t>
      </w:r>
      <w:r w:rsidRPr="009B44A9">
        <w:t>лексику</w:t>
      </w:r>
      <w:r w:rsidRPr="009B44A9">
        <w:rPr>
          <w:spacing w:val="-4"/>
        </w:rPr>
        <w:t xml:space="preserve"> </w:t>
      </w:r>
      <w:r w:rsidRPr="009B44A9">
        <w:t>и</w:t>
      </w:r>
      <w:r w:rsidRPr="009B44A9">
        <w:rPr>
          <w:spacing w:val="-4"/>
        </w:rPr>
        <w:t xml:space="preserve"> </w:t>
      </w:r>
      <w:r w:rsidRPr="009B44A9">
        <w:t>реалии</w:t>
      </w:r>
      <w:r w:rsidRPr="009B44A9">
        <w:rPr>
          <w:spacing w:val="-4"/>
        </w:rPr>
        <w:t xml:space="preserve"> </w:t>
      </w:r>
      <w:r w:rsidRPr="009B44A9">
        <w:t>страны/стран</w:t>
      </w:r>
      <w:r w:rsidRPr="009B44A9">
        <w:rPr>
          <w:spacing w:val="-4"/>
        </w:rPr>
        <w:t xml:space="preserve"> </w:t>
      </w:r>
      <w:r w:rsidRPr="009B44A9">
        <w:t>изучаемого</w:t>
      </w:r>
      <w:r w:rsidRPr="009B44A9">
        <w:rPr>
          <w:spacing w:val="-4"/>
        </w:rPr>
        <w:t xml:space="preserve"> </w:t>
      </w:r>
      <w:r w:rsidRPr="009B44A9">
        <w:t>языка</w:t>
      </w:r>
      <w:r w:rsidRPr="009B44A9">
        <w:rPr>
          <w:spacing w:val="-4"/>
        </w:rPr>
        <w:t xml:space="preserve"> </w:t>
      </w:r>
      <w:r w:rsidRPr="009B44A9">
        <w:t>в</w:t>
      </w:r>
      <w:r w:rsidRPr="009B44A9">
        <w:rPr>
          <w:spacing w:val="-5"/>
        </w:rPr>
        <w:t xml:space="preserve"> </w:t>
      </w:r>
      <w:r w:rsidRPr="009B44A9">
        <w:t>рамках</w:t>
      </w:r>
      <w:r w:rsidRPr="009B44A9">
        <w:rPr>
          <w:spacing w:val="-4"/>
        </w:rPr>
        <w:t xml:space="preserve"> </w:t>
      </w:r>
      <w:r w:rsidRPr="009B44A9">
        <w:t>тематического</w:t>
      </w:r>
      <w:r w:rsidRPr="009B44A9">
        <w:rPr>
          <w:spacing w:val="-57"/>
        </w:rPr>
        <w:t xml:space="preserve"> </w:t>
      </w:r>
      <w:r w:rsidRPr="009B44A9">
        <w:t>содержания</w:t>
      </w:r>
      <w:r w:rsidRPr="009B44A9">
        <w:rPr>
          <w:spacing w:val="-2"/>
        </w:rPr>
        <w:t xml:space="preserve"> </w:t>
      </w:r>
      <w:r w:rsidRPr="009B44A9">
        <w:t>речи</w:t>
      </w:r>
      <w:r w:rsidRPr="009B44A9">
        <w:rPr>
          <w:spacing w:val="-1"/>
        </w:rPr>
        <w:t xml:space="preserve"> </w:t>
      </w:r>
      <w:r w:rsidRPr="009B44A9">
        <w:t>(основные национальные</w:t>
      </w:r>
      <w:r w:rsidRPr="009B44A9">
        <w:rPr>
          <w:spacing w:val="-1"/>
        </w:rPr>
        <w:t xml:space="preserve"> </w:t>
      </w:r>
      <w:r w:rsidRPr="009B44A9">
        <w:t>праздники, обычаи,</w:t>
      </w:r>
      <w:r w:rsidRPr="009B44A9">
        <w:rPr>
          <w:spacing w:val="-1"/>
        </w:rPr>
        <w:t xml:space="preserve"> </w:t>
      </w:r>
      <w:r w:rsidRPr="009B44A9">
        <w:t>традиции);</w:t>
      </w:r>
    </w:p>
    <w:p w:rsidR="00E76AB9" w:rsidRPr="009B44A9" w:rsidRDefault="00E76AB9" w:rsidP="007940B1">
      <w:pPr>
        <w:pStyle w:val="BodyText"/>
        <w:spacing w:line="274" w:lineRule="exact"/>
        <w:ind w:left="286"/>
        <w:jc w:val="both"/>
      </w:pPr>
      <w:r w:rsidRPr="009B44A9">
        <w:rPr>
          <w:i/>
        </w:rPr>
        <w:t>иметь</w:t>
      </w:r>
      <w:r w:rsidRPr="009B44A9">
        <w:rPr>
          <w:i/>
          <w:spacing w:val="-7"/>
        </w:rPr>
        <w:t xml:space="preserve"> </w:t>
      </w:r>
      <w:r w:rsidRPr="009B44A9">
        <w:t>элементарные</w:t>
      </w:r>
      <w:r w:rsidRPr="009B44A9">
        <w:rPr>
          <w:spacing w:val="-4"/>
        </w:rPr>
        <w:t xml:space="preserve"> </w:t>
      </w:r>
      <w:r w:rsidRPr="009B44A9">
        <w:t>представления</w:t>
      </w:r>
      <w:r w:rsidRPr="009B44A9">
        <w:rPr>
          <w:spacing w:val="-5"/>
        </w:rPr>
        <w:t xml:space="preserve"> </w:t>
      </w:r>
      <w:r w:rsidRPr="009B44A9">
        <w:t>о</w:t>
      </w:r>
      <w:r w:rsidRPr="009B44A9">
        <w:rPr>
          <w:spacing w:val="-4"/>
        </w:rPr>
        <w:t xml:space="preserve"> </w:t>
      </w:r>
      <w:r w:rsidRPr="009B44A9">
        <w:t>различных</w:t>
      </w:r>
      <w:r w:rsidRPr="009B44A9">
        <w:rPr>
          <w:spacing w:val="-4"/>
        </w:rPr>
        <w:t xml:space="preserve"> </w:t>
      </w:r>
      <w:r w:rsidRPr="009B44A9">
        <w:t>вариантах</w:t>
      </w:r>
      <w:r w:rsidRPr="009B44A9">
        <w:rPr>
          <w:spacing w:val="-5"/>
        </w:rPr>
        <w:t xml:space="preserve"> </w:t>
      </w:r>
      <w:r w:rsidRPr="009B44A9">
        <w:t>французского</w:t>
      </w:r>
      <w:r w:rsidRPr="009B44A9">
        <w:rPr>
          <w:spacing w:val="-4"/>
        </w:rPr>
        <w:t xml:space="preserve"> </w:t>
      </w:r>
      <w:r w:rsidRPr="009B44A9">
        <w:t>языка;</w:t>
      </w:r>
    </w:p>
    <w:p w:rsidR="00E76AB9" w:rsidRPr="009B44A9" w:rsidRDefault="00E76AB9" w:rsidP="007940B1">
      <w:pPr>
        <w:pStyle w:val="BodyText"/>
        <w:spacing w:before="60" w:line="292" w:lineRule="auto"/>
        <w:ind w:firstLine="180"/>
        <w:jc w:val="both"/>
      </w:pPr>
      <w:r w:rsidRPr="009B44A9">
        <w:rPr>
          <w:i/>
        </w:rPr>
        <w:t>обладать</w:t>
      </w:r>
      <w:r w:rsidRPr="009B44A9">
        <w:rPr>
          <w:i/>
          <w:spacing w:val="-8"/>
        </w:rPr>
        <w:t xml:space="preserve"> </w:t>
      </w:r>
      <w:r w:rsidRPr="009B44A9">
        <w:t>базовыми</w:t>
      </w:r>
      <w:r w:rsidRPr="009B44A9">
        <w:rPr>
          <w:spacing w:val="-3"/>
        </w:rPr>
        <w:t xml:space="preserve"> </w:t>
      </w:r>
      <w:r w:rsidRPr="009B44A9">
        <w:t>знаниями</w:t>
      </w:r>
      <w:r w:rsidRPr="009B44A9">
        <w:rPr>
          <w:spacing w:val="-3"/>
        </w:rPr>
        <w:t xml:space="preserve"> </w:t>
      </w:r>
      <w:r w:rsidRPr="009B44A9">
        <w:t>о</w:t>
      </w:r>
      <w:r w:rsidRPr="009B44A9">
        <w:rPr>
          <w:spacing w:val="-2"/>
        </w:rPr>
        <w:t xml:space="preserve"> </w:t>
      </w:r>
      <w:r w:rsidRPr="009B44A9">
        <w:t>социокультурном</w:t>
      </w:r>
      <w:r w:rsidRPr="009B44A9">
        <w:rPr>
          <w:spacing w:val="-3"/>
        </w:rPr>
        <w:t xml:space="preserve"> </w:t>
      </w:r>
      <w:r w:rsidRPr="009B44A9">
        <w:t>портрете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3"/>
        </w:rPr>
        <w:t xml:space="preserve"> </w:t>
      </w:r>
      <w:r w:rsidRPr="009B44A9">
        <w:t>культурном</w:t>
      </w:r>
      <w:r w:rsidRPr="009B44A9">
        <w:rPr>
          <w:spacing w:val="-3"/>
        </w:rPr>
        <w:t xml:space="preserve"> </w:t>
      </w:r>
      <w:r w:rsidRPr="009B44A9">
        <w:t>наследии</w:t>
      </w:r>
      <w:r w:rsidRPr="009B44A9">
        <w:rPr>
          <w:spacing w:val="-2"/>
        </w:rPr>
        <w:t xml:space="preserve"> </w:t>
      </w:r>
      <w:r w:rsidRPr="009B44A9">
        <w:t>родной</w:t>
      </w:r>
      <w:r w:rsidRPr="009B44A9">
        <w:rPr>
          <w:spacing w:val="-3"/>
        </w:rPr>
        <w:t xml:space="preserve"> </w:t>
      </w:r>
      <w:r w:rsidRPr="009B44A9">
        <w:t>страны</w:t>
      </w:r>
      <w:r w:rsidRPr="009B44A9">
        <w:rPr>
          <w:spacing w:val="-3"/>
        </w:rPr>
        <w:t xml:space="preserve"> </w:t>
      </w:r>
      <w:r w:rsidRPr="009B44A9">
        <w:t>и</w:t>
      </w:r>
      <w:r w:rsidRPr="009B44A9">
        <w:rPr>
          <w:spacing w:val="-57"/>
        </w:rPr>
        <w:t xml:space="preserve"> </w:t>
      </w:r>
      <w:r w:rsidRPr="009B44A9">
        <w:t xml:space="preserve">страны/стран изучаемого языка; </w:t>
      </w:r>
      <w:r w:rsidRPr="009B44A9">
        <w:rPr>
          <w:i/>
        </w:rPr>
        <w:t xml:space="preserve">уметь представлять </w:t>
      </w:r>
      <w:r w:rsidRPr="009B44A9">
        <w:t>Россию и страну/страны изучаемого языка;</w:t>
      </w:r>
      <w:r w:rsidRPr="009B44A9">
        <w:rPr>
          <w:spacing w:val="1"/>
        </w:rPr>
        <w:t xml:space="preserve"> </w:t>
      </w:r>
      <w:r w:rsidRPr="009B44A9">
        <w:rPr>
          <w:i/>
        </w:rPr>
        <w:t>оказывать</w:t>
      </w:r>
      <w:r w:rsidRPr="009B44A9">
        <w:rPr>
          <w:i/>
          <w:spacing w:val="-2"/>
        </w:rPr>
        <w:t xml:space="preserve"> </w:t>
      </w:r>
      <w:r w:rsidRPr="009B44A9">
        <w:rPr>
          <w:i/>
        </w:rPr>
        <w:t>помощь</w:t>
      </w:r>
      <w:r w:rsidRPr="009B44A9">
        <w:rPr>
          <w:i/>
          <w:spacing w:val="1"/>
        </w:rPr>
        <w:t xml:space="preserve"> </w:t>
      </w:r>
      <w:r w:rsidRPr="009B44A9">
        <w:t>зарубежным гостям</w:t>
      </w:r>
      <w:r w:rsidRPr="009B44A9">
        <w:rPr>
          <w:spacing w:val="-1"/>
        </w:rPr>
        <w:t xml:space="preserve"> </w:t>
      </w:r>
      <w:r w:rsidRPr="009B44A9">
        <w:t>в</w:t>
      </w:r>
      <w:r w:rsidRPr="009B44A9">
        <w:rPr>
          <w:spacing w:val="-1"/>
        </w:rPr>
        <w:t xml:space="preserve"> </w:t>
      </w:r>
      <w:r w:rsidRPr="009B44A9">
        <w:t>ситуациях</w:t>
      </w:r>
      <w:r w:rsidRPr="009B44A9">
        <w:rPr>
          <w:spacing w:val="-1"/>
        </w:rPr>
        <w:t xml:space="preserve"> </w:t>
      </w:r>
      <w:r w:rsidRPr="009B44A9">
        <w:t>повседневного</w:t>
      </w:r>
      <w:r w:rsidRPr="009B44A9">
        <w:rPr>
          <w:spacing w:val="-1"/>
        </w:rPr>
        <w:t xml:space="preserve"> </w:t>
      </w:r>
      <w:r w:rsidRPr="009B44A9">
        <w:t>общения;</w:t>
      </w:r>
    </w:p>
    <w:p w:rsidR="00E76AB9" w:rsidRPr="009B44A9" w:rsidRDefault="00E76AB9" w:rsidP="007940B1">
      <w:pPr>
        <w:spacing w:line="292" w:lineRule="auto"/>
        <w:jc w:val="both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before="66" w:line="292" w:lineRule="auto"/>
        <w:ind w:left="106" w:right="324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владеть </w:t>
      </w:r>
      <w:r w:rsidRPr="009B44A9">
        <w:rPr>
          <w:sz w:val="24"/>
          <w:szCs w:val="24"/>
        </w:rPr>
        <w:t>компенсаторными умениями: использовать при говорении переспрос; использовать при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говорении и письме — перифраз/толкование, синонимические средства, описание предмета вместо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его названия; при чтении и аудировании — языковую догадку, в том числе контекстуальную;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 xml:space="preserve">игнорировать </w:t>
      </w:r>
      <w:r w:rsidRPr="009B44A9">
        <w:rPr>
          <w:sz w:val="24"/>
          <w:szCs w:val="24"/>
        </w:rPr>
        <w:t>информацию, не являющуюся необходимой для понимания основного содержания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прочитанного/прослушанного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текста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или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для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нахождения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3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тексте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запрашиваемой</w:t>
      </w:r>
      <w:r w:rsidRPr="009B44A9">
        <w:rPr>
          <w:spacing w:val="-2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информации;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385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>уметь</w:t>
      </w:r>
      <w:r w:rsidRPr="009B44A9">
        <w:rPr>
          <w:i/>
          <w:spacing w:val="-6"/>
          <w:sz w:val="24"/>
          <w:szCs w:val="24"/>
        </w:rPr>
        <w:t xml:space="preserve"> </w:t>
      </w:r>
      <w:r w:rsidRPr="009B44A9">
        <w:rPr>
          <w:i/>
          <w:sz w:val="24"/>
          <w:szCs w:val="24"/>
        </w:rPr>
        <w:t>рассматривать</w:t>
      </w:r>
      <w:r w:rsidRPr="009B44A9">
        <w:rPr>
          <w:i/>
          <w:spacing w:val="-7"/>
          <w:sz w:val="24"/>
          <w:szCs w:val="24"/>
        </w:rPr>
        <w:t xml:space="preserve"> </w:t>
      </w:r>
      <w:r w:rsidRPr="009B44A9">
        <w:rPr>
          <w:sz w:val="24"/>
          <w:szCs w:val="24"/>
        </w:rPr>
        <w:t>несколько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вариантов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решения</w:t>
      </w:r>
      <w:r w:rsidRPr="009B44A9">
        <w:rPr>
          <w:spacing w:val="-6"/>
          <w:sz w:val="24"/>
          <w:szCs w:val="24"/>
        </w:rPr>
        <w:t xml:space="preserve"> </w:t>
      </w:r>
      <w:r w:rsidRPr="009B44A9">
        <w:rPr>
          <w:sz w:val="24"/>
          <w:szCs w:val="24"/>
        </w:rPr>
        <w:t>коммуникативной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задачи</w:t>
      </w:r>
      <w:r w:rsidRPr="009B44A9">
        <w:rPr>
          <w:spacing w:val="-4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5"/>
          <w:sz w:val="24"/>
          <w:szCs w:val="24"/>
        </w:rPr>
        <w:t xml:space="preserve"> </w:t>
      </w:r>
      <w:r w:rsidRPr="009B44A9">
        <w:rPr>
          <w:sz w:val="24"/>
          <w:szCs w:val="24"/>
        </w:rPr>
        <w:t>продуктивных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видах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речевой деятельности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(говорении и письменной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речи);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768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участвовать </w:t>
      </w:r>
      <w:r w:rsidRPr="009B44A9">
        <w:rPr>
          <w:sz w:val="24"/>
          <w:szCs w:val="24"/>
        </w:rPr>
        <w:t>в несложных учебных проектах с использованием материалов на французском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языке с применением ИКТ, соблюдая правила информационной безопасности при работе в сети</w:t>
      </w:r>
      <w:r w:rsidRPr="009B44A9">
        <w:rPr>
          <w:spacing w:val="1"/>
          <w:sz w:val="24"/>
          <w:szCs w:val="24"/>
        </w:rPr>
        <w:t xml:space="preserve"> </w:t>
      </w:r>
      <w:r w:rsidRPr="009B44A9">
        <w:rPr>
          <w:sz w:val="24"/>
          <w:szCs w:val="24"/>
        </w:rPr>
        <w:t>Интернет;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551"/>
        </w:tabs>
        <w:spacing w:line="292" w:lineRule="auto"/>
        <w:ind w:left="106" w:right="774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использовать </w:t>
      </w:r>
      <w:r w:rsidRPr="009B44A9">
        <w:rPr>
          <w:sz w:val="24"/>
          <w:szCs w:val="24"/>
        </w:rPr>
        <w:t>иноязычные словари и справочники, в том числе информационно-справочные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системы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электронной форме;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671"/>
        </w:tabs>
        <w:spacing w:line="292" w:lineRule="auto"/>
        <w:ind w:left="106" w:right="1152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достигать взаимопонимания </w:t>
      </w:r>
      <w:r w:rsidRPr="009B44A9">
        <w:rPr>
          <w:sz w:val="24"/>
          <w:szCs w:val="24"/>
        </w:rPr>
        <w:t>в процессе устного и письменного общения с носителями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иностранного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языка, людьми другой культуры;</w:t>
      </w:r>
    </w:p>
    <w:p w:rsidR="00E76AB9" w:rsidRPr="009B44A9" w:rsidRDefault="00E76AB9" w:rsidP="007940B1">
      <w:pPr>
        <w:pStyle w:val="ListParagraph"/>
        <w:numPr>
          <w:ilvl w:val="1"/>
          <w:numId w:val="11"/>
        </w:numPr>
        <w:tabs>
          <w:tab w:val="left" w:pos="671"/>
        </w:tabs>
        <w:spacing w:line="292" w:lineRule="auto"/>
        <w:ind w:left="106" w:right="354" w:firstLine="180"/>
        <w:jc w:val="both"/>
        <w:rPr>
          <w:sz w:val="24"/>
          <w:szCs w:val="24"/>
        </w:rPr>
      </w:pPr>
      <w:r w:rsidRPr="009B44A9">
        <w:rPr>
          <w:i/>
          <w:sz w:val="24"/>
          <w:szCs w:val="24"/>
        </w:rPr>
        <w:t xml:space="preserve">сравнивать </w:t>
      </w:r>
      <w:r w:rsidRPr="009B44A9">
        <w:rPr>
          <w:sz w:val="24"/>
          <w:szCs w:val="24"/>
        </w:rPr>
        <w:t>(в том числе устанавливать основания для сравнения) объекты, явления, процессы,</w:t>
      </w:r>
      <w:r w:rsidRPr="009B44A9">
        <w:rPr>
          <w:spacing w:val="-57"/>
          <w:sz w:val="24"/>
          <w:szCs w:val="24"/>
        </w:rPr>
        <w:t xml:space="preserve"> </w:t>
      </w:r>
      <w:r w:rsidRPr="009B44A9">
        <w:rPr>
          <w:sz w:val="24"/>
          <w:szCs w:val="24"/>
        </w:rPr>
        <w:t>их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элементы и основные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функции в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рамках изученной</w:t>
      </w:r>
      <w:r w:rsidRPr="009B44A9">
        <w:rPr>
          <w:spacing w:val="-1"/>
          <w:sz w:val="24"/>
          <w:szCs w:val="24"/>
        </w:rPr>
        <w:t xml:space="preserve"> </w:t>
      </w:r>
      <w:r w:rsidRPr="009B44A9">
        <w:rPr>
          <w:sz w:val="24"/>
          <w:szCs w:val="24"/>
        </w:rPr>
        <w:t>тематики.</w:t>
      </w:r>
    </w:p>
    <w:p w:rsidR="00E76AB9" w:rsidRPr="009B44A9" w:rsidRDefault="00E76AB9">
      <w:pPr>
        <w:spacing w:line="292" w:lineRule="auto"/>
        <w:rPr>
          <w:sz w:val="24"/>
          <w:szCs w:val="24"/>
        </w:rPr>
        <w:sectPr w:rsidR="00E76AB9" w:rsidRPr="009B44A9">
          <w:pgSz w:w="11900" w:h="16840"/>
          <w:pgMar w:top="520" w:right="520" w:bottom="280" w:left="560" w:header="720" w:footer="720" w:gutter="0"/>
          <w:cols w:space="720"/>
        </w:sectPr>
      </w:pPr>
    </w:p>
    <w:p w:rsidR="00E76AB9" w:rsidRPr="00244BC9" w:rsidRDefault="00E76AB9" w:rsidP="00DE77AC">
      <w:pPr>
        <w:spacing w:before="80"/>
        <w:ind w:left="106"/>
        <w:rPr>
          <w:b/>
          <w:sz w:val="24"/>
          <w:szCs w:val="24"/>
        </w:rPr>
      </w:pPr>
      <w:r>
        <w:rPr>
          <w:noProof/>
          <w:lang w:eastAsia="ru-RU"/>
        </w:rPr>
        <w:pict>
          <v:rect id="_x0000_s1028" style="position:absolute;left:0;text-align:left;margin-left:33.3pt;margin-top:17.65pt;width:775.6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Pr="00244BC9">
        <w:rPr>
          <w:b/>
          <w:sz w:val="24"/>
          <w:szCs w:val="24"/>
        </w:rPr>
        <w:t>ТЕМАТИЧЕСКОЕ</w:t>
      </w:r>
      <w:r w:rsidRPr="00244BC9">
        <w:rPr>
          <w:b/>
          <w:spacing w:val="9"/>
          <w:sz w:val="24"/>
          <w:szCs w:val="24"/>
        </w:rPr>
        <w:t xml:space="preserve"> </w:t>
      </w:r>
      <w:r w:rsidRPr="00244BC9">
        <w:rPr>
          <w:b/>
          <w:sz w:val="24"/>
          <w:szCs w:val="24"/>
        </w:rPr>
        <w:t>ПЛАНИРОВАНИЕ</w:t>
      </w:r>
    </w:p>
    <w:p w:rsidR="00E76AB9" w:rsidRPr="0064204D" w:rsidRDefault="00E76AB9" w:rsidP="0064204D">
      <w:pPr>
        <w:pStyle w:val="ListParagraph"/>
        <w:numPr>
          <w:ilvl w:val="0"/>
          <w:numId w:val="23"/>
        </w:numPr>
        <w:tabs>
          <w:tab w:val="left" w:pos="242"/>
        </w:tabs>
        <w:spacing w:before="151"/>
        <w:rPr>
          <w:b/>
          <w:sz w:val="24"/>
          <w:szCs w:val="24"/>
        </w:rPr>
      </w:pPr>
      <w:r w:rsidRPr="0064204D">
        <w:rPr>
          <w:b/>
          <w:sz w:val="24"/>
          <w:szCs w:val="24"/>
        </w:rPr>
        <w:t>КЛАСС</w:t>
      </w:r>
    </w:p>
    <w:p w:rsidR="00E76AB9" w:rsidRDefault="00E76AB9" w:rsidP="00DE77AC">
      <w:pPr>
        <w:pStyle w:val="BodyText"/>
        <w:spacing w:before="1"/>
        <w:ind w:left="0"/>
        <w:rPr>
          <w:b/>
          <w:sz w:val="8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84"/>
        <w:gridCol w:w="5655"/>
        <w:gridCol w:w="528"/>
        <w:gridCol w:w="1104"/>
        <w:gridCol w:w="1140"/>
        <w:gridCol w:w="6687"/>
      </w:tblGrid>
      <w:tr w:rsidR="00E76AB9" w:rsidTr="00DE77AC">
        <w:trPr>
          <w:trHeight w:val="333"/>
        </w:trPr>
        <w:tc>
          <w:tcPr>
            <w:tcW w:w="384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 w:right="50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№</w:t>
            </w:r>
            <w:r w:rsidRPr="00DE77AC">
              <w:rPr>
                <w:b/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655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Наименование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разделов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и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тем</w:t>
            </w:r>
            <w:r w:rsidRPr="00DE77AC">
              <w:rPr>
                <w:b/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b/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6687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Электронные</w:t>
            </w:r>
            <w:r w:rsidRPr="00DE77AC">
              <w:rPr>
                <w:b/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(цифровые)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образовательные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ресурсы</w:t>
            </w:r>
          </w:p>
        </w:tc>
      </w:tr>
      <w:tr w:rsidR="00E76AB9" w:rsidTr="00DE77AC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5655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контрольные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практические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6687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</w:tr>
      <w:tr w:rsidR="00E76AB9" w:rsidTr="00DE77AC">
        <w:trPr>
          <w:trHeight w:val="2062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Моя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семья.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Мои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друзья.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Семейные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праздники: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день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рождения,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Новый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год,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Рождество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3280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https://resh.edu.ru/subject/lesson/7793/main/241427/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https://resh.edu.ru/subject/lesson/5378/start/154164/</w:t>
            </w:r>
            <w:r w:rsidRPr="00DE77AC">
              <w:rPr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https://resh.edu.ru/subject/lesson/5568/start/172153/</w:t>
            </w:r>
            <w:r w:rsidRPr="00DE77AC">
              <w:rPr>
                <w:w w:val="105"/>
                <w:sz w:val="15"/>
              </w:rPr>
              <w:t xml:space="preserve"> https://znaika.ru/catalog/5-klass/french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https://resh.edu.ru/subject/lesson/7792/start/242167/</w:t>
            </w:r>
            <w:r w:rsidRPr="00DE77AC">
              <w:rPr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https://resh.edu.ru/subject/lesson/7801/start/242012/</w:t>
            </w:r>
            <w:r w:rsidRPr="00DE77AC">
              <w:rPr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https://resh.edu.ru/subject/lesson/7805/start/241640/</w:t>
            </w:r>
            <w:r w:rsidRPr="00DE77AC">
              <w:rPr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https://resh.edu.ru/subject/lesson/7804/start/241826/</w:t>
            </w:r>
            <w:r w:rsidRPr="00DE77AC">
              <w:rPr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https://resh.edu.ru/subject/lesson/7803/start/241175/</w:t>
            </w:r>
            <w:r w:rsidRPr="00DE77AC">
              <w:rPr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https://resh.edu.ru/subject/lesson/7802/start/241766/</w:t>
            </w:r>
          </w:p>
        </w:tc>
      </w:tr>
      <w:tr w:rsidR="00E76AB9" w:rsidTr="00DE77AC">
        <w:trPr>
          <w:trHeight w:val="717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2.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Внешность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характер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человека/литературного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https://resh.edu.ru/subject/lesson/7807/train/241741/</w:t>
            </w:r>
          </w:p>
          <w:p w:rsidR="00E76AB9" w:rsidRPr="00DE77AC" w:rsidRDefault="00E76AB9" w:rsidP="00DE77AC">
            <w:pPr>
              <w:pStyle w:val="TableParagraph"/>
              <w:spacing w:before="5"/>
              <w:rPr>
                <w:b/>
                <w:sz w:val="18"/>
              </w:rPr>
            </w:pPr>
          </w:p>
          <w:p w:rsidR="00E76AB9" w:rsidRPr="00DE77AC" w:rsidRDefault="00E76AB9" w:rsidP="00DE77AC">
            <w:pPr>
              <w:pStyle w:val="TableParagraph"/>
              <w:ind w:left="78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https://resh.edu.ru/subject/lesson/7792/start/242167/</w:t>
            </w:r>
          </w:p>
        </w:tc>
      </w:tr>
      <w:tr w:rsidR="00E76AB9" w:rsidTr="00DE77AC">
        <w:trPr>
          <w:trHeight w:val="525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3.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Досуг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</w:t>
            </w:r>
            <w:r w:rsidRPr="00DE77AC">
              <w:rPr>
                <w:spacing w:val="-4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увлечения/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хобби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современного</w:t>
            </w:r>
            <w:r w:rsidRPr="00DE77AC">
              <w:rPr>
                <w:spacing w:val="-2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подростка</w:t>
            </w:r>
            <w:r w:rsidRPr="00DE77AC">
              <w:rPr>
                <w:spacing w:val="-4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(чтение,</w:t>
            </w:r>
            <w:r w:rsidRPr="00DE77AC">
              <w:rPr>
                <w:spacing w:val="-4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кино,</w:t>
            </w:r>
            <w:r w:rsidRPr="00DE77AC">
              <w:rPr>
                <w:spacing w:val="-4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спорт)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3280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https://resh.edu.ru/subject/lesson/7806/start/241578/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https://resh.edu.ru/subject/lesson/7824/start/242105/</w:t>
            </w:r>
          </w:p>
        </w:tc>
      </w:tr>
      <w:tr w:rsidR="00E76AB9" w:rsidTr="00DE77AC">
        <w:trPr>
          <w:trHeight w:val="717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4.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 w:right="6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Здоровый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образ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жизни: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режим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труда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отдыха,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здоровое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питание.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Посещение</w:t>
            </w:r>
            <w:r w:rsidRPr="00DE77AC">
              <w:rPr>
                <w:spacing w:val="-36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врача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3306"/>
              <w:jc w:val="both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https://resh.edu.ru/subject/lesson/7808/start/241795/</w:t>
            </w:r>
            <w:r w:rsidRPr="00DE77AC">
              <w:rPr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https://resh.edu.ru/subject/lesson/3744/train/158764/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https://resh.edu.ru/subject/lesson/7814/start/241516/</w:t>
            </w:r>
          </w:p>
        </w:tc>
      </w:tr>
      <w:tr w:rsidR="00E76AB9" w:rsidTr="00DE77AC">
        <w:trPr>
          <w:trHeight w:val="525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5.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Покупки:</w:t>
            </w:r>
            <w:r w:rsidRPr="00DE77AC">
              <w:rPr>
                <w:spacing w:val="-3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одежда,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обувь</w:t>
            </w:r>
            <w:r w:rsidRPr="00DE77AC">
              <w:rPr>
                <w:spacing w:val="-2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</w:t>
            </w:r>
            <w:r w:rsidRPr="00DE77AC">
              <w:rPr>
                <w:spacing w:val="-3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продукты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питания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3280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https://resh.edu.ru/subject/lesson/4424/start/154133/</w:t>
            </w:r>
            <w:r w:rsidRPr="00DE77AC">
              <w:rPr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https://resh.edu.ru/subject/lesson/3683/train/304802/</w:t>
            </w:r>
          </w:p>
        </w:tc>
      </w:tr>
      <w:tr w:rsidR="00E76AB9" w:rsidTr="00DE77AC">
        <w:trPr>
          <w:trHeight w:val="1101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6.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84" w:line="285" w:lineRule="auto"/>
              <w:ind w:left="76"/>
              <w:rPr>
                <w:sz w:val="14"/>
              </w:rPr>
            </w:pPr>
            <w:r w:rsidRPr="00DE77AC">
              <w:rPr>
                <w:sz w:val="14"/>
              </w:rPr>
              <w:t>Школа,</w:t>
            </w:r>
            <w:r w:rsidRPr="00DE77AC">
              <w:rPr>
                <w:spacing w:val="1"/>
                <w:sz w:val="14"/>
              </w:rPr>
              <w:t xml:space="preserve"> </w:t>
            </w:r>
            <w:r w:rsidRPr="00DE77AC">
              <w:rPr>
                <w:sz w:val="14"/>
              </w:rPr>
              <w:t>школьная жизнь,</w:t>
            </w:r>
            <w:r w:rsidRPr="00DE77AC">
              <w:rPr>
                <w:spacing w:val="1"/>
                <w:sz w:val="14"/>
              </w:rPr>
              <w:t xml:space="preserve"> </w:t>
            </w:r>
            <w:r w:rsidRPr="00DE77AC">
              <w:rPr>
                <w:sz w:val="14"/>
              </w:rPr>
              <w:t>школьные принадлежности,</w:t>
            </w:r>
            <w:r w:rsidRPr="00DE77AC">
              <w:rPr>
                <w:spacing w:val="1"/>
                <w:sz w:val="14"/>
              </w:rPr>
              <w:t xml:space="preserve"> </w:t>
            </w:r>
            <w:r w:rsidRPr="00DE77AC">
              <w:rPr>
                <w:sz w:val="14"/>
              </w:rPr>
              <w:t>изучаемые предметы.</w:t>
            </w:r>
            <w:r w:rsidRPr="00DE77AC">
              <w:rPr>
                <w:spacing w:val="1"/>
                <w:sz w:val="14"/>
              </w:rPr>
              <w:t xml:space="preserve"> </w:t>
            </w:r>
            <w:r w:rsidRPr="00DE77AC">
              <w:rPr>
                <w:sz w:val="14"/>
              </w:rPr>
              <w:t>Переписка с</w:t>
            </w:r>
            <w:r w:rsidRPr="00DE77AC">
              <w:rPr>
                <w:spacing w:val="-32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зарубежными</w:t>
            </w:r>
            <w:r w:rsidRPr="00DE77AC">
              <w:rPr>
                <w:spacing w:val="-2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сверстниками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3280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https://resh.edu.ru/subject/lesson/7796/start/311934/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https://resh.edu.ru/subject/lesson/7795/start/242136/</w:t>
            </w:r>
          </w:p>
          <w:p w:rsidR="00E76AB9" w:rsidRPr="00DE77AC" w:rsidRDefault="00E76AB9" w:rsidP="00DE77AC">
            <w:pPr>
              <w:pStyle w:val="TableParagraph"/>
              <w:spacing w:before="2"/>
              <w:ind w:left="78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https://znaika.ru/catalog/5-klass/french/Otlichiya-frantsuzskoy-shkoly-ot-russkoy.html</w:t>
            </w:r>
          </w:p>
          <w:p w:rsidR="00E76AB9" w:rsidRPr="00DE77AC" w:rsidRDefault="00E76AB9" w:rsidP="00DE77AC">
            <w:pPr>
              <w:pStyle w:val="TableParagraph"/>
              <w:spacing w:before="4"/>
              <w:rPr>
                <w:b/>
                <w:sz w:val="18"/>
              </w:rPr>
            </w:pPr>
          </w:p>
          <w:p w:rsidR="00E76AB9" w:rsidRPr="00DE77AC" w:rsidRDefault="00E76AB9" w:rsidP="00DE77AC">
            <w:pPr>
              <w:pStyle w:val="TableParagraph"/>
              <w:ind w:left="78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https://resh.edu.ru/subject/lesson/7819/start/241547/</w:t>
            </w:r>
          </w:p>
        </w:tc>
      </w:tr>
      <w:tr w:rsidR="00E76AB9" w:rsidTr="00DE77AC">
        <w:trPr>
          <w:trHeight w:val="525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7.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Каникулы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различное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время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года.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Виды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отдыха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3280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https://resh.edu.ru/subject/lesson/7816/start/241919/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https://resh.edu.ru/subject/lesson/4425/start/298536/</w:t>
            </w:r>
          </w:p>
        </w:tc>
      </w:tr>
      <w:tr w:rsidR="00E76AB9" w:rsidTr="00DE77AC">
        <w:trPr>
          <w:trHeight w:val="717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8.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Природа: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дикие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домашние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животные.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Погода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3324"/>
              <w:jc w:val="both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https://resh.edu.ru/subject/lesson/5376/start/302830/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https://resh.edu.ru/subject/lesson/7794/start/241609/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https://resh.edu.ru/subject/lesson/7811/start/241268/</w:t>
            </w:r>
          </w:p>
        </w:tc>
      </w:tr>
      <w:tr w:rsidR="00E76AB9" w:rsidTr="00DE77AC">
        <w:trPr>
          <w:trHeight w:val="717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9.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Родной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город/село.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Транспорт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360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</w:t>
            </w:r>
            <w:hyperlink r:id="rId6">
              <w:r w:rsidRPr="00DE77AC">
                <w:rPr>
                  <w:spacing w:val="-1"/>
                  <w:w w:val="105"/>
                  <w:sz w:val="15"/>
                </w:rPr>
                <w:t>www.francaisavecpierre.com/auxiliaire-etre-ou-avoir/</w:t>
              </w:r>
            </w:hyperlink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https://resh.edu.ru/subject/lesson/7818/start/241144/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https://resh.edu.ru/subject/lesson/7815/start/242074/</w:t>
            </w:r>
          </w:p>
        </w:tc>
      </w:tr>
      <w:tr w:rsidR="00E76AB9" w:rsidTr="00DE77AC">
        <w:trPr>
          <w:trHeight w:val="849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10.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Родная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страна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страна/страны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изучаемого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языка.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Их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географическое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положение,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 xml:space="preserve">столицы; достопримечательности, </w:t>
            </w:r>
            <w:r w:rsidRPr="00DE77AC">
              <w:rPr>
                <w:w w:val="105"/>
                <w:sz w:val="15"/>
              </w:rPr>
              <w:t>культурные особенности (национальные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праздники,</w:t>
            </w:r>
            <w:r w:rsidRPr="00DE77AC">
              <w:rPr>
                <w:spacing w:val="-2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традиции,</w:t>
            </w:r>
            <w:r w:rsidRPr="00DE77AC">
              <w:rPr>
                <w:spacing w:val="-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обычаи)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https://resh.edu.ru/subject/lesson/4323/start/302170/https://resh.edu.ru/subject/lesson/7791/start/241702/</w:t>
            </w:r>
            <w:r w:rsidRPr="00DE77AC">
              <w:rPr>
                <w:w w:val="105"/>
                <w:sz w:val="15"/>
              </w:rPr>
              <w:t xml:space="preserve"> https://resh.edu.ru/subject/lesson/7798/start/241888/</w:t>
            </w:r>
          </w:p>
          <w:p w:rsidR="00E76AB9" w:rsidRPr="00DE77AC" w:rsidRDefault="00E76AB9" w:rsidP="00DE77AC">
            <w:pPr>
              <w:pStyle w:val="TableParagraph"/>
              <w:spacing w:before="2"/>
              <w:ind w:left="78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https://znaika.ru/site/show-video?class=5-klass&amp;subject=french&amp;video=Zdravstvuy%2C-Frantsiya%21</w:t>
            </w:r>
          </w:p>
        </w:tc>
      </w:tr>
    </w:tbl>
    <w:p w:rsidR="00E76AB9" w:rsidRDefault="00E76AB9" w:rsidP="00DE77AC">
      <w:pPr>
        <w:rPr>
          <w:sz w:val="15"/>
        </w:rPr>
        <w:sectPr w:rsidR="00E76AB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84"/>
        <w:gridCol w:w="5655"/>
        <w:gridCol w:w="528"/>
        <w:gridCol w:w="1104"/>
        <w:gridCol w:w="1140"/>
        <w:gridCol w:w="6687"/>
      </w:tblGrid>
      <w:tr w:rsidR="00E76AB9" w:rsidTr="00DE77AC">
        <w:trPr>
          <w:trHeight w:val="717"/>
        </w:trPr>
        <w:tc>
          <w:tcPr>
            <w:tcW w:w="384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11.</w:t>
            </w:r>
          </w:p>
        </w:tc>
        <w:tc>
          <w:tcPr>
            <w:tcW w:w="5655" w:type="dxa"/>
          </w:tcPr>
          <w:p w:rsidR="00E76AB9" w:rsidRPr="00DE77AC" w:rsidRDefault="00E76AB9" w:rsidP="00DE77A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Выдающиеся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люди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родной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страны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страны/стран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изучаемого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языка: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писатели,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поэты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DE77AC">
            <w:pPr>
              <w:pStyle w:val="TableParagraph"/>
              <w:spacing w:before="64"/>
              <w:ind w:left="78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</w:t>
            </w:r>
            <w:hyperlink r:id="rId7">
              <w:r w:rsidRPr="00DE77AC">
                <w:rPr>
                  <w:w w:val="105"/>
                  <w:sz w:val="15"/>
                </w:rPr>
                <w:t>www.francaisavecpierre.com/jeanne-darc/</w:t>
              </w:r>
            </w:hyperlink>
          </w:p>
          <w:p w:rsidR="00E76AB9" w:rsidRPr="00DE77AC" w:rsidRDefault="00E76AB9" w:rsidP="00DE77AC">
            <w:pPr>
              <w:pStyle w:val="TableParagraph"/>
              <w:spacing w:before="20" w:line="266" w:lineRule="auto"/>
              <w:ind w:left="78" w:right="360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https://infourok.ru/prezentaciya-po-francuzskomu-yaziku-znamenitie-lyudi-francii-1132056.html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https://infourok.ru/prezentaciya-k-uroku-francuzskogo-yazika-izvestnie-lyudi-francii-1436786.html</w:t>
            </w:r>
          </w:p>
        </w:tc>
      </w:tr>
      <w:tr w:rsidR="00E76AB9" w:rsidTr="00DE77AC">
        <w:trPr>
          <w:trHeight w:val="333"/>
        </w:trPr>
        <w:tc>
          <w:tcPr>
            <w:tcW w:w="6039" w:type="dxa"/>
            <w:gridSpan w:val="2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ОБЩЕЕ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ЧАСОВ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6687" w:type="dxa"/>
          </w:tcPr>
          <w:p w:rsidR="00E76AB9" w:rsidRPr="00DE77AC" w:rsidRDefault="00E76AB9" w:rsidP="00C66F7B">
            <w:pPr>
              <w:pStyle w:val="TableParagraph"/>
              <w:rPr>
                <w:sz w:val="14"/>
              </w:rPr>
            </w:pPr>
          </w:p>
        </w:tc>
      </w:tr>
    </w:tbl>
    <w:p w:rsidR="00E76AB9" w:rsidRDefault="00E76AB9" w:rsidP="00DE77AC">
      <w:pPr>
        <w:pStyle w:val="BodyText"/>
        <w:spacing w:before="8"/>
        <w:ind w:left="0"/>
        <w:rPr>
          <w:b/>
          <w:sz w:val="6"/>
        </w:rPr>
      </w:pPr>
    </w:p>
    <w:p w:rsidR="00E76AB9" w:rsidRPr="00663402" w:rsidRDefault="00E76AB9" w:rsidP="00663402">
      <w:pPr>
        <w:pStyle w:val="ListParagraph"/>
        <w:numPr>
          <w:ilvl w:val="0"/>
          <w:numId w:val="23"/>
        </w:numPr>
        <w:tabs>
          <w:tab w:val="left" w:pos="242"/>
        </w:tabs>
        <w:spacing w:before="93"/>
        <w:rPr>
          <w:b/>
          <w:sz w:val="24"/>
          <w:szCs w:val="24"/>
        </w:rPr>
      </w:pPr>
      <w:r w:rsidRPr="00663402">
        <w:rPr>
          <w:b/>
          <w:sz w:val="24"/>
          <w:szCs w:val="24"/>
        </w:rPr>
        <w:t>КЛАСС</w:t>
      </w:r>
    </w:p>
    <w:p w:rsidR="00E76AB9" w:rsidRDefault="00E76AB9" w:rsidP="00DE77AC">
      <w:pPr>
        <w:pStyle w:val="BodyText"/>
        <w:spacing w:before="1"/>
        <w:ind w:left="0"/>
        <w:rPr>
          <w:b/>
          <w:sz w:val="8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8272"/>
        <w:gridCol w:w="528"/>
        <w:gridCol w:w="1104"/>
        <w:gridCol w:w="1140"/>
        <w:gridCol w:w="3986"/>
      </w:tblGrid>
      <w:tr w:rsidR="00E76AB9" w:rsidTr="00DE77AC">
        <w:trPr>
          <w:trHeight w:val="333"/>
        </w:trPr>
        <w:tc>
          <w:tcPr>
            <w:tcW w:w="468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№</w:t>
            </w:r>
            <w:r w:rsidRPr="00DE77AC">
              <w:rPr>
                <w:b/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272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Наименование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разделов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и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тем</w:t>
            </w:r>
            <w:r w:rsidRPr="00DE77AC">
              <w:rPr>
                <w:b/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b/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986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Электронные</w:t>
            </w:r>
            <w:r w:rsidRPr="00DE77AC">
              <w:rPr>
                <w:b/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(цифровые)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образовательные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ресурсы</w:t>
            </w:r>
          </w:p>
        </w:tc>
      </w:tr>
      <w:tr w:rsidR="00E76AB9" w:rsidTr="00DE77A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8272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контрольные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практические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986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</w:tr>
      <w:tr w:rsidR="00E76AB9" w:rsidRPr="004240C7" w:rsidTr="00DE77AC">
        <w:trPr>
          <w:trHeight w:val="1101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Взаимоотношения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семье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друзьями.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Семейные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праздники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71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8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www.francaisavecpierre.com/les-voyelles-nasales-en-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francais/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https://resh.edu.ru/subject/lesson/7208/start/240834/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https://resh.edu.ru/subject/lesson/7207/start/240803/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https://resh.edu.ru/subject/lesson/7210/start/240214/</w:t>
            </w:r>
          </w:p>
        </w:tc>
      </w:tr>
      <w:tr w:rsidR="00E76AB9" w:rsidTr="00DE77AC">
        <w:trPr>
          <w:trHeight w:val="717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1.2.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62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Школа,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школьная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жизнь,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изучаемые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предметы,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любимый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предмет.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Переписка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зарубежными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сверстниками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 w:right="622"/>
              <w:jc w:val="both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https://resh.edu.ru/subject/lesson/7198/start/240555/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https://resh.edu.ru/subject/lesson/7215/start/240772/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https://resh.edu.ru/subject/lesson/7197/start/304670/</w:t>
            </w:r>
          </w:p>
        </w:tc>
      </w:tr>
      <w:tr w:rsidR="00E76AB9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1.3.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Покупки: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одежда,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обувь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продукты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питания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</w:t>
            </w:r>
            <w:hyperlink r:id="rId9">
              <w:r w:rsidRPr="00DE77AC">
                <w:rPr>
                  <w:w w:val="105"/>
                  <w:sz w:val="15"/>
                </w:rPr>
                <w:t>www.francaisavecpierre.com/category/recettes-de-</w:t>
              </w:r>
            </w:hyperlink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cuisine/https://resh.edu.ru/subject/lesson/7205/start/240524/</w:t>
            </w:r>
          </w:p>
        </w:tc>
      </w:tr>
      <w:tr w:rsidR="00E76AB9" w:rsidRPr="00C0620C" w:rsidTr="00DE77AC">
        <w:trPr>
          <w:trHeight w:val="148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1.4.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Здоровый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образ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жизни: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режим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труда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отдыха,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сбалансированое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питание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C0620C" w:rsidRDefault="00E76AB9" w:rsidP="00DE77AC">
            <w:pPr>
              <w:pStyle w:val="TableParagraph"/>
              <w:spacing w:before="74" w:line="266" w:lineRule="auto"/>
              <w:ind w:left="79" w:right="199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10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www.francaisavecpierre.com/apprendre-le-francais-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en-cuisinant-la-buche-de-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noel/https://resh.edu.ru/subject/lesson/7206/start/240121/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https://resh.edu.ru/subject/lesson/7216/start/241082/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https://znaika.ru/site/show-video?class=6-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klass&amp;subject=french&amp;video=L%27article-partitif.-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C0620C">
              <w:rPr>
                <w:w w:val="105"/>
                <w:sz w:val="15"/>
                <w:lang w:val="fr-FR"/>
              </w:rPr>
              <w:t>Chastichnyy-artikl</w:t>
            </w:r>
          </w:p>
        </w:tc>
      </w:tr>
      <w:tr w:rsidR="00E76AB9" w:rsidRPr="004240C7" w:rsidTr="00DE77AC">
        <w:trPr>
          <w:trHeight w:val="909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1.5.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Внешность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характер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человека/литературного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199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11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www.francaisavecpierre.com/vocabulaire-de-la-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famille/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https://resh.edu.ru/subject/lesson/7196/start/240152/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https://resh.edu.ru/subject/lesson/7202/start/240276/</w:t>
            </w:r>
          </w:p>
        </w:tc>
      </w:tr>
      <w:tr w:rsidR="00E76AB9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1.6.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Досуг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увлечения/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хобби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современного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подростка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(чтение,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кино,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театр,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телевидение,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спорт)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https://resh.edu.ru/subject/lesson/7201/start/240183/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https://resh.edu.ru/subject/lesson/7200/start/240307/</w:t>
            </w:r>
          </w:p>
        </w:tc>
      </w:tr>
      <w:tr w:rsidR="00E76AB9" w:rsidTr="00DE77AC">
        <w:trPr>
          <w:trHeight w:val="1101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1.7.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/>
              <w:rPr>
                <w:sz w:val="14"/>
              </w:rPr>
            </w:pPr>
            <w:r w:rsidRPr="00DE77AC">
              <w:rPr>
                <w:w w:val="105"/>
                <w:sz w:val="15"/>
              </w:rPr>
              <w:t>Родная страна и страна/страны изучаемого языка. Их географическое положение, столицы; население; официальные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языки;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достопримечательности,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культурные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особенности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(национальные</w:t>
            </w:r>
            <w:r w:rsidRPr="00DE77AC">
              <w:rPr>
                <w:spacing w:val="23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праздники,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традиции,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обычаи).</w:t>
            </w:r>
            <w:r w:rsidRPr="00DE77AC">
              <w:rPr>
                <w:spacing w:val="-4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4"/>
              </w:rPr>
              <w:t>Франкофония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 w:right="622"/>
              <w:jc w:val="both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https://resh.edu.ru/subject/lesson/7791/start/241702/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https://resh.edu.ru/subject/lesson/7225/start/240586/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https://resh.edu.ru/subject/lesson/7224/start/240090/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https://resh.edu.ru/subject/lesson/7221/start/240369/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https://resh.edu.ru/subject/lesson/3701/start/158452/</w:t>
            </w:r>
          </w:p>
        </w:tc>
      </w:tr>
      <w:tr w:rsidR="00E76AB9" w:rsidTr="00DE77AC">
        <w:trPr>
          <w:trHeight w:val="33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1.8.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Выдающиеся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люди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родной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страны/стран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изучаемого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языка: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писатели,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поэты,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учёные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</w:t>
            </w:r>
            <w:hyperlink r:id="rId12">
              <w:r w:rsidRPr="00DE77AC">
                <w:rPr>
                  <w:w w:val="105"/>
                  <w:sz w:val="15"/>
                </w:rPr>
                <w:t>www.francaisavecpierre.com/category/culture/</w:t>
              </w:r>
            </w:hyperlink>
          </w:p>
        </w:tc>
      </w:tr>
      <w:tr w:rsidR="00E76AB9" w:rsidRPr="004240C7" w:rsidTr="00DE77AC">
        <w:trPr>
          <w:trHeight w:val="717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1.9.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Каникулы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различное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время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года.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Виды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отдыха.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Путешествия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России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зарубежным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странам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502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https://resh.edu.ru/subject/lesson/7211/start/307547/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13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www.francaisavecpierre.com/mots-difficiles-a-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prononcer/</w:t>
            </w:r>
          </w:p>
        </w:tc>
      </w:tr>
      <w:tr w:rsidR="00E76AB9" w:rsidRPr="004240C7" w:rsidTr="00DE77AC">
        <w:trPr>
          <w:trHeight w:val="609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1.10.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Природа: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position w:val="1"/>
                <w:sz w:val="15"/>
              </w:rPr>
              <w:t>дикие</w:t>
            </w:r>
            <w:r w:rsidRPr="00DE77AC"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и</w:t>
            </w:r>
            <w:r w:rsidRPr="00DE77AC"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домашние</w:t>
            </w:r>
            <w:r w:rsidRPr="00DE77AC"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животные.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Климат,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погода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268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14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www.francaisavecpierre.com/comment-prononcer-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bonjour-salut/</w:t>
            </w:r>
          </w:p>
        </w:tc>
      </w:tr>
    </w:tbl>
    <w:p w:rsidR="00E76AB9" w:rsidRPr="00BC0F4A" w:rsidRDefault="00E76AB9" w:rsidP="00DE77AC">
      <w:pPr>
        <w:spacing w:line="266" w:lineRule="auto"/>
        <w:rPr>
          <w:sz w:val="15"/>
          <w:lang w:val="fr-FR"/>
        </w:rPr>
        <w:sectPr w:rsidR="00E76AB9" w:rsidRPr="00BC0F4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8272"/>
        <w:gridCol w:w="528"/>
        <w:gridCol w:w="1104"/>
        <w:gridCol w:w="1140"/>
        <w:gridCol w:w="3986"/>
      </w:tblGrid>
      <w:tr w:rsidR="00E76AB9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1.11.</w:t>
            </w:r>
          </w:p>
        </w:tc>
        <w:tc>
          <w:tcPr>
            <w:tcW w:w="8272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Родной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город/село.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Транспорт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DE77AC" w:rsidRDefault="00E76AB9" w:rsidP="00DE77A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https://resh.edu.ru/subject/lesson/4556/start/158483/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https://resh.edu.ru/subject/lesson/3734/start/158795/</w:t>
            </w:r>
          </w:p>
        </w:tc>
      </w:tr>
      <w:tr w:rsidR="00E76AB9" w:rsidTr="00DE77AC">
        <w:trPr>
          <w:trHeight w:val="333"/>
        </w:trPr>
        <w:tc>
          <w:tcPr>
            <w:tcW w:w="8740" w:type="dxa"/>
            <w:gridSpan w:val="2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ОБЩЕЕ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ЧАСОВ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86" w:type="dxa"/>
          </w:tcPr>
          <w:p w:rsidR="00E76AB9" w:rsidRPr="00DE77AC" w:rsidRDefault="00E76AB9" w:rsidP="00C66F7B">
            <w:pPr>
              <w:pStyle w:val="TableParagraph"/>
              <w:rPr>
                <w:sz w:val="14"/>
              </w:rPr>
            </w:pPr>
          </w:p>
        </w:tc>
      </w:tr>
    </w:tbl>
    <w:p w:rsidR="00E76AB9" w:rsidRDefault="00E76AB9" w:rsidP="00DE77AC">
      <w:pPr>
        <w:pStyle w:val="BodyText"/>
        <w:spacing w:before="8"/>
        <w:ind w:left="0"/>
        <w:rPr>
          <w:b/>
          <w:sz w:val="6"/>
        </w:rPr>
      </w:pPr>
    </w:p>
    <w:p w:rsidR="00E76AB9" w:rsidRPr="00663402" w:rsidRDefault="00E76AB9" w:rsidP="00663402">
      <w:pPr>
        <w:pStyle w:val="ListParagraph"/>
        <w:numPr>
          <w:ilvl w:val="0"/>
          <w:numId w:val="23"/>
        </w:numPr>
        <w:tabs>
          <w:tab w:val="left" w:pos="242"/>
        </w:tabs>
        <w:spacing w:before="93"/>
        <w:rPr>
          <w:b/>
          <w:sz w:val="24"/>
          <w:szCs w:val="24"/>
        </w:rPr>
      </w:pPr>
      <w:r w:rsidRPr="00663402">
        <w:rPr>
          <w:b/>
          <w:sz w:val="24"/>
          <w:szCs w:val="24"/>
        </w:rPr>
        <w:t xml:space="preserve">КЛАСС </w:t>
      </w:r>
    </w:p>
    <w:p w:rsidR="00E76AB9" w:rsidRPr="00663402" w:rsidRDefault="00E76AB9" w:rsidP="00DE77AC">
      <w:pPr>
        <w:pStyle w:val="BodyText"/>
        <w:spacing w:before="1"/>
        <w:ind w:left="0"/>
        <w:rPr>
          <w:b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8308"/>
        <w:gridCol w:w="528"/>
        <w:gridCol w:w="1104"/>
        <w:gridCol w:w="1140"/>
        <w:gridCol w:w="3950"/>
      </w:tblGrid>
      <w:tr w:rsidR="00E76AB9" w:rsidTr="00DE77AC">
        <w:trPr>
          <w:trHeight w:val="333"/>
        </w:trPr>
        <w:tc>
          <w:tcPr>
            <w:tcW w:w="468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№</w:t>
            </w:r>
            <w:r w:rsidRPr="00DE77AC">
              <w:rPr>
                <w:b/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308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Наименование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разделов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и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тем</w:t>
            </w:r>
            <w:r w:rsidRPr="00DE77AC">
              <w:rPr>
                <w:b/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b/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950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Электронные</w:t>
            </w:r>
            <w:r w:rsidRPr="00DE77AC">
              <w:rPr>
                <w:b/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(цифровые)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образовательные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ресурсы</w:t>
            </w:r>
          </w:p>
        </w:tc>
      </w:tr>
      <w:tr w:rsidR="00E76AB9" w:rsidTr="00DE77A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8308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контрольные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практические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950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</w:tr>
      <w:tr w:rsidR="00E76AB9" w:rsidTr="00DE77AC">
        <w:trPr>
          <w:trHeight w:val="717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Каникулы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различное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время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года.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Виды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отдыха.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Путешествия</w:t>
            </w:r>
            <w:r w:rsidRPr="00DE77AC">
              <w:rPr>
                <w:spacing w:val="23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России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зарубежным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странам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 w:right="1098"/>
              <w:jc w:val="both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https://resh.edu.ru/subject/lesson/2433/start/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https://resh.edu.ru/subject/lesson/2783/start/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https://resh.edu.ru/subject/lesson/2432/start/</w:t>
            </w:r>
          </w:p>
        </w:tc>
      </w:tr>
      <w:tr w:rsidR="00E76AB9" w:rsidRPr="004240C7" w:rsidTr="00DE77AC">
        <w:trPr>
          <w:trHeight w:val="717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1.2.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62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Досуг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увлечения/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хобби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современного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подростка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(чтение,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кино,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театр,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музей,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спорт,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музыка)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163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15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www.francaisavecpierre.com/trouver-un-partenaire-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de-langue-pour-parler-francais/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https://resh.edu.ru/subject/lesson/2429/start/</w:t>
            </w:r>
          </w:p>
        </w:tc>
      </w:tr>
      <w:tr w:rsidR="00E76AB9" w:rsidTr="00DE77AC">
        <w:trPr>
          <w:trHeight w:val="33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1.3.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Природа: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дикие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домашние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животные.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Климат,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погода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https://resh.edu.ru/subject/lesson/2782/start/</w:t>
            </w:r>
          </w:p>
        </w:tc>
      </w:tr>
      <w:tr w:rsidR="00E76AB9" w:rsidTr="00DE77AC">
        <w:trPr>
          <w:trHeight w:val="909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1.4.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Взаимоотношения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семье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друзьями.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Семейные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праздники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https://resh.edu.ru/subject/lesson/2422/start/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https://resh.edu.ru/subject/lesson/2124/start/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</w:t>
            </w:r>
            <w:hyperlink r:id="rId16">
              <w:r w:rsidRPr="00DE77AC">
                <w:rPr>
                  <w:spacing w:val="-1"/>
                  <w:w w:val="105"/>
                  <w:sz w:val="15"/>
                </w:rPr>
                <w:t>www.francaisavecpierre.com/category/prononciation/</w:t>
              </w:r>
            </w:hyperlink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https://resh.edu.ru/subject/lesson/2427/start/</w:t>
            </w:r>
          </w:p>
        </w:tc>
      </w:tr>
      <w:tr w:rsidR="00E76AB9" w:rsidRPr="004240C7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1.5.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Здоровый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образ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жизни: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режим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труда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отдыха,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сбалансированное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питание.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Посещение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врача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17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www.francaisavecpierre.com/category/recettes-de-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cuisine/</w:t>
            </w:r>
          </w:p>
        </w:tc>
      </w:tr>
      <w:tr w:rsidR="00E76AB9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1.6.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position w:val="1"/>
                <w:sz w:val="15"/>
              </w:rPr>
              <w:t>Школа,</w:t>
            </w:r>
            <w:r w:rsidRPr="00DE77AC">
              <w:rPr>
                <w:spacing w:val="19"/>
                <w:position w:val="1"/>
                <w:sz w:val="15"/>
              </w:rPr>
              <w:t xml:space="preserve"> </w:t>
            </w:r>
            <w:r w:rsidRPr="00DE77AC">
              <w:rPr>
                <w:position w:val="1"/>
                <w:sz w:val="15"/>
              </w:rPr>
              <w:t>школьная</w:t>
            </w:r>
            <w:r w:rsidRPr="00DE77AC">
              <w:rPr>
                <w:spacing w:val="19"/>
                <w:position w:val="1"/>
                <w:sz w:val="15"/>
              </w:rPr>
              <w:t xml:space="preserve"> </w:t>
            </w:r>
            <w:r w:rsidRPr="00DE77AC">
              <w:rPr>
                <w:position w:val="1"/>
                <w:sz w:val="15"/>
              </w:rPr>
              <w:t>жизнь,</w:t>
            </w:r>
            <w:r w:rsidRPr="00DE77AC">
              <w:rPr>
                <w:spacing w:val="20"/>
                <w:position w:val="1"/>
                <w:sz w:val="15"/>
              </w:rPr>
              <w:t xml:space="preserve"> </w:t>
            </w:r>
            <w:r w:rsidRPr="00DE77AC">
              <w:rPr>
                <w:position w:val="1"/>
                <w:sz w:val="15"/>
              </w:rPr>
              <w:t>школьная</w:t>
            </w:r>
            <w:r w:rsidRPr="00DE77AC">
              <w:rPr>
                <w:spacing w:val="19"/>
                <w:position w:val="1"/>
                <w:sz w:val="15"/>
              </w:rPr>
              <w:t xml:space="preserve"> </w:t>
            </w:r>
            <w:r w:rsidRPr="00DE77AC">
              <w:rPr>
                <w:position w:val="1"/>
                <w:sz w:val="15"/>
              </w:rPr>
              <w:t>форма,</w:t>
            </w:r>
            <w:r w:rsidRPr="00DE77AC">
              <w:rPr>
                <w:spacing w:val="19"/>
                <w:position w:val="1"/>
                <w:sz w:val="15"/>
              </w:rPr>
              <w:t xml:space="preserve"> </w:t>
            </w:r>
            <w:r w:rsidRPr="00DE77AC">
              <w:rPr>
                <w:position w:val="1"/>
                <w:sz w:val="15"/>
              </w:rPr>
              <w:t>школьные</w:t>
            </w:r>
            <w:r w:rsidRPr="00DE77AC">
              <w:rPr>
                <w:spacing w:val="20"/>
                <w:position w:val="1"/>
                <w:sz w:val="15"/>
              </w:rPr>
              <w:t xml:space="preserve"> </w:t>
            </w:r>
            <w:r w:rsidRPr="00DE77AC">
              <w:rPr>
                <w:position w:val="1"/>
                <w:sz w:val="15"/>
              </w:rPr>
              <w:t>кружки.</w:t>
            </w:r>
            <w:r w:rsidRPr="00DE77AC">
              <w:rPr>
                <w:spacing w:val="19"/>
                <w:position w:val="1"/>
                <w:sz w:val="15"/>
              </w:rPr>
              <w:t xml:space="preserve"> </w:t>
            </w:r>
            <w:r w:rsidRPr="00DE77AC">
              <w:rPr>
                <w:position w:val="1"/>
                <w:sz w:val="15"/>
              </w:rPr>
              <w:t>Переписка</w:t>
            </w:r>
            <w:r w:rsidRPr="00DE77AC">
              <w:rPr>
                <w:spacing w:val="-10"/>
                <w:position w:val="1"/>
                <w:sz w:val="15"/>
              </w:rPr>
              <w:t xml:space="preserve"> </w:t>
            </w:r>
            <w:r w:rsidRPr="00DE77AC">
              <w:rPr>
                <w:sz w:val="15"/>
              </w:rPr>
              <w:t>с</w:t>
            </w:r>
            <w:r w:rsidRPr="00DE77AC">
              <w:rPr>
                <w:spacing w:val="19"/>
                <w:sz w:val="15"/>
              </w:rPr>
              <w:t xml:space="preserve"> </w:t>
            </w:r>
            <w:r w:rsidRPr="00DE77AC">
              <w:rPr>
                <w:sz w:val="15"/>
              </w:rPr>
              <w:t>зарубежными</w:t>
            </w:r>
            <w:r w:rsidRPr="00DE77AC">
              <w:rPr>
                <w:spacing w:val="20"/>
                <w:sz w:val="15"/>
              </w:rPr>
              <w:t xml:space="preserve"> </w:t>
            </w:r>
            <w:r w:rsidRPr="00DE77AC">
              <w:rPr>
                <w:sz w:val="15"/>
              </w:rPr>
              <w:t>сверстниками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https://resh.edu.ru/subject/lesson/2426/start/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https://resh.edu.ru/subject/lesson/2371/start/</w:t>
            </w:r>
          </w:p>
        </w:tc>
      </w:tr>
      <w:tr w:rsidR="00E76AB9" w:rsidRPr="004240C7" w:rsidTr="00DE77AC">
        <w:trPr>
          <w:trHeight w:val="129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1.7.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4"/>
              </w:rPr>
            </w:pPr>
            <w:r w:rsidRPr="00DE77AC">
              <w:rPr>
                <w:sz w:val="15"/>
              </w:rPr>
              <w:t>Внешность</w:t>
            </w:r>
            <w:r w:rsidRPr="00DE77AC">
              <w:rPr>
                <w:spacing w:val="21"/>
                <w:sz w:val="15"/>
              </w:rPr>
              <w:t xml:space="preserve"> </w:t>
            </w:r>
            <w:r w:rsidRPr="00DE77AC">
              <w:rPr>
                <w:sz w:val="15"/>
              </w:rPr>
              <w:t>и</w:t>
            </w:r>
            <w:r w:rsidRPr="00DE77AC">
              <w:rPr>
                <w:spacing w:val="21"/>
                <w:sz w:val="15"/>
              </w:rPr>
              <w:t xml:space="preserve"> </w:t>
            </w:r>
            <w:r w:rsidRPr="00DE77AC">
              <w:rPr>
                <w:sz w:val="15"/>
              </w:rPr>
              <w:t>характер</w:t>
            </w:r>
            <w:r w:rsidRPr="00DE77AC">
              <w:rPr>
                <w:spacing w:val="21"/>
                <w:sz w:val="15"/>
              </w:rPr>
              <w:t xml:space="preserve"> </w:t>
            </w:r>
            <w:r w:rsidRPr="00DE77AC">
              <w:rPr>
                <w:sz w:val="15"/>
              </w:rPr>
              <w:t>человека/литературного</w:t>
            </w:r>
            <w:r w:rsidRPr="00DE77AC">
              <w:rPr>
                <w:spacing w:val="21"/>
                <w:sz w:val="15"/>
              </w:rPr>
              <w:t xml:space="preserve"> </w:t>
            </w:r>
            <w:r w:rsidRPr="00DE77AC">
              <w:rPr>
                <w:sz w:val="15"/>
              </w:rPr>
              <w:t>персонажа.</w:t>
            </w:r>
            <w:r w:rsidRPr="00DE77AC">
              <w:rPr>
                <w:spacing w:val="-4"/>
                <w:sz w:val="15"/>
              </w:rPr>
              <w:t xml:space="preserve"> </w:t>
            </w:r>
            <w:r w:rsidRPr="00DE77AC">
              <w:rPr>
                <w:sz w:val="14"/>
              </w:rPr>
              <w:t>Молодёжная</w:t>
            </w:r>
            <w:r w:rsidRPr="00DE77AC">
              <w:rPr>
                <w:spacing w:val="19"/>
                <w:sz w:val="14"/>
              </w:rPr>
              <w:t xml:space="preserve"> </w:t>
            </w:r>
            <w:r w:rsidRPr="00DE77AC">
              <w:rPr>
                <w:sz w:val="14"/>
              </w:rPr>
              <w:t>мода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215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https://resh.edu.ru/subject/lesson/2127/start/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18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www.francaisavecpierre.com/comment-dire-merci-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en-francais-et-que-repondre/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https://resh.edu.ru/subject/lesson/2126/start/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https://resh.edu.ru/subject/lesson/2762/start/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https://resh.edu.ru/subject/lesson/2425/start/</w:t>
            </w:r>
          </w:p>
        </w:tc>
      </w:tr>
      <w:tr w:rsidR="00E76AB9" w:rsidRPr="004240C7" w:rsidTr="00DE77AC">
        <w:trPr>
          <w:trHeight w:val="717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1.8.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Покупки: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одежда,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обувь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570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19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www.francaisavecpierre.com/expressions-de-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politesse-en-francais/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https://resh.edu.ru/subject/lesson/2734/start/</w:t>
            </w:r>
          </w:p>
        </w:tc>
      </w:tr>
      <w:tr w:rsidR="00E76AB9" w:rsidRPr="004240C7" w:rsidTr="00DE77AC">
        <w:trPr>
          <w:trHeight w:val="909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1.9.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64" w:line="266" w:lineRule="auto"/>
              <w:ind w:left="76" w:right="87"/>
              <w:rPr>
                <w:sz w:val="15"/>
              </w:rPr>
            </w:pPr>
            <w:r w:rsidRPr="00DE77AC">
              <w:rPr>
                <w:spacing w:val="-1"/>
                <w:w w:val="105"/>
                <w:position w:val="1"/>
                <w:sz w:val="15"/>
              </w:rPr>
              <w:t>Родная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position w:val="1"/>
                <w:sz w:val="15"/>
              </w:rPr>
              <w:t>страна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position w:val="1"/>
                <w:sz w:val="15"/>
              </w:rPr>
              <w:t>и</w:t>
            </w:r>
            <w:r w:rsidRPr="00DE77AC"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position w:val="1"/>
                <w:sz w:val="15"/>
              </w:rPr>
              <w:t>страна/страны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position w:val="1"/>
                <w:sz w:val="15"/>
              </w:rPr>
              <w:t>изучаемого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языка.</w:t>
            </w:r>
            <w:r w:rsidRPr="00DE77AC">
              <w:rPr>
                <w:w w:val="105"/>
                <w:sz w:val="15"/>
              </w:rPr>
              <w:t>Их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географическое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положение,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столицы;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население;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официальные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языки;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достопримечательности,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культурные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особенности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(национальные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праздники,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традиции,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обычаи)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93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</w:t>
            </w:r>
            <w:hyperlink r:id="rId20">
              <w:r w:rsidRPr="00BC0F4A">
                <w:rPr>
                  <w:w w:val="105"/>
                  <w:sz w:val="15"/>
                  <w:lang w:val="fr-FR"/>
                </w:rPr>
                <w:t>www.francaisavecpierre.com/nouvel-an-en-france/</w:t>
              </w:r>
            </w:hyperlink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21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www.francaisavecpierre.com/pourquoi-apprendre-le-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francais/</w:t>
            </w:r>
          </w:p>
          <w:p w:rsidR="00E76AB9" w:rsidRPr="00BC0F4A" w:rsidRDefault="00E76AB9" w:rsidP="00DE77AC">
            <w:pPr>
              <w:pStyle w:val="TableParagraph"/>
              <w:spacing w:before="2"/>
              <w:ind w:left="79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https://resh.edu.ru/subject/lesson/2431/start/</w:t>
            </w:r>
          </w:p>
        </w:tc>
      </w:tr>
      <w:tr w:rsidR="00E76AB9" w:rsidTr="00DE77AC">
        <w:trPr>
          <w:trHeight w:val="33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1.10.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Выдающиеся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люди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родной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страны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страны/стран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изучаемого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языка: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учёные,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писатели,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поэты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</w:t>
            </w:r>
            <w:hyperlink r:id="rId22">
              <w:r w:rsidRPr="00DE77AC">
                <w:rPr>
                  <w:w w:val="105"/>
                  <w:sz w:val="15"/>
                </w:rPr>
                <w:t>www.francaisavecpierre.com/moliere/</w:t>
              </w:r>
            </w:hyperlink>
          </w:p>
        </w:tc>
      </w:tr>
      <w:tr w:rsidR="00E76AB9" w:rsidTr="00DE77AC">
        <w:trPr>
          <w:trHeight w:val="33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1.11.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84"/>
              <w:ind w:left="76"/>
              <w:rPr>
                <w:sz w:val="14"/>
              </w:rPr>
            </w:pPr>
            <w:r w:rsidRPr="00DE77AC">
              <w:rPr>
                <w:w w:val="105"/>
                <w:sz w:val="14"/>
              </w:rPr>
              <w:t>Родной</w:t>
            </w:r>
            <w:r w:rsidRPr="00DE77AC">
              <w:rPr>
                <w:spacing w:val="-8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город</w:t>
            </w:r>
            <w:r w:rsidRPr="00DE77AC">
              <w:rPr>
                <w:spacing w:val="20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/</w:t>
            </w:r>
            <w:r w:rsidRPr="00DE77AC">
              <w:rPr>
                <w:spacing w:val="20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село.Транспорт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https://french-online.ru/villenatale/</w:t>
            </w:r>
          </w:p>
        </w:tc>
      </w:tr>
      <w:tr w:rsidR="00E76AB9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1.12.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Средства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массовой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информации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(телевидение,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журналы,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Интернет)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https://resh.edu.ru/subject/lesson/2424/train/#181950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https://</w:t>
            </w:r>
            <w:hyperlink r:id="rId23">
              <w:r w:rsidRPr="00DE77AC">
                <w:rPr>
                  <w:w w:val="105"/>
                  <w:sz w:val="15"/>
                </w:rPr>
                <w:t>www.okapi.fr/</w:t>
              </w:r>
            </w:hyperlink>
          </w:p>
        </w:tc>
      </w:tr>
    </w:tbl>
    <w:p w:rsidR="00E76AB9" w:rsidRDefault="00E76AB9" w:rsidP="00DE77AC">
      <w:pPr>
        <w:spacing w:line="266" w:lineRule="auto"/>
        <w:rPr>
          <w:sz w:val="15"/>
        </w:rPr>
        <w:sectPr w:rsidR="00E76A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77"/>
        <w:gridCol w:w="528"/>
        <w:gridCol w:w="1104"/>
        <w:gridCol w:w="1140"/>
        <w:gridCol w:w="3950"/>
      </w:tblGrid>
      <w:tr w:rsidR="00E76AB9" w:rsidTr="00DE77AC">
        <w:trPr>
          <w:trHeight w:val="477"/>
        </w:trPr>
        <w:tc>
          <w:tcPr>
            <w:tcW w:w="8777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ОБЩЕЕ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ЧАСОВ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C66F7B">
            <w:pPr>
              <w:pStyle w:val="TableParagraph"/>
              <w:rPr>
                <w:sz w:val="14"/>
              </w:rPr>
            </w:pPr>
          </w:p>
        </w:tc>
      </w:tr>
    </w:tbl>
    <w:p w:rsidR="00E76AB9" w:rsidRDefault="00E76AB9" w:rsidP="00DE77AC">
      <w:pPr>
        <w:pStyle w:val="BodyText"/>
        <w:spacing w:before="8"/>
        <w:ind w:left="0"/>
        <w:rPr>
          <w:b/>
          <w:sz w:val="6"/>
        </w:rPr>
      </w:pPr>
    </w:p>
    <w:p w:rsidR="00E76AB9" w:rsidRPr="00663402" w:rsidRDefault="00E76AB9" w:rsidP="00541A51">
      <w:pPr>
        <w:pStyle w:val="ListParagraph"/>
        <w:numPr>
          <w:ilvl w:val="0"/>
          <w:numId w:val="23"/>
        </w:numPr>
        <w:tabs>
          <w:tab w:val="left" w:pos="242"/>
        </w:tabs>
        <w:spacing w:before="93"/>
        <w:rPr>
          <w:b/>
          <w:sz w:val="24"/>
          <w:szCs w:val="24"/>
        </w:rPr>
      </w:pPr>
      <w:r w:rsidRPr="00663402">
        <w:rPr>
          <w:b/>
          <w:sz w:val="24"/>
          <w:szCs w:val="24"/>
        </w:rPr>
        <w:t>КЛАСС</w:t>
      </w:r>
    </w:p>
    <w:p w:rsidR="00E76AB9" w:rsidRDefault="00E76AB9" w:rsidP="00DE77AC">
      <w:pPr>
        <w:pStyle w:val="BodyText"/>
        <w:spacing w:before="1"/>
        <w:ind w:left="0"/>
        <w:rPr>
          <w:b/>
          <w:sz w:val="8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8308"/>
        <w:gridCol w:w="528"/>
        <w:gridCol w:w="1104"/>
        <w:gridCol w:w="1140"/>
        <w:gridCol w:w="3950"/>
      </w:tblGrid>
      <w:tr w:rsidR="00E76AB9" w:rsidTr="00DE77AC">
        <w:trPr>
          <w:trHeight w:val="333"/>
        </w:trPr>
        <w:tc>
          <w:tcPr>
            <w:tcW w:w="468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№</w:t>
            </w:r>
            <w:r w:rsidRPr="00DE77AC">
              <w:rPr>
                <w:b/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308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Наименование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разделов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и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тем</w:t>
            </w:r>
            <w:r w:rsidRPr="00DE77AC">
              <w:rPr>
                <w:b/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b/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950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Электронные</w:t>
            </w:r>
            <w:r w:rsidRPr="00DE77AC">
              <w:rPr>
                <w:b/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(цифровые)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образовательные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ресурсы</w:t>
            </w:r>
          </w:p>
        </w:tc>
      </w:tr>
      <w:tr w:rsidR="00E76AB9" w:rsidTr="00DE77A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8308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контрольные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практические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950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</w:tr>
      <w:tr w:rsidR="00E76AB9" w:rsidTr="00DE77AC">
        <w:trPr>
          <w:trHeight w:val="148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Досуг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увлечения/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хобби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современного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подростка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(чтение,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кино,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театр,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музей,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спорт,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музыка)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 w:right="1098"/>
              <w:jc w:val="both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https://resh.edu.ru/subject/lesson/2370/start/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https://resh.edu.ru/subject/lesson/2416/start/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https://resh.edu.ru/subject/lesson/2415/start/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https://resh.edu.ru/subject/lesson/2414/start/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https://resh.edu.ru/subject/lesson/2418/start/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https://resh.edu.ru/subject/lesson/2409/start/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https://resh.edu.ru/subject/lesson/2403/start/</w:t>
            </w:r>
          </w:p>
        </w:tc>
      </w:tr>
      <w:tr w:rsidR="00E76AB9" w:rsidRPr="004240C7" w:rsidTr="00DE77AC">
        <w:trPr>
          <w:trHeight w:val="909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1.2.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Покупки: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одежда,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обувь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продукты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питания.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Карманные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деньги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59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</w:t>
            </w:r>
            <w:hyperlink r:id="rId24">
              <w:r w:rsidRPr="00BC0F4A">
                <w:rPr>
                  <w:w w:val="105"/>
                  <w:sz w:val="15"/>
                  <w:lang w:val="fr-FR"/>
                </w:rPr>
                <w:t>www.francaisavecpierre.com/apprendre-le-francais-</w:t>
              </w:r>
            </w:hyperlink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en-cuisinant-les-crepes/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25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www.francaisavecpierre.com/prononcer-les-marques-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francaises/</w:t>
            </w:r>
          </w:p>
        </w:tc>
      </w:tr>
      <w:tr w:rsidR="00E76AB9" w:rsidTr="00DE77AC">
        <w:trPr>
          <w:trHeight w:val="33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1.3.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Внешность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характер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человека/литературного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https://resh.edu.ru/subject/lesson/2415/start/</w:t>
            </w:r>
          </w:p>
        </w:tc>
      </w:tr>
      <w:tr w:rsidR="00E76AB9" w:rsidRPr="004240C7" w:rsidTr="00DE77AC">
        <w:trPr>
          <w:trHeight w:val="1101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1.4.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Здоровый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образ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жизни: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режим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труда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отдыха,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сбалансированое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питание.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Посещение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врача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172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https://resh.edu.ru/subject/lesson/2410/start/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</w:t>
            </w:r>
            <w:hyperlink r:id="rId26">
              <w:r w:rsidRPr="00BC0F4A">
                <w:rPr>
                  <w:w w:val="105"/>
                  <w:sz w:val="15"/>
                  <w:lang w:val="fr-FR"/>
                </w:rPr>
                <w:t>www.francaisavecpierre.com/jus-fruits-legumes-</w:t>
              </w:r>
            </w:hyperlink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expressions-idiomatiques/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27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www.francaisavecpierre.com/comment-raconter-sa-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journee-en-francais/</w:t>
            </w:r>
          </w:p>
        </w:tc>
      </w:tr>
      <w:tr w:rsidR="00E76AB9" w:rsidRPr="004240C7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1.5.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Школа,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школьная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жизнь,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изучаемые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предметы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отношение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ним.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Посещение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школьной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библиотеки/ресурсного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центра.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Переписка</w:t>
            </w:r>
            <w:r w:rsidRPr="00DE77AC">
              <w:rPr>
                <w:spacing w:val="-2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</w:t>
            </w:r>
            <w:r w:rsidRPr="00DE77AC">
              <w:rPr>
                <w:spacing w:val="-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зарубежными</w:t>
            </w:r>
            <w:r w:rsidRPr="00DE77AC">
              <w:rPr>
                <w:spacing w:val="-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сверстниками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111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28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www.francaisavecpierre.com/comment-jai-appris-le-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francais-noemi/</w:t>
            </w:r>
          </w:p>
        </w:tc>
      </w:tr>
      <w:tr w:rsidR="00E76AB9" w:rsidTr="00DE77AC">
        <w:trPr>
          <w:trHeight w:val="33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1.6.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Взаимоотношения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семье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друзьями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</w:t>
            </w:r>
            <w:hyperlink r:id="rId29">
              <w:r w:rsidRPr="00DE77AC">
                <w:rPr>
                  <w:spacing w:val="-1"/>
                  <w:w w:val="105"/>
                  <w:sz w:val="15"/>
                </w:rPr>
                <w:t>www.francaisavecpierre.com/category/prononciation/</w:t>
              </w:r>
            </w:hyperlink>
          </w:p>
        </w:tc>
      </w:tr>
      <w:tr w:rsidR="00E76AB9" w:rsidTr="00DE77AC">
        <w:trPr>
          <w:trHeight w:val="717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1.7.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Виды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отдыха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различное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время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года.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Путешествия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России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зарубежным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странам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 w:right="1098"/>
              <w:jc w:val="both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https://resh.edu.ru/subject/lesson/2400/start/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https://resh.edu.ru/subject/lesson/2397/start/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https://resh.edu.ru/subject/lesson/2398/start/</w:t>
            </w:r>
          </w:p>
        </w:tc>
      </w:tr>
      <w:tr w:rsidR="00E76AB9" w:rsidRPr="004240C7" w:rsidTr="00DE77AC">
        <w:trPr>
          <w:trHeight w:val="717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1.8.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Средства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массовой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информации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(телевидение,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пресса,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Интернет)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639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30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www.francaisavecpierre.com/conversations-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telephoniques-en-francais/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https://resh.edu.ru/subject/lesson/2402/start/</w:t>
            </w:r>
          </w:p>
        </w:tc>
      </w:tr>
      <w:tr w:rsidR="00E76AB9" w:rsidTr="00DE77AC">
        <w:trPr>
          <w:trHeight w:val="909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1.9.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Природа: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флора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фауна.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Проблемы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экологии.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Климат,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погода.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Стихийные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бедствия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 w:right="1098"/>
              <w:jc w:val="both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https://resh.edu.ru/subject/lesson/2395/start/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https://resh.edu.ru/subject/lesson/2393/start/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https://resh.edu.ru/subject/lesson/2392/start/</w:t>
            </w:r>
            <w:r w:rsidRPr="00DE77AC">
              <w:rPr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https://resh.edu.ru/subject/lesson/2391/start/</w:t>
            </w:r>
          </w:p>
        </w:tc>
      </w:tr>
      <w:tr w:rsidR="00E76AB9" w:rsidRPr="004240C7" w:rsidTr="00DE77AC">
        <w:trPr>
          <w:trHeight w:val="909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1.10.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 w:right="87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Родная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страна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страна/страны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изучаемого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языка.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Их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географическое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положение,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столицы;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население;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официальные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языки;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достопримечательности,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культурные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особенности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(национальные</w:t>
            </w:r>
            <w:r w:rsidRPr="00DE77AC">
              <w:rPr>
                <w:spacing w:val="3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праздники,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традиции,</w:t>
            </w:r>
            <w:r w:rsidRPr="00DE77AC">
              <w:rPr>
                <w:spacing w:val="-5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обычаи)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163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31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www.francaisavecpierre.com/fetes-de-noel-en-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france/</w:t>
            </w:r>
          </w:p>
          <w:p w:rsidR="00E76AB9" w:rsidRPr="00BC0F4A" w:rsidRDefault="00E76AB9" w:rsidP="00DE77AC">
            <w:pPr>
              <w:pStyle w:val="TableParagraph"/>
              <w:spacing w:before="2" w:line="266" w:lineRule="auto"/>
              <w:ind w:left="79" w:right="163"/>
              <w:rPr>
                <w:sz w:val="15"/>
                <w:lang w:val="it-IT"/>
              </w:rPr>
            </w:pPr>
            <w:r w:rsidRPr="00BC0F4A">
              <w:rPr>
                <w:spacing w:val="-1"/>
                <w:w w:val="105"/>
                <w:sz w:val="15"/>
                <w:lang w:val="it-IT"/>
              </w:rPr>
              <w:t>https://</w:t>
            </w:r>
            <w:hyperlink r:id="rId32">
              <w:r w:rsidRPr="00BC0F4A">
                <w:rPr>
                  <w:spacing w:val="-1"/>
                  <w:w w:val="105"/>
                  <w:sz w:val="15"/>
                  <w:lang w:val="it-IT"/>
                </w:rPr>
                <w:t>www.francaisavecpierre.com/10-expressions-de-</w:t>
              </w:r>
            </w:hyperlink>
            <w:r w:rsidRPr="00BC0F4A">
              <w:rPr>
                <w:spacing w:val="-37"/>
                <w:w w:val="105"/>
                <w:sz w:val="15"/>
                <w:lang w:val="it-IT"/>
              </w:rPr>
              <w:t xml:space="preserve"> </w:t>
            </w:r>
            <w:r w:rsidRPr="00BC0F4A">
              <w:rPr>
                <w:w w:val="105"/>
                <w:sz w:val="15"/>
                <w:lang w:val="it-IT"/>
              </w:rPr>
              <w:t>noel/</w:t>
            </w:r>
          </w:p>
        </w:tc>
      </w:tr>
      <w:tr w:rsidR="00E76AB9" w:rsidRPr="004240C7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1.11.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Выдающиеся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люди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родной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страны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страны/стран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изучаемого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языка: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учёные,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писатели,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поэты,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художники,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музыканты,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спортсмены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9"/>
              <w:rPr>
                <w:sz w:val="15"/>
                <w:lang w:val="en-US"/>
              </w:rPr>
            </w:pPr>
            <w:r w:rsidRPr="00DE77AC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33">
              <w:r w:rsidRPr="00DE77AC">
                <w:rPr>
                  <w:spacing w:val="-1"/>
                  <w:w w:val="105"/>
                  <w:sz w:val="15"/>
                  <w:lang w:val="en-US"/>
                </w:rPr>
                <w:t>www.francaisavecpierre.com/pourquoi-lire-victor-</w:t>
              </w:r>
            </w:hyperlink>
            <w:r w:rsidRPr="00DE77A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DE77AC">
              <w:rPr>
                <w:w w:val="105"/>
                <w:sz w:val="15"/>
                <w:lang w:val="en-US"/>
              </w:rPr>
              <w:t>hugo/</w:t>
            </w:r>
          </w:p>
        </w:tc>
      </w:tr>
    </w:tbl>
    <w:p w:rsidR="00E76AB9" w:rsidRPr="00746453" w:rsidRDefault="00E76AB9" w:rsidP="00DE77AC">
      <w:pPr>
        <w:spacing w:line="266" w:lineRule="auto"/>
        <w:rPr>
          <w:sz w:val="15"/>
          <w:lang w:val="en-US"/>
        </w:rPr>
        <w:sectPr w:rsidR="00E76AB9" w:rsidRPr="0074645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8308"/>
        <w:gridCol w:w="528"/>
        <w:gridCol w:w="1104"/>
        <w:gridCol w:w="1140"/>
        <w:gridCol w:w="3950"/>
      </w:tblGrid>
      <w:tr w:rsidR="00E76AB9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1.12.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Условия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проживания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городской/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сельской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местности.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Транспорт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64" w:line="266" w:lineRule="auto"/>
              <w:ind w:left="79" w:right="1570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https://french-online.ru/transporty/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https://french-online.ru/mon-village/</w:t>
            </w:r>
          </w:p>
        </w:tc>
      </w:tr>
      <w:tr w:rsidR="00E76AB9" w:rsidTr="00DE77AC">
        <w:trPr>
          <w:trHeight w:val="333"/>
        </w:trPr>
        <w:tc>
          <w:tcPr>
            <w:tcW w:w="8776" w:type="dxa"/>
            <w:gridSpan w:val="2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ОБЩЕЕ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ЧАСОВ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C66F7B">
            <w:pPr>
              <w:pStyle w:val="TableParagraph"/>
              <w:rPr>
                <w:sz w:val="14"/>
              </w:rPr>
            </w:pPr>
          </w:p>
        </w:tc>
      </w:tr>
    </w:tbl>
    <w:p w:rsidR="00E76AB9" w:rsidRDefault="00E76AB9" w:rsidP="00DE77AC">
      <w:pPr>
        <w:pStyle w:val="BodyText"/>
        <w:spacing w:before="8"/>
        <w:ind w:left="0"/>
        <w:rPr>
          <w:b/>
          <w:sz w:val="6"/>
        </w:rPr>
      </w:pPr>
    </w:p>
    <w:p w:rsidR="00E76AB9" w:rsidRPr="00663402" w:rsidRDefault="00E76AB9" w:rsidP="00541A51">
      <w:pPr>
        <w:pStyle w:val="ListParagraph"/>
        <w:numPr>
          <w:ilvl w:val="0"/>
          <w:numId w:val="23"/>
        </w:numPr>
        <w:tabs>
          <w:tab w:val="left" w:pos="242"/>
        </w:tabs>
        <w:spacing w:before="93"/>
        <w:rPr>
          <w:b/>
          <w:sz w:val="24"/>
          <w:szCs w:val="24"/>
        </w:rPr>
      </w:pPr>
      <w:r w:rsidRPr="00663402">
        <w:rPr>
          <w:b/>
          <w:sz w:val="24"/>
          <w:szCs w:val="24"/>
        </w:rPr>
        <w:t>КЛАСС</w:t>
      </w:r>
    </w:p>
    <w:p w:rsidR="00E76AB9" w:rsidRDefault="00E76AB9" w:rsidP="00DE77AC">
      <w:pPr>
        <w:pStyle w:val="BodyText"/>
        <w:spacing w:before="1"/>
        <w:ind w:left="0"/>
        <w:rPr>
          <w:b/>
          <w:sz w:val="8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8308"/>
        <w:gridCol w:w="528"/>
        <w:gridCol w:w="1104"/>
        <w:gridCol w:w="1140"/>
        <w:gridCol w:w="3950"/>
      </w:tblGrid>
      <w:tr w:rsidR="00E76AB9" w:rsidTr="00DE77AC">
        <w:trPr>
          <w:trHeight w:val="333"/>
        </w:trPr>
        <w:tc>
          <w:tcPr>
            <w:tcW w:w="468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№</w:t>
            </w:r>
            <w:r w:rsidRPr="00DE77AC">
              <w:rPr>
                <w:b/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308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Наименование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разделов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и</w:t>
            </w:r>
            <w:r w:rsidRPr="00DE77AC">
              <w:rPr>
                <w:b/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тем</w:t>
            </w:r>
            <w:r w:rsidRPr="00DE77AC">
              <w:rPr>
                <w:b/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b/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950" w:type="dxa"/>
            <w:vMerge w:val="restart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Электронные</w:t>
            </w:r>
            <w:r w:rsidRPr="00DE77AC">
              <w:rPr>
                <w:b/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(цифровые)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spacing w:val="-1"/>
                <w:w w:val="105"/>
                <w:sz w:val="15"/>
              </w:rPr>
              <w:t>образовательные</w:t>
            </w:r>
            <w:r w:rsidRPr="00DE77AC">
              <w:rPr>
                <w:b/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ресурсы</w:t>
            </w:r>
          </w:p>
        </w:tc>
      </w:tr>
      <w:tr w:rsidR="00E76AB9" w:rsidTr="00DE77A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8308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DE77AC"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контрольные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 w:rsidRPr="00DE77AC">
              <w:rPr>
                <w:b/>
                <w:spacing w:val="-1"/>
                <w:w w:val="105"/>
                <w:sz w:val="15"/>
              </w:rPr>
              <w:t>практические</w:t>
            </w:r>
            <w:r w:rsidRPr="00DE77AC">
              <w:rPr>
                <w:b/>
                <w:spacing w:val="-37"/>
                <w:w w:val="105"/>
                <w:sz w:val="15"/>
              </w:rPr>
              <w:t xml:space="preserve"> </w:t>
            </w:r>
            <w:r w:rsidRPr="00DE77AC"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950" w:type="dxa"/>
            <w:vMerge/>
            <w:tcBorders>
              <w:top w:val="nil"/>
            </w:tcBorders>
          </w:tcPr>
          <w:p w:rsidR="00E76AB9" w:rsidRPr="00DE77AC" w:rsidRDefault="00E76AB9" w:rsidP="00C66F7B">
            <w:pPr>
              <w:rPr>
                <w:sz w:val="2"/>
                <w:szCs w:val="2"/>
              </w:rPr>
            </w:pPr>
          </w:p>
        </w:tc>
      </w:tr>
      <w:tr w:rsidR="00E76AB9" w:rsidTr="00DE77AC">
        <w:trPr>
          <w:trHeight w:val="33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Взаимоотношения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семье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друзьями.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Конфликты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их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решения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https://</w:t>
            </w:r>
            <w:hyperlink r:id="rId34">
              <w:r w:rsidRPr="00DE77AC">
                <w:rPr>
                  <w:spacing w:val="-1"/>
                  <w:w w:val="105"/>
                  <w:sz w:val="15"/>
                </w:rPr>
                <w:t>www.francaisavecpierre.com/category/prononciation/</w:t>
              </w:r>
            </w:hyperlink>
          </w:p>
        </w:tc>
      </w:tr>
      <w:tr w:rsidR="00E76AB9" w:rsidTr="00DE77AC">
        <w:trPr>
          <w:trHeight w:val="33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1.2.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62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Школьная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жизнь.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Переписка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зарубежными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сверстниками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74"/>
              <w:ind w:left="79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https://french-online.ru/moia-skola/</w:t>
            </w:r>
          </w:p>
        </w:tc>
      </w:tr>
      <w:tr w:rsidR="00E76AB9" w:rsidRPr="004240C7" w:rsidTr="00DE77AC">
        <w:trPr>
          <w:trHeight w:val="1870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1.3.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w w:val="105"/>
                <w:position w:val="1"/>
                <w:sz w:val="15"/>
              </w:rPr>
              <w:t>Виды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отдыха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в</w:t>
            </w:r>
            <w:r w:rsidRPr="00DE77AC"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различное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время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года.</w:t>
            </w:r>
            <w:r w:rsidRPr="00DE77AC"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Путешествия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по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России</w:t>
            </w:r>
            <w:r w:rsidRPr="00DE77AC"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и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зарубежным</w:t>
            </w:r>
            <w:r w:rsidRPr="00DE77AC"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 w:rsidRPr="00DE77AC">
              <w:rPr>
                <w:w w:val="105"/>
                <w:position w:val="1"/>
                <w:sz w:val="15"/>
              </w:rPr>
              <w:t>странам.</w:t>
            </w:r>
            <w:r w:rsidRPr="00DE77AC">
              <w:rPr>
                <w:w w:val="105"/>
                <w:sz w:val="15"/>
              </w:rPr>
              <w:t>Транспорт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215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https://resh.edu.ru/subject/lesson/2390/start/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35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www.francaisavecpierre.com/apres-que-subjonctif-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ou-indicatif/</w:t>
            </w:r>
          </w:p>
          <w:p w:rsidR="00E76AB9" w:rsidRPr="00BC0F4A" w:rsidRDefault="00E76AB9" w:rsidP="00DE77AC">
            <w:pPr>
              <w:pStyle w:val="TableParagraph"/>
              <w:spacing w:before="2" w:line="266" w:lineRule="auto"/>
              <w:ind w:left="79" w:right="821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36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www.francaisavecpierre.com/20-phrases-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indispensables-pour-voyager-en-france/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https://resh.edu.ru/subject/lesson/2394/start/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https://resh.edu.ru/subject/lesson/2388/start/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https://resh.edu.ru/subject/lesson/2387/start/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https://resh.edu.ru/subject/lesson/2367/start/</w:t>
            </w:r>
          </w:p>
        </w:tc>
      </w:tr>
      <w:tr w:rsidR="00E76AB9" w:rsidRPr="004240C7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1.4.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Здоровый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образ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жизни.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Сбалансированное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питание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163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37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www.francaisavecpierre.com/apprendre-le-francais-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en-cuisinant-la-tarte-a-la-tomate/</w:t>
            </w:r>
          </w:p>
        </w:tc>
      </w:tr>
      <w:tr w:rsidR="00E76AB9" w:rsidRPr="004240C7" w:rsidTr="00DE77AC">
        <w:trPr>
          <w:trHeight w:val="909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1.5.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Средства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массовой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информации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(телевидение,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пресса,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Интернет)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406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https://resh.edu.ru/subject/lesson/2384/start/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38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www.francaisavecpierre.com/ecrire-un-mail-en-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francais-pour-sexcuser-demander-quelque-chose/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</w:t>
            </w:r>
            <w:hyperlink r:id="rId39">
              <w:r w:rsidRPr="00BC0F4A">
                <w:rPr>
                  <w:w w:val="105"/>
                  <w:sz w:val="15"/>
                  <w:lang w:val="fr-FR"/>
                </w:rPr>
                <w:t>www.jebouquine.com/</w:t>
              </w:r>
            </w:hyperlink>
          </w:p>
        </w:tc>
      </w:tr>
      <w:tr w:rsidR="00E76AB9" w:rsidRPr="004240C7" w:rsidTr="00DE77AC">
        <w:trPr>
          <w:trHeight w:val="1870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1.6.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Родная</w:t>
            </w:r>
            <w:r w:rsidRPr="00DE77AC">
              <w:rPr>
                <w:spacing w:val="-10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страна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страна/страны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изучаемого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языка.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Их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географическое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положение,</w:t>
            </w:r>
            <w:r w:rsidRPr="00DE77AC">
              <w:rPr>
                <w:spacing w:val="22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столицы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крупные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города,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регионы;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население; официальные языки; достопримечательности, культурные особенности (национальные праздники,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знаменательные</w:t>
            </w:r>
            <w:r w:rsidRPr="00DE77AC">
              <w:rPr>
                <w:spacing w:val="-2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даты,</w:t>
            </w:r>
            <w:r w:rsidRPr="00DE77AC">
              <w:rPr>
                <w:spacing w:val="-2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традиции,</w:t>
            </w:r>
            <w:r w:rsidRPr="00DE77AC">
              <w:rPr>
                <w:spacing w:val="-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обычаи);</w:t>
            </w:r>
            <w:r w:rsidRPr="00DE77AC">
              <w:rPr>
                <w:spacing w:val="-2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страницы</w:t>
            </w:r>
            <w:r w:rsidRPr="00DE77AC">
              <w:rPr>
                <w:spacing w:val="-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истории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51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40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www.francaisavecpierre.com/cliches-sur-les-francais-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les-francais-sont-ils-irresistibles/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</w:t>
            </w:r>
            <w:hyperlink r:id="rId41">
              <w:r w:rsidRPr="00BC0F4A">
                <w:rPr>
                  <w:w w:val="105"/>
                  <w:sz w:val="15"/>
                  <w:lang w:val="fr-FR"/>
                </w:rPr>
                <w:t>www.francaisavecpierre.com/10-choses-que-je-</w:t>
              </w:r>
            </w:hyperlink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naime-pas-de-la-france/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</w:t>
            </w:r>
            <w:hyperlink r:id="rId42">
              <w:r w:rsidRPr="00BC0F4A">
                <w:rPr>
                  <w:w w:val="105"/>
                  <w:sz w:val="15"/>
                  <w:lang w:val="fr-FR"/>
                </w:rPr>
                <w:t>www.francaisavecpierre.com/francais-avec-pierre-</w:t>
              </w:r>
            </w:hyperlink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est-a-new-york/</w:t>
            </w:r>
          </w:p>
          <w:p w:rsidR="00E76AB9" w:rsidRPr="00BC0F4A" w:rsidRDefault="00E76AB9" w:rsidP="00DE77AC">
            <w:pPr>
              <w:pStyle w:val="TableParagraph"/>
              <w:spacing w:before="4" w:line="266" w:lineRule="auto"/>
              <w:ind w:left="79" w:right="1098"/>
              <w:jc w:val="both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https://resh.edu.ru/subject/lesson/2386/start/</w:t>
            </w:r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https://resh.edu.ru/subject/lesson/2136/start/</w:t>
            </w:r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https://resh.edu.ru/subject/lesson/2382/start/</w:t>
            </w:r>
          </w:p>
        </w:tc>
      </w:tr>
      <w:tr w:rsidR="00E76AB9" w:rsidRPr="004240C7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1.7.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Покупки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267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43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www.francaisavecpierre.com/ecrire-en-francais-8-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conseils-pratiques/</w:t>
            </w:r>
          </w:p>
        </w:tc>
      </w:tr>
      <w:tr w:rsidR="00E76AB9" w:rsidRPr="004240C7" w:rsidTr="00DE77AC">
        <w:trPr>
          <w:trHeight w:val="1774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7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1.8.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Досуг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увлечения/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хобби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современного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подростка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(чтение,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кино,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театр,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музыка,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музей,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живопись).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Роль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книги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жизни</w:t>
            </w:r>
            <w:r w:rsidRPr="00DE77AC">
              <w:rPr>
                <w:spacing w:val="1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подростка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7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7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74" w:line="266" w:lineRule="auto"/>
              <w:ind w:left="79" w:right="163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https://resh.edu.ru/subject/lesson/2903/start/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https://resh.edu.ru/subject/lesson/2377/start/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</w:t>
            </w:r>
            <w:hyperlink r:id="rId44">
              <w:r w:rsidRPr="00BC0F4A">
                <w:rPr>
                  <w:w w:val="105"/>
                  <w:sz w:val="15"/>
                  <w:lang w:val="fr-FR"/>
                </w:rPr>
                <w:t>www.francaisavecpierre.com/je-veux-je-voudrais/</w:t>
              </w:r>
            </w:hyperlink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45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www.francaisavecpierre.com/films-pour-apprendre-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le-francais-2019/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https://resh.edu.ru/subject/lesson/2134/start/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https://resh.edu.ru/subject/lesson/2133/start/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https://resh.edu.ru/subject/lesson/2904/start/</w:t>
            </w:r>
          </w:p>
        </w:tc>
      </w:tr>
    </w:tbl>
    <w:p w:rsidR="00E76AB9" w:rsidRPr="00BC0F4A" w:rsidRDefault="00E76AB9" w:rsidP="00DE77AC">
      <w:pPr>
        <w:spacing w:line="266" w:lineRule="auto"/>
        <w:rPr>
          <w:sz w:val="15"/>
          <w:lang w:val="fr-FR"/>
        </w:rPr>
        <w:sectPr w:rsidR="00E76AB9" w:rsidRPr="00BC0F4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8308"/>
        <w:gridCol w:w="528"/>
        <w:gridCol w:w="1104"/>
        <w:gridCol w:w="1140"/>
        <w:gridCol w:w="3950"/>
      </w:tblGrid>
      <w:tr w:rsidR="00E76AB9" w:rsidTr="00DE77AC">
        <w:trPr>
          <w:trHeight w:val="33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1.9.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w w:val="105"/>
                <w:sz w:val="15"/>
              </w:rPr>
              <w:t>Природа.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Флора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и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фауна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DE77AC">
            <w:pPr>
              <w:pStyle w:val="TableParagraph"/>
              <w:spacing w:before="64"/>
              <w:ind w:left="79"/>
              <w:rPr>
                <w:sz w:val="15"/>
              </w:rPr>
            </w:pPr>
            <w:r w:rsidRPr="00DE77AC">
              <w:rPr>
                <w:w w:val="105"/>
                <w:sz w:val="15"/>
              </w:rPr>
              <w:t>https://resh.edu.ru/subject/lesson/2376/start/</w:t>
            </w:r>
          </w:p>
        </w:tc>
      </w:tr>
      <w:tr w:rsidR="00E76AB9" w:rsidRPr="004240C7" w:rsidTr="00DE77AC">
        <w:trPr>
          <w:trHeight w:val="525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1.10.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Внешность</w:t>
            </w:r>
            <w:r w:rsidRPr="00DE77AC">
              <w:rPr>
                <w:spacing w:val="-7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и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характер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человека/литературного</w:t>
            </w:r>
            <w:r w:rsidRPr="00DE77AC">
              <w:rPr>
                <w:spacing w:val="-6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64" w:line="266" w:lineRule="auto"/>
              <w:ind w:left="79" w:right="735"/>
              <w:rPr>
                <w:sz w:val="15"/>
                <w:lang w:val="fr-FR"/>
              </w:rPr>
            </w:pP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46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www.francaisavecpierre.com/3-erreurs-de-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prononciation-en-francais/</w:t>
            </w:r>
          </w:p>
        </w:tc>
      </w:tr>
      <w:tr w:rsidR="00E76AB9" w:rsidRPr="004240C7" w:rsidTr="00DE77AC">
        <w:trPr>
          <w:trHeight w:val="1293"/>
        </w:trPr>
        <w:tc>
          <w:tcPr>
            <w:tcW w:w="468" w:type="dxa"/>
          </w:tcPr>
          <w:p w:rsidR="00E76AB9" w:rsidRPr="00DE77AC" w:rsidRDefault="00E76AB9" w:rsidP="00DE77A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 w:rsidRPr="00DE77AC">
              <w:rPr>
                <w:w w:val="105"/>
                <w:sz w:val="15"/>
              </w:rPr>
              <w:t>1.11.</w:t>
            </w:r>
          </w:p>
        </w:tc>
        <w:tc>
          <w:tcPr>
            <w:tcW w:w="8308" w:type="dxa"/>
          </w:tcPr>
          <w:p w:rsidR="00E76AB9" w:rsidRPr="00DE77AC" w:rsidRDefault="00E76AB9" w:rsidP="00DE77AC">
            <w:pPr>
              <w:pStyle w:val="TableParagraph"/>
              <w:spacing w:before="74" w:line="285" w:lineRule="auto"/>
              <w:ind w:left="76"/>
              <w:rPr>
                <w:sz w:val="14"/>
              </w:rPr>
            </w:pPr>
            <w:r w:rsidRPr="00DE77AC">
              <w:rPr>
                <w:spacing w:val="-1"/>
                <w:w w:val="105"/>
                <w:sz w:val="14"/>
              </w:rPr>
              <w:t>Выдающиеся</w:t>
            </w:r>
            <w:r w:rsidRPr="00DE77AC">
              <w:rPr>
                <w:spacing w:val="-9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люди</w:t>
            </w:r>
            <w:r w:rsidRPr="00DE77AC">
              <w:rPr>
                <w:spacing w:val="-7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родной</w:t>
            </w:r>
            <w:r w:rsidRPr="00DE77AC">
              <w:rPr>
                <w:spacing w:val="-7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страны</w:t>
            </w:r>
            <w:r w:rsidRPr="00DE77AC">
              <w:rPr>
                <w:spacing w:val="-7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и</w:t>
            </w:r>
            <w:r w:rsidRPr="00DE77AC">
              <w:rPr>
                <w:spacing w:val="-7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страны</w:t>
            </w:r>
            <w:r w:rsidRPr="00DE77AC">
              <w:rPr>
                <w:spacing w:val="22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/</w:t>
            </w:r>
            <w:r w:rsidRPr="00DE77AC">
              <w:rPr>
                <w:spacing w:val="22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стран</w:t>
            </w:r>
            <w:r w:rsidRPr="00DE77AC">
              <w:rPr>
                <w:spacing w:val="-8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изучаемого</w:t>
            </w:r>
            <w:r w:rsidRPr="00DE77AC">
              <w:rPr>
                <w:spacing w:val="-7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языка,</w:t>
            </w:r>
            <w:r w:rsidRPr="00DE77AC">
              <w:rPr>
                <w:spacing w:val="-7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их</w:t>
            </w:r>
            <w:r w:rsidRPr="00DE77AC">
              <w:rPr>
                <w:spacing w:val="-7"/>
                <w:w w:val="105"/>
                <w:sz w:val="14"/>
              </w:rPr>
              <w:t xml:space="preserve"> </w:t>
            </w:r>
            <w:r w:rsidRPr="00DE77AC">
              <w:rPr>
                <w:spacing w:val="-1"/>
                <w:w w:val="105"/>
                <w:sz w:val="14"/>
              </w:rPr>
              <w:t>вклад</w:t>
            </w:r>
            <w:r w:rsidRPr="00DE77AC">
              <w:rPr>
                <w:spacing w:val="-8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в</w:t>
            </w:r>
            <w:r w:rsidRPr="00DE77AC">
              <w:rPr>
                <w:spacing w:val="-8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науку</w:t>
            </w:r>
            <w:r w:rsidRPr="00DE77AC">
              <w:rPr>
                <w:spacing w:val="-7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и</w:t>
            </w:r>
            <w:r w:rsidRPr="00DE77AC">
              <w:rPr>
                <w:spacing w:val="-7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мировую</w:t>
            </w:r>
            <w:r w:rsidRPr="00DE77AC">
              <w:rPr>
                <w:spacing w:val="-8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культуру:</w:t>
            </w:r>
            <w:r w:rsidRPr="00DE77AC">
              <w:rPr>
                <w:spacing w:val="-9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государственные</w:t>
            </w:r>
            <w:r w:rsidRPr="00DE77AC">
              <w:rPr>
                <w:spacing w:val="1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деятели,</w:t>
            </w:r>
            <w:r w:rsidRPr="00DE77AC">
              <w:rPr>
                <w:spacing w:val="-2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учёные,</w:t>
            </w:r>
            <w:r w:rsidRPr="00DE77AC">
              <w:rPr>
                <w:spacing w:val="-1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писатели,</w:t>
            </w:r>
            <w:r w:rsidRPr="00DE77AC">
              <w:rPr>
                <w:spacing w:val="-2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поэты,</w:t>
            </w:r>
            <w:r w:rsidRPr="00DE77AC">
              <w:rPr>
                <w:spacing w:val="-1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художники,</w:t>
            </w:r>
            <w:r w:rsidRPr="00DE77AC">
              <w:rPr>
                <w:spacing w:val="-2"/>
                <w:w w:val="105"/>
                <w:sz w:val="14"/>
              </w:rPr>
              <w:t xml:space="preserve"> </w:t>
            </w:r>
            <w:r w:rsidRPr="00DE77AC">
              <w:rPr>
                <w:w w:val="105"/>
                <w:sz w:val="14"/>
              </w:rPr>
              <w:t>музыканты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BC0F4A" w:rsidRDefault="00E76AB9" w:rsidP="00DE77AC">
            <w:pPr>
              <w:pStyle w:val="TableParagraph"/>
              <w:spacing w:before="64" w:line="266" w:lineRule="auto"/>
              <w:ind w:left="79" w:right="544"/>
              <w:rPr>
                <w:sz w:val="15"/>
                <w:lang w:val="fr-FR"/>
              </w:rPr>
            </w:pPr>
            <w:r w:rsidRPr="00BC0F4A">
              <w:rPr>
                <w:w w:val="105"/>
                <w:sz w:val="15"/>
                <w:lang w:val="fr-FR"/>
              </w:rPr>
              <w:t>https://resh.edu.ru/subject/lesson/2738/start/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spacing w:val="-1"/>
                <w:w w:val="105"/>
                <w:sz w:val="15"/>
                <w:lang w:val="fr-FR"/>
              </w:rPr>
              <w:t>https://</w:t>
            </w:r>
            <w:hyperlink r:id="rId47">
              <w:r w:rsidRPr="00BC0F4A">
                <w:rPr>
                  <w:spacing w:val="-1"/>
                  <w:w w:val="105"/>
                  <w:sz w:val="15"/>
                  <w:lang w:val="fr-FR"/>
                </w:rPr>
                <w:t>www.francaisavecpierre.com/5-personnalites-</w:t>
              </w:r>
            </w:hyperlink>
            <w:r w:rsidRPr="00BC0F4A">
              <w:rPr>
                <w:spacing w:val="-37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francaises-a-connaitre/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https://resh.edu.ru/subject/lesson/2905/start/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https://resh.edu.ru/subject/lesson/2372/start/</w:t>
            </w:r>
            <w:r w:rsidRPr="00BC0F4A">
              <w:rPr>
                <w:spacing w:val="1"/>
                <w:w w:val="105"/>
                <w:sz w:val="15"/>
                <w:lang w:val="fr-FR"/>
              </w:rPr>
              <w:t xml:space="preserve"> </w:t>
            </w:r>
            <w:r w:rsidRPr="00BC0F4A">
              <w:rPr>
                <w:w w:val="105"/>
                <w:sz w:val="15"/>
                <w:lang w:val="fr-FR"/>
              </w:rPr>
              <w:t>https://resh.edu.ru/subject/lesson/2373/start/</w:t>
            </w:r>
          </w:p>
        </w:tc>
      </w:tr>
      <w:tr w:rsidR="00E76AB9" w:rsidTr="00DE77AC">
        <w:trPr>
          <w:trHeight w:val="333"/>
        </w:trPr>
        <w:tc>
          <w:tcPr>
            <w:tcW w:w="8776" w:type="dxa"/>
            <w:gridSpan w:val="2"/>
          </w:tcPr>
          <w:p w:rsidR="00E76AB9" w:rsidRPr="00DE77AC" w:rsidRDefault="00E76AB9" w:rsidP="00DE77AC">
            <w:pPr>
              <w:pStyle w:val="TableParagraph"/>
              <w:spacing w:before="64"/>
              <w:ind w:left="76"/>
              <w:rPr>
                <w:sz w:val="15"/>
              </w:rPr>
            </w:pPr>
            <w:r w:rsidRPr="00DE77AC">
              <w:rPr>
                <w:spacing w:val="-1"/>
                <w:w w:val="105"/>
                <w:sz w:val="15"/>
              </w:rPr>
              <w:t>ОБЩЕЕ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spacing w:val="-1"/>
                <w:w w:val="105"/>
                <w:sz w:val="15"/>
              </w:rPr>
              <w:t>КОЛИЧЕСТВО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ЧАСОВ</w:t>
            </w:r>
            <w:r w:rsidRPr="00DE77AC">
              <w:rPr>
                <w:spacing w:val="-9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ПО</w:t>
            </w:r>
            <w:r w:rsidRPr="00DE77AC">
              <w:rPr>
                <w:spacing w:val="-8"/>
                <w:w w:val="105"/>
                <w:sz w:val="15"/>
              </w:rPr>
              <w:t xml:space="preserve"> </w:t>
            </w:r>
            <w:r w:rsidRPr="00DE77AC"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5"/>
                <w:sz w:val="15"/>
              </w:rPr>
              <w:t>6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1104" w:type="dxa"/>
          </w:tcPr>
          <w:p w:rsidR="00E76AB9" w:rsidRPr="00DE77AC" w:rsidRDefault="00E76AB9" w:rsidP="00DE77AC">
            <w:pPr>
              <w:pStyle w:val="TableParagraph"/>
              <w:spacing w:before="64"/>
              <w:ind w:left="77"/>
              <w:rPr>
                <w:sz w:val="15"/>
              </w:rPr>
            </w:pPr>
            <w:r w:rsidRPr="00DE77AC"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E76AB9" w:rsidRPr="00DE77AC" w:rsidRDefault="00E76AB9" w:rsidP="00DE77AC">
            <w:pPr>
              <w:pStyle w:val="TableParagraph"/>
              <w:spacing w:before="64"/>
              <w:ind w:left="78"/>
              <w:rPr>
                <w:sz w:val="15"/>
              </w:rPr>
            </w:pPr>
            <w:r w:rsidRPr="00DE77AC">
              <w:rPr>
                <w:w w:val="104"/>
                <w:sz w:val="15"/>
              </w:rPr>
              <w:t>0</w:t>
            </w:r>
          </w:p>
        </w:tc>
        <w:tc>
          <w:tcPr>
            <w:tcW w:w="3950" w:type="dxa"/>
          </w:tcPr>
          <w:p w:rsidR="00E76AB9" w:rsidRPr="00DE77AC" w:rsidRDefault="00E76AB9" w:rsidP="00C66F7B">
            <w:pPr>
              <w:pStyle w:val="TableParagraph"/>
              <w:rPr>
                <w:sz w:val="14"/>
              </w:rPr>
            </w:pPr>
          </w:p>
        </w:tc>
      </w:tr>
    </w:tbl>
    <w:p w:rsidR="00E76AB9" w:rsidRDefault="00E76AB9" w:rsidP="00DE77AC">
      <w:pPr>
        <w:rPr>
          <w:sz w:val="14"/>
        </w:rPr>
        <w:sectPr w:rsidR="00E76AB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76AB9" w:rsidRDefault="00E76AB9">
      <w:pPr>
        <w:spacing w:before="80"/>
        <w:ind w:left="106"/>
        <w:rPr>
          <w:b/>
          <w:color w:val="8064A2"/>
          <w:sz w:val="19"/>
        </w:rPr>
      </w:pPr>
    </w:p>
    <w:p w:rsidR="00E76AB9" w:rsidRDefault="00E76AB9">
      <w:pPr>
        <w:pStyle w:val="Heading1"/>
        <w:spacing w:before="66"/>
        <w:ind w:left="106"/>
        <w:rPr>
          <w:color w:val="C00000"/>
        </w:rPr>
      </w:pPr>
    </w:p>
    <w:p w:rsidR="00E76AB9" w:rsidRPr="00DE77AC" w:rsidRDefault="00E76AB9">
      <w:pPr>
        <w:pStyle w:val="Heading1"/>
        <w:spacing w:before="66"/>
        <w:ind w:left="106"/>
      </w:pPr>
      <w:r w:rsidRPr="00DE77AC">
        <w:t>УЧЕБНО-МЕТОДИЧЕСКОЕ</w:t>
      </w:r>
      <w:r w:rsidRPr="00DE77AC">
        <w:rPr>
          <w:spacing w:val="-13"/>
        </w:rPr>
        <w:t xml:space="preserve"> </w:t>
      </w:r>
      <w:r w:rsidRPr="00DE77AC">
        <w:t>ОБЕСПЕЧЕНИЕ</w:t>
      </w:r>
      <w:r w:rsidRPr="00DE77AC">
        <w:rPr>
          <w:spacing w:val="-12"/>
        </w:rPr>
        <w:t xml:space="preserve"> </w:t>
      </w:r>
      <w:r w:rsidRPr="00DE77AC">
        <w:t>ОБРАЗОВАТЕЛЬНОГО</w:t>
      </w:r>
      <w:r w:rsidRPr="00DE77AC">
        <w:rPr>
          <w:spacing w:val="-13"/>
        </w:rPr>
        <w:t xml:space="preserve"> </w:t>
      </w:r>
      <w:r w:rsidRPr="00DE77AC">
        <w:t>ПРОЦЕССА</w:t>
      </w:r>
    </w:p>
    <w:p w:rsidR="00E76AB9" w:rsidRPr="00DE77AC" w:rsidRDefault="00E76AB9" w:rsidP="004B4620">
      <w:pPr>
        <w:spacing w:before="82" w:line="530" w:lineRule="atLeast"/>
        <w:ind w:left="106" w:right="3683"/>
        <w:jc w:val="both"/>
        <w:rPr>
          <w:b/>
          <w:sz w:val="24"/>
          <w:szCs w:val="24"/>
        </w:rPr>
      </w:pPr>
      <w:r>
        <w:rPr>
          <w:noProof/>
          <w:lang w:eastAsia="ru-RU"/>
        </w:rPr>
        <w:pict>
          <v:rect id="_x0000_s1029" style="position:absolute;left:0;text-align:left;margin-left:33.3pt;margin-top:5.8pt;width:528.15pt;height:.6pt;z-index:-251660800;mso-position-horizontal-relative:page" fillcolor="black" stroked="f">
            <w10:wrap anchorx="page"/>
          </v:rect>
        </w:pict>
      </w:r>
      <w:r w:rsidRPr="00DE77AC">
        <w:rPr>
          <w:b/>
          <w:sz w:val="24"/>
          <w:szCs w:val="24"/>
        </w:rPr>
        <w:t>ОБЯЗАТЕЛЬНЫЕ</w:t>
      </w:r>
      <w:r w:rsidRPr="00DE77AC">
        <w:rPr>
          <w:b/>
          <w:spacing w:val="-9"/>
          <w:sz w:val="24"/>
          <w:szCs w:val="24"/>
        </w:rPr>
        <w:t xml:space="preserve"> </w:t>
      </w:r>
      <w:r w:rsidRPr="00DE77AC">
        <w:rPr>
          <w:b/>
          <w:sz w:val="24"/>
          <w:szCs w:val="24"/>
        </w:rPr>
        <w:t>УЧЕБНЫЕ</w:t>
      </w:r>
      <w:r w:rsidRPr="00DE77AC">
        <w:rPr>
          <w:b/>
          <w:spacing w:val="-8"/>
          <w:sz w:val="24"/>
          <w:szCs w:val="24"/>
        </w:rPr>
        <w:t xml:space="preserve"> </w:t>
      </w:r>
      <w:r w:rsidRPr="00DE77AC">
        <w:rPr>
          <w:b/>
          <w:sz w:val="24"/>
          <w:szCs w:val="24"/>
        </w:rPr>
        <w:t>МАТЕРИАЛЫ</w:t>
      </w:r>
      <w:r w:rsidRPr="00DE77AC">
        <w:rPr>
          <w:b/>
          <w:spacing w:val="-8"/>
          <w:sz w:val="24"/>
          <w:szCs w:val="24"/>
        </w:rPr>
        <w:t xml:space="preserve"> </w:t>
      </w:r>
      <w:r w:rsidRPr="00DE77AC">
        <w:rPr>
          <w:b/>
          <w:sz w:val="24"/>
          <w:szCs w:val="24"/>
        </w:rPr>
        <w:t>ДЛЯ</w:t>
      </w:r>
      <w:r w:rsidRPr="00DE77AC">
        <w:rPr>
          <w:b/>
          <w:spacing w:val="-8"/>
          <w:sz w:val="24"/>
          <w:szCs w:val="24"/>
        </w:rPr>
        <w:t xml:space="preserve"> </w:t>
      </w:r>
      <w:r w:rsidRPr="00DE77AC">
        <w:rPr>
          <w:b/>
          <w:sz w:val="24"/>
          <w:szCs w:val="24"/>
        </w:rPr>
        <w:t>УЧЕНИКА</w:t>
      </w:r>
      <w:r w:rsidRPr="00DE77AC">
        <w:rPr>
          <w:b/>
          <w:spacing w:val="-57"/>
          <w:sz w:val="24"/>
          <w:szCs w:val="24"/>
        </w:rPr>
        <w:t xml:space="preserve"> </w:t>
      </w:r>
      <w:r w:rsidRPr="00DE77AC">
        <w:rPr>
          <w:b/>
          <w:sz w:val="24"/>
          <w:szCs w:val="24"/>
        </w:rPr>
        <w:t>5</w:t>
      </w:r>
      <w:r w:rsidRPr="00DE77AC">
        <w:rPr>
          <w:b/>
          <w:spacing w:val="-1"/>
          <w:sz w:val="24"/>
          <w:szCs w:val="24"/>
        </w:rPr>
        <w:t xml:space="preserve"> </w:t>
      </w:r>
      <w:r w:rsidRPr="00DE77AC">
        <w:rPr>
          <w:b/>
          <w:sz w:val="24"/>
          <w:szCs w:val="24"/>
        </w:rPr>
        <w:t>КЛАСС</w:t>
      </w:r>
    </w:p>
    <w:p w:rsidR="00E76AB9" w:rsidRPr="00DE77AC" w:rsidRDefault="00E76AB9" w:rsidP="004B4620">
      <w:pPr>
        <w:pStyle w:val="BodyText"/>
        <w:spacing w:before="154" w:line="292" w:lineRule="auto"/>
        <w:ind w:right="226"/>
        <w:jc w:val="both"/>
      </w:pPr>
      <w:r w:rsidRPr="00DE77AC">
        <w:t>Береговская</w:t>
      </w:r>
      <w:r w:rsidRPr="00DE77AC">
        <w:rPr>
          <w:spacing w:val="-5"/>
        </w:rPr>
        <w:t xml:space="preserve"> </w:t>
      </w:r>
      <w:r w:rsidRPr="00DE77AC">
        <w:t>Э.М.,</w:t>
      </w:r>
      <w:r w:rsidRPr="00DE77AC">
        <w:rPr>
          <w:spacing w:val="-3"/>
        </w:rPr>
        <w:t xml:space="preserve"> </w:t>
      </w:r>
      <w:r w:rsidRPr="00DE77AC">
        <w:t>Белосельская</w:t>
      </w:r>
      <w:r w:rsidRPr="00DE77AC">
        <w:rPr>
          <w:spacing w:val="-4"/>
        </w:rPr>
        <w:t xml:space="preserve"> </w:t>
      </w:r>
      <w:r w:rsidRPr="00DE77AC">
        <w:t>Т.В.</w:t>
      </w:r>
      <w:r w:rsidRPr="00DE77AC">
        <w:rPr>
          <w:spacing w:val="-3"/>
        </w:rPr>
        <w:t xml:space="preserve"> </w:t>
      </w:r>
      <w:r w:rsidRPr="00DE77AC">
        <w:t>Французский</w:t>
      </w:r>
      <w:r w:rsidRPr="00DE77AC">
        <w:rPr>
          <w:spacing w:val="-3"/>
        </w:rPr>
        <w:t xml:space="preserve"> </w:t>
      </w:r>
      <w:r w:rsidRPr="00DE77AC">
        <w:t>язык.</w:t>
      </w:r>
      <w:r w:rsidRPr="00DE77AC">
        <w:rPr>
          <w:spacing w:val="-3"/>
        </w:rPr>
        <w:t xml:space="preserve"> </w:t>
      </w:r>
      <w:r w:rsidRPr="00DE77AC">
        <w:t>Второй</w:t>
      </w:r>
      <w:r w:rsidRPr="00DE77AC">
        <w:rPr>
          <w:spacing w:val="-3"/>
        </w:rPr>
        <w:t xml:space="preserve"> </w:t>
      </w:r>
      <w:r w:rsidRPr="00DE77AC">
        <w:t>иностранный</w:t>
      </w:r>
      <w:r w:rsidRPr="00DE77AC">
        <w:rPr>
          <w:spacing w:val="-4"/>
        </w:rPr>
        <w:t xml:space="preserve"> </w:t>
      </w:r>
      <w:r w:rsidRPr="00DE77AC">
        <w:t>язык</w:t>
      </w:r>
      <w:r w:rsidRPr="00DE77AC">
        <w:rPr>
          <w:spacing w:val="-4"/>
        </w:rPr>
        <w:t xml:space="preserve"> </w:t>
      </w:r>
      <w:r w:rsidRPr="00DE77AC">
        <w:t>(в</w:t>
      </w:r>
      <w:r w:rsidRPr="00DE77AC">
        <w:rPr>
          <w:spacing w:val="-4"/>
        </w:rPr>
        <w:t xml:space="preserve"> </w:t>
      </w:r>
      <w:r w:rsidRPr="00DE77AC">
        <w:t>2</w:t>
      </w:r>
      <w:r w:rsidRPr="00DE77AC">
        <w:rPr>
          <w:spacing w:val="-3"/>
        </w:rPr>
        <w:t xml:space="preserve"> </w:t>
      </w:r>
      <w:r w:rsidRPr="00DE77AC">
        <w:t>частях).</w:t>
      </w:r>
      <w:r w:rsidRPr="00DE77AC">
        <w:rPr>
          <w:spacing w:val="-3"/>
        </w:rPr>
        <w:t xml:space="preserve"> </w:t>
      </w:r>
      <w:r w:rsidRPr="00DE77AC">
        <w:t>5</w:t>
      </w:r>
      <w:r w:rsidRPr="00DE77AC">
        <w:rPr>
          <w:spacing w:val="-57"/>
        </w:rPr>
        <w:t xml:space="preserve"> </w:t>
      </w:r>
      <w:r w:rsidRPr="00DE77AC">
        <w:t>класс.</w:t>
      </w:r>
      <w:r w:rsidRPr="00DE77AC">
        <w:rPr>
          <w:spacing w:val="-1"/>
        </w:rPr>
        <w:t xml:space="preserve"> </w:t>
      </w:r>
      <w:r w:rsidRPr="00DE77AC">
        <w:t>Акционерное общество</w:t>
      </w:r>
      <w:r w:rsidRPr="00DE77AC">
        <w:rPr>
          <w:spacing w:val="-1"/>
        </w:rPr>
        <w:t xml:space="preserve"> </w:t>
      </w:r>
      <w:r w:rsidRPr="00DE77AC">
        <w:t>«Издательство «Просвещение»;</w:t>
      </w:r>
    </w:p>
    <w:p w:rsidR="00E76AB9" w:rsidRPr="00DE77AC" w:rsidRDefault="00E76AB9" w:rsidP="004B4620">
      <w:pPr>
        <w:pStyle w:val="BodyText"/>
        <w:spacing w:line="275" w:lineRule="exact"/>
        <w:jc w:val="both"/>
      </w:pPr>
      <w:r w:rsidRPr="00DE77AC">
        <w:t>Введите</w:t>
      </w:r>
      <w:r w:rsidRPr="00DE77AC">
        <w:rPr>
          <w:spacing w:val="-4"/>
        </w:rPr>
        <w:t xml:space="preserve"> </w:t>
      </w:r>
      <w:r w:rsidRPr="00DE77AC">
        <w:t>свой</w:t>
      </w:r>
      <w:r w:rsidRPr="00DE77AC">
        <w:rPr>
          <w:spacing w:val="-3"/>
        </w:rPr>
        <w:t xml:space="preserve"> </w:t>
      </w:r>
      <w:r w:rsidRPr="00DE77AC">
        <w:t>вариант:</w:t>
      </w:r>
    </w:p>
    <w:p w:rsidR="00E76AB9" w:rsidRPr="00DE77AC" w:rsidRDefault="00E76AB9" w:rsidP="004B4620">
      <w:pPr>
        <w:pStyle w:val="BodyText"/>
        <w:spacing w:before="11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10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 w:line="292" w:lineRule="auto"/>
        <w:jc w:val="both"/>
      </w:pPr>
      <w:r w:rsidRPr="00DE77AC">
        <w:t>Селиванова</w:t>
      </w:r>
      <w:r w:rsidRPr="00DE77AC">
        <w:rPr>
          <w:spacing w:val="-3"/>
        </w:rPr>
        <w:t xml:space="preserve"> </w:t>
      </w:r>
      <w:r w:rsidRPr="00DE77AC">
        <w:t>Н.А.,</w:t>
      </w:r>
      <w:r w:rsidRPr="00DE77AC">
        <w:rPr>
          <w:spacing w:val="-3"/>
        </w:rPr>
        <w:t xml:space="preserve"> </w:t>
      </w:r>
      <w:r w:rsidRPr="00DE77AC">
        <w:t>Шашурина</w:t>
      </w:r>
      <w:r w:rsidRPr="00DE77AC">
        <w:rPr>
          <w:spacing w:val="-3"/>
        </w:rPr>
        <w:t xml:space="preserve"> </w:t>
      </w:r>
      <w:r w:rsidRPr="00DE77AC">
        <w:t>А.Ю.</w:t>
      </w:r>
      <w:r w:rsidRPr="00DE77AC">
        <w:rPr>
          <w:spacing w:val="-3"/>
        </w:rPr>
        <w:t xml:space="preserve"> </w:t>
      </w:r>
      <w:r w:rsidRPr="00DE77AC">
        <w:t>Французский</w:t>
      </w:r>
      <w:r w:rsidRPr="00DE77AC">
        <w:rPr>
          <w:spacing w:val="-3"/>
        </w:rPr>
        <w:t xml:space="preserve"> </w:t>
      </w:r>
      <w:r w:rsidRPr="00DE77AC">
        <w:t>язык.</w:t>
      </w:r>
      <w:r w:rsidRPr="00DE77AC">
        <w:rPr>
          <w:spacing w:val="-3"/>
        </w:rPr>
        <w:t xml:space="preserve"> </w:t>
      </w:r>
      <w:r w:rsidRPr="00DE77AC">
        <w:t>Второй</w:t>
      </w:r>
      <w:r w:rsidRPr="00DE77AC">
        <w:rPr>
          <w:spacing w:val="-3"/>
        </w:rPr>
        <w:t xml:space="preserve"> </w:t>
      </w:r>
      <w:r w:rsidRPr="00DE77AC">
        <w:t>иностранный</w:t>
      </w:r>
      <w:r w:rsidRPr="00DE77AC">
        <w:rPr>
          <w:spacing w:val="-3"/>
        </w:rPr>
        <w:t xml:space="preserve"> </w:t>
      </w:r>
      <w:r w:rsidRPr="00DE77AC">
        <w:t>язык</w:t>
      </w:r>
      <w:r w:rsidRPr="00DE77AC">
        <w:rPr>
          <w:spacing w:val="-4"/>
        </w:rPr>
        <w:t xml:space="preserve"> </w:t>
      </w:r>
      <w:r w:rsidRPr="00DE77AC">
        <w:t>(в</w:t>
      </w:r>
      <w:r w:rsidRPr="00DE77AC">
        <w:rPr>
          <w:spacing w:val="-4"/>
        </w:rPr>
        <w:t xml:space="preserve"> </w:t>
      </w:r>
      <w:r w:rsidRPr="00DE77AC">
        <w:t>2</w:t>
      </w:r>
      <w:r w:rsidRPr="00DE77AC">
        <w:rPr>
          <w:spacing w:val="-3"/>
        </w:rPr>
        <w:t xml:space="preserve"> </w:t>
      </w:r>
      <w:r w:rsidRPr="00DE77AC">
        <w:t>частях).</w:t>
      </w:r>
      <w:r w:rsidRPr="00DE77AC">
        <w:rPr>
          <w:spacing w:val="-2"/>
        </w:rPr>
        <w:t xml:space="preserve"> </w:t>
      </w:r>
      <w:r w:rsidRPr="00DE77AC">
        <w:t>6</w:t>
      </w:r>
      <w:r w:rsidRPr="00DE77AC">
        <w:rPr>
          <w:spacing w:val="-3"/>
        </w:rPr>
        <w:t xml:space="preserve"> </w:t>
      </w:r>
      <w:r w:rsidRPr="00DE77AC">
        <w:t>класс.</w:t>
      </w:r>
      <w:r w:rsidRPr="00DE77AC">
        <w:rPr>
          <w:spacing w:val="-57"/>
        </w:rPr>
        <w:t xml:space="preserve"> </w:t>
      </w:r>
      <w:r w:rsidRPr="00DE77AC">
        <w:t>Акционерное</w:t>
      </w:r>
      <w:r w:rsidRPr="00DE77AC">
        <w:rPr>
          <w:spacing w:val="-1"/>
        </w:rPr>
        <w:t xml:space="preserve"> </w:t>
      </w:r>
      <w:r w:rsidRPr="00DE77AC">
        <w:t>общество «Издательство «Просвещение»;</w:t>
      </w:r>
    </w:p>
    <w:p w:rsidR="00E76AB9" w:rsidRPr="00DE77AC" w:rsidRDefault="00E76AB9" w:rsidP="004B4620">
      <w:pPr>
        <w:pStyle w:val="BodyText"/>
        <w:spacing w:line="275" w:lineRule="exact"/>
        <w:jc w:val="both"/>
      </w:pPr>
      <w:r w:rsidRPr="00DE77AC">
        <w:t>Введите</w:t>
      </w:r>
      <w:r w:rsidRPr="00DE77AC">
        <w:rPr>
          <w:spacing w:val="-4"/>
        </w:rPr>
        <w:t xml:space="preserve"> </w:t>
      </w:r>
      <w:r w:rsidRPr="00DE77AC">
        <w:t>свой</w:t>
      </w:r>
      <w:r w:rsidRPr="00DE77AC">
        <w:rPr>
          <w:spacing w:val="-3"/>
        </w:rPr>
        <w:t xml:space="preserve"> </w:t>
      </w:r>
      <w:r w:rsidRPr="00DE77AC">
        <w:t>вариант:</w:t>
      </w:r>
    </w:p>
    <w:p w:rsidR="00E76AB9" w:rsidRPr="00DE77AC" w:rsidRDefault="00E76AB9" w:rsidP="004B4620">
      <w:pPr>
        <w:pStyle w:val="BodyText"/>
        <w:spacing w:before="11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10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 w:line="292" w:lineRule="auto"/>
        <w:ind w:right="226"/>
        <w:jc w:val="both"/>
      </w:pPr>
      <w:r w:rsidRPr="00DE77AC">
        <w:t>Селиванова</w:t>
      </w:r>
      <w:r w:rsidRPr="00DE77AC">
        <w:rPr>
          <w:spacing w:val="-4"/>
        </w:rPr>
        <w:t xml:space="preserve"> </w:t>
      </w:r>
      <w:r w:rsidRPr="00DE77AC">
        <w:t>Н.А.,</w:t>
      </w:r>
      <w:r w:rsidRPr="00DE77AC">
        <w:rPr>
          <w:spacing w:val="-3"/>
        </w:rPr>
        <w:t xml:space="preserve"> </w:t>
      </w:r>
      <w:r w:rsidRPr="00DE77AC">
        <w:t>Шашурина</w:t>
      </w:r>
      <w:r w:rsidRPr="00DE77AC">
        <w:rPr>
          <w:spacing w:val="-3"/>
        </w:rPr>
        <w:t xml:space="preserve"> </w:t>
      </w:r>
      <w:r w:rsidRPr="00DE77AC">
        <w:t>А.Ю.</w:t>
      </w:r>
      <w:r w:rsidRPr="00DE77AC">
        <w:rPr>
          <w:spacing w:val="-3"/>
        </w:rPr>
        <w:t xml:space="preserve"> </w:t>
      </w:r>
      <w:r w:rsidRPr="00DE77AC">
        <w:t>Французский</w:t>
      </w:r>
      <w:r w:rsidRPr="00DE77AC">
        <w:rPr>
          <w:spacing w:val="-4"/>
        </w:rPr>
        <w:t xml:space="preserve"> </w:t>
      </w:r>
      <w:r w:rsidRPr="00DE77AC">
        <w:t>язык.</w:t>
      </w:r>
      <w:r w:rsidRPr="00DE77AC">
        <w:rPr>
          <w:spacing w:val="-3"/>
        </w:rPr>
        <w:t xml:space="preserve"> </w:t>
      </w:r>
      <w:r w:rsidRPr="00DE77AC">
        <w:t>Второй</w:t>
      </w:r>
      <w:r w:rsidRPr="00DE77AC">
        <w:rPr>
          <w:spacing w:val="-3"/>
        </w:rPr>
        <w:t xml:space="preserve"> </w:t>
      </w:r>
      <w:r w:rsidRPr="00DE77AC">
        <w:t>иностранный</w:t>
      </w:r>
      <w:r w:rsidRPr="00DE77AC">
        <w:rPr>
          <w:spacing w:val="-3"/>
        </w:rPr>
        <w:t xml:space="preserve"> </w:t>
      </w:r>
      <w:r w:rsidRPr="00DE77AC">
        <w:t>язык.</w:t>
      </w:r>
      <w:r w:rsidRPr="00DE77AC">
        <w:rPr>
          <w:spacing w:val="-3"/>
        </w:rPr>
        <w:t xml:space="preserve"> </w:t>
      </w:r>
      <w:r w:rsidRPr="00DE77AC">
        <w:t>7</w:t>
      </w:r>
      <w:r w:rsidRPr="00DE77AC">
        <w:rPr>
          <w:spacing w:val="-4"/>
        </w:rPr>
        <w:t xml:space="preserve"> </w:t>
      </w:r>
      <w:r w:rsidRPr="00DE77AC">
        <w:t>класс.</w:t>
      </w:r>
      <w:r w:rsidRPr="00DE77AC">
        <w:rPr>
          <w:spacing w:val="-57"/>
        </w:rPr>
        <w:t xml:space="preserve"> </w:t>
      </w:r>
      <w:r w:rsidRPr="00DE77AC">
        <w:t>Акционерное</w:t>
      </w:r>
      <w:r w:rsidRPr="00DE77AC">
        <w:rPr>
          <w:spacing w:val="-1"/>
        </w:rPr>
        <w:t xml:space="preserve"> </w:t>
      </w:r>
      <w:r w:rsidRPr="00DE77AC">
        <w:t>общество «Издательство</w:t>
      </w:r>
      <w:r w:rsidRPr="00DE77AC">
        <w:rPr>
          <w:spacing w:val="-1"/>
        </w:rPr>
        <w:t xml:space="preserve"> </w:t>
      </w:r>
      <w:r w:rsidRPr="00DE77AC">
        <w:t>«Просвещение»;</w:t>
      </w:r>
    </w:p>
    <w:p w:rsidR="00E76AB9" w:rsidRPr="00DE77AC" w:rsidRDefault="00E76AB9" w:rsidP="004B4620">
      <w:pPr>
        <w:pStyle w:val="BodyText"/>
        <w:spacing w:line="275" w:lineRule="exact"/>
        <w:jc w:val="both"/>
      </w:pPr>
      <w:r w:rsidRPr="00DE77AC">
        <w:t>Введите</w:t>
      </w:r>
      <w:r w:rsidRPr="00DE77AC">
        <w:rPr>
          <w:spacing w:val="-4"/>
        </w:rPr>
        <w:t xml:space="preserve"> </w:t>
      </w:r>
      <w:r w:rsidRPr="00DE77AC">
        <w:t>свой</w:t>
      </w:r>
      <w:r w:rsidRPr="00DE77AC">
        <w:rPr>
          <w:spacing w:val="-3"/>
        </w:rPr>
        <w:t xml:space="preserve"> </w:t>
      </w:r>
      <w:r w:rsidRPr="00DE77AC">
        <w:t>вариант:</w:t>
      </w:r>
    </w:p>
    <w:p w:rsidR="00E76AB9" w:rsidRPr="00DE77AC" w:rsidRDefault="00E76AB9" w:rsidP="004B4620">
      <w:pPr>
        <w:pStyle w:val="BodyText"/>
        <w:spacing w:before="10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10"/>
        </w:numPr>
        <w:tabs>
          <w:tab w:val="left" w:pos="287"/>
        </w:tabs>
        <w:spacing w:before="1"/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 w:line="292" w:lineRule="auto"/>
        <w:ind w:right="226"/>
        <w:jc w:val="both"/>
      </w:pPr>
      <w:r w:rsidRPr="00DE77AC">
        <w:t>Селиванова</w:t>
      </w:r>
      <w:r w:rsidRPr="00DE77AC">
        <w:rPr>
          <w:spacing w:val="-4"/>
        </w:rPr>
        <w:t xml:space="preserve"> </w:t>
      </w:r>
      <w:r w:rsidRPr="00DE77AC">
        <w:t>Н.А.,</w:t>
      </w:r>
      <w:r w:rsidRPr="00DE77AC">
        <w:rPr>
          <w:spacing w:val="-3"/>
        </w:rPr>
        <w:t xml:space="preserve"> </w:t>
      </w:r>
      <w:r w:rsidRPr="00DE77AC">
        <w:t>Шашурина</w:t>
      </w:r>
      <w:r w:rsidRPr="00DE77AC">
        <w:rPr>
          <w:spacing w:val="-3"/>
        </w:rPr>
        <w:t xml:space="preserve"> </w:t>
      </w:r>
      <w:r w:rsidRPr="00DE77AC">
        <w:t>А.Ю.</w:t>
      </w:r>
      <w:r w:rsidRPr="00DE77AC">
        <w:rPr>
          <w:spacing w:val="-3"/>
        </w:rPr>
        <w:t xml:space="preserve"> </w:t>
      </w:r>
      <w:r w:rsidRPr="00DE77AC">
        <w:t>Французский</w:t>
      </w:r>
      <w:r w:rsidRPr="00DE77AC">
        <w:rPr>
          <w:spacing w:val="-4"/>
        </w:rPr>
        <w:t xml:space="preserve"> </w:t>
      </w:r>
      <w:r w:rsidRPr="00DE77AC">
        <w:t>язык.</w:t>
      </w:r>
      <w:r w:rsidRPr="00DE77AC">
        <w:rPr>
          <w:spacing w:val="-3"/>
        </w:rPr>
        <w:t xml:space="preserve"> </w:t>
      </w:r>
      <w:r w:rsidRPr="00DE77AC">
        <w:t>Второй</w:t>
      </w:r>
      <w:r w:rsidRPr="00DE77AC">
        <w:rPr>
          <w:spacing w:val="-3"/>
        </w:rPr>
        <w:t xml:space="preserve"> </w:t>
      </w:r>
      <w:r w:rsidRPr="00DE77AC">
        <w:t>иностранный</w:t>
      </w:r>
      <w:r w:rsidRPr="00DE77AC">
        <w:rPr>
          <w:spacing w:val="-3"/>
        </w:rPr>
        <w:t xml:space="preserve"> </w:t>
      </w:r>
      <w:r w:rsidRPr="00DE77AC">
        <w:t>язык.</w:t>
      </w:r>
      <w:r w:rsidRPr="00DE77AC">
        <w:rPr>
          <w:spacing w:val="-3"/>
        </w:rPr>
        <w:t xml:space="preserve"> </w:t>
      </w:r>
      <w:r w:rsidRPr="00DE77AC">
        <w:t>8</w:t>
      </w:r>
      <w:r w:rsidRPr="00DE77AC">
        <w:rPr>
          <w:spacing w:val="-4"/>
        </w:rPr>
        <w:t xml:space="preserve"> </w:t>
      </w:r>
      <w:r w:rsidRPr="00DE77AC">
        <w:t>класс.</w:t>
      </w:r>
      <w:r w:rsidRPr="00DE77AC">
        <w:rPr>
          <w:spacing w:val="-57"/>
        </w:rPr>
        <w:t xml:space="preserve"> </w:t>
      </w:r>
      <w:r w:rsidRPr="00DE77AC">
        <w:t>Акционерное</w:t>
      </w:r>
      <w:r w:rsidRPr="00DE77AC">
        <w:rPr>
          <w:spacing w:val="-1"/>
        </w:rPr>
        <w:t xml:space="preserve"> </w:t>
      </w:r>
      <w:r w:rsidRPr="00DE77AC">
        <w:t>общество «Издательство</w:t>
      </w:r>
      <w:r w:rsidRPr="00DE77AC">
        <w:rPr>
          <w:spacing w:val="-1"/>
        </w:rPr>
        <w:t xml:space="preserve"> </w:t>
      </w:r>
      <w:r w:rsidRPr="00DE77AC">
        <w:t>«Просвещение»;</w:t>
      </w:r>
    </w:p>
    <w:p w:rsidR="00E76AB9" w:rsidRPr="00DE77AC" w:rsidRDefault="00E76AB9" w:rsidP="004B4620">
      <w:pPr>
        <w:pStyle w:val="BodyText"/>
        <w:spacing w:line="275" w:lineRule="exact"/>
        <w:jc w:val="both"/>
      </w:pPr>
      <w:r w:rsidRPr="00DE77AC">
        <w:t>Введите</w:t>
      </w:r>
      <w:r w:rsidRPr="00DE77AC">
        <w:rPr>
          <w:spacing w:val="-4"/>
        </w:rPr>
        <w:t xml:space="preserve"> </w:t>
      </w:r>
      <w:r w:rsidRPr="00DE77AC">
        <w:t>свой</w:t>
      </w:r>
      <w:r w:rsidRPr="00DE77AC">
        <w:rPr>
          <w:spacing w:val="-3"/>
        </w:rPr>
        <w:t xml:space="preserve"> </w:t>
      </w:r>
      <w:r w:rsidRPr="00DE77AC">
        <w:t>вариант:</w:t>
      </w:r>
    </w:p>
    <w:p w:rsidR="00E76AB9" w:rsidRPr="00DE77AC" w:rsidRDefault="00E76AB9" w:rsidP="004B4620">
      <w:pPr>
        <w:pStyle w:val="BodyText"/>
        <w:spacing w:before="10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10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line="292" w:lineRule="auto"/>
        <w:ind w:right="226"/>
        <w:jc w:val="both"/>
      </w:pPr>
      <w:r w:rsidRPr="00DE77AC">
        <w:t>Селиванова</w:t>
      </w:r>
      <w:r w:rsidRPr="00DE77AC">
        <w:rPr>
          <w:spacing w:val="-5"/>
        </w:rPr>
        <w:t xml:space="preserve"> </w:t>
      </w:r>
      <w:r w:rsidRPr="00DE77AC">
        <w:t>Н.А.,</w:t>
      </w:r>
      <w:r w:rsidRPr="00DE77AC">
        <w:rPr>
          <w:spacing w:val="-4"/>
        </w:rPr>
        <w:t xml:space="preserve"> </w:t>
      </w:r>
      <w:r w:rsidRPr="00DE77AC">
        <w:t>Шашурина</w:t>
      </w:r>
      <w:r w:rsidRPr="00DE77AC">
        <w:rPr>
          <w:spacing w:val="-4"/>
        </w:rPr>
        <w:t xml:space="preserve"> </w:t>
      </w:r>
      <w:r w:rsidRPr="00DE77AC">
        <w:t>А.Ю.</w:t>
      </w:r>
      <w:r w:rsidRPr="00DE77AC">
        <w:rPr>
          <w:spacing w:val="-4"/>
        </w:rPr>
        <w:t xml:space="preserve"> </w:t>
      </w:r>
      <w:r w:rsidRPr="00DE77AC">
        <w:t>Французский</w:t>
      </w:r>
      <w:r w:rsidRPr="00DE77AC">
        <w:rPr>
          <w:spacing w:val="-4"/>
        </w:rPr>
        <w:t xml:space="preserve"> </w:t>
      </w:r>
      <w:r w:rsidRPr="00DE77AC">
        <w:t>язык</w:t>
      </w:r>
      <w:r w:rsidRPr="00DE77AC">
        <w:rPr>
          <w:spacing w:val="-5"/>
        </w:rPr>
        <w:t xml:space="preserve"> </w:t>
      </w:r>
      <w:r w:rsidRPr="00DE77AC">
        <w:t>для</w:t>
      </w:r>
      <w:r w:rsidRPr="00DE77AC">
        <w:rPr>
          <w:spacing w:val="-5"/>
        </w:rPr>
        <w:t xml:space="preserve"> </w:t>
      </w:r>
      <w:r w:rsidRPr="00DE77AC">
        <w:t>9</w:t>
      </w:r>
      <w:r w:rsidRPr="00DE77AC">
        <w:rPr>
          <w:spacing w:val="-4"/>
        </w:rPr>
        <w:t xml:space="preserve"> </w:t>
      </w:r>
      <w:r w:rsidRPr="00DE77AC">
        <w:t>класса</w:t>
      </w:r>
      <w:r w:rsidRPr="00DE77AC">
        <w:rPr>
          <w:spacing w:val="-4"/>
        </w:rPr>
        <w:t xml:space="preserve"> </w:t>
      </w:r>
      <w:r w:rsidRPr="00DE77AC">
        <w:t>общеобразовательных</w:t>
      </w:r>
      <w:r w:rsidRPr="00DE77AC">
        <w:rPr>
          <w:spacing w:val="-57"/>
        </w:rPr>
        <w:t xml:space="preserve"> </w:t>
      </w:r>
      <w:r w:rsidRPr="00DE77AC">
        <w:t>учреждений,</w:t>
      </w:r>
      <w:r w:rsidRPr="00DE77AC">
        <w:rPr>
          <w:spacing w:val="-1"/>
        </w:rPr>
        <w:t xml:space="preserve"> </w:t>
      </w:r>
      <w:r w:rsidRPr="00DE77AC">
        <w:t>издательство "Просвещение"</w:t>
      </w:r>
    </w:p>
    <w:p w:rsidR="00E76AB9" w:rsidRPr="00DE77AC" w:rsidRDefault="00E76AB9" w:rsidP="004B4620">
      <w:pPr>
        <w:pStyle w:val="Heading1"/>
        <w:spacing w:before="189"/>
        <w:ind w:left="106"/>
        <w:jc w:val="both"/>
      </w:pPr>
      <w:r w:rsidRPr="00DE77AC">
        <w:t>МЕТОДИЧЕСКИЕ</w:t>
      </w:r>
      <w:r w:rsidRPr="00DE77AC">
        <w:rPr>
          <w:spacing w:val="-8"/>
        </w:rPr>
        <w:t xml:space="preserve"> </w:t>
      </w:r>
      <w:r w:rsidRPr="00DE77AC">
        <w:t>МАТЕРИАЛЫ</w:t>
      </w:r>
      <w:r w:rsidRPr="00DE77AC">
        <w:rPr>
          <w:spacing w:val="-7"/>
        </w:rPr>
        <w:t xml:space="preserve"> </w:t>
      </w:r>
      <w:r w:rsidRPr="00DE77AC">
        <w:t>ДЛЯ</w:t>
      </w:r>
      <w:r w:rsidRPr="00DE77AC">
        <w:rPr>
          <w:spacing w:val="-7"/>
        </w:rPr>
        <w:t xml:space="preserve"> </w:t>
      </w:r>
      <w:r w:rsidRPr="00DE77AC">
        <w:t>УЧИТЕЛЯ</w:t>
      </w:r>
    </w:p>
    <w:p w:rsidR="00E76AB9" w:rsidRPr="00DE77AC" w:rsidRDefault="00E76AB9" w:rsidP="004B4620">
      <w:pPr>
        <w:pStyle w:val="BodyText"/>
        <w:spacing w:before="11"/>
        <w:ind w:left="0"/>
        <w:jc w:val="both"/>
        <w:rPr>
          <w:b/>
        </w:rPr>
      </w:pPr>
    </w:p>
    <w:p w:rsidR="00E76AB9" w:rsidRPr="00DE77AC" w:rsidRDefault="00E76AB9" w:rsidP="004B4620">
      <w:pPr>
        <w:pStyle w:val="ListParagraph"/>
        <w:numPr>
          <w:ilvl w:val="0"/>
          <w:numId w:val="9"/>
        </w:numPr>
        <w:tabs>
          <w:tab w:val="left" w:pos="287"/>
        </w:tabs>
        <w:jc w:val="both"/>
        <w:rPr>
          <w:b/>
          <w:sz w:val="24"/>
          <w:szCs w:val="24"/>
        </w:rPr>
      </w:pPr>
      <w:r w:rsidRPr="00DE77AC">
        <w:rPr>
          <w:b/>
          <w:sz w:val="24"/>
          <w:szCs w:val="24"/>
        </w:rPr>
        <w:t>КЛАСС</w:t>
      </w:r>
    </w:p>
    <w:p w:rsidR="00E76AB9" w:rsidRPr="00DE77AC" w:rsidRDefault="00E76AB9" w:rsidP="004B4620">
      <w:pPr>
        <w:pStyle w:val="ListParagraph"/>
        <w:numPr>
          <w:ilvl w:val="0"/>
          <w:numId w:val="8"/>
        </w:numPr>
        <w:tabs>
          <w:tab w:val="left" w:pos="347"/>
        </w:tabs>
        <w:spacing w:before="156" w:line="292" w:lineRule="auto"/>
        <w:ind w:right="201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Береговская Э. М., Белосельская Т. В. Французский язык. Второй иностранный язык. 5 класс.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Учебник</w:t>
      </w:r>
      <w:r w:rsidRPr="00DE77AC">
        <w:rPr>
          <w:spacing w:val="-5"/>
          <w:sz w:val="24"/>
          <w:szCs w:val="24"/>
        </w:rPr>
        <w:t xml:space="preserve"> </w:t>
      </w:r>
      <w:r w:rsidRPr="00DE77AC">
        <w:rPr>
          <w:sz w:val="24"/>
          <w:szCs w:val="24"/>
        </w:rPr>
        <w:t>для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общеобразовательных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организаций.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В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2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ч.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Ч.2/Э.М.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Береговская,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Т.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В.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Белосельская.-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4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–</w:t>
      </w:r>
      <w:r w:rsidRPr="00DE77AC">
        <w:rPr>
          <w:spacing w:val="-57"/>
          <w:sz w:val="24"/>
          <w:szCs w:val="24"/>
        </w:rPr>
        <w:t xml:space="preserve"> </w:t>
      </w:r>
      <w:r w:rsidRPr="00DE77AC">
        <w:rPr>
          <w:sz w:val="24"/>
          <w:szCs w:val="24"/>
        </w:rPr>
        <w:t>е</w:t>
      </w:r>
      <w:r w:rsidRPr="00DE77AC">
        <w:rPr>
          <w:spacing w:val="-1"/>
          <w:sz w:val="24"/>
          <w:szCs w:val="24"/>
        </w:rPr>
        <w:t xml:space="preserve"> </w:t>
      </w:r>
      <w:r w:rsidRPr="00DE77AC">
        <w:rPr>
          <w:sz w:val="24"/>
          <w:szCs w:val="24"/>
        </w:rPr>
        <w:t>изд. –М.:</w:t>
      </w:r>
      <w:r w:rsidRPr="00DE77AC">
        <w:rPr>
          <w:spacing w:val="-1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 2016.-112с.;</w:t>
      </w:r>
    </w:p>
    <w:p w:rsidR="00E76AB9" w:rsidRPr="00DE77AC" w:rsidRDefault="00E76AB9" w:rsidP="004B4620">
      <w:pPr>
        <w:pStyle w:val="ListParagraph"/>
        <w:numPr>
          <w:ilvl w:val="0"/>
          <w:numId w:val="8"/>
        </w:numPr>
        <w:tabs>
          <w:tab w:val="left" w:pos="347"/>
        </w:tabs>
        <w:spacing w:line="292" w:lineRule="auto"/>
        <w:ind w:right="244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Береговская Э.М. Синяя птица. Сборник упражнений к учеб. фр.яз. для 5 кл. общеобразовательных</w:t>
      </w:r>
      <w:r w:rsidRPr="00DE77AC">
        <w:rPr>
          <w:spacing w:val="-58"/>
          <w:sz w:val="24"/>
          <w:szCs w:val="24"/>
        </w:rPr>
        <w:t xml:space="preserve"> </w:t>
      </w:r>
      <w:r w:rsidRPr="00DE77AC">
        <w:rPr>
          <w:sz w:val="24"/>
          <w:szCs w:val="24"/>
        </w:rPr>
        <w:t>учреждений.–М.: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 1998.-160с.;</w:t>
      </w:r>
    </w:p>
    <w:p w:rsidR="00E76AB9" w:rsidRPr="00DE77AC" w:rsidRDefault="00E76AB9" w:rsidP="004B4620">
      <w:pPr>
        <w:pStyle w:val="ListParagraph"/>
        <w:numPr>
          <w:ilvl w:val="0"/>
          <w:numId w:val="8"/>
        </w:numPr>
        <w:tabs>
          <w:tab w:val="left" w:pos="347"/>
        </w:tabs>
        <w:spacing w:line="292" w:lineRule="auto"/>
        <w:ind w:right="215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Свиридова И.И. Французский язык. Второй иностранный язык. Контрольные и проверочные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задания.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5-6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классы:</w:t>
      </w:r>
      <w:r w:rsidRPr="00DE77AC">
        <w:rPr>
          <w:spacing w:val="-5"/>
          <w:sz w:val="24"/>
          <w:szCs w:val="24"/>
        </w:rPr>
        <w:t xml:space="preserve"> </w:t>
      </w:r>
      <w:r w:rsidRPr="00DE77AC">
        <w:rPr>
          <w:sz w:val="24"/>
          <w:szCs w:val="24"/>
        </w:rPr>
        <w:t>учеб.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пособие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для</w:t>
      </w:r>
      <w:r w:rsidRPr="00DE77AC">
        <w:rPr>
          <w:spacing w:val="-5"/>
          <w:sz w:val="24"/>
          <w:szCs w:val="24"/>
        </w:rPr>
        <w:t xml:space="preserve"> </w:t>
      </w:r>
      <w:r w:rsidRPr="00DE77AC">
        <w:rPr>
          <w:sz w:val="24"/>
          <w:szCs w:val="24"/>
        </w:rPr>
        <w:t>общеобразоват.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организаций/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И.И.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Свиридова,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Ю.А.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Шутова.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-</w:t>
      </w:r>
      <w:r w:rsidRPr="00DE77AC">
        <w:rPr>
          <w:spacing w:val="-57"/>
          <w:sz w:val="24"/>
          <w:szCs w:val="24"/>
        </w:rPr>
        <w:t xml:space="preserve"> </w:t>
      </w:r>
      <w:r w:rsidRPr="00DE77AC">
        <w:rPr>
          <w:sz w:val="24"/>
          <w:szCs w:val="24"/>
        </w:rPr>
        <w:t>М.: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 2019. -</w:t>
      </w:r>
      <w:r w:rsidRPr="00DE77AC">
        <w:rPr>
          <w:spacing w:val="-1"/>
          <w:sz w:val="24"/>
          <w:szCs w:val="24"/>
        </w:rPr>
        <w:t xml:space="preserve"> </w:t>
      </w:r>
      <w:r w:rsidRPr="00DE77AC">
        <w:rPr>
          <w:sz w:val="24"/>
          <w:szCs w:val="24"/>
        </w:rPr>
        <w:t>128с.</w:t>
      </w:r>
    </w:p>
    <w:p w:rsidR="00E76AB9" w:rsidRPr="00DE77AC" w:rsidRDefault="00E76AB9" w:rsidP="004B4620">
      <w:pPr>
        <w:pStyle w:val="Heading1"/>
        <w:numPr>
          <w:ilvl w:val="0"/>
          <w:numId w:val="9"/>
        </w:numPr>
        <w:tabs>
          <w:tab w:val="left" w:pos="287"/>
        </w:tabs>
        <w:spacing w:before="187"/>
        <w:jc w:val="both"/>
      </w:pPr>
      <w:r w:rsidRPr="00DE77AC">
        <w:t>КЛАСС</w:t>
      </w:r>
    </w:p>
    <w:p w:rsidR="00E76AB9" w:rsidRPr="00DE77AC" w:rsidRDefault="00E76AB9" w:rsidP="004B4620">
      <w:pPr>
        <w:pStyle w:val="ListParagraph"/>
        <w:numPr>
          <w:ilvl w:val="0"/>
          <w:numId w:val="7"/>
        </w:numPr>
        <w:tabs>
          <w:tab w:val="left" w:pos="347"/>
        </w:tabs>
        <w:spacing w:before="157" w:line="292" w:lineRule="auto"/>
        <w:ind w:right="212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Селиванова Н. А., Шашурина А. Ю. Французский язык. Второй иностранный язык. 6 класс.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Учебник</w:t>
      </w:r>
      <w:r w:rsidRPr="00DE77AC">
        <w:rPr>
          <w:spacing w:val="-5"/>
          <w:sz w:val="24"/>
          <w:szCs w:val="24"/>
        </w:rPr>
        <w:t xml:space="preserve"> </w:t>
      </w:r>
      <w:r w:rsidRPr="00DE77AC">
        <w:rPr>
          <w:sz w:val="24"/>
          <w:szCs w:val="24"/>
        </w:rPr>
        <w:t>для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общеобразовательных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организаций.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В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2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ч.Н.А.Селиванова,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А.Ю.Шашурина.-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6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–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е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изд.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–</w:t>
      </w:r>
    </w:p>
    <w:p w:rsidR="00E76AB9" w:rsidRPr="00DE77AC" w:rsidRDefault="00E76AB9" w:rsidP="004B4620">
      <w:pPr>
        <w:spacing w:line="292" w:lineRule="auto"/>
        <w:jc w:val="both"/>
        <w:rPr>
          <w:sz w:val="24"/>
          <w:szCs w:val="24"/>
        </w:rPr>
        <w:sectPr w:rsidR="00E76AB9" w:rsidRPr="00DE77AC">
          <w:pgSz w:w="11900" w:h="16840"/>
          <w:pgMar w:top="520" w:right="540" w:bottom="280" w:left="560" w:header="720" w:footer="720" w:gutter="0"/>
          <w:cols w:space="720"/>
        </w:sectPr>
      </w:pPr>
    </w:p>
    <w:p w:rsidR="00E76AB9" w:rsidRPr="00DE77AC" w:rsidRDefault="00E76AB9" w:rsidP="004B4620">
      <w:pPr>
        <w:pStyle w:val="BodyText"/>
        <w:spacing w:before="62"/>
        <w:jc w:val="both"/>
      </w:pPr>
      <w:r w:rsidRPr="00DE77AC">
        <w:t>М.:</w:t>
      </w:r>
      <w:r w:rsidRPr="00DE77AC">
        <w:rPr>
          <w:spacing w:val="-4"/>
        </w:rPr>
        <w:t xml:space="preserve"> </w:t>
      </w:r>
      <w:r w:rsidRPr="00DE77AC">
        <w:t>Просвещение,</w:t>
      </w:r>
      <w:r w:rsidRPr="00DE77AC">
        <w:rPr>
          <w:spacing w:val="-3"/>
        </w:rPr>
        <w:t xml:space="preserve"> </w:t>
      </w:r>
      <w:r w:rsidRPr="00DE77AC">
        <w:t>2018.-127с.;</w:t>
      </w:r>
    </w:p>
    <w:p w:rsidR="00E76AB9" w:rsidRPr="00DE77AC" w:rsidRDefault="00E76AB9" w:rsidP="004B4620">
      <w:pPr>
        <w:pStyle w:val="ListParagraph"/>
        <w:numPr>
          <w:ilvl w:val="0"/>
          <w:numId w:val="7"/>
        </w:numPr>
        <w:tabs>
          <w:tab w:val="left" w:pos="347"/>
        </w:tabs>
        <w:spacing w:before="60" w:line="292" w:lineRule="auto"/>
        <w:ind w:right="448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Селиванова Н.А. Сборник упражнений .Чтение и письмо. 6 класс: пособие для учащихся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общеобразовательных организаций/Н. А. Селиванова., А. Ю. Шашурина. –М.: Просвещение, 2013.-</w:t>
      </w:r>
      <w:r w:rsidRPr="00DE77AC">
        <w:rPr>
          <w:spacing w:val="-58"/>
          <w:sz w:val="24"/>
          <w:szCs w:val="24"/>
        </w:rPr>
        <w:t xml:space="preserve"> </w:t>
      </w:r>
      <w:r w:rsidRPr="00DE77AC">
        <w:rPr>
          <w:sz w:val="24"/>
          <w:szCs w:val="24"/>
        </w:rPr>
        <w:t>167с.;</w:t>
      </w:r>
    </w:p>
    <w:p w:rsidR="00E76AB9" w:rsidRPr="00DE77AC" w:rsidRDefault="00E76AB9" w:rsidP="004B4620">
      <w:pPr>
        <w:pStyle w:val="ListParagraph"/>
        <w:numPr>
          <w:ilvl w:val="0"/>
          <w:numId w:val="7"/>
        </w:numPr>
        <w:tabs>
          <w:tab w:val="left" w:pos="347"/>
        </w:tabs>
        <w:spacing w:line="292" w:lineRule="auto"/>
        <w:ind w:right="215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Свиридова И.И. Французский язык. Второй иностранный язык. Контрольные и проверочные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задания.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5-6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классы:</w:t>
      </w:r>
      <w:r w:rsidRPr="00DE77AC">
        <w:rPr>
          <w:spacing w:val="-5"/>
          <w:sz w:val="24"/>
          <w:szCs w:val="24"/>
        </w:rPr>
        <w:t xml:space="preserve"> </w:t>
      </w:r>
      <w:r w:rsidRPr="00DE77AC">
        <w:rPr>
          <w:sz w:val="24"/>
          <w:szCs w:val="24"/>
        </w:rPr>
        <w:t>учеб.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пособие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для</w:t>
      </w:r>
      <w:r w:rsidRPr="00DE77AC">
        <w:rPr>
          <w:spacing w:val="-5"/>
          <w:sz w:val="24"/>
          <w:szCs w:val="24"/>
        </w:rPr>
        <w:t xml:space="preserve"> </w:t>
      </w:r>
      <w:r w:rsidRPr="00DE77AC">
        <w:rPr>
          <w:sz w:val="24"/>
          <w:szCs w:val="24"/>
        </w:rPr>
        <w:t>общеобразоват.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организаций/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И.И.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Свиридова,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Ю.А.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Шутова.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-</w:t>
      </w:r>
      <w:r w:rsidRPr="00DE77AC">
        <w:rPr>
          <w:spacing w:val="-57"/>
          <w:sz w:val="24"/>
          <w:szCs w:val="24"/>
        </w:rPr>
        <w:t xml:space="preserve"> </w:t>
      </w:r>
      <w:r w:rsidRPr="00DE77AC">
        <w:rPr>
          <w:sz w:val="24"/>
          <w:szCs w:val="24"/>
        </w:rPr>
        <w:t>М.: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 2019. -</w:t>
      </w:r>
      <w:r w:rsidRPr="00DE77AC">
        <w:rPr>
          <w:spacing w:val="-1"/>
          <w:sz w:val="24"/>
          <w:szCs w:val="24"/>
        </w:rPr>
        <w:t xml:space="preserve"> </w:t>
      </w:r>
      <w:r w:rsidRPr="00DE77AC">
        <w:rPr>
          <w:sz w:val="24"/>
          <w:szCs w:val="24"/>
        </w:rPr>
        <w:t>128с.</w:t>
      </w:r>
    </w:p>
    <w:p w:rsidR="00E76AB9" w:rsidRPr="00DE77AC" w:rsidRDefault="00E76AB9" w:rsidP="004B4620">
      <w:pPr>
        <w:pStyle w:val="Heading1"/>
        <w:numPr>
          <w:ilvl w:val="0"/>
          <w:numId w:val="9"/>
        </w:numPr>
        <w:tabs>
          <w:tab w:val="left" w:pos="287"/>
        </w:tabs>
        <w:spacing w:before="188"/>
        <w:jc w:val="both"/>
      </w:pPr>
      <w:r w:rsidRPr="00DE77AC">
        <w:t>КЛАСС</w:t>
      </w:r>
    </w:p>
    <w:p w:rsidR="00E76AB9" w:rsidRPr="00DE77AC" w:rsidRDefault="00E76AB9" w:rsidP="004B4620">
      <w:pPr>
        <w:pStyle w:val="ListParagraph"/>
        <w:numPr>
          <w:ilvl w:val="0"/>
          <w:numId w:val="6"/>
        </w:numPr>
        <w:tabs>
          <w:tab w:val="left" w:pos="347"/>
        </w:tabs>
        <w:spacing w:before="156" w:line="292" w:lineRule="auto"/>
        <w:ind w:right="366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Селиванова Н. А., Шашурина А. Ю. Французский язык. Второй иностранный язык. 7—8 классы.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Учебник для общеобразовательных организаций./ Н. А. Селиванова., А. Ю. Шашурина. - 6 – е изд. –</w:t>
      </w:r>
      <w:r w:rsidRPr="00DE77AC">
        <w:rPr>
          <w:spacing w:val="-58"/>
          <w:sz w:val="24"/>
          <w:szCs w:val="24"/>
        </w:rPr>
        <w:t xml:space="preserve"> </w:t>
      </w:r>
      <w:r w:rsidRPr="00DE77AC">
        <w:rPr>
          <w:sz w:val="24"/>
          <w:szCs w:val="24"/>
        </w:rPr>
        <w:t>М.: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 2018.-232с.;</w:t>
      </w:r>
    </w:p>
    <w:p w:rsidR="00E76AB9" w:rsidRPr="00DE77AC" w:rsidRDefault="00E76AB9" w:rsidP="004B4620">
      <w:pPr>
        <w:pStyle w:val="ListParagraph"/>
        <w:numPr>
          <w:ilvl w:val="0"/>
          <w:numId w:val="6"/>
        </w:numPr>
        <w:tabs>
          <w:tab w:val="left" w:pos="347"/>
        </w:tabs>
        <w:spacing w:line="292" w:lineRule="auto"/>
        <w:ind w:right="1172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Селиванова Н.А. Сборник упражнений к учебнику фр. яз. для 7-8 общеобразовательных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учреждений/Н.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А.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Селиванова.,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А.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Ю.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Шашурина.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-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8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–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е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изд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–М.: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2008.-208с.;</w:t>
      </w:r>
    </w:p>
    <w:p w:rsidR="00E76AB9" w:rsidRPr="00DE77AC" w:rsidRDefault="00E76AB9" w:rsidP="004B4620">
      <w:pPr>
        <w:pStyle w:val="ListParagraph"/>
        <w:numPr>
          <w:ilvl w:val="0"/>
          <w:numId w:val="6"/>
        </w:numPr>
        <w:tabs>
          <w:tab w:val="left" w:pos="347"/>
        </w:tabs>
        <w:spacing w:line="292" w:lineRule="auto"/>
        <w:ind w:right="185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Головина Т.Е. Французский язык. Второй иностранный язык. Контрольные и проверочные задания.</w:t>
      </w:r>
      <w:r w:rsidRPr="00DE77AC">
        <w:rPr>
          <w:spacing w:val="-58"/>
          <w:sz w:val="24"/>
          <w:szCs w:val="24"/>
        </w:rPr>
        <w:t xml:space="preserve"> </w:t>
      </w:r>
      <w:r w:rsidRPr="00DE77AC">
        <w:rPr>
          <w:sz w:val="24"/>
          <w:szCs w:val="24"/>
        </w:rPr>
        <w:t>7-8 классы: учеб. пособие для общеобразоват. организаций/ Т.Е. Головина.- М.: Просвещение, 2019. -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112с.</w:t>
      </w:r>
    </w:p>
    <w:p w:rsidR="00E76AB9" w:rsidRPr="00DE77AC" w:rsidRDefault="00E76AB9" w:rsidP="004B4620">
      <w:pPr>
        <w:pStyle w:val="Heading1"/>
        <w:numPr>
          <w:ilvl w:val="0"/>
          <w:numId w:val="9"/>
        </w:numPr>
        <w:tabs>
          <w:tab w:val="left" w:pos="287"/>
        </w:tabs>
        <w:spacing w:before="188"/>
        <w:jc w:val="both"/>
      </w:pPr>
      <w:r w:rsidRPr="00DE77AC">
        <w:t>КЛАСС</w:t>
      </w:r>
    </w:p>
    <w:p w:rsidR="00E76AB9" w:rsidRPr="00DE77AC" w:rsidRDefault="00E76AB9" w:rsidP="004B4620">
      <w:pPr>
        <w:pStyle w:val="ListParagraph"/>
        <w:numPr>
          <w:ilvl w:val="0"/>
          <w:numId w:val="5"/>
        </w:numPr>
        <w:tabs>
          <w:tab w:val="left" w:pos="347"/>
        </w:tabs>
        <w:spacing w:before="156" w:line="292" w:lineRule="auto"/>
        <w:ind w:right="366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Селиванова Н. А., Шашурина А. Ю. Французский язык. Второй иностранный язык. 7—8 классы.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Учебник для общеобразовательных организаций./ Н. А. Селиванова., А. Ю. Шашурина. - 6 – е изд. –</w:t>
      </w:r>
      <w:r w:rsidRPr="00DE77AC">
        <w:rPr>
          <w:spacing w:val="-58"/>
          <w:sz w:val="24"/>
          <w:szCs w:val="24"/>
        </w:rPr>
        <w:t xml:space="preserve"> </w:t>
      </w:r>
      <w:r w:rsidRPr="00DE77AC">
        <w:rPr>
          <w:sz w:val="24"/>
          <w:szCs w:val="24"/>
        </w:rPr>
        <w:t>М.: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 2018.-232с.;</w:t>
      </w:r>
    </w:p>
    <w:p w:rsidR="00E76AB9" w:rsidRPr="00DE77AC" w:rsidRDefault="00E76AB9" w:rsidP="004B4620">
      <w:pPr>
        <w:pStyle w:val="ListParagraph"/>
        <w:numPr>
          <w:ilvl w:val="0"/>
          <w:numId w:val="5"/>
        </w:numPr>
        <w:tabs>
          <w:tab w:val="left" w:pos="347"/>
        </w:tabs>
        <w:spacing w:line="292" w:lineRule="auto"/>
        <w:ind w:right="1172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Селиванова Н.А. Сборник упражнений к учебнику фр. яз. для 7-8 общеобразовательных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учреждений/Н.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А.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Селиванова.,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А.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Ю.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Шашурина.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-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8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–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е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изд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–М.: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2008.-208с.;</w:t>
      </w:r>
    </w:p>
    <w:p w:rsidR="00E76AB9" w:rsidRPr="00DE77AC" w:rsidRDefault="00E76AB9" w:rsidP="004B4620">
      <w:pPr>
        <w:pStyle w:val="ListParagraph"/>
        <w:numPr>
          <w:ilvl w:val="0"/>
          <w:numId w:val="5"/>
        </w:numPr>
        <w:tabs>
          <w:tab w:val="left" w:pos="347"/>
        </w:tabs>
        <w:spacing w:line="292" w:lineRule="auto"/>
        <w:ind w:right="185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Головина Т.Е. Французский язык. Второй иностранный язык. Контрольные и проверочные задания.</w:t>
      </w:r>
      <w:r w:rsidRPr="00DE77AC">
        <w:rPr>
          <w:spacing w:val="-58"/>
          <w:sz w:val="24"/>
          <w:szCs w:val="24"/>
        </w:rPr>
        <w:t xml:space="preserve"> </w:t>
      </w:r>
      <w:r w:rsidRPr="00DE77AC">
        <w:rPr>
          <w:sz w:val="24"/>
          <w:szCs w:val="24"/>
        </w:rPr>
        <w:t>7-8 классы: учеб. пособие для общеобразоват. организаций/ Т.Е. Головина.- М.: Просвещение, 2019. -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112с.</w:t>
      </w:r>
    </w:p>
    <w:p w:rsidR="00E76AB9" w:rsidRPr="00DE77AC" w:rsidRDefault="00E76AB9" w:rsidP="004B4620">
      <w:pPr>
        <w:pStyle w:val="Heading1"/>
        <w:numPr>
          <w:ilvl w:val="0"/>
          <w:numId w:val="9"/>
        </w:numPr>
        <w:tabs>
          <w:tab w:val="left" w:pos="287"/>
        </w:tabs>
        <w:spacing w:before="187"/>
        <w:jc w:val="both"/>
      </w:pPr>
      <w:r w:rsidRPr="00DE77AC">
        <w:t>КЛАСС</w:t>
      </w:r>
    </w:p>
    <w:p w:rsidR="00E76AB9" w:rsidRPr="00DE77AC" w:rsidRDefault="00E76AB9" w:rsidP="004B4620">
      <w:pPr>
        <w:pStyle w:val="ListParagraph"/>
        <w:numPr>
          <w:ilvl w:val="0"/>
          <w:numId w:val="4"/>
        </w:numPr>
        <w:tabs>
          <w:tab w:val="left" w:pos="288"/>
        </w:tabs>
        <w:spacing w:before="156" w:line="292" w:lineRule="auto"/>
        <w:ind w:right="128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Селиванова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Н.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А.,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Шашурина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А.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Ю.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Французский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язык.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Второй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иностранный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язык.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9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класс.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Учебник</w:t>
      </w:r>
      <w:r w:rsidRPr="00DE77AC">
        <w:rPr>
          <w:spacing w:val="-57"/>
          <w:sz w:val="24"/>
          <w:szCs w:val="24"/>
        </w:rPr>
        <w:t xml:space="preserve"> </w:t>
      </w:r>
      <w:r w:rsidRPr="00DE77AC">
        <w:rPr>
          <w:sz w:val="24"/>
          <w:szCs w:val="24"/>
        </w:rPr>
        <w:t>для общеобразовательных организаций/ Н. А. Селиванова., А. Ю. Шашурина. –М.: Просвещение,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2018.-232с.;</w:t>
      </w:r>
    </w:p>
    <w:p w:rsidR="00E76AB9" w:rsidRPr="00DE77AC" w:rsidRDefault="00E76AB9" w:rsidP="004B4620">
      <w:pPr>
        <w:pStyle w:val="ListParagraph"/>
        <w:numPr>
          <w:ilvl w:val="0"/>
          <w:numId w:val="4"/>
        </w:numPr>
        <w:tabs>
          <w:tab w:val="left" w:pos="347"/>
        </w:tabs>
        <w:spacing w:line="292" w:lineRule="auto"/>
        <w:ind w:right="1172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Селиванова Н.А. Сборник упражнений к учебнику фр. яз. для 9 кл. общеобразовательных</w:t>
      </w:r>
      <w:r w:rsidRPr="00DE77AC">
        <w:rPr>
          <w:spacing w:val="-57"/>
          <w:sz w:val="24"/>
          <w:szCs w:val="24"/>
        </w:rPr>
        <w:t xml:space="preserve"> </w:t>
      </w:r>
      <w:r w:rsidRPr="00DE77AC">
        <w:rPr>
          <w:sz w:val="24"/>
          <w:szCs w:val="24"/>
        </w:rPr>
        <w:t>учреждений/Н.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А.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Селиванова.,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А.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Ю.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Шашурина.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-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3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–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е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изд</w:t>
      </w:r>
      <w:r w:rsidRPr="00DE77AC">
        <w:rPr>
          <w:spacing w:val="-3"/>
          <w:sz w:val="24"/>
          <w:szCs w:val="24"/>
        </w:rPr>
        <w:t xml:space="preserve"> </w:t>
      </w:r>
      <w:r w:rsidRPr="00DE77AC">
        <w:rPr>
          <w:sz w:val="24"/>
          <w:szCs w:val="24"/>
        </w:rPr>
        <w:t>–М.:</w:t>
      </w:r>
      <w:r w:rsidRPr="00DE77AC">
        <w:rPr>
          <w:spacing w:val="-4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</w:t>
      </w:r>
      <w:r w:rsidRPr="00DE77AC">
        <w:rPr>
          <w:spacing w:val="-2"/>
          <w:sz w:val="24"/>
          <w:szCs w:val="24"/>
        </w:rPr>
        <w:t xml:space="preserve"> </w:t>
      </w:r>
      <w:r w:rsidRPr="00DE77AC">
        <w:rPr>
          <w:sz w:val="24"/>
          <w:szCs w:val="24"/>
        </w:rPr>
        <w:t>2004.-223с.;</w:t>
      </w:r>
    </w:p>
    <w:p w:rsidR="00E76AB9" w:rsidRPr="00DE77AC" w:rsidRDefault="00E76AB9" w:rsidP="004B4620">
      <w:pPr>
        <w:pStyle w:val="ListParagraph"/>
        <w:numPr>
          <w:ilvl w:val="0"/>
          <w:numId w:val="4"/>
        </w:numPr>
        <w:tabs>
          <w:tab w:val="left" w:pos="347"/>
        </w:tabs>
        <w:spacing w:line="292" w:lineRule="auto"/>
        <w:ind w:right="116" w:firstLine="0"/>
        <w:jc w:val="both"/>
        <w:rPr>
          <w:sz w:val="24"/>
          <w:szCs w:val="24"/>
        </w:rPr>
      </w:pPr>
      <w:r w:rsidRPr="00DE77AC">
        <w:rPr>
          <w:sz w:val="24"/>
          <w:szCs w:val="24"/>
        </w:rPr>
        <w:t>Свиридова И.И. Французский язык. Второй иностранный язык. Контрольные и проверочные</w:t>
      </w:r>
      <w:r w:rsidRPr="00DE77AC">
        <w:rPr>
          <w:spacing w:val="1"/>
          <w:sz w:val="24"/>
          <w:szCs w:val="24"/>
        </w:rPr>
        <w:t xml:space="preserve"> </w:t>
      </w:r>
      <w:r w:rsidRPr="00DE77AC">
        <w:rPr>
          <w:sz w:val="24"/>
          <w:szCs w:val="24"/>
        </w:rPr>
        <w:t>задания. 9 класс: учеб. пособие для общеобразоват. организаций / И.И. Свиридова, Ю.А. Шутова. - М.:</w:t>
      </w:r>
      <w:r w:rsidRPr="00DE77AC">
        <w:rPr>
          <w:spacing w:val="-58"/>
          <w:sz w:val="24"/>
          <w:szCs w:val="24"/>
        </w:rPr>
        <w:t xml:space="preserve"> </w:t>
      </w:r>
      <w:r w:rsidRPr="00DE77AC">
        <w:rPr>
          <w:sz w:val="24"/>
          <w:szCs w:val="24"/>
        </w:rPr>
        <w:t>Просвещение,</w:t>
      </w:r>
      <w:r w:rsidRPr="00DE77AC">
        <w:rPr>
          <w:spacing w:val="-1"/>
          <w:sz w:val="24"/>
          <w:szCs w:val="24"/>
        </w:rPr>
        <w:t xml:space="preserve"> </w:t>
      </w:r>
      <w:r w:rsidRPr="00DE77AC">
        <w:rPr>
          <w:sz w:val="24"/>
          <w:szCs w:val="24"/>
        </w:rPr>
        <w:t>2021. -</w:t>
      </w:r>
      <w:r w:rsidRPr="00DE77AC">
        <w:rPr>
          <w:spacing w:val="-1"/>
          <w:sz w:val="24"/>
          <w:szCs w:val="24"/>
        </w:rPr>
        <w:t xml:space="preserve"> </w:t>
      </w:r>
      <w:r w:rsidRPr="00DE77AC">
        <w:rPr>
          <w:sz w:val="24"/>
          <w:szCs w:val="24"/>
        </w:rPr>
        <w:t>128с.</w:t>
      </w:r>
    </w:p>
    <w:p w:rsidR="00E76AB9" w:rsidRPr="00DE77AC" w:rsidRDefault="00E76AB9" w:rsidP="004B4620">
      <w:pPr>
        <w:pStyle w:val="Heading1"/>
        <w:spacing w:before="188"/>
        <w:ind w:left="106"/>
        <w:jc w:val="both"/>
      </w:pPr>
      <w:r w:rsidRPr="00DE77AC">
        <w:t>ЦИФРОВЫЕ</w:t>
      </w:r>
      <w:r w:rsidRPr="00DE77AC">
        <w:rPr>
          <w:spacing w:val="-7"/>
        </w:rPr>
        <w:t xml:space="preserve"> </w:t>
      </w:r>
      <w:r w:rsidRPr="00DE77AC">
        <w:t>ОБРАЗОВАТЕЛЬНЫЕ</w:t>
      </w:r>
      <w:r w:rsidRPr="00DE77AC">
        <w:rPr>
          <w:spacing w:val="-7"/>
        </w:rPr>
        <w:t xml:space="preserve"> </w:t>
      </w:r>
      <w:r w:rsidRPr="00DE77AC">
        <w:t>РЕСУРСЫ</w:t>
      </w:r>
      <w:r w:rsidRPr="00DE77AC">
        <w:rPr>
          <w:spacing w:val="-7"/>
        </w:rPr>
        <w:t xml:space="preserve"> </w:t>
      </w:r>
      <w:r w:rsidRPr="00DE77AC">
        <w:t>И</w:t>
      </w:r>
      <w:r w:rsidRPr="00DE77AC">
        <w:rPr>
          <w:spacing w:val="-7"/>
        </w:rPr>
        <w:t xml:space="preserve"> </w:t>
      </w:r>
      <w:r w:rsidRPr="00DE77AC">
        <w:t>РЕСУРСЫ</w:t>
      </w:r>
      <w:r w:rsidRPr="00DE77AC">
        <w:rPr>
          <w:spacing w:val="-7"/>
        </w:rPr>
        <w:t xml:space="preserve"> </w:t>
      </w:r>
      <w:r w:rsidRPr="00DE77AC">
        <w:t>СЕТИ</w:t>
      </w:r>
      <w:r w:rsidRPr="00DE77AC">
        <w:rPr>
          <w:spacing w:val="-7"/>
        </w:rPr>
        <w:t xml:space="preserve"> </w:t>
      </w:r>
      <w:r w:rsidRPr="00DE77AC">
        <w:t>ИНТЕРНЕТ</w:t>
      </w:r>
    </w:p>
    <w:p w:rsidR="00E76AB9" w:rsidRPr="00DE77AC" w:rsidRDefault="00E76AB9" w:rsidP="004B4620">
      <w:pPr>
        <w:pStyle w:val="BodyText"/>
        <w:spacing w:before="10"/>
        <w:ind w:left="0"/>
        <w:jc w:val="both"/>
        <w:rPr>
          <w:b/>
        </w:rPr>
      </w:pPr>
    </w:p>
    <w:p w:rsidR="00E76AB9" w:rsidRPr="00DE77AC" w:rsidRDefault="00E76AB9" w:rsidP="004B4620">
      <w:pPr>
        <w:pStyle w:val="ListParagraph"/>
        <w:numPr>
          <w:ilvl w:val="0"/>
          <w:numId w:val="3"/>
        </w:numPr>
        <w:tabs>
          <w:tab w:val="left" w:pos="287"/>
        </w:tabs>
        <w:jc w:val="both"/>
        <w:rPr>
          <w:b/>
          <w:sz w:val="24"/>
          <w:szCs w:val="24"/>
        </w:rPr>
      </w:pPr>
      <w:r w:rsidRPr="00DE77AC">
        <w:rPr>
          <w:b/>
          <w:sz w:val="24"/>
          <w:szCs w:val="24"/>
        </w:rPr>
        <w:t>КЛАСС</w:t>
      </w:r>
    </w:p>
    <w:p w:rsidR="00E76AB9" w:rsidRPr="00DE77AC" w:rsidRDefault="00E76AB9" w:rsidP="004B4620">
      <w:pPr>
        <w:pStyle w:val="BodyText"/>
        <w:spacing w:before="156" w:line="292" w:lineRule="auto"/>
        <w:ind w:right="6921"/>
        <w:jc w:val="both"/>
      </w:pPr>
      <w:r w:rsidRPr="00DE77AC">
        <w:t>https://resh.edu.ru/</w:t>
      </w:r>
      <w:r w:rsidRPr="00DE77AC">
        <w:rPr>
          <w:spacing w:val="1"/>
        </w:rPr>
        <w:t xml:space="preserve"> </w:t>
      </w:r>
      <w:r w:rsidRPr="00DE77AC">
        <w:rPr>
          <w:spacing w:val="-1"/>
        </w:rPr>
        <w:t>https://</w:t>
      </w:r>
      <w:hyperlink r:id="rId48">
        <w:r w:rsidRPr="00DE77AC">
          <w:rPr>
            <w:spacing w:val="-1"/>
          </w:rPr>
          <w:t>www.francaisavecpierre.com/</w:t>
        </w:r>
      </w:hyperlink>
      <w:r w:rsidRPr="00DE77AC">
        <w:rPr>
          <w:spacing w:val="-57"/>
        </w:rPr>
        <w:t xml:space="preserve"> </w:t>
      </w:r>
      <w:r w:rsidRPr="00DE77AC">
        <w:t>https://znaika.ru/</w:t>
      </w:r>
    </w:p>
    <w:p w:rsidR="00E76AB9" w:rsidRPr="00DE77AC" w:rsidRDefault="00E76AB9" w:rsidP="004B4620">
      <w:pPr>
        <w:pStyle w:val="BodyText"/>
        <w:spacing w:line="274" w:lineRule="exact"/>
        <w:jc w:val="both"/>
      </w:pPr>
      <w:r w:rsidRPr="00DE77AC">
        <w:t>https://infourok.ru/</w:t>
      </w:r>
    </w:p>
    <w:p w:rsidR="00E76AB9" w:rsidRPr="00DE77AC" w:rsidRDefault="00E76AB9" w:rsidP="004B4620">
      <w:pPr>
        <w:pStyle w:val="BodyText"/>
        <w:spacing w:before="11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3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/>
        <w:jc w:val="both"/>
      </w:pPr>
      <w:r w:rsidRPr="00DE77AC">
        <w:t>https://resh.edu.ru/</w:t>
      </w:r>
    </w:p>
    <w:p w:rsidR="00E76AB9" w:rsidRPr="00DE77AC" w:rsidRDefault="00E76AB9" w:rsidP="004B4620">
      <w:pPr>
        <w:jc w:val="both"/>
        <w:rPr>
          <w:sz w:val="24"/>
          <w:szCs w:val="24"/>
        </w:rPr>
        <w:sectPr w:rsidR="00E76AB9" w:rsidRPr="00DE77AC">
          <w:pgSz w:w="11900" w:h="16840"/>
          <w:pgMar w:top="500" w:right="540" w:bottom="280" w:left="560" w:header="720" w:footer="720" w:gutter="0"/>
          <w:cols w:space="720"/>
        </w:sectPr>
      </w:pPr>
    </w:p>
    <w:p w:rsidR="00E76AB9" w:rsidRPr="00DE77AC" w:rsidRDefault="00E76AB9" w:rsidP="004B4620">
      <w:pPr>
        <w:pStyle w:val="BodyText"/>
        <w:spacing w:before="70" w:line="292" w:lineRule="auto"/>
        <w:ind w:right="6921"/>
        <w:jc w:val="both"/>
      </w:pPr>
      <w:r w:rsidRPr="00DE77AC">
        <w:rPr>
          <w:spacing w:val="-1"/>
        </w:rPr>
        <w:t>https://</w:t>
      </w:r>
      <w:hyperlink r:id="rId49">
        <w:r w:rsidRPr="00DE77AC">
          <w:rPr>
            <w:spacing w:val="-1"/>
          </w:rPr>
          <w:t>www.francaisavecpierre.com/</w:t>
        </w:r>
      </w:hyperlink>
      <w:r w:rsidRPr="00DE77AC">
        <w:rPr>
          <w:spacing w:val="-57"/>
        </w:rPr>
        <w:t xml:space="preserve"> </w:t>
      </w:r>
      <w:r w:rsidRPr="00DE77AC">
        <w:t>https://znaika.ru/</w:t>
      </w:r>
    </w:p>
    <w:p w:rsidR="00E76AB9" w:rsidRPr="00DE77AC" w:rsidRDefault="00E76AB9" w:rsidP="004B4620">
      <w:pPr>
        <w:pStyle w:val="BodyText"/>
        <w:spacing w:line="275" w:lineRule="exact"/>
        <w:jc w:val="both"/>
      </w:pPr>
      <w:r w:rsidRPr="00DE77AC">
        <w:t>https://infourok.ru/</w:t>
      </w:r>
    </w:p>
    <w:p w:rsidR="00E76AB9" w:rsidRPr="00DE77AC" w:rsidRDefault="00E76AB9" w:rsidP="004B4620">
      <w:pPr>
        <w:pStyle w:val="BodyText"/>
        <w:spacing w:before="10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3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7" w:line="292" w:lineRule="auto"/>
        <w:ind w:right="6921"/>
        <w:jc w:val="both"/>
      </w:pPr>
      <w:r w:rsidRPr="00DE77AC">
        <w:t>https://french-online.ru/</w:t>
      </w:r>
      <w:r w:rsidRPr="00DE77AC">
        <w:rPr>
          <w:spacing w:val="1"/>
        </w:rPr>
        <w:t xml:space="preserve"> </w:t>
      </w:r>
      <w:r w:rsidRPr="00DE77AC">
        <w:t>https://resh.edu.ru/</w:t>
      </w:r>
      <w:r w:rsidRPr="00DE77AC">
        <w:rPr>
          <w:spacing w:val="1"/>
        </w:rPr>
        <w:t xml:space="preserve"> </w:t>
      </w:r>
      <w:r w:rsidRPr="00DE77AC">
        <w:rPr>
          <w:spacing w:val="-1"/>
        </w:rPr>
        <w:t>https://</w:t>
      </w:r>
      <w:hyperlink r:id="rId50">
        <w:r w:rsidRPr="00DE77AC">
          <w:rPr>
            <w:spacing w:val="-1"/>
          </w:rPr>
          <w:t>www.francaisavecpierre.com/</w:t>
        </w:r>
      </w:hyperlink>
      <w:r w:rsidRPr="00DE77AC">
        <w:rPr>
          <w:spacing w:val="-57"/>
        </w:rPr>
        <w:t xml:space="preserve"> </w:t>
      </w:r>
      <w:r w:rsidRPr="00DE77AC">
        <w:t>https://infourok.ru/</w:t>
      </w:r>
      <w:r w:rsidRPr="00DE77AC">
        <w:rPr>
          <w:spacing w:val="1"/>
        </w:rPr>
        <w:t xml:space="preserve"> </w:t>
      </w:r>
      <w:r w:rsidRPr="00DE77AC">
        <w:t>https://</w:t>
      </w:r>
      <w:hyperlink r:id="rId51">
        <w:r w:rsidRPr="00DE77AC">
          <w:t>www.okapi.fr/</w:t>
        </w:r>
      </w:hyperlink>
    </w:p>
    <w:p w:rsidR="00E76AB9" w:rsidRPr="00DE77AC" w:rsidRDefault="00E76AB9" w:rsidP="004B4620">
      <w:pPr>
        <w:pStyle w:val="BodyText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3"/>
        </w:numPr>
        <w:tabs>
          <w:tab w:val="left" w:pos="287"/>
        </w:tabs>
        <w:spacing w:before="226"/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 w:line="292" w:lineRule="auto"/>
        <w:ind w:right="6921"/>
        <w:jc w:val="both"/>
      </w:pPr>
      <w:r w:rsidRPr="00DE77AC">
        <w:t>https://french-online.ru/</w:t>
      </w:r>
      <w:r w:rsidRPr="00DE77AC">
        <w:rPr>
          <w:spacing w:val="1"/>
        </w:rPr>
        <w:t xml:space="preserve"> </w:t>
      </w:r>
      <w:r w:rsidRPr="00DE77AC">
        <w:t>https://resh.edu.ru/</w:t>
      </w:r>
      <w:r w:rsidRPr="00DE77AC">
        <w:rPr>
          <w:spacing w:val="1"/>
        </w:rPr>
        <w:t xml:space="preserve"> </w:t>
      </w:r>
      <w:r w:rsidRPr="00DE77AC">
        <w:rPr>
          <w:spacing w:val="-1"/>
        </w:rPr>
        <w:t>https://</w:t>
      </w:r>
      <w:hyperlink r:id="rId52">
        <w:r w:rsidRPr="00DE77AC">
          <w:rPr>
            <w:spacing w:val="-1"/>
          </w:rPr>
          <w:t>www.francaisavecpierre.com/</w:t>
        </w:r>
      </w:hyperlink>
      <w:r w:rsidRPr="00DE77AC">
        <w:rPr>
          <w:spacing w:val="-57"/>
        </w:rPr>
        <w:t xml:space="preserve"> </w:t>
      </w:r>
      <w:r w:rsidRPr="00DE77AC">
        <w:t>https://infourok.ru/</w:t>
      </w:r>
      <w:r w:rsidRPr="00DE77AC">
        <w:rPr>
          <w:spacing w:val="1"/>
        </w:rPr>
        <w:t xml:space="preserve"> </w:t>
      </w:r>
      <w:hyperlink r:id="rId53">
        <w:r w:rsidRPr="00DE77AC">
          <w:t>www.jaimelire.com/</w:t>
        </w:r>
      </w:hyperlink>
    </w:p>
    <w:p w:rsidR="00E76AB9" w:rsidRPr="00DE77AC" w:rsidRDefault="00E76AB9" w:rsidP="004B4620">
      <w:pPr>
        <w:pStyle w:val="Heading1"/>
        <w:numPr>
          <w:ilvl w:val="0"/>
          <w:numId w:val="3"/>
        </w:numPr>
        <w:tabs>
          <w:tab w:val="left" w:pos="287"/>
        </w:tabs>
        <w:spacing w:before="189"/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 w:line="292" w:lineRule="auto"/>
        <w:ind w:right="6921"/>
        <w:jc w:val="both"/>
      </w:pPr>
      <w:r w:rsidRPr="00DE77AC">
        <w:t>https://french-online.ru/</w:t>
      </w:r>
      <w:r w:rsidRPr="00DE77AC">
        <w:rPr>
          <w:spacing w:val="1"/>
        </w:rPr>
        <w:t xml:space="preserve"> </w:t>
      </w:r>
      <w:r w:rsidRPr="00DE77AC">
        <w:t>https://resh.edu.ru/</w:t>
      </w:r>
      <w:r w:rsidRPr="00DE77AC">
        <w:rPr>
          <w:spacing w:val="1"/>
        </w:rPr>
        <w:t xml:space="preserve"> </w:t>
      </w:r>
      <w:r w:rsidRPr="00DE77AC">
        <w:rPr>
          <w:spacing w:val="-1"/>
        </w:rPr>
        <w:t>https://</w:t>
      </w:r>
      <w:hyperlink r:id="rId54">
        <w:r w:rsidRPr="00DE77AC">
          <w:rPr>
            <w:spacing w:val="-1"/>
          </w:rPr>
          <w:t>www.francaisavecpierre.com/</w:t>
        </w:r>
      </w:hyperlink>
      <w:r w:rsidRPr="00DE77AC">
        <w:rPr>
          <w:spacing w:val="-57"/>
        </w:rPr>
        <w:t xml:space="preserve"> </w:t>
      </w:r>
      <w:r w:rsidRPr="00DE77AC">
        <w:t>https://infourok.ru/</w:t>
      </w:r>
      <w:r w:rsidRPr="00DE77AC">
        <w:rPr>
          <w:spacing w:val="1"/>
        </w:rPr>
        <w:t xml:space="preserve"> </w:t>
      </w:r>
      <w:r w:rsidRPr="00DE77AC">
        <w:t>https://</w:t>
      </w:r>
      <w:hyperlink r:id="rId55">
        <w:r w:rsidRPr="00DE77AC">
          <w:t>www.jebouquine.com/</w:t>
        </w:r>
      </w:hyperlink>
      <w:r w:rsidRPr="00DE77AC">
        <w:rPr>
          <w:spacing w:val="1"/>
        </w:rPr>
        <w:t xml:space="preserve"> </w:t>
      </w:r>
      <w:hyperlink r:id="rId56">
        <w:r w:rsidRPr="00DE77AC">
          <w:t>http://fr.wikipedia.org/</w:t>
        </w:r>
      </w:hyperlink>
    </w:p>
    <w:p w:rsidR="00E76AB9" w:rsidRPr="00DE77AC" w:rsidRDefault="00E76AB9" w:rsidP="004B4620">
      <w:pPr>
        <w:spacing w:line="292" w:lineRule="auto"/>
        <w:jc w:val="both"/>
        <w:rPr>
          <w:sz w:val="24"/>
          <w:szCs w:val="24"/>
        </w:rPr>
        <w:sectPr w:rsidR="00E76AB9" w:rsidRPr="00DE77AC">
          <w:pgSz w:w="11900" w:h="16840"/>
          <w:pgMar w:top="540" w:right="540" w:bottom="280" w:left="560" w:header="720" w:footer="720" w:gutter="0"/>
          <w:cols w:space="720"/>
        </w:sectPr>
      </w:pPr>
    </w:p>
    <w:p w:rsidR="00E76AB9" w:rsidRPr="00DE77AC" w:rsidRDefault="00E76AB9" w:rsidP="004B4620">
      <w:pPr>
        <w:pStyle w:val="Heading1"/>
        <w:spacing w:before="66"/>
        <w:ind w:left="106"/>
        <w:jc w:val="both"/>
      </w:pPr>
      <w:r w:rsidRPr="00DE77AC">
        <w:t>МАТЕРИАЛЬНО-ТЕХНИЧЕСКОЕ</w:t>
      </w:r>
      <w:r w:rsidRPr="00DE77AC">
        <w:rPr>
          <w:spacing w:val="-14"/>
        </w:rPr>
        <w:t xml:space="preserve"> </w:t>
      </w:r>
      <w:r w:rsidRPr="00DE77AC">
        <w:t>ОБЕСПЕЧЕНИЕ</w:t>
      </w:r>
      <w:r w:rsidRPr="00DE77AC">
        <w:rPr>
          <w:spacing w:val="-13"/>
        </w:rPr>
        <w:t xml:space="preserve"> </w:t>
      </w:r>
      <w:r w:rsidRPr="00DE77AC">
        <w:t>ОБРАЗОВАТЕЛЬНОГО</w:t>
      </w:r>
      <w:r w:rsidRPr="00DE77AC">
        <w:rPr>
          <w:spacing w:val="-14"/>
        </w:rPr>
        <w:t xml:space="preserve"> </w:t>
      </w:r>
      <w:r w:rsidRPr="00DE77AC">
        <w:t>ПРОЦЕССА</w:t>
      </w:r>
    </w:p>
    <w:p w:rsidR="00E76AB9" w:rsidRPr="00DE77AC" w:rsidRDefault="00E76AB9" w:rsidP="004B4620">
      <w:pPr>
        <w:spacing w:before="82" w:line="530" w:lineRule="atLeast"/>
        <w:ind w:left="106" w:right="7350"/>
        <w:jc w:val="both"/>
        <w:rPr>
          <w:b/>
          <w:sz w:val="24"/>
          <w:szCs w:val="24"/>
        </w:rPr>
      </w:pPr>
      <w:r>
        <w:rPr>
          <w:noProof/>
          <w:lang w:eastAsia="ru-RU"/>
        </w:rPr>
        <w:pict>
          <v:rect id="_x0000_s1030" style="position:absolute;left:0;text-align:left;margin-left:33.3pt;margin-top:5.8pt;width:528.15pt;height:.6pt;z-index:-251659776;mso-position-horizontal-relative:page" fillcolor="black" stroked="f">
            <w10:wrap anchorx="page"/>
          </v:rect>
        </w:pict>
      </w:r>
      <w:r w:rsidRPr="00DE77AC">
        <w:rPr>
          <w:b/>
          <w:sz w:val="24"/>
          <w:szCs w:val="24"/>
        </w:rPr>
        <w:t>УЧЕБНОЕ</w:t>
      </w:r>
      <w:r w:rsidRPr="00DE77AC">
        <w:rPr>
          <w:b/>
          <w:spacing w:val="-14"/>
          <w:sz w:val="24"/>
          <w:szCs w:val="24"/>
        </w:rPr>
        <w:t xml:space="preserve"> </w:t>
      </w:r>
      <w:r w:rsidRPr="00DE77AC">
        <w:rPr>
          <w:b/>
          <w:sz w:val="24"/>
          <w:szCs w:val="24"/>
        </w:rPr>
        <w:t>ОБОРУДОВАНИЕ</w:t>
      </w:r>
      <w:r w:rsidRPr="00DE77AC">
        <w:rPr>
          <w:b/>
          <w:spacing w:val="-57"/>
          <w:sz w:val="24"/>
          <w:szCs w:val="24"/>
        </w:rPr>
        <w:t xml:space="preserve"> </w:t>
      </w:r>
      <w:r w:rsidRPr="00DE77AC">
        <w:rPr>
          <w:b/>
          <w:sz w:val="24"/>
          <w:szCs w:val="24"/>
        </w:rPr>
        <w:t>5</w:t>
      </w:r>
      <w:r w:rsidRPr="00DE77AC">
        <w:rPr>
          <w:b/>
          <w:spacing w:val="-1"/>
          <w:sz w:val="24"/>
          <w:szCs w:val="24"/>
        </w:rPr>
        <w:t xml:space="preserve"> </w:t>
      </w:r>
      <w:r w:rsidRPr="00DE77AC">
        <w:rPr>
          <w:b/>
          <w:sz w:val="24"/>
          <w:szCs w:val="24"/>
        </w:rPr>
        <w:t>КЛАСС</w:t>
      </w:r>
    </w:p>
    <w:p w:rsidR="00E76AB9" w:rsidRPr="00DE77AC" w:rsidRDefault="00E76AB9" w:rsidP="004B4620">
      <w:pPr>
        <w:pStyle w:val="BodyText"/>
        <w:spacing w:before="154"/>
        <w:jc w:val="both"/>
      </w:pPr>
      <w:r w:rsidRPr="00DE77AC">
        <w:t>компьютер</w:t>
      </w:r>
    </w:p>
    <w:p w:rsidR="00E76AB9" w:rsidRPr="00DE77AC" w:rsidRDefault="00E76AB9" w:rsidP="004B4620">
      <w:pPr>
        <w:pStyle w:val="BodyText"/>
        <w:spacing w:before="11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2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/>
        <w:jc w:val="both"/>
      </w:pPr>
      <w:r w:rsidRPr="00DE77AC">
        <w:t>компьютер</w:t>
      </w:r>
    </w:p>
    <w:p w:rsidR="00E76AB9" w:rsidRPr="00DE77AC" w:rsidRDefault="00E76AB9" w:rsidP="004B4620">
      <w:pPr>
        <w:pStyle w:val="BodyText"/>
        <w:spacing w:before="11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2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/>
        <w:jc w:val="both"/>
      </w:pPr>
      <w:r w:rsidRPr="00DE77AC">
        <w:t>компьютер</w:t>
      </w:r>
    </w:p>
    <w:p w:rsidR="00E76AB9" w:rsidRPr="00DE77AC" w:rsidRDefault="00E76AB9" w:rsidP="004B4620">
      <w:pPr>
        <w:pStyle w:val="BodyText"/>
        <w:spacing w:before="10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2"/>
        </w:numPr>
        <w:tabs>
          <w:tab w:val="left" w:pos="287"/>
        </w:tabs>
        <w:spacing w:before="1"/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/>
        <w:jc w:val="both"/>
      </w:pPr>
      <w:r w:rsidRPr="00DE77AC">
        <w:t>компьютер</w:t>
      </w:r>
    </w:p>
    <w:p w:rsidR="00E76AB9" w:rsidRPr="00DE77AC" w:rsidRDefault="00E76AB9" w:rsidP="004B4620">
      <w:pPr>
        <w:pStyle w:val="BodyText"/>
        <w:spacing w:before="10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2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7"/>
        <w:jc w:val="both"/>
      </w:pPr>
      <w:r w:rsidRPr="00DE77AC">
        <w:t>компьютер</w:t>
      </w:r>
    </w:p>
    <w:p w:rsidR="00E76AB9" w:rsidRPr="00DE77AC" w:rsidRDefault="00E76AB9" w:rsidP="004B4620">
      <w:pPr>
        <w:pStyle w:val="Heading1"/>
        <w:spacing w:line="530" w:lineRule="atLeast"/>
        <w:ind w:left="106" w:right="3191"/>
        <w:jc w:val="both"/>
      </w:pPr>
      <w:r w:rsidRPr="00DE77AC">
        <w:t>ОБОРУДОВАНИЕ</w:t>
      </w:r>
      <w:r w:rsidRPr="00DE77AC">
        <w:rPr>
          <w:spacing w:val="-9"/>
        </w:rPr>
        <w:t xml:space="preserve"> </w:t>
      </w:r>
      <w:r w:rsidRPr="00DE77AC">
        <w:t>ДЛЯ</w:t>
      </w:r>
      <w:r w:rsidRPr="00DE77AC">
        <w:rPr>
          <w:spacing w:val="-9"/>
        </w:rPr>
        <w:t xml:space="preserve"> </w:t>
      </w:r>
      <w:r w:rsidRPr="00DE77AC">
        <w:t>ПРОВЕДЕНИЯ</w:t>
      </w:r>
      <w:r w:rsidRPr="00DE77AC">
        <w:rPr>
          <w:spacing w:val="-9"/>
        </w:rPr>
        <w:t xml:space="preserve"> </w:t>
      </w:r>
      <w:r w:rsidRPr="00DE77AC">
        <w:t>ПРАКТИЧЕСКИХ</w:t>
      </w:r>
      <w:r w:rsidRPr="00DE77AC">
        <w:rPr>
          <w:spacing w:val="-9"/>
        </w:rPr>
        <w:t xml:space="preserve"> </w:t>
      </w:r>
      <w:r w:rsidRPr="00DE77AC">
        <w:t>РАБОТ</w:t>
      </w:r>
      <w:r w:rsidRPr="00DE77AC">
        <w:rPr>
          <w:spacing w:val="-57"/>
        </w:rPr>
        <w:t xml:space="preserve"> </w:t>
      </w:r>
      <w:r w:rsidRPr="00DE77AC">
        <w:t>5</w:t>
      </w:r>
      <w:r w:rsidRPr="00DE77AC">
        <w:rPr>
          <w:spacing w:val="-1"/>
        </w:rPr>
        <w:t xml:space="preserve"> </w:t>
      </w:r>
      <w:r w:rsidRPr="00DE77AC">
        <w:t>КЛАСС</w:t>
      </w:r>
    </w:p>
    <w:p w:rsidR="00E76AB9" w:rsidRPr="00DE77AC" w:rsidRDefault="00E76AB9" w:rsidP="004B4620">
      <w:pPr>
        <w:pStyle w:val="BodyText"/>
        <w:spacing w:before="152"/>
        <w:jc w:val="both"/>
      </w:pPr>
      <w:r w:rsidRPr="00DE77AC">
        <w:t>Мультимедийный</w:t>
      </w:r>
      <w:r w:rsidRPr="00DE77AC">
        <w:rPr>
          <w:spacing w:val="-4"/>
        </w:rPr>
        <w:t xml:space="preserve"> </w:t>
      </w:r>
      <w:r w:rsidRPr="00DE77AC">
        <w:t>проектор</w:t>
      </w:r>
    </w:p>
    <w:p w:rsidR="00E76AB9" w:rsidRPr="00DE77AC" w:rsidRDefault="00E76AB9" w:rsidP="004B4620">
      <w:pPr>
        <w:pStyle w:val="BodyText"/>
        <w:spacing w:before="10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1"/>
        </w:numPr>
        <w:tabs>
          <w:tab w:val="left" w:pos="287"/>
        </w:tabs>
        <w:spacing w:before="1"/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/>
        <w:jc w:val="both"/>
      </w:pPr>
      <w:r w:rsidRPr="00DE77AC">
        <w:t>Мультимедийный</w:t>
      </w:r>
      <w:r w:rsidRPr="00DE77AC">
        <w:rPr>
          <w:spacing w:val="-4"/>
        </w:rPr>
        <w:t xml:space="preserve"> </w:t>
      </w:r>
      <w:r w:rsidRPr="00DE77AC">
        <w:t>проектор</w:t>
      </w:r>
    </w:p>
    <w:p w:rsidR="00E76AB9" w:rsidRPr="00DE77AC" w:rsidRDefault="00E76AB9" w:rsidP="004B4620">
      <w:pPr>
        <w:pStyle w:val="BodyText"/>
        <w:spacing w:before="10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1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7"/>
        <w:jc w:val="both"/>
      </w:pPr>
      <w:r w:rsidRPr="00DE77AC">
        <w:t>Мультимедийный</w:t>
      </w:r>
      <w:r w:rsidRPr="00DE77AC">
        <w:rPr>
          <w:spacing w:val="-4"/>
        </w:rPr>
        <w:t xml:space="preserve"> </w:t>
      </w:r>
      <w:r w:rsidRPr="00DE77AC">
        <w:t>проектор</w:t>
      </w:r>
    </w:p>
    <w:p w:rsidR="00E76AB9" w:rsidRPr="00DE77AC" w:rsidRDefault="00E76AB9" w:rsidP="004B4620">
      <w:pPr>
        <w:pStyle w:val="BodyText"/>
        <w:spacing w:before="10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1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/>
        <w:jc w:val="both"/>
      </w:pPr>
      <w:r w:rsidRPr="00DE77AC">
        <w:t>Мультимедийный</w:t>
      </w:r>
      <w:r w:rsidRPr="00DE77AC">
        <w:rPr>
          <w:spacing w:val="-4"/>
        </w:rPr>
        <w:t xml:space="preserve"> </w:t>
      </w:r>
      <w:r w:rsidRPr="00DE77AC">
        <w:t>проектор</w:t>
      </w:r>
    </w:p>
    <w:p w:rsidR="00E76AB9" w:rsidRPr="00DE77AC" w:rsidRDefault="00E76AB9" w:rsidP="004B4620">
      <w:pPr>
        <w:pStyle w:val="BodyText"/>
        <w:spacing w:before="11"/>
        <w:ind w:left="0"/>
        <w:jc w:val="both"/>
      </w:pPr>
    </w:p>
    <w:p w:rsidR="00E76AB9" w:rsidRPr="00DE77AC" w:rsidRDefault="00E76AB9" w:rsidP="004B4620">
      <w:pPr>
        <w:pStyle w:val="Heading1"/>
        <w:numPr>
          <w:ilvl w:val="0"/>
          <w:numId w:val="1"/>
        </w:numPr>
        <w:tabs>
          <w:tab w:val="left" w:pos="287"/>
        </w:tabs>
        <w:jc w:val="both"/>
      </w:pPr>
      <w:r w:rsidRPr="00DE77AC">
        <w:t>КЛАСС</w:t>
      </w:r>
    </w:p>
    <w:p w:rsidR="00E76AB9" w:rsidRPr="00DE77AC" w:rsidRDefault="00E76AB9" w:rsidP="004B4620">
      <w:pPr>
        <w:pStyle w:val="BodyText"/>
        <w:spacing w:before="156"/>
        <w:jc w:val="both"/>
      </w:pPr>
      <w:r w:rsidRPr="00DE77AC">
        <w:t>Мультимедийный</w:t>
      </w:r>
      <w:r w:rsidRPr="00DE77AC">
        <w:rPr>
          <w:spacing w:val="-4"/>
        </w:rPr>
        <w:t xml:space="preserve"> </w:t>
      </w:r>
      <w:r w:rsidRPr="00DE77AC">
        <w:t>проектор</w:t>
      </w:r>
    </w:p>
    <w:p w:rsidR="00E76AB9" w:rsidRPr="00DE77AC" w:rsidRDefault="00E76AB9" w:rsidP="004B4620">
      <w:pPr>
        <w:jc w:val="both"/>
        <w:rPr>
          <w:sz w:val="24"/>
          <w:szCs w:val="24"/>
        </w:rPr>
        <w:sectPr w:rsidR="00E76AB9" w:rsidRPr="00DE77AC">
          <w:pgSz w:w="11900" w:h="16840"/>
          <w:pgMar w:top="520" w:right="540" w:bottom="280" w:left="560" w:header="720" w:footer="720" w:gutter="0"/>
          <w:cols w:space="720"/>
        </w:sectPr>
      </w:pPr>
    </w:p>
    <w:p w:rsidR="00E76AB9" w:rsidRPr="00DE77AC" w:rsidRDefault="00E76AB9" w:rsidP="004B4620">
      <w:pPr>
        <w:pStyle w:val="BodyText"/>
        <w:spacing w:before="4"/>
        <w:ind w:left="0"/>
        <w:jc w:val="both"/>
      </w:pPr>
    </w:p>
    <w:sectPr w:rsidR="00E76AB9" w:rsidRPr="00DE77AC" w:rsidSect="003A2A1A">
      <w:pgSz w:w="11900" w:h="16840"/>
      <w:pgMar w:top="1600" w:right="5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32"/>
    <w:multiLevelType w:val="hybridMultilevel"/>
    <w:tmpl w:val="FFFFFFFF"/>
    <w:lvl w:ilvl="0" w:tplc="4884569E">
      <w:start w:val="5"/>
      <w:numFmt w:val="decimal"/>
      <w:lvlText w:val="%1"/>
      <w:lvlJc w:val="left"/>
      <w:pPr>
        <w:ind w:left="181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86586530">
      <w:numFmt w:val="bullet"/>
      <w:lvlText w:val="•"/>
      <w:lvlJc w:val="left"/>
      <w:pPr>
        <w:ind w:left="1227" w:hanging="181"/>
      </w:pPr>
      <w:rPr>
        <w:rFonts w:hint="default"/>
      </w:rPr>
    </w:lvl>
    <w:lvl w:ilvl="2" w:tplc="5344B6A4">
      <w:numFmt w:val="bullet"/>
      <w:lvlText w:val="•"/>
      <w:lvlJc w:val="left"/>
      <w:pPr>
        <w:ind w:left="2279" w:hanging="181"/>
      </w:pPr>
      <w:rPr>
        <w:rFonts w:hint="default"/>
      </w:rPr>
    </w:lvl>
    <w:lvl w:ilvl="3" w:tplc="4886A52A">
      <w:numFmt w:val="bullet"/>
      <w:lvlText w:val="•"/>
      <w:lvlJc w:val="left"/>
      <w:pPr>
        <w:ind w:left="3331" w:hanging="181"/>
      </w:pPr>
      <w:rPr>
        <w:rFonts w:hint="default"/>
      </w:rPr>
    </w:lvl>
    <w:lvl w:ilvl="4" w:tplc="A57C1D7E">
      <w:numFmt w:val="bullet"/>
      <w:lvlText w:val="•"/>
      <w:lvlJc w:val="left"/>
      <w:pPr>
        <w:ind w:left="4383" w:hanging="181"/>
      </w:pPr>
      <w:rPr>
        <w:rFonts w:hint="default"/>
      </w:rPr>
    </w:lvl>
    <w:lvl w:ilvl="5" w:tplc="E4BCB7A2">
      <w:numFmt w:val="bullet"/>
      <w:lvlText w:val="•"/>
      <w:lvlJc w:val="left"/>
      <w:pPr>
        <w:ind w:left="5435" w:hanging="181"/>
      </w:pPr>
      <w:rPr>
        <w:rFonts w:hint="default"/>
      </w:rPr>
    </w:lvl>
    <w:lvl w:ilvl="6" w:tplc="38080E44">
      <w:numFmt w:val="bullet"/>
      <w:lvlText w:val="•"/>
      <w:lvlJc w:val="left"/>
      <w:pPr>
        <w:ind w:left="6487" w:hanging="181"/>
      </w:pPr>
      <w:rPr>
        <w:rFonts w:hint="default"/>
      </w:rPr>
    </w:lvl>
    <w:lvl w:ilvl="7" w:tplc="CA628AD2">
      <w:numFmt w:val="bullet"/>
      <w:lvlText w:val="•"/>
      <w:lvlJc w:val="left"/>
      <w:pPr>
        <w:ind w:left="7539" w:hanging="181"/>
      </w:pPr>
      <w:rPr>
        <w:rFonts w:hint="default"/>
      </w:rPr>
    </w:lvl>
    <w:lvl w:ilvl="8" w:tplc="411EAC3A">
      <w:numFmt w:val="bullet"/>
      <w:lvlText w:val="•"/>
      <w:lvlJc w:val="left"/>
      <w:pPr>
        <w:ind w:left="8591" w:hanging="181"/>
      </w:pPr>
      <w:rPr>
        <w:rFonts w:hint="default"/>
      </w:rPr>
    </w:lvl>
  </w:abstractNum>
  <w:abstractNum w:abstractNumId="1">
    <w:nsid w:val="06BD2DD3"/>
    <w:multiLevelType w:val="hybridMultilevel"/>
    <w:tmpl w:val="5992CDD8"/>
    <w:lvl w:ilvl="0" w:tplc="87E6E4AC">
      <w:start w:val="5"/>
      <w:numFmt w:val="decimal"/>
      <w:lvlText w:val="%1"/>
      <w:lvlJc w:val="left"/>
      <w:pPr>
        <w:tabs>
          <w:tab w:val="num" w:pos="465"/>
        </w:tabs>
        <w:ind w:left="4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5"/>
        </w:tabs>
        <w:ind w:left="11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5"/>
        </w:tabs>
        <w:ind w:left="26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5"/>
        </w:tabs>
        <w:ind w:left="40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5"/>
        </w:tabs>
        <w:ind w:left="47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5"/>
        </w:tabs>
        <w:ind w:left="6225" w:hanging="180"/>
      </w:pPr>
      <w:rPr>
        <w:rFonts w:cs="Times New Roman"/>
      </w:rPr>
    </w:lvl>
  </w:abstractNum>
  <w:abstractNum w:abstractNumId="2">
    <w:nsid w:val="07725526"/>
    <w:multiLevelType w:val="hybridMultilevel"/>
    <w:tmpl w:val="FFFFFFFF"/>
    <w:lvl w:ilvl="0" w:tplc="CE5AF17C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C1D236AC">
      <w:numFmt w:val="bullet"/>
      <w:lvlText w:val="•"/>
      <w:lvlJc w:val="left"/>
      <w:pPr>
        <w:ind w:left="1332" w:hanging="181"/>
      </w:pPr>
      <w:rPr>
        <w:rFonts w:hint="default"/>
      </w:rPr>
    </w:lvl>
    <w:lvl w:ilvl="2" w:tplc="C1E4E654">
      <w:numFmt w:val="bullet"/>
      <w:lvlText w:val="•"/>
      <w:lvlJc w:val="left"/>
      <w:pPr>
        <w:ind w:left="2384" w:hanging="181"/>
      </w:pPr>
      <w:rPr>
        <w:rFonts w:hint="default"/>
      </w:rPr>
    </w:lvl>
    <w:lvl w:ilvl="3" w:tplc="C68A4236">
      <w:numFmt w:val="bullet"/>
      <w:lvlText w:val="•"/>
      <w:lvlJc w:val="left"/>
      <w:pPr>
        <w:ind w:left="3436" w:hanging="181"/>
      </w:pPr>
      <w:rPr>
        <w:rFonts w:hint="default"/>
      </w:rPr>
    </w:lvl>
    <w:lvl w:ilvl="4" w:tplc="7368014A">
      <w:numFmt w:val="bullet"/>
      <w:lvlText w:val="•"/>
      <w:lvlJc w:val="left"/>
      <w:pPr>
        <w:ind w:left="4488" w:hanging="181"/>
      </w:pPr>
      <w:rPr>
        <w:rFonts w:hint="default"/>
      </w:rPr>
    </w:lvl>
    <w:lvl w:ilvl="5" w:tplc="CF72DEBC">
      <w:numFmt w:val="bullet"/>
      <w:lvlText w:val="•"/>
      <w:lvlJc w:val="left"/>
      <w:pPr>
        <w:ind w:left="5540" w:hanging="181"/>
      </w:pPr>
      <w:rPr>
        <w:rFonts w:hint="default"/>
      </w:rPr>
    </w:lvl>
    <w:lvl w:ilvl="6" w:tplc="6298F8C4">
      <w:numFmt w:val="bullet"/>
      <w:lvlText w:val="•"/>
      <w:lvlJc w:val="left"/>
      <w:pPr>
        <w:ind w:left="6592" w:hanging="181"/>
      </w:pPr>
      <w:rPr>
        <w:rFonts w:hint="default"/>
      </w:rPr>
    </w:lvl>
    <w:lvl w:ilvl="7" w:tplc="116CE0A8">
      <w:numFmt w:val="bullet"/>
      <w:lvlText w:val="•"/>
      <w:lvlJc w:val="left"/>
      <w:pPr>
        <w:ind w:left="7644" w:hanging="181"/>
      </w:pPr>
      <w:rPr>
        <w:rFonts w:hint="default"/>
      </w:rPr>
    </w:lvl>
    <w:lvl w:ilvl="8" w:tplc="50CACAA0">
      <w:numFmt w:val="bullet"/>
      <w:lvlText w:val="•"/>
      <w:lvlJc w:val="left"/>
      <w:pPr>
        <w:ind w:left="8696" w:hanging="181"/>
      </w:pPr>
      <w:rPr>
        <w:rFonts w:hint="default"/>
      </w:rPr>
    </w:lvl>
  </w:abstractNum>
  <w:abstractNum w:abstractNumId="3">
    <w:nsid w:val="20A336C5"/>
    <w:multiLevelType w:val="hybridMultilevel"/>
    <w:tmpl w:val="FFFFFFFF"/>
    <w:lvl w:ilvl="0" w:tplc="E2F2F06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1" w:tplc="A98603CC">
      <w:numFmt w:val="bullet"/>
      <w:lvlText w:val="•"/>
      <w:lvlJc w:val="left"/>
      <w:pPr>
        <w:ind w:left="1550" w:hanging="361"/>
      </w:pPr>
      <w:rPr>
        <w:rFonts w:hint="default"/>
      </w:rPr>
    </w:lvl>
    <w:lvl w:ilvl="2" w:tplc="25769D3A">
      <w:numFmt w:val="bullet"/>
      <w:lvlText w:val="•"/>
      <w:lvlJc w:val="left"/>
      <w:pPr>
        <w:ind w:left="2580" w:hanging="361"/>
      </w:pPr>
      <w:rPr>
        <w:rFonts w:hint="default"/>
      </w:rPr>
    </w:lvl>
    <w:lvl w:ilvl="3" w:tplc="288E361A">
      <w:numFmt w:val="bullet"/>
      <w:lvlText w:val="•"/>
      <w:lvlJc w:val="left"/>
      <w:pPr>
        <w:ind w:left="3610" w:hanging="361"/>
      </w:pPr>
      <w:rPr>
        <w:rFonts w:hint="default"/>
      </w:rPr>
    </w:lvl>
    <w:lvl w:ilvl="4" w:tplc="CDEA0FA4">
      <w:numFmt w:val="bullet"/>
      <w:lvlText w:val="•"/>
      <w:lvlJc w:val="left"/>
      <w:pPr>
        <w:ind w:left="4640" w:hanging="361"/>
      </w:pPr>
      <w:rPr>
        <w:rFonts w:hint="default"/>
      </w:rPr>
    </w:lvl>
    <w:lvl w:ilvl="5" w:tplc="487E59F0">
      <w:numFmt w:val="bullet"/>
      <w:lvlText w:val="•"/>
      <w:lvlJc w:val="left"/>
      <w:pPr>
        <w:ind w:left="5670" w:hanging="361"/>
      </w:pPr>
      <w:rPr>
        <w:rFonts w:hint="default"/>
      </w:rPr>
    </w:lvl>
    <w:lvl w:ilvl="6" w:tplc="D47E7954">
      <w:numFmt w:val="bullet"/>
      <w:lvlText w:val="•"/>
      <w:lvlJc w:val="left"/>
      <w:pPr>
        <w:ind w:left="6700" w:hanging="361"/>
      </w:pPr>
      <w:rPr>
        <w:rFonts w:hint="default"/>
      </w:rPr>
    </w:lvl>
    <w:lvl w:ilvl="7" w:tplc="1512B058">
      <w:numFmt w:val="bullet"/>
      <w:lvlText w:val="•"/>
      <w:lvlJc w:val="left"/>
      <w:pPr>
        <w:ind w:left="7730" w:hanging="361"/>
      </w:pPr>
      <w:rPr>
        <w:rFonts w:hint="default"/>
      </w:rPr>
    </w:lvl>
    <w:lvl w:ilvl="8" w:tplc="9BE41672">
      <w:numFmt w:val="bullet"/>
      <w:lvlText w:val="•"/>
      <w:lvlJc w:val="left"/>
      <w:pPr>
        <w:ind w:left="8760" w:hanging="361"/>
      </w:pPr>
      <w:rPr>
        <w:rFonts w:hint="default"/>
      </w:rPr>
    </w:lvl>
  </w:abstractNum>
  <w:abstractNum w:abstractNumId="4">
    <w:nsid w:val="23D30F93"/>
    <w:multiLevelType w:val="hybridMultilevel"/>
    <w:tmpl w:val="FFFFFFFF"/>
    <w:lvl w:ilvl="0" w:tplc="70D61E1A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4DBC7DE8">
      <w:numFmt w:val="bullet"/>
      <w:lvlText w:val="•"/>
      <w:lvlJc w:val="left"/>
      <w:pPr>
        <w:ind w:left="1332" w:hanging="181"/>
      </w:pPr>
      <w:rPr>
        <w:rFonts w:hint="default"/>
      </w:rPr>
    </w:lvl>
    <w:lvl w:ilvl="2" w:tplc="C78253B8">
      <w:numFmt w:val="bullet"/>
      <w:lvlText w:val="•"/>
      <w:lvlJc w:val="left"/>
      <w:pPr>
        <w:ind w:left="2384" w:hanging="181"/>
      </w:pPr>
      <w:rPr>
        <w:rFonts w:hint="default"/>
      </w:rPr>
    </w:lvl>
    <w:lvl w:ilvl="3" w:tplc="0FDCAD64">
      <w:numFmt w:val="bullet"/>
      <w:lvlText w:val="•"/>
      <w:lvlJc w:val="left"/>
      <w:pPr>
        <w:ind w:left="3436" w:hanging="181"/>
      </w:pPr>
      <w:rPr>
        <w:rFonts w:hint="default"/>
      </w:rPr>
    </w:lvl>
    <w:lvl w:ilvl="4" w:tplc="7FF08928">
      <w:numFmt w:val="bullet"/>
      <w:lvlText w:val="•"/>
      <w:lvlJc w:val="left"/>
      <w:pPr>
        <w:ind w:left="4488" w:hanging="181"/>
      </w:pPr>
      <w:rPr>
        <w:rFonts w:hint="default"/>
      </w:rPr>
    </w:lvl>
    <w:lvl w:ilvl="5" w:tplc="54F4873C">
      <w:numFmt w:val="bullet"/>
      <w:lvlText w:val="•"/>
      <w:lvlJc w:val="left"/>
      <w:pPr>
        <w:ind w:left="5540" w:hanging="181"/>
      </w:pPr>
      <w:rPr>
        <w:rFonts w:hint="default"/>
      </w:rPr>
    </w:lvl>
    <w:lvl w:ilvl="6" w:tplc="AF7E06CC">
      <w:numFmt w:val="bullet"/>
      <w:lvlText w:val="•"/>
      <w:lvlJc w:val="left"/>
      <w:pPr>
        <w:ind w:left="6592" w:hanging="181"/>
      </w:pPr>
      <w:rPr>
        <w:rFonts w:hint="default"/>
      </w:rPr>
    </w:lvl>
    <w:lvl w:ilvl="7" w:tplc="2632B9B0">
      <w:numFmt w:val="bullet"/>
      <w:lvlText w:val="•"/>
      <w:lvlJc w:val="left"/>
      <w:pPr>
        <w:ind w:left="7644" w:hanging="181"/>
      </w:pPr>
      <w:rPr>
        <w:rFonts w:hint="default"/>
      </w:rPr>
    </w:lvl>
    <w:lvl w:ilvl="8" w:tplc="25660C7E">
      <w:numFmt w:val="bullet"/>
      <w:lvlText w:val="•"/>
      <w:lvlJc w:val="left"/>
      <w:pPr>
        <w:ind w:left="8696" w:hanging="181"/>
      </w:pPr>
      <w:rPr>
        <w:rFonts w:hint="default"/>
      </w:rPr>
    </w:lvl>
  </w:abstractNum>
  <w:abstractNum w:abstractNumId="5">
    <w:nsid w:val="245F791A"/>
    <w:multiLevelType w:val="hybridMultilevel"/>
    <w:tmpl w:val="FFFFFFFF"/>
    <w:lvl w:ilvl="0" w:tplc="6C325C2A">
      <w:start w:val="5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51221372">
      <w:numFmt w:val="bullet"/>
      <w:lvlText w:val="•"/>
      <w:lvlJc w:val="left"/>
      <w:pPr>
        <w:ind w:left="1332" w:hanging="181"/>
      </w:pPr>
      <w:rPr>
        <w:rFonts w:hint="default"/>
      </w:rPr>
    </w:lvl>
    <w:lvl w:ilvl="2" w:tplc="84C4DFC8">
      <w:numFmt w:val="bullet"/>
      <w:lvlText w:val="•"/>
      <w:lvlJc w:val="left"/>
      <w:pPr>
        <w:ind w:left="2384" w:hanging="181"/>
      </w:pPr>
      <w:rPr>
        <w:rFonts w:hint="default"/>
      </w:rPr>
    </w:lvl>
    <w:lvl w:ilvl="3" w:tplc="92B4A41C">
      <w:numFmt w:val="bullet"/>
      <w:lvlText w:val="•"/>
      <w:lvlJc w:val="left"/>
      <w:pPr>
        <w:ind w:left="3436" w:hanging="181"/>
      </w:pPr>
      <w:rPr>
        <w:rFonts w:hint="default"/>
      </w:rPr>
    </w:lvl>
    <w:lvl w:ilvl="4" w:tplc="463CDE92">
      <w:numFmt w:val="bullet"/>
      <w:lvlText w:val="•"/>
      <w:lvlJc w:val="left"/>
      <w:pPr>
        <w:ind w:left="4488" w:hanging="181"/>
      </w:pPr>
      <w:rPr>
        <w:rFonts w:hint="default"/>
      </w:rPr>
    </w:lvl>
    <w:lvl w:ilvl="5" w:tplc="26A603D8">
      <w:numFmt w:val="bullet"/>
      <w:lvlText w:val="•"/>
      <w:lvlJc w:val="left"/>
      <w:pPr>
        <w:ind w:left="5540" w:hanging="181"/>
      </w:pPr>
      <w:rPr>
        <w:rFonts w:hint="default"/>
      </w:rPr>
    </w:lvl>
    <w:lvl w:ilvl="6" w:tplc="BBFADC40">
      <w:numFmt w:val="bullet"/>
      <w:lvlText w:val="•"/>
      <w:lvlJc w:val="left"/>
      <w:pPr>
        <w:ind w:left="6592" w:hanging="181"/>
      </w:pPr>
      <w:rPr>
        <w:rFonts w:hint="default"/>
      </w:rPr>
    </w:lvl>
    <w:lvl w:ilvl="7" w:tplc="15746250">
      <w:numFmt w:val="bullet"/>
      <w:lvlText w:val="•"/>
      <w:lvlJc w:val="left"/>
      <w:pPr>
        <w:ind w:left="7644" w:hanging="181"/>
      </w:pPr>
      <w:rPr>
        <w:rFonts w:hint="default"/>
      </w:rPr>
    </w:lvl>
    <w:lvl w:ilvl="8" w:tplc="148A7118">
      <w:numFmt w:val="bullet"/>
      <w:lvlText w:val="•"/>
      <w:lvlJc w:val="left"/>
      <w:pPr>
        <w:ind w:left="8696" w:hanging="181"/>
      </w:pPr>
      <w:rPr>
        <w:rFonts w:hint="default"/>
      </w:rPr>
    </w:lvl>
  </w:abstractNum>
  <w:abstractNum w:abstractNumId="6">
    <w:nsid w:val="2806303E"/>
    <w:multiLevelType w:val="hybridMultilevel"/>
    <w:tmpl w:val="FFFFFFFF"/>
    <w:lvl w:ilvl="0" w:tplc="D486CEA6">
      <w:start w:val="5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385EE0C0">
      <w:start w:val="1"/>
      <w:numFmt w:val="decimal"/>
      <w:lvlText w:val="%2)"/>
      <w:lvlJc w:val="left"/>
      <w:pPr>
        <w:ind w:left="550" w:hanging="26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</w:rPr>
    </w:lvl>
    <w:lvl w:ilvl="2" w:tplc="BD9CA3F4">
      <w:numFmt w:val="bullet"/>
      <w:lvlText w:val="•"/>
      <w:lvlJc w:val="left"/>
      <w:pPr>
        <w:ind w:left="1700" w:hanging="265"/>
      </w:pPr>
      <w:rPr>
        <w:rFonts w:hint="default"/>
      </w:rPr>
    </w:lvl>
    <w:lvl w:ilvl="3" w:tplc="78E68B0A">
      <w:numFmt w:val="bullet"/>
      <w:lvlText w:val="•"/>
      <w:lvlJc w:val="left"/>
      <w:pPr>
        <w:ind w:left="2840" w:hanging="265"/>
      </w:pPr>
      <w:rPr>
        <w:rFonts w:hint="default"/>
      </w:rPr>
    </w:lvl>
    <w:lvl w:ilvl="4" w:tplc="61C09B7C">
      <w:numFmt w:val="bullet"/>
      <w:lvlText w:val="•"/>
      <w:lvlJc w:val="left"/>
      <w:pPr>
        <w:ind w:left="3980" w:hanging="265"/>
      </w:pPr>
      <w:rPr>
        <w:rFonts w:hint="default"/>
      </w:rPr>
    </w:lvl>
    <w:lvl w:ilvl="5" w:tplc="6D4ED016">
      <w:numFmt w:val="bullet"/>
      <w:lvlText w:val="•"/>
      <w:lvlJc w:val="left"/>
      <w:pPr>
        <w:ind w:left="5120" w:hanging="265"/>
      </w:pPr>
      <w:rPr>
        <w:rFonts w:hint="default"/>
      </w:rPr>
    </w:lvl>
    <w:lvl w:ilvl="6" w:tplc="5964EBDE">
      <w:numFmt w:val="bullet"/>
      <w:lvlText w:val="•"/>
      <w:lvlJc w:val="left"/>
      <w:pPr>
        <w:ind w:left="6260" w:hanging="265"/>
      </w:pPr>
      <w:rPr>
        <w:rFonts w:hint="default"/>
      </w:rPr>
    </w:lvl>
    <w:lvl w:ilvl="7" w:tplc="3D1CB63C">
      <w:numFmt w:val="bullet"/>
      <w:lvlText w:val="•"/>
      <w:lvlJc w:val="left"/>
      <w:pPr>
        <w:ind w:left="7400" w:hanging="265"/>
      </w:pPr>
      <w:rPr>
        <w:rFonts w:hint="default"/>
      </w:rPr>
    </w:lvl>
    <w:lvl w:ilvl="8" w:tplc="D43204D2">
      <w:numFmt w:val="bullet"/>
      <w:lvlText w:val="•"/>
      <w:lvlJc w:val="left"/>
      <w:pPr>
        <w:ind w:left="8540" w:hanging="265"/>
      </w:pPr>
      <w:rPr>
        <w:rFonts w:hint="default"/>
      </w:rPr>
    </w:lvl>
  </w:abstractNum>
  <w:abstractNum w:abstractNumId="7">
    <w:nsid w:val="375752F2"/>
    <w:multiLevelType w:val="hybridMultilevel"/>
    <w:tmpl w:val="FFFFFFFF"/>
    <w:lvl w:ilvl="0" w:tplc="CA6E5402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hint="default"/>
        <w:w w:val="100"/>
        <w:sz w:val="24"/>
      </w:rPr>
    </w:lvl>
    <w:lvl w:ilvl="1" w:tplc="6A5E22C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2" w:tplc="F6722642">
      <w:numFmt w:val="bullet"/>
      <w:lvlText w:val="•"/>
      <w:lvlJc w:val="left"/>
      <w:pPr>
        <w:ind w:left="1664" w:hanging="361"/>
      </w:pPr>
      <w:rPr>
        <w:rFonts w:hint="default"/>
      </w:rPr>
    </w:lvl>
    <w:lvl w:ilvl="3" w:tplc="F7FC3DD2">
      <w:numFmt w:val="bullet"/>
      <w:lvlText w:val="•"/>
      <w:lvlJc w:val="left"/>
      <w:pPr>
        <w:ind w:left="2808" w:hanging="361"/>
      </w:pPr>
      <w:rPr>
        <w:rFonts w:hint="default"/>
      </w:rPr>
    </w:lvl>
    <w:lvl w:ilvl="4" w:tplc="F61E87B6">
      <w:numFmt w:val="bullet"/>
      <w:lvlText w:val="•"/>
      <w:lvlJc w:val="left"/>
      <w:pPr>
        <w:ind w:left="3953" w:hanging="361"/>
      </w:pPr>
      <w:rPr>
        <w:rFonts w:hint="default"/>
      </w:rPr>
    </w:lvl>
    <w:lvl w:ilvl="5" w:tplc="DF44BF3C">
      <w:numFmt w:val="bullet"/>
      <w:lvlText w:val="•"/>
      <w:lvlJc w:val="left"/>
      <w:pPr>
        <w:ind w:left="5097" w:hanging="361"/>
      </w:pPr>
      <w:rPr>
        <w:rFonts w:hint="default"/>
      </w:rPr>
    </w:lvl>
    <w:lvl w:ilvl="6" w:tplc="1B2490E6">
      <w:numFmt w:val="bullet"/>
      <w:lvlText w:val="•"/>
      <w:lvlJc w:val="left"/>
      <w:pPr>
        <w:ind w:left="6242" w:hanging="361"/>
      </w:pPr>
      <w:rPr>
        <w:rFonts w:hint="default"/>
      </w:rPr>
    </w:lvl>
    <w:lvl w:ilvl="7" w:tplc="62DA9C2C">
      <w:numFmt w:val="bullet"/>
      <w:lvlText w:val="•"/>
      <w:lvlJc w:val="left"/>
      <w:pPr>
        <w:ind w:left="7386" w:hanging="361"/>
      </w:pPr>
      <w:rPr>
        <w:rFonts w:hint="default"/>
      </w:rPr>
    </w:lvl>
    <w:lvl w:ilvl="8" w:tplc="DE446C62">
      <w:numFmt w:val="bullet"/>
      <w:lvlText w:val="•"/>
      <w:lvlJc w:val="left"/>
      <w:pPr>
        <w:ind w:left="8531" w:hanging="361"/>
      </w:pPr>
      <w:rPr>
        <w:rFonts w:hint="default"/>
      </w:rPr>
    </w:lvl>
  </w:abstractNum>
  <w:abstractNum w:abstractNumId="8">
    <w:nsid w:val="3829309D"/>
    <w:multiLevelType w:val="hybridMultilevel"/>
    <w:tmpl w:val="FFFFFFFF"/>
    <w:lvl w:ilvl="0" w:tplc="88D4A17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1" w:tplc="CD56D52A">
      <w:numFmt w:val="bullet"/>
      <w:lvlText w:val="•"/>
      <w:lvlJc w:val="left"/>
      <w:pPr>
        <w:ind w:left="1550" w:hanging="361"/>
      </w:pPr>
      <w:rPr>
        <w:rFonts w:hint="default"/>
      </w:rPr>
    </w:lvl>
    <w:lvl w:ilvl="2" w:tplc="49465DB8">
      <w:numFmt w:val="bullet"/>
      <w:lvlText w:val="•"/>
      <w:lvlJc w:val="left"/>
      <w:pPr>
        <w:ind w:left="2580" w:hanging="361"/>
      </w:pPr>
      <w:rPr>
        <w:rFonts w:hint="default"/>
      </w:rPr>
    </w:lvl>
    <w:lvl w:ilvl="3" w:tplc="DDE2D37A">
      <w:numFmt w:val="bullet"/>
      <w:lvlText w:val="•"/>
      <w:lvlJc w:val="left"/>
      <w:pPr>
        <w:ind w:left="3610" w:hanging="361"/>
      </w:pPr>
      <w:rPr>
        <w:rFonts w:hint="default"/>
      </w:rPr>
    </w:lvl>
    <w:lvl w:ilvl="4" w:tplc="ADCCE0B0">
      <w:numFmt w:val="bullet"/>
      <w:lvlText w:val="•"/>
      <w:lvlJc w:val="left"/>
      <w:pPr>
        <w:ind w:left="4640" w:hanging="361"/>
      </w:pPr>
      <w:rPr>
        <w:rFonts w:hint="default"/>
      </w:rPr>
    </w:lvl>
    <w:lvl w:ilvl="5" w:tplc="52EA329A">
      <w:numFmt w:val="bullet"/>
      <w:lvlText w:val="•"/>
      <w:lvlJc w:val="left"/>
      <w:pPr>
        <w:ind w:left="5670" w:hanging="361"/>
      </w:pPr>
      <w:rPr>
        <w:rFonts w:hint="default"/>
      </w:rPr>
    </w:lvl>
    <w:lvl w:ilvl="6" w:tplc="BF06BF46">
      <w:numFmt w:val="bullet"/>
      <w:lvlText w:val="•"/>
      <w:lvlJc w:val="left"/>
      <w:pPr>
        <w:ind w:left="6700" w:hanging="361"/>
      </w:pPr>
      <w:rPr>
        <w:rFonts w:hint="default"/>
      </w:rPr>
    </w:lvl>
    <w:lvl w:ilvl="7" w:tplc="96BC34E0">
      <w:numFmt w:val="bullet"/>
      <w:lvlText w:val="•"/>
      <w:lvlJc w:val="left"/>
      <w:pPr>
        <w:ind w:left="7730" w:hanging="361"/>
      </w:pPr>
      <w:rPr>
        <w:rFonts w:hint="default"/>
      </w:rPr>
    </w:lvl>
    <w:lvl w:ilvl="8" w:tplc="E556DA18">
      <w:numFmt w:val="bullet"/>
      <w:lvlText w:val="•"/>
      <w:lvlJc w:val="left"/>
      <w:pPr>
        <w:ind w:left="8760" w:hanging="361"/>
      </w:pPr>
      <w:rPr>
        <w:rFonts w:hint="default"/>
      </w:rPr>
    </w:lvl>
  </w:abstractNum>
  <w:abstractNum w:abstractNumId="9">
    <w:nsid w:val="3C210A83"/>
    <w:multiLevelType w:val="hybridMultilevel"/>
    <w:tmpl w:val="FFFFFFFF"/>
    <w:lvl w:ilvl="0" w:tplc="00D07D82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F521FE2">
      <w:numFmt w:val="bullet"/>
      <w:lvlText w:val="•"/>
      <w:lvlJc w:val="left"/>
      <w:pPr>
        <w:ind w:left="1170" w:hanging="241"/>
      </w:pPr>
      <w:rPr>
        <w:rFonts w:hint="default"/>
      </w:rPr>
    </w:lvl>
    <w:lvl w:ilvl="2" w:tplc="673CF0DA">
      <w:numFmt w:val="bullet"/>
      <w:lvlText w:val="•"/>
      <w:lvlJc w:val="left"/>
      <w:pPr>
        <w:ind w:left="2240" w:hanging="241"/>
      </w:pPr>
      <w:rPr>
        <w:rFonts w:hint="default"/>
      </w:rPr>
    </w:lvl>
    <w:lvl w:ilvl="3" w:tplc="69A8E2FA">
      <w:numFmt w:val="bullet"/>
      <w:lvlText w:val="•"/>
      <w:lvlJc w:val="left"/>
      <w:pPr>
        <w:ind w:left="3310" w:hanging="241"/>
      </w:pPr>
      <w:rPr>
        <w:rFonts w:hint="default"/>
      </w:rPr>
    </w:lvl>
    <w:lvl w:ilvl="4" w:tplc="352E6FAE">
      <w:numFmt w:val="bullet"/>
      <w:lvlText w:val="•"/>
      <w:lvlJc w:val="left"/>
      <w:pPr>
        <w:ind w:left="4380" w:hanging="241"/>
      </w:pPr>
      <w:rPr>
        <w:rFonts w:hint="default"/>
      </w:rPr>
    </w:lvl>
    <w:lvl w:ilvl="5" w:tplc="DB2E1C4E">
      <w:numFmt w:val="bullet"/>
      <w:lvlText w:val="•"/>
      <w:lvlJc w:val="left"/>
      <w:pPr>
        <w:ind w:left="5450" w:hanging="241"/>
      </w:pPr>
      <w:rPr>
        <w:rFonts w:hint="default"/>
      </w:rPr>
    </w:lvl>
    <w:lvl w:ilvl="6" w:tplc="652228FE">
      <w:numFmt w:val="bullet"/>
      <w:lvlText w:val="•"/>
      <w:lvlJc w:val="left"/>
      <w:pPr>
        <w:ind w:left="6520" w:hanging="241"/>
      </w:pPr>
      <w:rPr>
        <w:rFonts w:hint="default"/>
      </w:rPr>
    </w:lvl>
    <w:lvl w:ilvl="7" w:tplc="094ABBD2">
      <w:numFmt w:val="bullet"/>
      <w:lvlText w:val="•"/>
      <w:lvlJc w:val="left"/>
      <w:pPr>
        <w:ind w:left="7590" w:hanging="241"/>
      </w:pPr>
      <w:rPr>
        <w:rFonts w:hint="default"/>
      </w:rPr>
    </w:lvl>
    <w:lvl w:ilvl="8" w:tplc="0BF0562E">
      <w:numFmt w:val="bullet"/>
      <w:lvlText w:val="•"/>
      <w:lvlJc w:val="left"/>
      <w:pPr>
        <w:ind w:left="8660" w:hanging="241"/>
      </w:pPr>
      <w:rPr>
        <w:rFonts w:hint="default"/>
      </w:rPr>
    </w:lvl>
  </w:abstractNum>
  <w:abstractNum w:abstractNumId="10">
    <w:nsid w:val="4B414893"/>
    <w:multiLevelType w:val="hybridMultilevel"/>
    <w:tmpl w:val="FFFFFFFF"/>
    <w:lvl w:ilvl="0" w:tplc="C8F85ED4">
      <w:start w:val="5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518A7E3A">
      <w:start w:val="1"/>
      <w:numFmt w:val="decimal"/>
      <w:lvlText w:val="%2)"/>
      <w:lvlJc w:val="left"/>
      <w:pPr>
        <w:ind w:left="55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DDA20A4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3" w:tplc="B3A8A6E2">
      <w:numFmt w:val="bullet"/>
      <w:lvlText w:val="•"/>
      <w:lvlJc w:val="left"/>
      <w:pPr>
        <w:ind w:left="1842" w:hanging="361"/>
      </w:pPr>
      <w:rPr>
        <w:rFonts w:hint="default"/>
      </w:rPr>
    </w:lvl>
    <w:lvl w:ilvl="4" w:tplc="D1CAD2F6">
      <w:numFmt w:val="bullet"/>
      <w:lvlText w:val="•"/>
      <w:lvlJc w:val="left"/>
      <w:pPr>
        <w:ind w:left="3125" w:hanging="361"/>
      </w:pPr>
      <w:rPr>
        <w:rFonts w:hint="default"/>
      </w:rPr>
    </w:lvl>
    <w:lvl w:ilvl="5" w:tplc="D666BDD2">
      <w:numFmt w:val="bullet"/>
      <w:lvlText w:val="•"/>
      <w:lvlJc w:val="left"/>
      <w:pPr>
        <w:ind w:left="4407" w:hanging="361"/>
      </w:pPr>
      <w:rPr>
        <w:rFonts w:hint="default"/>
      </w:rPr>
    </w:lvl>
    <w:lvl w:ilvl="6" w:tplc="CD4A460C">
      <w:numFmt w:val="bullet"/>
      <w:lvlText w:val="•"/>
      <w:lvlJc w:val="left"/>
      <w:pPr>
        <w:ind w:left="5690" w:hanging="361"/>
      </w:pPr>
      <w:rPr>
        <w:rFonts w:hint="default"/>
      </w:rPr>
    </w:lvl>
    <w:lvl w:ilvl="7" w:tplc="A8F8D788">
      <w:numFmt w:val="bullet"/>
      <w:lvlText w:val="•"/>
      <w:lvlJc w:val="left"/>
      <w:pPr>
        <w:ind w:left="6972" w:hanging="361"/>
      </w:pPr>
      <w:rPr>
        <w:rFonts w:hint="default"/>
      </w:rPr>
    </w:lvl>
    <w:lvl w:ilvl="8" w:tplc="378A1F5E">
      <w:numFmt w:val="bullet"/>
      <w:lvlText w:val="•"/>
      <w:lvlJc w:val="left"/>
      <w:pPr>
        <w:ind w:left="8255" w:hanging="361"/>
      </w:pPr>
      <w:rPr>
        <w:rFonts w:hint="default"/>
      </w:rPr>
    </w:lvl>
  </w:abstractNum>
  <w:abstractNum w:abstractNumId="11">
    <w:nsid w:val="4DA339F9"/>
    <w:multiLevelType w:val="hybridMultilevel"/>
    <w:tmpl w:val="FFFFFFFF"/>
    <w:lvl w:ilvl="0" w:tplc="7342044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1" w:tplc="CD06E50E">
      <w:numFmt w:val="bullet"/>
      <w:lvlText w:val="•"/>
      <w:lvlJc w:val="left"/>
      <w:pPr>
        <w:ind w:left="1550" w:hanging="361"/>
      </w:pPr>
      <w:rPr>
        <w:rFonts w:hint="default"/>
      </w:rPr>
    </w:lvl>
    <w:lvl w:ilvl="2" w:tplc="D47E88A8">
      <w:numFmt w:val="bullet"/>
      <w:lvlText w:val="•"/>
      <w:lvlJc w:val="left"/>
      <w:pPr>
        <w:ind w:left="2580" w:hanging="361"/>
      </w:pPr>
      <w:rPr>
        <w:rFonts w:hint="default"/>
      </w:rPr>
    </w:lvl>
    <w:lvl w:ilvl="3" w:tplc="140EC9EE">
      <w:numFmt w:val="bullet"/>
      <w:lvlText w:val="•"/>
      <w:lvlJc w:val="left"/>
      <w:pPr>
        <w:ind w:left="3610" w:hanging="361"/>
      </w:pPr>
      <w:rPr>
        <w:rFonts w:hint="default"/>
      </w:rPr>
    </w:lvl>
    <w:lvl w:ilvl="4" w:tplc="3758ABC8">
      <w:numFmt w:val="bullet"/>
      <w:lvlText w:val="•"/>
      <w:lvlJc w:val="left"/>
      <w:pPr>
        <w:ind w:left="4640" w:hanging="361"/>
      </w:pPr>
      <w:rPr>
        <w:rFonts w:hint="default"/>
      </w:rPr>
    </w:lvl>
    <w:lvl w:ilvl="5" w:tplc="A13C00D2">
      <w:numFmt w:val="bullet"/>
      <w:lvlText w:val="•"/>
      <w:lvlJc w:val="left"/>
      <w:pPr>
        <w:ind w:left="5670" w:hanging="361"/>
      </w:pPr>
      <w:rPr>
        <w:rFonts w:hint="default"/>
      </w:rPr>
    </w:lvl>
    <w:lvl w:ilvl="6" w:tplc="BC325632">
      <w:numFmt w:val="bullet"/>
      <w:lvlText w:val="•"/>
      <w:lvlJc w:val="left"/>
      <w:pPr>
        <w:ind w:left="6700" w:hanging="361"/>
      </w:pPr>
      <w:rPr>
        <w:rFonts w:hint="default"/>
      </w:rPr>
    </w:lvl>
    <w:lvl w:ilvl="7" w:tplc="4FF020AE">
      <w:numFmt w:val="bullet"/>
      <w:lvlText w:val="•"/>
      <w:lvlJc w:val="left"/>
      <w:pPr>
        <w:ind w:left="7730" w:hanging="361"/>
      </w:pPr>
      <w:rPr>
        <w:rFonts w:hint="default"/>
      </w:rPr>
    </w:lvl>
    <w:lvl w:ilvl="8" w:tplc="17C4FCEA">
      <w:numFmt w:val="bullet"/>
      <w:lvlText w:val="•"/>
      <w:lvlJc w:val="left"/>
      <w:pPr>
        <w:ind w:left="8760" w:hanging="361"/>
      </w:pPr>
      <w:rPr>
        <w:rFonts w:hint="default"/>
      </w:rPr>
    </w:lvl>
  </w:abstractNum>
  <w:abstractNum w:abstractNumId="12">
    <w:nsid w:val="4E6F3410"/>
    <w:multiLevelType w:val="hybridMultilevel"/>
    <w:tmpl w:val="FFFFFFFF"/>
    <w:lvl w:ilvl="0" w:tplc="297A998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1" w:tplc="9A86787A">
      <w:numFmt w:val="bullet"/>
      <w:lvlText w:val="•"/>
      <w:lvlJc w:val="left"/>
      <w:pPr>
        <w:ind w:left="1550" w:hanging="361"/>
      </w:pPr>
      <w:rPr>
        <w:rFonts w:hint="default"/>
      </w:rPr>
    </w:lvl>
    <w:lvl w:ilvl="2" w:tplc="8712237A">
      <w:numFmt w:val="bullet"/>
      <w:lvlText w:val="•"/>
      <w:lvlJc w:val="left"/>
      <w:pPr>
        <w:ind w:left="2580" w:hanging="361"/>
      </w:pPr>
      <w:rPr>
        <w:rFonts w:hint="default"/>
      </w:rPr>
    </w:lvl>
    <w:lvl w:ilvl="3" w:tplc="54E445A2">
      <w:numFmt w:val="bullet"/>
      <w:lvlText w:val="•"/>
      <w:lvlJc w:val="left"/>
      <w:pPr>
        <w:ind w:left="3610" w:hanging="361"/>
      </w:pPr>
      <w:rPr>
        <w:rFonts w:hint="default"/>
      </w:rPr>
    </w:lvl>
    <w:lvl w:ilvl="4" w:tplc="D1540E2C">
      <w:numFmt w:val="bullet"/>
      <w:lvlText w:val="•"/>
      <w:lvlJc w:val="left"/>
      <w:pPr>
        <w:ind w:left="4640" w:hanging="361"/>
      </w:pPr>
      <w:rPr>
        <w:rFonts w:hint="default"/>
      </w:rPr>
    </w:lvl>
    <w:lvl w:ilvl="5" w:tplc="F580F742">
      <w:numFmt w:val="bullet"/>
      <w:lvlText w:val="•"/>
      <w:lvlJc w:val="left"/>
      <w:pPr>
        <w:ind w:left="5670" w:hanging="361"/>
      </w:pPr>
      <w:rPr>
        <w:rFonts w:hint="default"/>
      </w:rPr>
    </w:lvl>
    <w:lvl w:ilvl="6" w:tplc="3C143826">
      <w:numFmt w:val="bullet"/>
      <w:lvlText w:val="•"/>
      <w:lvlJc w:val="left"/>
      <w:pPr>
        <w:ind w:left="6700" w:hanging="361"/>
      </w:pPr>
      <w:rPr>
        <w:rFonts w:hint="default"/>
      </w:rPr>
    </w:lvl>
    <w:lvl w:ilvl="7" w:tplc="81C4BB58">
      <w:numFmt w:val="bullet"/>
      <w:lvlText w:val="•"/>
      <w:lvlJc w:val="left"/>
      <w:pPr>
        <w:ind w:left="7730" w:hanging="361"/>
      </w:pPr>
      <w:rPr>
        <w:rFonts w:hint="default"/>
      </w:rPr>
    </w:lvl>
    <w:lvl w:ilvl="8" w:tplc="9E465D7E">
      <w:numFmt w:val="bullet"/>
      <w:lvlText w:val="•"/>
      <w:lvlJc w:val="left"/>
      <w:pPr>
        <w:ind w:left="8760" w:hanging="361"/>
      </w:pPr>
      <w:rPr>
        <w:rFonts w:hint="default"/>
      </w:rPr>
    </w:lvl>
  </w:abstractNum>
  <w:abstractNum w:abstractNumId="13">
    <w:nsid w:val="515862BB"/>
    <w:multiLevelType w:val="hybridMultilevel"/>
    <w:tmpl w:val="C83A0A44"/>
    <w:lvl w:ilvl="0" w:tplc="492CA062">
      <w:start w:val="5"/>
      <w:numFmt w:val="decimal"/>
      <w:lvlText w:val="%1"/>
      <w:lvlJc w:val="left"/>
      <w:pPr>
        <w:ind w:left="241" w:hanging="136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</w:rPr>
    </w:lvl>
    <w:lvl w:ilvl="1" w:tplc="5DD07800">
      <w:numFmt w:val="bullet"/>
      <w:lvlText w:val="•"/>
      <w:lvlJc w:val="left"/>
      <w:pPr>
        <w:ind w:left="1790" w:hanging="136"/>
      </w:pPr>
      <w:rPr>
        <w:rFonts w:hint="default"/>
      </w:rPr>
    </w:lvl>
    <w:lvl w:ilvl="2" w:tplc="FBF8E1EA">
      <w:numFmt w:val="bullet"/>
      <w:lvlText w:val="•"/>
      <w:lvlJc w:val="left"/>
      <w:pPr>
        <w:ind w:left="3340" w:hanging="136"/>
      </w:pPr>
      <w:rPr>
        <w:rFonts w:hint="default"/>
      </w:rPr>
    </w:lvl>
    <w:lvl w:ilvl="3" w:tplc="8542A42A">
      <w:numFmt w:val="bullet"/>
      <w:lvlText w:val="•"/>
      <w:lvlJc w:val="left"/>
      <w:pPr>
        <w:ind w:left="4890" w:hanging="136"/>
      </w:pPr>
      <w:rPr>
        <w:rFonts w:hint="default"/>
      </w:rPr>
    </w:lvl>
    <w:lvl w:ilvl="4" w:tplc="5A6E9AA0">
      <w:numFmt w:val="bullet"/>
      <w:lvlText w:val="•"/>
      <w:lvlJc w:val="left"/>
      <w:pPr>
        <w:ind w:left="6440" w:hanging="136"/>
      </w:pPr>
      <w:rPr>
        <w:rFonts w:hint="default"/>
      </w:rPr>
    </w:lvl>
    <w:lvl w:ilvl="5" w:tplc="6DDAB874">
      <w:numFmt w:val="bullet"/>
      <w:lvlText w:val="•"/>
      <w:lvlJc w:val="left"/>
      <w:pPr>
        <w:ind w:left="7990" w:hanging="136"/>
      </w:pPr>
      <w:rPr>
        <w:rFonts w:hint="default"/>
      </w:rPr>
    </w:lvl>
    <w:lvl w:ilvl="6" w:tplc="DFDA3768">
      <w:numFmt w:val="bullet"/>
      <w:lvlText w:val="•"/>
      <w:lvlJc w:val="left"/>
      <w:pPr>
        <w:ind w:left="9540" w:hanging="136"/>
      </w:pPr>
      <w:rPr>
        <w:rFonts w:hint="default"/>
      </w:rPr>
    </w:lvl>
    <w:lvl w:ilvl="7" w:tplc="04301C6E">
      <w:numFmt w:val="bullet"/>
      <w:lvlText w:val="•"/>
      <w:lvlJc w:val="left"/>
      <w:pPr>
        <w:ind w:left="11090" w:hanging="136"/>
      </w:pPr>
      <w:rPr>
        <w:rFonts w:hint="default"/>
      </w:rPr>
    </w:lvl>
    <w:lvl w:ilvl="8" w:tplc="05CA7114">
      <w:numFmt w:val="bullet"/>
      <w:lvlText w:val="•"/>
      <w:lvlJc w:val="left"/>
      <w:pPr>
        <w:ind w:left="12640" w:hanging="136"/>
      </w:pPr>
      <w:rPr>
        <w:rFonts w:hint="default"/>
      </w:rPr>
    </w:lvl>
  </w:abstractNum>
  <w:abstractNum w:abstractNumId="14">
    <w:nsid w:val="53D55FFC"/>
    <w:multiLevelType w:val="hybridMultilevel"/>
    <w:tmpl w:val="FFFFFFFF"/>
    <w:lvl w:ilvl="0" w:tplc="4896F7B8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</w:rPr>
    </w:lvl>
    <w:lvl w:ilvl="1" w:tplc="D2160E6E">
      <w:numFmt w:val="bullet"/>
      <w:lvlText w:val="•"/>
      <w:lvlJc w:val="left"/>
      <w:pPr>
        <w:ind w:left="1568" w:hanging="260"/>
      </w:pPr>
      <w:rPr>
        <w:rFonts w:hint="default"/>
      </w:rPr>
    </w:lvl>
    <w:lvl w:ilvl="2" w:tplc="D89A4D3E">
      <w:numFmt w:val="bullet"/>
      <w:lvlText w:val="•"/>
      <w:lvlJc w:val="left"/>
      <w:pPr>
        <w:ind w:left="2596" w:hanging="260"/>
      </w:pPr>
      <w:rPr>
        <w:rFonts w:hint="default"/>
      </w:rPr>
    </w:lvl>
    <w:lvl w:ilvl="3" w:tplc="D3B8D1F8">
      <w:numFmt w:val="bullet"/>
      <w:lvlText w:val="•"/>
      <w:lvlJc w:val="left"/>
      <w:pPr>
        <w:ind w:left="3624" w:hanging="260"/>
      </w:pPr>
      <w:rPr>
        <w:rFonts w:hint="default"/>
      </w:rPr>
    </w:lvl>
    <w:lvl w:ilvl="4" w:tplc="BEB6C508">
      <w:numFmt w:val="bullet"/>
      <w:lvlText w:val="•"/>
      <w:lvlJc w:val="left"/>
      <w:pPr>
        <w:ind w:left="4652" w:hanging="260"/>
      </w:pPr>
      <w:rPr>
        <w:rFonts w:hint="default"/>
      </w:rPr>
    </w:lvl>
    <w:lvl w:ilvl="5" w:tplc="653E870C">
      <w:numFmt w:val="bullet"/>
      <w:lvlText w:val="•"/>
      <w:lvlJc w:val="left"/>
      <w:pPr>
        <w:ind w:left="5680" w:hanging="260"/>
      </w:pPr>
      <w:rPr>
        <w:rFonts w:hint="default"/>
      </w:rPr>
    </w:lvl>
    <w:lvl w:ilvl="6" w:tplc="7B20D62A">
      <w:numFmt w:val="bullet"/>
      <w:lvlText w:val="•"/>
      <w:lvlJc w:val="left"/>
      <w:pPr>
        <w:ind w:left="6708" w:hanging="260"/>
      </w:pPr>
      <w:rPr>
        <w:rFonts w:hint="default"/>
      </w:rPr>
    </w:lvl>
    <w:lvl w:ilvl="7" w:tplc="B07632DE">
      <w:numFmt w:val="bullet"/>
      <w:lvlText w:val="•"/>
      <w:lvlJc w:val="left"/>
      <w:pPr>
        <w:ind w:left="7736" w:hanging="260"/>
      </w:pPr>
      <w:rPr>
        <w:rFonts w:hint="default"/>
      </w:rPr>
    </w:lvl>
    <w:lvl w:ilvl="8" w:tplc="CC6039FA">
      <w:numFmt w:val="bullet"/>
      <w:lvlText w:val="•"/>
      <w:lvlJc w:val="left"/>
      <w:pPr>
        <w:ind w:left="8764" w:hanging="260"/>
      </w:pPr>
      <w:rPr>
        <w:rFonts w:hint="default"/>
      </w:rPr>
    </w:lvl>
  </w:abstractNum>
  <w:abstractNum w:abstractNumId="15">
    <w:nsid w:val="56176B12"/>
    <w:multiLevelType w:val="hybridMultilevel"/>
    <w:tmpl w:val="FFFFFFFF"/>
    <w:lvl w:ilvl="0" w:tplc="ACF6FD8E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B66B8B0">
      <w:numFmt w:val="bullet"/>
      <w:lvlText w:val="•"/>
      <w:lvlJc w:val="left"/>
      <w:pPr>
        <w:ind w:left="1170" w:hanging="241"/>
      </w:pPr>
      <w:rPr>
        <w:rFonts w:hint="default"/>
      </w:rPr>
    </w:lvl>
    <w:lvl w:ilvl="2" w:tplc="B50E839E">
      <w:numFmt w:val="bullet"/>
      <w:lvlText w:val="•"/>
      <w:lvlJc w:val="left"/>
      <w:pPr>
        <w:ind w:left="2240" w:hanging="241"/>
      </w:pPr>
      <w:rPr>
        <w:rFonts w:hint="default"/>
      </w:rPr>
    </w:lvl>
    <w:lvl w:ilvl="3" w:tplc="E194911E">
      <w:numFmt w:val="bullet"/>
      <w:lvlText w:val="•"/>
      <w:lvlJc w:val="left"/>
      <w:pPr>
        <w:ind w:left="3310" w:hanging="241"/>
      </w:pPr>
      <w:rPr>
        <w:rFonts w:hint="default"/>
      </w:rPr>
    </w:lvl>
    <w:lvl w:ilvl="4" w:tplc="9634BF48">
      <w:numFmt w:val="bullet"/>
      <w:lvlText w:val="•"/>
      <w:lvlJc w:val="left"/>
      <w:pPr>
        <w:ind w:left="4380" w:hanging="241"/>
      </w:pPr>
      <w:rPr>
        <w:rFonts w:hint="default"/>
      </w:rPr>
    </w:lvl>
    <w:lvl w:ilvl="5" w:tplc="B5063808">
      <w:numFmt w:val="bullet"/>
      <w:lvlText w:val="•"/>
      <w:lvlJc w:val="left"/>
      <w:pPr>
        <w:ind w:left="5450" w:hanging="241"/>
      </w:pPr>
      <w:rPr>
        <w:rFonts w:hint="default"/>
      </w:rPr>
    </w:lvl>
    <w:lvl w:ilvl="6" w:tplc="11E4DB28">
      <w:numFmt w:val="bullet"/>
      <w:lvlText w:val="•"/>
      <w:lvlJc w:val="left"/>
      <w:pPr>
        <w:ind w:left="6520" w:hanging="241"/>
      </w:pPr>
      <w:rPr>
        <w:rFonts w:hint="default"/>
      </w:rPr>
    </w:lvl>
    <w:lvl w:ilvl="7" w:tplc="1B8E636A">
      <w:numFmt w:val="bullet"/>
      <w:lvlText w:val="•"/>
      <w:lvlJc w:val="left"/>
      <w:pPr>
        <w:ind w:left="7590" w:hanging="241"/>
      </w:pPr>
      <w:rPr>
        <w:rFonts w:hint="default"/>
      </w:rPr>
    </w:lvl>
    <w:lvl w:ilvl="8" w:tplc="5C5EEF26">
      <w:numFmt w:val="bullet"/>
      <w:lvlText w:val="•"/>
      <w:lvlJc w:val="left"/>
      <w:pPr>
        <w:ind w:left="8660" w:hanging="241"/>
      </w:pPr>
      <w:rPr>
        <w:rFonts w:hint="default"/>
      </w:rPr>
    </w:lvl>
  </w:abstractNum>
  <w:abstractNum w:abstractNumId="16">
    <w:nsid w:val="57D13593"/>
    <w:multiLevelType w:val="hybridMultilevel"/>
    <w:tmpl w:val="FFFFFFFF"/>
    <w:lvl w:ilvl="0" w:tplc="0EB20876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</w:rPr>
    </w:lvl>
    <w:lvl w:ilvl="1" w:tplc="F08A9D66">
      <w:numFmt w:val="bullet"/>
      <w:lvlText w:val="•"/>
      <w:lvlJc w:val="left"/>
      <w:pPr>
        <w:ind w:left="1568" w:hanging="260"/>
      </w:pPr>
      <w:rPr>
        <w:rFonts w:hint="default"/>
      </w:rPr>
    </w:lvl>
    <w:lvl w:ilvl="2" w:tplc="E3DE64D6">
      <w:numFmt w:val="bullet"/>
      <w:lvlText w:val="•"/>
      <w:lvlJc w:val="left"/>
      <w:pPr>
        <w:ind w:left="2596" w:hanging="260"/>
      </w:pPr>
      <w:rPr>
        <w:rFonts w:hint="default"/>
      </w:rPr>
    </w:lvl>
    <w:lvl w:ilvl="3" w:tplc="00B8CF34">
      <w:numFmt w:val="bullet"/>
      <w:lvlText w:val="•"/>
      <w:lvlJc w:val="left"/>
      <w:pPr>
        <w:ind w:left="3624" w:hanging="260"/>
      </w:pPr>
      <w:rPr>
        <w:rFonts w:hint="default"/>
      </w:rPr>
    </w:lvl>
    <w:lvl w:ilvl="4" w:tplc="7A9C18E0">
      <w:numFmt w:val="bullet"/>
      <w:lvlText w:val="•"/>
      <w:lvlJc w:val="left"/>
      <w:pPr>
        <w:ind w:left="4652" w:hanging="260"/>
      </w:pPr>
      <w:rPr>
        <w:rFonts w:hint="default"/>
      </w:rPr>
    </w:lvl>
    <w:lvl w:ilvl="5" w:tplc="AAD68176">
      <w:numFmt w:val="bullet"/>
      <w:lvlText w:val="•"/>
      <w:lvlJc w:val="left"/>
      <w:pPr>
        <w:ind w:left="5680" w:hanging="260"/>
      </w:pPr>
      <w:rPr>
        <w:rFonts w:hint="default"/>
      </w:rPr>
    </w:lvl>
    <w:lvl w:ilvl="6" w:tplc="F3ACAF66">
      <w:numFmt w:val="bullet"/>
      <w:lvlText w:val="•"/>
      <w:lvlJc w:val="left"/>
      <w:pPr>
        <w:ind w:left="6708" w:hanging="260"/>
      </w:pPr>
      <w:rPr>
        <w:rFonts w:hint="default"/>
      </w:rPr>
    </w:lvl>
    <w:lvl w:ilvl="7" w:tplc="6AC81154">
      <w:numFmt w:val="bullet"/>
      <w:lvlText w:val="•"/>
      <w:lvlJc w:val="left"/>
      <w:pPr>
        <w:ind w:left="7736" w:hanging="260"/>
      </w:pPr>
      <w:rPr>
        <w:rFonts w:hint="default"/>
      </w:rPr>
    </w:lvl>
    <w:lvl w:ilvl="8" w:tplc="0CC406B4">
      <w:numFmt w:val="bullet"/>
      <w:lvlText w:val="•"/>
      <w:lvlJc w:val="left"/>
      <w:pPr>
        <w:ind w:left="8764" w:hanging="260"/>
      </w:pPr>
      <w:rPr>
        <w:rFonts w:hint="default"/>
      </w:rPr>
    </w:lvl>
  </w:abstractNum>
  <w:abstractNum w:abstractNumId="17">
    <w:nsid w:val="69135164"/>
    <w:multiLevelType w:val="hybridMultilevel"/>
    <w:tmpl w:val="FFFFFFFF"/>
    <w:lvl w:ilvl="0" w:tplc="6D443CE8">
      <w:start w:val="1"/>
      <w:numFmt w:val="decimal"/>
      <w:lvlText w:val="%1."/>
      <w:lvlJc w:val="left"/>
      <w:pPr>
        <w:ind w:left="106" w:hanging="1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79863F2">
      <w:numFmt w:val="bullet"/>
      <w:lvlText w:val="•"/>
      <w:lvlJc w:val="left"/>
      <w:pPr>
        <w:ind w:left="1170" w:hanging="182"/>
      </w:pPr>
      <w:rPr>
        <w:rFonts w:hint="default"/>
      </w:rPr>
    </w:lvl>
    <w:lvl w:ilvl="2" w:tplc="C7B2A15C">
      <w:numFmt w:val="bullet"/>
      <w:lvlText w:val="•"/>
      <w:lvlJc w:val="left"/>
      <w:pPr>
        <w:ind w:left="2240" w:hanging="182"/>
      </w:pPr>
      <w:rPr>
        <w:rFonts w:hint="default"/>
      </w:rPr>
    </w:lvl>
    <w:lvl w:ilvl="3" w:tplc="E3A84104">
      <w:numFmt w:val="bullet"/>
      <w:lvlText w:val="•"/>
      <w:lvlJc w:val="left"/>
      <w:pPr>
        <w:ind w:left="3310" w:hanging="182"/>
      </w:pPr>
      <w:rPr>
        <w:rFonts w:hint="default"/>
      </w:rPr>
    </w:lvl>
    <w:lvl w:ilvl="4" w:tplc="8DDEF578">
      <w:numFmt w:val="bullet"/>
      <w:lvlText w:val="•"/>
      <w:lvlJc w:val="left"/>
      <w:pPr>
        <w:ind w:left="4380" w:hanging="182"/>
      </w:pPr>
      <w:rPr>
        <w:rFonts w:hint="default"/>
      </w:rPr>
    </w:lvl>
    <w:lvl w:ilvl="5" w:tplc="7EAC0BEE">
      <w:numFmt w:val="bullet"/>
      <w:lvlText w:val="•"/>
      <w:lvlJc w:val="left"/>
      <w:pPr>
        <w:ind w:left="5450" w:hanging="182"/>
      </w:pPr>
      <w:rPr>
        <w:rFonts w:hint="default"/>
      </w:rPr>
    </w:lvl>
    <w:lvl w:ilvl="6" w:tplc="25487CCC">
      <w:numFmt w:val="bullet"/>
      <w:lvlText w:val="•"/>
      <w:lvlJc w:val="left"/>
      <w:pPr>
        <w:ind w:left="6520" w:hanging="182"/>
      </w:pPr>
      <w:rPr>
        <w:rFonts w:hint="default"/>
      </w:rPr>
    </w:lvl>
    <w:lvl w:ilvl="7" w:tplc="1CCAB5AE">
      <w:numFmt w:val="bullet"/>
      <w:lvlText w:val="•"/>
      <w:lvlJc w:val="left"/>
      <w:pPr>
        <w:ind w:left="7590" w:hanging="182"/>
      </w:pPr>
      <w:rPr>
        <w:rFonts w:hint="default"/>
      </w:rPr>
    </w:lvl>
    <w:lvl w:ilvl="8" w:tplc="510A7A0E">
      <w:numFmt w:val="bullet"/>
      <w:lvlText w:val="•"/>
      <w:lvlJc w:val="left"/>
      <w:pPr>
        <w:ind w:left="8660" w:hanging="182"/>
      </w:pPr>
      <w:rPr>
        <w:rFonts w:hint="default"/>
      </w:rPr>
    </w:lvl>
  </w:abstractNum>
  <w:abstractNum w:abstractNumId="18">
    <w:nsid w:val="6F096B25"/>
    <w:multiLevelType w:val="hybridMultilevel"/>
    <w:tmpl w:val="FFFFFFFF"/>
    <w:lvl w:ilvl="0" w:tplc="7E1C8B82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9C41D78">
      <w:numFmt w:val="bullet"/>
      <w:lvlText w:val="•"/>
      <w:lvlJc w:val="left"/>
      <w:pPr>
        <w:ind w:left="1170" w:hanging="241"/>
      </w:pPr>
      <w:rPr>
        <w:rFonts w:hint="default"/>
      </w:rPr>
    </w:lvl>
    <w:lvl w:ilvl="2" w:tplc="E03E509A">
      <w:numFmt w:val="bullet"/>
      <w:lvlText w:val="•"/>
      <w:lvlJc w:val="left"/>
      <w:pPr>
        <w:ind w:left="2240" w:hanging="241"/>
      </w:pPr>
      <w:rPr>
        <w:rFonts w:hint="default"/>
      </w:rPr>
    </w:lvl>
    <w:lvl w:ilvl="3" w:tplc="73C6E9BC">
      <w:numFmt w:val="bullet"/>
      <w:lvlText w:val="•"/>
      <w:lvlJc w:val="left"/>
      <w:pPr>
        <w:ind w:left="3310" w:hanging="241"/>
      </w:pPr>
      <w:rPr>
        <w:rFonts w:hint="default"/>
      </w:rPr>
    </w:lvl>
    <w:lvl w:ilvl="4" w:tplc="76FE73B8">
      <w:numFmt w:val="bullet"/>
      <w:lvlText w:val="•"/>
      <w:lvlJc w:val="left"/>
      <w:pPr>
        <w:ind w:left="4380" w:hanging="241"/>
      </w:pPr>
      <w:rPr>
        <w:rFonts w:hint="default"/>
      </w:rPr>
    </w:lvl>
    <w:lvl w:ilvl="5" w:tplc="B352C8C0">
      <w:numFmt w:val="bullet"/>
      <w:lvlText w:val="•"/>
      <w:lvlJc w:val="left"/>
      <w:pPr>
        <w:ind w:left="5450" w:hanging="241"/>
      </w:pPr>
      <w:rPr>
        <w:rFonts w:hint="default"/>
      </w:rPr>
    </w:lvl>
    <w:lvl w:ilvl="6" w:tplc="263ADE8E">
      <w:numFmt w:val="bullet"/>
      <w:lvlText w:val="•"/>
      <w:lvlJc w:val="left"/>
      <w:pPr>
        <w:ind w:left="6520" w:hanging="241"/>
      </w:pPr>
      <w:rPr>
        <w:rFonts w:hint="default"/>
      </w:rPr>
    </w:lvl>
    <w:lvl w:ilvl="7" w:tplc="68808A02">
      <w:numFmt w:val="bullet"/>
      <w:lvlText w:val="•"/>
      <w:lvlJc w:val="left"/>
      <w:pPr>
        <w:ind w:left="7590" w:hanging="241"/>
      </w:pPr>
      <w:rPr>
        <w:rFonts w:hint="default"/>
      </w:rPr>
    </w:lvl>
    <w:lvl w:ilvl="8" w:tplc="0A141770">
      <w:numFmt w:val="bullet"/>
      <w:lvlText w:val="•"/>
      <w:lvlJc w:val="left"/>
      <w:pPr>
        <w:ind w:left="8660" w:hanging="241"/>
      </w:pPr>
      <w:rPr>
        <w:rFonts w:hint="default"/>
      </w:rPr>
    </w:lvl>
  </w:abstractNum>
  <w:abstractNum w:abstractNumId="19">
    <w:nsid w:val="73F677FC"/>
    <w:multiLevelType w:val="hybridMultilevel"/>
    <w:tmpl w:val="FFFFFFFF"/>
    <w:lvl w:ilvl="0" w:tplc="B54811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1" w:tplc="70168658">
      <w:numFmt w:val="bullet"/>
      <w:lvlText w:val="•"/>
      <w:lvlJc w:val="left"/>
      <w:pPr>
        <w:ind w:left="1550" w:hanging="361"/>
      </w:pPr>
      <w:rPr>
        <w:rFonts w:hint="default"/>
      </w:rPr>
    </w:lvl>
    <w:lvl w:ilvl="2" w:tplc="6456B434">
      <w:numFmt w:val="bullet"/>
      <w:lvlText w:val="•"/>
      <w:lvlJc w:val="left"/>
      <w:pPr>
        <w:ind w:left="2580" w:hanging="361"/>
      </w:pPr>
      <w:rPr>
        <w:rFonts w:hint="default"/>
      </w:rPr>
    </w:lvl>
    <w:lvl w:ilvl="3" w:tplc="B3148F1E">
      <w:numFmt w:val="bullet"/>
      <w:lvlText w:val="•"/>
      <w:lvlJc w:val="left"/>
      <w:pPr>
        <w:ind w:left="3610" w:hanging="361"/>
      </w:pPr>
      <w:rPr>
        <w:rFonts w:hint="default"/>
      </w:rPr>
    </w:lvl>
    <w:lvl w:ilvl="4" w:tplc="F8C8D116">
      <w:numFmt w:val="bullet"/>
      <w:lvlText w:val="•"/>
      <w:lvlJc w:val="left"/>
      <w:pPr>
        <w:ind w:left="4640" w:hanging="361"/>
      </w:pPr>
      <w:rPr>
        <w:rFonts w:hint="default"/>
      </w:rPr>
    </w:lvl>
    <w:lvl w:ilvl="5" w:tplc="C24A01F2">
      <w:numFmt w:val="bullet"/>
      <w:lvlText w:val="•"/>
      <w:lvlJc w:val="left"/>
      <w:pPr>
        <w:ind w:left="5670" w:hanging="361"/>
      </w:pPr>
      <w:rPr>
        <w:rFonts w:hint="default"/>
      </w:rPr>
    </w:lvl>
    <w:lvl w:ilvl="6" w:tplc="E376EB82">
      <w:numFmt w:val="bullet"/>
      <w:lvlText w:val="•"/>
      <w:lvlJc w:val="left"/>
      <w:pPr>
        <w:ind w:left="6700" w:hanging="361"/>
      </w:pPr>
      <w:rPr>
        <w:rFonts w:hint="default"/>
      </w:rPr>
    </w:lvl>
    <w:lvl w:ilvl="7" w:tplc="8CDA31E2">
      <w:numFmt w:val="bullet"/>
      <w:lvlText w:val="•"/>
      <w:lvlJc w:val="left"/>
      <w:pPr>
        <w:ind w:left="7730" w:hanging="361"/>
      </w:pPr>
      <w:rPr>
        <w:rFonts w:hint="default"/>
      </w:rPr>
    </w:lvl>
    <w:lvl w:ilvl="8" w:tplc="0F5209B2">
      <w:numFmt w:val="bullet"/>
      <w:lvlText w:val="•"/>
      <w:lvlJc w:val="left"/>
      <w:pPr>
        <w:ind w:left="8760" w:hanging="361"/>
      </w:pPr>
      <w:rPr>
        <w:rFonts w:hint="default"/>
      </w:rPr>
    </w:lvl>
  </w:abstractNum>
  <w:abstractNum w:abstractNumId="20">
    <w:nsid w:val="78ED6E51"/>
    <w:multiLevelType w:val="hybridMultilevel"/>
    <w:tmpl w:val="FFFFFFFF"/>
    <w:lvl w:ilvl="0" w:tplc="EB70D652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A3C2D902">
      <w:numFmt w:val="bullet"/>
      <w:lvlText w:val="•"/>
      <w:lvlJc w:val="left"/>
      <w:pPr>
        <w:ind w:left="1332" w:hanging="181"/>
      </w:pPr>
      <w:rPr>
        <w:rFonts w:hint="default"/>
      </w:rPr>
    </w:lvl>
    <w:lvl w:ilvl="2" w:tplc="BF442EE2">
      <w:numFmt w:val="bullet"/>
      <w:lvlText w:val="•"/>
      <w:lvlJc w:val="left"/>
      <w:pPr>
        <w:ind w:left="2384" w:hanging="181"/>
      </w:pPr>
      <w:rPr>
        <w:rFonts w:hint="default"/>
      </w:rPr>
    </w:lvl>
    <w:lvl w:ilvl="3" w:tplc="E03022E6">
      <w:numFmt w:val="bullet"/>
      <w:lvlText w:val="•"/>
      <w:lvlJc w:val="left"/>
      <w:pPr>
        <w:ind w:left="3436" w:hanging="181"/>
      </w:pPr>
      <w:rPr>
        <w:rFonts w:hint="default"/>
      </w:rPr>
    </w:lvl>
    <w:lvl w:ilvl="4" w:tplc="19726DD8">
      <w:numFmt w:val="bullet"/>
      <w:lvlText w:val="•"/>
      <w:lvlJc w:val="left"/>
      <w:pPr>
        <w:ind w:left="4488" w:hanging="181"/>
      </w:pPr>
      <w:rPr>
        <w:rFonts w:hint="default"/>
      </w:rPr>
    </w:lvl>
    <w:lvl w:ilvl="5" w:tplc="51C0BF38">
      <w:numFmt w:val="bullet"/>
      <w:lvlText w:val="•"/>
      <w:lvlJc w:val="left"/>
      <w:pPr>
        <w:ind w:left="5540" w:hanging="181"/>
      </w:pPr>
      <w:rPr>
        <w:rFonts w:hint="default"/>
      </w:rPr>
    </w:lvl>
    <w:lvl w:ilvl="6" w:tplc="7716ECE6">
      <w:numFmt w:val="bullet"/>
      <w:lvlText w:val="•"/>
      <w:lvlJc w:val="left"/>
      <w:pPr>
        <w:ind w:left="6592" w:hanging="181"/>
      </w:pPr>
      <w:rPr>
        <w:rFonts w:hint="default"/>
      </w:rPr>
    </w:lvl>
    <w:lvl w:ilvl="7" w:tplc="DFD2FB5C">
      <w:numFmt w:val="bullet"/>
      <w:lvlText w:val="•"/>
      <w:lvlJc w:val="left"/>
      <w:pPr>
        <w:ind w:left="7644" w:hanging="181"/>
      </w:pPr>
      <w:rPr>
        <w:rFonts w:hint="default"/>
      </w:rPr>
    </w:lvl>
    <w:lvl w:ilvl="8" w:tplc="B64E447E">
      <w:numFmt w:val="bullet"/>
      <w:lvlText w:val="•"/>
      <w:lvlJc w:val="left"/>
      <w:pPr>
        <w:ind w:left="8696" w:hanging="181"/>
      </w:pPr>
      <w:rPr>
        <w:rFonts w:hint="default"/>
      </w:rPr>
    </w:lvl>
  </w:abstractNum>
  <w:abstractNum w:abstractNumId="21">
    <w:nsid w:val="7A526829"/>
    <w:multiLevelType w:val="hybridMultilevel"/>
    <w:tmpl w:val="FFFFFFFF"/>
    <w:lvl w:ilvl="0" w:tplc="57C24992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3664532">
      <w:numFmt w:val="bullet"/>
      <w:lvlText w:val="•"/>
      <w:lvlJc w:val="left"/>
      <w:pPr>
        <w:ind w:left="1170" w:hanging="241"/>
      </w:pPr>
      <w:rPr>
        <w:rFonts w:hint="default"/>
      </w:rPr>
    </w:lvl>
    <w:lvl w:ilvl="2" w:tplc="1AACB430">
      <w:numFmt w:val="bullet"/>
      <w:lvlText w:val="•"/>
      <w:lvlJc w:val="left"/>
      <w:pPr>
        <w:ind w:left="2240" w:hanging="241"/>
      </w:pPr>
      <w:rPr>
        <w:rFonts w:hint="default"/>
      </w:rPr>
    </w:lvl>
    <w:lvl w:ilvl="3" w:tplc="15ACAB3A">
      <w:numFmt w:val="bullet"/>
      <w:lvlText w:val="•"/>
      <w:lvlJc w:val="left"/>
      <w:pPr>
        <w:ind w:left="3310" w:hanging="241"/>
      </w:pPr>
      <w:rPr>
        <w:rFonts w:hint="default"/>
      </w:rPr>
    </w:lvl>
    <w:lvl w:ilvl="4" w:tplc="7FDEF6EA">
      <w:numFmt w:val="bullet"/>
      <w:lvlText w:val="•"/>
      <w:lvlJc w:val="left"/>
      <w:pPr>
        <w:ind w:left="4380" w:hanging="241"/>
      </w:pPr>
      <w:rPr>
        <w:rFonts w:hint="default"/>
      </w:rPr>
    </w:lvl>
    <w:lvl w:ilvl="5" w:tplc="2D8227DC">
      <w:numFmt w:val="bullet"/>
      <w:lvlText w:val="•"/>
      <w:lvlJc w:val="left"/>
      <w:pPr>
        <w:ind w:left="5450" w:hanging="241"/>
      </w:pPr>
      <w:rPr>
        <w:rFonts w:hint="default"/>
      </w:rPr>
    </w:lvl>
    <w:lvl w:ilvl="6" w:tplc="82F4332A">
      <w:numFmt w:val="bullet"/>
      <w:lvlText w:val="•"/>
      <w:lvlJc w:val="left"/>
      <w:pPr>
        <w:ind w:left="6520" w:hanging="241"/>
      </w:pPr>
      <w:rPr>
        <w:rFonts w:hint="default"/>
      </w:rPr>
    </w:lvl>
    <w:lvl w:ilvl="7" w:tplc="5038CADC">
      <w:numFmt w:val="bullet"/>
      <w:lvlText w:val="•"/>
      <w:lvlJc w:val="left"/>
      <w:pPr>
        <w:ind w:left="7590" w:hanging="241"/>
      </w:pPr>
      <w:rPr>
        <w:rFonts w:hint="default"/>
      </w:rPr>
    </w:lvl>
    <w:lvl w:ilvl="8" w:tplc="CDAE0152">
      <w:numFmt w:val="bullet"/>
      <w:lvlText w:val="•"/>
      <w:lvlJc w:val="left"/>
      <w:pPr>
        <w:ind w:left="8660" w:hanging="241"/>
      </w:pPr>
      <w:rPr>
        <w:rFonts w:hint="default"/>
      </w:rPr>
    </w:lvl>
  </w:abstractNum>
  <w:abstractNum w:abstractNumId="22">
    <w:nsid w:val="7F1F1D93"/>
    <w:multiLevelType w:val="hybridMultilevel"/>
    <w:tmpl w:val="FFFFFFFF"/>
    <w:lvl w:ilvl="0" w:tplc="84F2C2F4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hint="default"/>
        <w:w w:val="100"/>
        <w:sz w:val="24"/>
      </w:rPr>
    </w:lvl>
    <w:lvl w:ilvl="1" w:tplc="C036886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2" w:tplc="5B428E76">
      <w:numFmt w:val="bullet"/>
      <w:lvlText w:val="•"/>
      <w:lvlJc w:val="left"/>
      <w:pPr>
        <w:ind w:left="1664" w:hanging="361"/>
      </w:pPr>
      <w:rPr>
        <w:rFonts w:hint="default"/>
      </w:rPr>
    </w:lvl>
    <w:lvl w:ilvl="3" w:tplc="CCBA7748">
      <w:numFmt w:val="bullet"/>
      <w:lvlText w:val="•"/>
      <w:lvlJc w:val="left"/>
      <w:pPr>
        <w:ind w:left="2808" w:hanging="361"/>
      </w:pPr>
      <w:rPr>
        <w:rFonts w:hint="default"/>
      </w:rPr>
    </w:lvl>
    <w:lvl w:ilvl="4" w:tplc="886C377C">
      <w:numFmt w:val="bullet"/>
      <w:lvlText w:val="•"/>
      <w:lvlJc w:val="left"/>
      <w:pPr>
        <w:ind w:left="3953" w:hanging="361"/>
      </w:pPr>
      <w:rPr>
        <w:rFonts w:hint="default"/>
      </w:rPr>
    </w:lvl>
    <w:lvl w:ilvl="5" w:tplc="04FE053C">
      <w:numFmt w:val="bullet"/>
      <w:lvlText w:val="•"/>
      <w:lvlJc w:val="left"/>
      <w:pPr>
        <w:ind w:left="5097" w:hanging="361"/>
      </w:pPr>
      <w:rPr>
        <w:rFonts w:hint="default"/>
      </w:rPr>
    </w:lvl>
    <w:lvl w:ilvl="6" w:tplc="06A094D6">
      <w:numFmt w:val="bullet"/>
      <w:lvlText w:val="•"/>
      <w:lvlJc w:val="left"/>
      <w:pPr>
        <w:ind w:left="6242" w:hanging="361"/>
      </w:pPr>
      <w:rPr>
        <w:rFonts w:hint="default"/>
      </w:rPr>
    </w:lvl>
    <w:lvl w:ilvl="7" w:tplc="47A01876">
      <w:numFmt w:val="bullet"/>
      <w:lvlText w:val="•"/>
      <w:lvlJc w:val="left"/>
      <w:pPr>
        <w:ind w:left="7386" w:hanging="361"/>
      </w:pPr>
      <w:rPr>
        <w:rFonts w:hint="default"/>
      </w:rPr>
    </w:lvl>
    <w:lvl w:ilvl="8" w:tplc="CE4815DC">
      <w:numFmt w:val="bullet"/>
      <w:lvlText w:val="•"/>
      <w:lvlJc w:val="left"/>
      <w:pPr>
        <w:ind w:left="8531" w:hanging="361"/>
      </w:pPr>
      <w:rPr>
        <w:rFonts w:hint="default"/>
      </w:rPr>
    </w:lvl>
  </w:abstractNum>
  <w:num w:numId="1">
    <w:abstractNumId w:val="20"/>
  </w:num>
  <w:num w:numId="2">
    <w:abstractNumId w:val="2"/>
  </w:num>
  <w:num w:numId="3">
    <w:abstractNumId w:val="0"/>
  </w:num>
  <w:num w:numId="4">
    <w:abstractNumId w:val="17"/>
  </w:num>
  <w:num w:numId="5">
    <w:abstractNumId w:val="21"/>
  </w:num>
  <w:num w:numId="6">
    <w:abstractNumId w:val="18"/>
  </w:num>
  <w:num w:numId="7">
    <w:abstractNumId w:val="9"/>
  </w:num>
  <w:num w:numId="8">
    <w:abstractNumId w:val="15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4"/>
  </w:num>
  <w:num w:numId="14">
    <w:abstractNumId w:val="11"/>
  </w:num>
  <w:num w:numId="15">
    <w:abstractNumId w:val="3"/>
  </w:num>
  <w:num w:numId="16">
    <w:abstractNumId w:val="12"/>
  </w:num>
  <w:num w:numId="17">
    <w:abstractNumId w:val="22"/>
  </w:num>
  <w:num w:numId="18">
    <w:abstractNumId w:val="19"/>
  </w:num>
  <w:num w:numId="19">
    <w:abstractNumId w:val="7"/>
  </w:num>
  <w:num w:numId="20">
    <w:abstractNumId w:val="8"/>
  </w:num>
  <w:num w:numId="21">
    <w:abstractNumId w:val="6"/>
  </w:num>
  <w:num w:numId="22">
    <w:abstractNumId w:val="13"/>
  </w:num>
  <w:num w:numId="23">
    <w:abstractNumId w:val="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A1A"/>
    <w:rsid w:val="00061293"/>
    <w:rsid w:val="00093B20"/>
    <w:rsid w:val="0013653B"/>
    <w:rsid w:val="001860C9"/>
    <w:rsid w:val="001C0249"/>
    <w:rsid w:val="001C40D2"/>
    <w:rsid w:val="00230463"/>
    <w:rsid w:val="002333B5"/>
    <w:rsid w:val="0023412F"/>
    <w:rsid w:val="00244BC9"/>
    <w:rsid w:val="00262123"/>
    <w:rsid w:val="00283D0B"/>
    <w:rsid w:val="00297C90"/>
    <w:rsid w:val="002E618F"/>
    <w:rsid w:val="00357DAD"/>
    <w:rsid w:val="00373DBE"/>
    <w:rsid w:val="003A2A1A"/>
    <w:rsid w:val="003A7F36"/>
    <w:rsid w:val="003F211A"/>
    <w:rsid w:val="003F56A0"/>
    <w:rsid w:val="004240C7"/>
    <w:rsid w:val="00483299"/>
    <w:rsid w:val="004B4620"/>
    <w:rsid w:val="004D26C6"/>
    <w:rsid w:val="004E6DFC"/>
    <w:rsid w:val="00531BD8"/>
    <w:rsid w:val="0053352F"/>
    <w:rsid w:val="00541A51"/>
    <w:rsid w:val="00554DE2"/>
    <w:rsid w:val="005B70B1"/>
    <w:rsid w:val="005E7A8B"/>
    <w:rsid w:val="0063458A"/>
    <w:rsid w:val="0064204D"/>
    <w:rsid w:val="006531B8"/>
    <w:rsid w:val="00663402"/>
    <w:rsid w:val="006921F2"/>
    <w:rsid w:val="00693700"/>
    <w:rsid w:val="006A0ED5"/>
    <w:rsid w:val="00702396"/>
    <w:rsid w:val="0072780C"/>
    <w:rsid w:val="00746453"/>
    <w:rsid w:val="007719CA"/>
    <w:rsid w:val="007940B1"/>
    <w:rsid w:val="008054F4"/>
    <w:rsid w:val="008367BA"/>
    <w:rsid w:val="0086725C"/>
    <w:rsid w:val="00873225"/>
    <w:rsid w:val="008E2805"/>
    <w:rsid w:val="009357D4"/>
    <w:rsid w:val="0099223C"/>
    <w:rsid w:val="009B44A9"/>
    <w:rsid w:val="009B5620"/>
    <w:rsid w:val="00A109F7"/>
    <w:rsid w:val="00A83C25"/>
    <w:rsid w:val="00A92AB5"/>
    <w:rsid w:val="00AB06DA"/>
    <w:rsid w:val="00AF0C96"/>
    <w:rsid w:val="00B36858"/>
    <w:rsid w:val="00B652FD"/>
    <w:rsid w:val="00B7500D"/>
    <w:rsid w:val="00B76E54"/>
    <w:rsid w:val="00BB4441"/>
    <w:rsid w:val="00BC0F4A"/>
    <w:rsid w:val="00C0620C"/>
    <w:rsid w:val="00C063BC"/>
    <w:rsid w:val="00C14C4B"/>
    <w:rsid w:val="00C26748"/>
    <w:rsid w:val="00C6548B"/>
    <w:rsid w:val="00C66F7B"/>
    <w:rsid w:val="00CA69C0"/>
    <w:rsid w:val="00CA7EDE"/>
    <w:rsid w:val="00CB221C"/>
    <w:rsid w:val="00CE58F7"/>
    <w:rsid w:val="00D239BA"/>
    <w:rsid w:val="00DB72AC"/>
    <w:rsid w:val="00DB730B"/>
    <w:rsid w:val="00DE77AC"/>
    <w:rsid w:val="00E01027"/>
    <w:rsid w:val="00E52756"/>
    <w:rsid w:val="00E76AB9"/>
    <w:rsid w:val="00EE7941"/>
    <w:rsid w:val="00F23358"/>
    <w:rsid w:val="00F41333"/>
    <w:rsid w:val="00F73D88"/>
    <w:rsid w:val="00F77AE7"/>
    <w:rsid w:val="00F907E6"/>
    <w:rsid w:val="00FF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1A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A2A1A"/>
    <w:pPr>
      <w:ind w:left="28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3A2A1A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70B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B70B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sid w:val="003A2A1A"/>
    <w:pPr>
      <w:ind w:left="106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B70B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3A2A1A"/>
    <w:pPr>
      <w:ind w:left="526"/>
    </w:pPr>
  </w:style>
  <w:style w:type="paragraph" w:customStyle="1" w:styleId="TableParagraph">
    <w:name w:val="Table Paragraph"/>
    <w:basedOn w:val="Normal"/>
    <w:uiPriority w:val="99"/>
    <w:rsid w:val="003A2A1A"/>
  </w:style>
  <w:style w:type="table" w:customStyle="1" w:styleId="TableNormal1">
    <w:name w:val="Table Normal1"/>
    <w:uiPriority w:val="99"/>
    <w:semiHidden/>
    <w:rsid w:val="0063458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Normal"/>
    <w:uiPriority w:val="99"/>
    <w:rsid w:val="0063458A"/>
    <w:pPr>
      <w:ind w:left="286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Normal"/>
    <w:uiPriority w:val="99"/>
    <w:rsid w:val="0063458A"/>
    <w:pPr>
      <w:ind w:left="286"/>
      <w:outlineLvl w:val="2"/>
    </w:pPr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rancaisavecpierre.com/mots-difficiles-a-" TargetMode="External"/><Relationship Id="rId18" Type="http://schemas.openxmlformats.org/officeDocument/2006/relationships/hyperlink" Target="http://www.francaisavecpierre.com/comment-dire-merci-" TargetMode="External"/><Relationship Id="rId26" Type="http://schemas.openxmlformats.org/officeDocument/2006/relationships/hyperlink" Target="http://www.francaisavecpierre.com/jus-fruits-legumes-" TargetMode="External"/><Relationship Id="rId39" Type="http://schemas.openxmlformats.org/officeDocument/2006/relationships/hyperlink" Target="http://www.jebouquine.com/" TargetMode="External"/><Relationship Id="rId21" Type="http://schemas.openxmlformats.org/officeDocument/2006/relationships/hyperlink" Target="http://www.francaisavecpierre.com/pourquoi-apprendre-le-" TargetMode="External"/><Relationship Id="rId34" Type="http://schemas.openxmlformats.org/officeDocument/2006/relationships/hyperlink" Target="http://www.francaisavecpierre.com/category/prononciation/" TargetMode="External"/><Relationship Id="rId42" Type="http://schemas.openxmlformats.org/officeDocument/2006/relationships/hyperlink" Target="http://www.francaisavecpierre.com/francais-avec-pierre-" TargetMode="External"/><Relationship Id="rId47" Type="http://schemas.openxmlformats.org/officeDocument/2006/relationships/hyperlink" Target="http://www.francaisavecpierre.com/5-personnalites-" TargetMode="External"/><Relationship Id="rId50" Type="http://schemas.openxmlformats.org/officeDocument/2006/relationships/hyperlink" Target="http://www.francaisavecpierre.com/" TargetMode="External"/><Relationship Id="rId55" Type="http://schemas.openxmlformats.org/officeDocument/2006/relationships/hyperlink" Target="http://www.jebouquine.com/" TargetMode="External"/><Relationship Id="rId7" Type="http://schemas.openxmlformats.org/officeDocument/2006/relationships/hyperlink" Target="http://www.francaisavecpierre.com/jeanne-darc/" TargetMode="External"/><Relationship Id="rId12" Type="http://schemas.openxmlformats.org/officeDocument/2006/relationships/hyperlink" Target="http://www.francaisavecpierre.com/category/culture/" TargetMode="External"/><Relationship Id="rId17" Type="http://schemas.openxmlformats.org/officeDocument/2006/relationships/hyperlink" Target="http://www.francaisavecpierre.com/category/recettes-de-" TargetMode="External"/><Relationship Id="rId25" Type="http://schemas.openxmlformats.org/officeDocument/2006/relationships/hyperlink" Target="http://www.francaisavecpierre.com/prononcer-les-marques-" TargetMode="External"/><Relationship Id="rId33" Type="http://schemas.openxmlformats.org/officeDocument/2006/relationships/hyperlink" Target="http://www.francaisavecpierre.com/pourquoi-lire-victor-" TargetMode="External"/><Relationship Id="rId38" Type="http://schemas.openxmlformats.org/officeDocument/2006/relationships/hyperlink" Target="http://www.francaisavecpierre.com/ecrire-un-mail-en-" TargetMode="External"/><Relationship Id="rId46" Type="http://schemas.openxmlformats.org/officeDocument/2006/relationships/hyperlink" Target="http://www.francaisavecpierre.com/3-erreurs-de-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rancaisavecpierre.com/category/prononciation/" TargetMode="External"/><Relationship Id="rId20" Type="http://schemas.openxmlformats.org/officeDocument/2006/relationships/hyperlink" Target="http://www.francaisavecpierre.com/nouvel-an-en-france/" TargetMode="External"/><Relationship Id="rId29" Type="http://schemas.openxmlformats.org/officeDocument/2006/relationships/hyperlink" Target="http://www.francaisavecpierre.com/category/prononciation/" TargetMode="External"/><Relationship Id="rId41" Type="http://schemas.openxmlformats.org/officeDocument/2006/relationships/hyperlink" Target="http://www.francaisavecpierre.com/10-choses-que-je-" TargetMode="External"/><Relationship Id="rId54" Type="http://schemas.openxmlformats.org/officeDocument/2006/relationships/hyperlink" Target="http://www.francaisavecpierre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rancaisavecpierre.com/auxiliaire-etre-ou-avoir/" TargetMode="External"/><Relationship Id="rId11" Type="http://schemas.openxmlformats.org/officeDocument/2006/relationships/hyperlink" Target="http://www.francaisavecpierre.com/vocabulaire-de-la-" TargetMode="External"/><Relationship Id="rId24" Type="http://schemas.openxmlformats.org/officeDocument/2006/relationships/hyperlink" Target="http://www.francaisavecpierre.com/apprendre-le-francais-" TargetMode="External"/><Relationship Id="rId32" Type="http://schemas.openxmlformats.org/officeDocument/2006/relationships/hyperlink" Target="http://www.francaisavecpierre.com/10-expressions-de-" TargetMode="External"/><Relationship Id="rId37" Type="http://schemas.openxmlformats.org/officeDocument/2006/relationships/hyperlink" Target="http://www.francaisavecpierre.com/apprendre-le-francais-" TargetMode="External"/><Relationship Id="rId40" Type="http://schemas.openxmlformats.org/officeDocument/2006/relationships/hyperlink" Target="http://www.francaisavecpierre.com/cliches-sur-les-francais-" TargetMode="External"/><Relationship Id="rId45" Type="http://schemas.openxmlformats.org/officeDocument/2006/relationships/hyperlink" Target="http://www.francaisavecpierre.com/films-pour-apprendre-" TargetMode="External"/><Relationship Id="rId53" Type="http://schemas.openxmlformats.org/officeDocument/2006/relationships/hyperlink" Target="http://www.jaimelire.com/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francaisavecpierre.com/trouver-un-partenaire-" TargetMode="External"/><Relationship Id="rId23" Type="http://schemas.openxmlformats.org/officeDocument/2006/relationships/hyperlink" Target="http://www.okapi.fr/" TargetMode="External"/><Relationship Id="rId28" Type="http://schemas.openxmlformats.org/officeDocument/2006/relationships/hyperlink" Target="http://www.francaisavecpierre.com/comment-jai-appris-le-" TargetMode="External"/><Relationship Id="rId36" Type="http://schemas.openxmlformats.org/officeDocument/2006/relationships/hyperlink" Target="http://www.francaisavecpierre.com/20-phrases-" TargetMode="External"/><Relationship Id="rId49" Type="http://schemas.openxmlformats.org/officeDocument/2006/relationships/hyperlink" Target="http://www.francaisavecpierre.com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francaisavecpierre.com/apprendre-le-francais-" TargetMode="External"/><Relationship Id="rId19" Type="http://schemas.openxmlformats.org/officeDocument/2006/relationships/hyperlink" Target="http://www.francaisavecpierre.com/expressions-de-" TargetMode="External"/><Relationship Id="rId31" Type="http://schemas.openxmlformats.org/officeDocument/2006/relationships/hyperlink" Target="http://www.francaisavecpierre.com/fetes-de-noel-en-" TargetMode="External"/><Relationship Id="rId44" Type="http://schemas.openxmlformats.org/officeDocument/2006/relationships/hyperlink" Target="http://www.francaisavecpierre.com/je-veux-je-voudrais/" TargetMode="External"/><Relationship Id="rId52" Type="http://schemas.openxmlformats.org/officeDocument/2006/relationships/hyperlink" Target="http://www.francaisavecpierr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rancaisavecpierre.com/category/recettes-de-" TargetMode="External"/><Relationship Id="rId14" Type="http://schemas.openxmlformats.org/officeDocument/2006/relationships/hyperlink" Target="http://www.francaisavecpierre.com/comment-prononcer-" TargetMode="External"/><Relationship Id="rId22" Type="http://schemas.openxmlformats.org/officeDocument/2006/relationships/hyperlink" Target="http://www.francaisavecpierre.com/moliere/" TargetMode="External"/><Relationship Id="rId27" Type="http://schemas.openxmlformats.org/officeDocument/2006/relationships/hyperlink" Target="http://www.francaisavecpierre.com/comment-raconter-sa-" TargetMode="External"/><Relationship Id="rId30" Type="http://schemas.openxmlformats.org/officeDocument/2006/relationships/hyperlink" Target="http://www.francaisavecpierre.com/conversations-" TargetMode="External"/><Relationship Id="rId35" Type="http://schemas.openxmlformats.org/officeDocument/2006/relationships/hyperlink" Target="http://www.francaisavecpierre.com/apres-que-subjonctif-" TargetMode="External"/><Relationship Id="rId43" Type="http://schemas.openxmlformats.org/officeDocument/2006/relationships/hyperlink" Target="http://www.francaisavecpierre.com/ecrire-en-francais-8-" TargetMode="External"/><Relationship Id="rId48" Type="http://schemas.openxmlformats.org/officeDocument/2006/relationships/hyperlink" Target="http://www.francaisavecpierre.com/" TargetMode="External"/><Relationship Id="rId56" Type="http://schemas.openxmlformats.org/officeDocument/2006/relationships/hyperlink" Target="http://fr.wikipedia.org/" TargetMode="External"/><Relationship Id="rId8" Type="http://schemas.openxmlformats.org/officeDocument/2006/relationships/hyperlink" Target="http://www.francaisavecpierre.com/les-voyelles-nasales-en-" TargetMode="External"/><Relationship Id="rId51" Type="http://schemas.openxmlformats.org/officeDocument/2006/relationships/hyperlink" Target="http://www.okapi.fr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56</Pages>
  <Words>21920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Любовь Ивановна</cp:lastModifiedBy>
  <cp:revision>60</cp:revision>
  <cp:lastPrinted>2022-09-04T06:41:00Z</cp:lastPrinted>
  <dcterms:created xsi:type="dcterms:W3CDTF">2022-08-28T10:01:00Z</dcterms:created>
  <dcterms:modified xsi:type="dcterms:W3CDTF">2023-09-06T16:37:00Z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wkhtmltopdf 0.12.6-dev</vt:lpwstr>
  </property>
</Properties>
</file>